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59B58" w14:textId="4FCDC778" w:rsidR="001922A0" w:rsidRPr="00A67360" w:rsidRDefault="007B7B4C" w:rsidP="00BF590A">
      <w:pPr>
        <w:pStyle w:val="eTask"/>
      </w:pPr>
      <w:r w:rsidRPr="00A67360">
        <w:t xml:space="preserve">List </w:t>
      </w:r>
      <w:r w:rsidR="00A2355A">
        <w:t>4 component of the Public Key Infrastructure (PKI).</w:t>
      </w:r>
      <w:r w:rsidR="002252B6" w:rsidRPr="00A67360">
        <w:t xml:space="preserve"> </w:t>
      </w:r>
    </w:p>
    <w:p w14:paraId="5BD52A80" w14:textId="77777777" w:rsidR="001922A0" w:rsidRPr="00A67360" w:rsidRDefault="001922A0" w:rsidP="00683A34">
      <w:pPr>
        <w:rPr>
          <w:lang w:val="en-US"/>
        </w:rPr>
      </w:pPr>
    </w:p>
    <w:p w14:paraId="1BCC5ECC" w14:textId="6DDA3CD5" w:rsidR="00EB6B74" w:rsidRPr="00A67360" w:rsidRDefault="00EB6B74" w:rsidP="004A7E5F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3C7563">
        <w:rPr>
          <w:lang w:val="en-US"/>
        </w:rPr>
        <w:t>_________________________________________</w:t>
      </w:r>
    </w:p>
    <w:p w14:paraId="0A5D79FA" w14:textId="77777777" w:rsidR="00EB6B74" w:rsidRPr="00A67360" w:rsidRDefault="00EB6B74" w:rsidP="004A7E5F">
      <w:pPr>
        <w:ind w:left="992" w:hanging="425"/>
        <w:rPr>
          <w:lang w:val="en-US"/>
        </w:rPr>
      </w:pPr>
    </w:p>
    <w:p w14:paraId="3F1D1255" w14:textId="5C92B060" w:rsidR="00EB6B74" w:rsidRPr="00A67360" w:rsidRDefault="00EB6B74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3C7563">
        <w:rPr>
          <w:lang w:val="en-US"/>
        </w:rPr>
        <w:t>_________________________________________</w:t>
      </w:r>
    </w:p>
    <w:p w14:paraId="59552EA7" w14:textId="77777777" w:rsidR="00EB6B74" w:rsidRPr="00A67360" w:rsidRDefault="00EB6B74" w:rsidP="004A7E5F">
      <w:pPr>
        <w:ind w:left="992" w:hanging="425"/>
        <w:rPr>
          <w:noProof/>
          <w:lang w:val="en-US" w:eastAsia="sk-SK"/>
        </w:rPr>
      </w:pPr>
    </w:p>
    <w:p w14:paraId="33EBAC76" w14:textId="02854A2A" w:rsidR="00EB6B74" w:rsidRPr="00A67360" w:rsidRDefault="00EB6B74" w:rsidP="004A7E5F">
      <w:pPr>
        <w:ind w:left="992" w:hanging="425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Pr="00A67360">
        <w:rPr>
          <w:lang w:val="en-US"/>
        </w:rPr>
        <w:tab/>
      </w:r>
      <w:r w:rsidR="003C7563">
        <w:rPr>
          <w:lang w:val="en-US"/>
        </w:rPr>
        <w:t>_________________________________________</w:t>
      </w:r>
    </w:p>
    <w:p w14:paraId="73440501" w14:textId="77777777" w:rsidR="00F01181" w:rsidRPr="00A67360" w:rsidRDefault="00F01181" w:rsidP="004A7E5F">
      <w:pPr>
        <w:ind w:left="992" w:hanging="425"/>
        <w:rPr>
          <w:noProof/>
          <w:lang w:val="en-US" w:eastAsia="sk-SK"/>
        </w:rPr>
      </w:pPr>
    </w:p>
    <w:p w14:paraId="1380E4E9" w14:textId="4E7AE754" w:rsidR="004A7E5F" w:rsidRPr="00A67360" w:rsidRDefault="004A7E5F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4.</w:t>
      </w:r>
      <w:r w:rsidRPr="00A67360">
        <w:rPr>
          <w:noProof/>
          <w:lang w:val="en-US" w:eastAsia="sk-SK"/>
        </w:rPr>
        <w:tab/>
      </w:r>
      <w:r w:rsidR="003C7563">
        <w:rPr>
          <w:lang w:val="en-US"/>
        </w:rPr>
        <w:t>_________________________________________</w:t>
      </w:r>
    </w:p>
    <w:p w14:paraId="52DA87B3" w14:textId="77777777" w:rsidR="00C148FD" w:rsidRDefault="00C148FD" w:rsidP="00BF590A">
      <w:pPr>
        <w:pStyle w:val="eLineBottom"/>
        <w:ind w:left="154"/>
        <w:rPr>
          <w:lang w:val="en-US"/>
        </w:rPr>
      </w:pPr>
    </w:p>
    <w:p w14:paraId="7A5FD200" w14:textId="77777777" w:rsidR="001052A0" w:rsidRPr="00A67360" w:rsidRDefault="001052A0" w:rsidP="00BF590A">
      <w:pPr>
        <w:pStyle w:val="eLineBottom"/>
        <w:ind w:left="154"/>
        <w:rPr>
          <w:lang w:val="en-US"/>
        </w:rPr>
      </w:pPr>
    </w:p>
    <w:p w14:paraId="2494BBB1" w14:textId="77777777" w:rsidR="00C148FD" w:rsidRPr="00A67360" w:rsidRDefault="00C148FD" w:rsidP="00BF590A">
      <w:pPr>
        <w:ind w:left="154"/>
        <w:rPr>
          <w:lang w:val="en-US"/>
        </w:rPr>
      </w:pPr>
    </w:p>
    <w:p w14:paraId="78F12AB9" w14:textId="77777777" w:rsidR="00C148FD" w:rsidRPr="00A67360" w:rsidRDefault="00BC1E8F" w:rsidP="00BF590A">
      <w:pPr>
        <w:pStyle w:val="eTask"/>
      </w:pPr>
      <w:r w:rsidRPr="00A67360">
        <w:t>Correct the text so that the following statement</w:t>
      </w:r>
      <w:r w:rsidR="006E21B3" w:rsidRPr="00A67360">
        <w:t>s</w:t>
      </w:r>
      <w:r w:rsidRPr="00A67360">
        <w:t xml:space="preserve"> </w:t>
      </w:r>
      <w:r w:rsidR="006E21B3" w:rsidRPr="00A67360">
        <w:t>are</w:t>
      </w:r>
      <w:r w:rsidRPr="00A67360">
        <w:t xml:space="preserve"> true</w:t>
      </w:r>
    </w:p>
    <w:p w14:paraId="5700E89A" w14:textId="77777777" w:rsidR="00BC1E8F" w:rsidRPr="00A67360" w:rsidRDefault="00BC1E8F" w:rsidP="00BF590A">
      <w:pPr>
        <w:pStyle w:val="eTask"/>
        <w:numPr>
          <w:ilvl w:val="0"/>
          <w:numId w:val="0"/>
        </w:numPr>
        <w:ind w:left="154"/>
      </w:pPr>
    </w:p>
    <w:p w14:paraId="185208D2" w14:textId="2DCF74E1" w:rsidR="009C3A3C" w:rsidRPr="00A67360" w:rsidRDefault="00E913F1" w:rsidP="00E913F1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F</w:t>
      </w:r>
      <w:r w:rsidRPr="00E913F1">
        <w:rPr>
          <w:lang w:val="en-US"/>
        </w:rPr>
        <w:t>or two parties to communicate securely using asymmetric encryption, the process is as</w:t>
      </w:r>
      <w:r>
        <w:rPr>
          <w:lang w:val="en-US"/>
        </w:rPr>
        <w:t xml:space="preserve"> </w:t>
      </w:r>
      <w:r w:rsidRPr="00E913F1">
        <w:rPr>
          <w:lang w:val="en-US"/>
        </w:rPr>
        <w:t>follows:</w:t>
      </w:r>
      <w:r>
        <w:rPr>
          <w:lang w:val="en-US"/>
        </w:rPr>
        <w:t xml:space="preserve"> t</w:t>
      </w:r>
      <w:r w:rsidRPr="00E913F1">
        <w:rPr>
          <w:lang w:val="en-US"/>
        </w:rPr>
        <w:t xml:space="preserve">he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public keys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secret keys</m:t>
                </m:r>
              </m:e>
            </m:eqArr>
          </m:e>
        </m:d>
      </m:oMath>
      <w:r w:rsidRPr="00A67360">
        <w:rPr>
          <w:lang w:val="en-US"/>
        </w:rPr>
        <w:t xml:space="preserve"> </w:t>
      </w:r>
      <w:r w:rsidRPr="00E913F1">
        <w:rPr>
          <w:lang w:val="en-US"/>
        </w:rPr>
        <w:t xml:space="preserve"> keys are exchanged between the </w:t>
      </w:r>
      <w:r>
        <w:rPr>
          <w:lang w:val="en-US"/>
        </w:rPr>
        <w:t>2</w:t>
      </w:r>
      <w:r w:rsidRPr="00E913F1">
        <w:rPr>
          <w:lang w:val="en-US"/>
        </w:rPr>
        <w:t xml:space="preserve"> parties.</w:t>
      </w:r>
      <w:r>
        <w:rPr>
          <w:lang w:val="en-US"/>
        </w:rPr>
        <w:t xml:space="preserve"> </w:t>
      </w:r>
      <w:r w:rsidRPr="00E913F1">
        <w:rPr>
          <w:lang w:val="en-US"/>
        </w:rPr>
        <w:t xml:space="preserve">Person 1 encrypts the message they wish to send using person 2's </w:t>
      </w:r>
      <w:r>
        <w:rPr>
          <w:lang w:val="en-US"/>
        </w:rPr>
        <w:t>t</w:t>
      </w:r>
      <w:r w:rsidRPr="00E913F1">
        <w:rPr>
          <w:lang w:val="en-US"/>
        </w:rPr>
        <w:t xml:space="preserve">he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public key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private key</m:t>
                </m:r>
              </m:e>
            </m:eqArr>
          </m:e>
        </m:d>
      </m:oMath>
      <w:r w:rsidRPr="00E913F1">
        <w:rPr>
          <w:lang w:val="en-US"/>
        </w:rPr>
        <w:t xml:space="preserve"> and sends it to person 2.</w:t>
      </w:r>
      <w:r>
        <w:rPr>
          <w:lang w:val="en-US"/>
        </w:rPr>
        <w:t xml:space="preserve"> </w:t>
      </w:r>
      <w:r w:rsidRPr="00E913F1">
        <w:rPr>
          <w:lang w:val="en-US"/>
        </w:rPr>
        <w:t xml:space="preserve">Person 2 decrypts the message with their </w:t>
      </w:r>
      <w:r>
        <w:rPr>
          <w:lang w:val="en-US"/>
        </w:rPr>
        <w:t>t</w:t>
      </w:r>
      <w:r w:rsidRPr="00E913F1">
        <w:rPr>
          <w:lang w:val="en-US"/>
        </w:rPr>
        <w:t xml:space="preserve">he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public key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private key</m:t>
                </m:r>
              </m:e>
            </m:eqArr>
          </m:e>
        </m:d>
      </m:oMath>
      <w:r w:rsidRPr="00E913F1">
        <w:rPr>
          <w:lang w:val="en-US"/>
        </w:rPr>
        <w:t>.</w:t>
      </w:r>
    </w:p>
    <w:p w14:paraId="34154E08" w14:textId="77777777" w:rsidR="006E598F" w:rsidRPr="00A67360" w:rsidRDefault="006E598F" w:rsidP="006E598F">
      <w:pPr>
        <w:pStyle w:val="eLineBottom"/>
        <w:ind w:left="154"/>
        <w:rPr>
          <w:lang w:val="en-US"/>
        </w:rPr>
      </w:pPr>
    </w:p>
    <w:p w14:paraId="305F5B07" w14:textId="77777777" w:rsidR="00F1459B" w:rsidRPr="00A67360" w:rsidRDefault="00F1459B" w:rsidP="00F1459B">
      <w:pPr>
        <w:rPr>
          <w:lang w:val="en-US"/>
        </w:rPr>
      </w:pPr>
    </w:p>
    <w:p w14:paraId="5533F861" w14:textId="12620BB3" w:rsidR="009C3A3C" w:rsidRPr="00A67360" w:rsidRDefault="009C3A3C" w:rsidP="009C3A3C">
      <w:pPr>
        <w:pStyle w:val="eTask"/>
      </w:pPr>
      <w:r w:rsidRPr="00A67360">
        <w:t>Choose correct labels from list and write them into the image</w:t>
      </w:r>
      <w:r w:rsidR="00683A34" w:rsidRPr="00A67360">
        <w:t xml:space="preserve"> to describe </w:t>
      </w:r>
      <w:r w:rsidR="00B96C88">
        <w:t>the process of digital signing.</w:t>
      </w:r>
    </w:p>
    <w:p w14:paraId="0D066BC0" w14:textId="77777777" w:rsidR="005E46EA" w:rsidRDefault="005E46EA" w:rsidP="00683A34">
      <w:pPr>
        <w:rPr>
          <w:lang w:val="en-US"/>
        </w:rPr>
      </w:pPr>
    </w:p>
    <w:p w14:paraId="6B09130E" w14:textId="77777777" w:rsidR="005E46EA" w:rsidRPr="00E75C40" w:rsidRDefault="005E46EA" w:rsidP="00683A34">
      <w:pPr>
        <w:rPr>
          <w:sz w:val="22"/>
          <w:szCs w:val="22"/>
          <w:lang w:val="en-US"/>
        </w:rPr>
      </w:pPr>
    </w:p>
    <w:p w14:paraId="6E8E1D69" w14:textId="7222D158" w:rsidR="00E75C40" w:rsidRDefault="00CB3A5F" w:rsidP="006607B5">
      <w:pPr>
        <w:ind w:left="360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11732548" wp14:editId="39AB4C3D">
            <wp:extent cx="5458729" cy="2724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00" cy="27302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9271F5" w14:textId="77777777" w:rsidR="006000DA" w:rsidRDefault="006000DA" w:rsidP="00683A34">
      <w:pPr>
        <w:rPr>
          <w:lang w:val="en-US"/>
        </w:rPr>
      </w:pPr>
    </w:p>
    <w:p w14:paraId="1EA59E35" w14:textId="77777777" w:rsidR="007A3479" w:rsidRDefault="007A3479" w:rsidP="003D36C7">
      <w:pPr>
        <w:rPr>
          <w:lang w:val="en-US"/>
        </w:rPr>
      </w:pPr>
    </w:p>
    <w:p w14:paraId="013232C2" w14:textId="0AC0B9D4" w:rsidR="003D36C7" w:rsidRDefault="003D36C7" w:rsidP="007A3479">
      <w:pPr>
        <w:ind w:left="360"/>
        <w:rPr>
          <w:lang w:val="en-US"/>
        </w:rPr>
      </w:pPr>
      <w:r w:rsidRPr="007959F2">
        <w:rPr>
          <w:lang w:val="en-US"/>
        </w:rPr>
        <w:t xml:space="preserve">Choices: </w:t>
      </w:r>
      <w:r>
        <w:rPr>
          <w:lang w:val="en-US"/>
        </w:rPr>
        <w:t>hash algorithm, private key, public key, hash values</w:t>
      </w:r>
    </w:p>
    <w:p w14:paraId="73981E9F" w14:textId="77777777" w:rsidR="00063674" w:rsidRPr="00A67360" w:rsidRDefault="00063674" w:rsidP="009C3A3C">
      <w:pPr>
        <w:pStyle w:val="eTask"/>
      </w:pPr>
      <w:r w:rsidRPr="00A67360">
        <w:lastRenderedPageBreak/>
        <w:t xml:space="preserve">Assign the terms from the left column to the corresponding </w:t>
      </w:r>
      <w:r w:rsidR="008D117E" w:rsidRPr="00A67360">
        <w:t>descriptions</w:t>
      </w:r>
      <w:r w:rsidRPr="00A67360">
        <w:t xml:space="preserve"> on the right.</w:t>
      </w:r>
    </w:p>
    <w:p w14:paraId="274AC8E1" w14:textId="5B87841B" w:rsidR="009C6F91" w:rsidRDefault="009C6F91" w:rsidP="009C6F91">
      <w:pPr>
        <w:pStyle w:val="eTask"/>
        <w:numPr>
          <w:ilvl w:val="0"/>
          <w:numId w:val="0"/>
        </w:numPr>
        <w:ind w:left="360"/>
      </w:pPr>
    </w:p>
    <w:p w14:paraId="78E3D4A0" w14:textId="77777777" w:rsidR="003C7563" w:rsidRPr="007959F2" w:rsidRDefault="003C7563" w:rsidP="009C6F91">
      <w:pPr>
        <w:pStyle w:val="eTask"/>
        <w:numPr>
          <w:ilvl w:val="0"/>
          <w:numId w:val="0"/>
        </w:numPr>
        <w:ind w:left="360"/>
      </w:pPr>
      <w:bookmarkStart w:id="0" w:name="_GoBack"/>
      <w:bookmarkEnd w:id="0"/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2"/>
        <w:gridCol w:w="3646"/>
        <w:gridCol w:w="2928"/>
      </w:tblGrid>
      <w:tr w:rsidR="009C6F91" w:rsidRPr="007959F2" w14:paraId="22EA2951" w14:textId="77777777" w:rsidTr="005668F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091B4E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BB5B00">
              <w:rPr>
                <w:lang w:val="en-US"/>
              </w:rPr>
              <w:t>certificate authority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968B0" w14:textId="5A9A6DAC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E1EA67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Someone enrolls for a certificate with this entity</w:t>
            </w:r>
          </w:p>
        </w:tc>
      </w:tr>
      <w:tr w:rsidR="009C6F91" w:rsidRPr="007959F2" w14:paraId="6486336C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FCF3D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DFD3A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E85809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9C6F91" w:rsidRPr="007959F2" w14:paraId="1E732685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B47E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E610AE">
              <w:rPr>
                <w:lang w:val="en-US"/>
              </w:rPr>
              <w:t>registration authority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6BFBB9" w14:textId="2440877C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4B9A7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Creates and issues a digital certificate </w:t>
            </w:r>
          </w:p>
        </w:tc>
      </w:tr>
      <w:tr w:rsidR="009C6F91" w:rsidRPr="007959F2" w14:paraId="4BCF2498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9708B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F4F21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B552C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9C6F91" w:rsidRPr="007959F2" w14:paraId="0122BF4B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AA1E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D5179">
              <w:rPr>
                <w:lang w:val="en-US"/>
              </w:rPr>
              <w:t>validation authority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A2502" w14:textId="716E403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EA649C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Structure containing identifying information and a key pair</w:t>
            </w:r>
          </w:p>
        </w:tc>
      </w:tr>
      <w:tr w:rsidR="009C6F91" w:rsidRPr="007959F2" w14:paraId="3216E66B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15539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F2F4C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62F72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9C6F91" w:rsidRPr="007959F2" w14:paraId="293CC32F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926955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F123BF">
              <w:rPr>
                <w:lang w:val="en-US"/>
              </w:rPr>
              <w:t>digital certificate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FA488" w14:textId="2DA26AED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B7AB8B" w14:textId="7777777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Check the validity of a digital certificate</w:t>
            </w:r>
          </w:p>
        </w:tc>
      </w:tr>
    </w:tbl>
    <w:p w14:paraId="1B18AF71" w14:textId="77777777" w:rsidR="009C6F91" w:rsidRDefault="009C6F91" w:rsidP="009C6F91">
      <w:pPr>
        <w:pStyle w:val="eTask"/>
        <w:numPr>
          <w:ilvl w:val="0"/>
          <w:numId w:val="0"/>
        </w:numPr>
      </w:pPr>
    </w:p>
    <w:p w14:paraId="123B140F" w14:textId="77777777" w:rsidR="009C6F91" w:rsidRDefault="009C6F91" w:rsidP="009C6F91">
      <w:pPr>
        <w:pStyle w:val="eTask"/>
        <w:numPr>
          <w:ilvl w:val="0"/>
          <w:numId w:val="0"/>
        </w:numPr>
        <w:pBdr>
          <w:bottom w:val="single" w:sz="6" w:space="1" w:color="auto"/>
        </w:pBdr>
      </w:pPr>
    </w:p>
    <w:p w14:paraId="7F250626" w14:textId="77777777" w:rsidR="009C6F91" w:rsidRPr="007959F2" w:rsidRDefault="009C6F91" w:rsidP="009C6F91">
      <w:pPr>
        <w:pStyle w:val="eTask"/>
        <w:numPr>
          <w:ilvl w:val="0"/>
          <w:numId w:val="0"/>
        </w:numPr>
      </w:pPr>
    </w:p>
    <w:p w14:paraId="6B37BF93" w14:textId="77777777" w:rsidR="00F1459B" w:rsidRPr="00A67360" w:rsidRDefault="00F1459B" w:rsidP="004A7E5F">
      <w:pPr>
        <w:rPr>
          <w:lang w:val="en-US"/>
        </w:rPr>
      </w:pPr>
    </w:p>
    <w:p w14:paraId="3A56CB27" w14:textId="2156EDF5" w:rsidR="004A1873" w:rsidRPr="007959F2" w:rsidRDefault="004A1873" w:rsidP="004A1873">
      <w:pPr>
        <w:pStyle w:val="eTask"/>
      </w:pPr>
      <w:r>
        <w:t xml:space="preserve">The </w:t>
      </w:r>
      <w:r w:rsidRPr="007B3E6F">
        <w:t>lifecycle of a digital certificate</w:t>
      </w:r>
      <w:r>
        <w:t xml:space="preserve"> </w:t>
      </w:r>
      <w:r w:rsidRPr="007B3E6F">
        <w:t>can be explained as follows</w:t>
      </w:r>
      <w:r>
        <w:t>:</w:t>
      </w:r>
    </w:p>
    <w:p w14:paraId="2EBC5CDA" w14:textId="77777777" w:rsidR="004A1873" w:rsidRPr="007959F2" w:rsidRDefault="004A1873" w:rsidP="004A1873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0B42EE31" w14:textId="5CBEFFA7" w:rsidR="004A1873" w:rsidRPr="003C7563" w:rsidRDefault="004A1873" w:rsidP="004A1873">
      <w:pPr>
        <w:ind w:left="710" w:hanging="284"/>
        <w:rPr>
          <w:color w:val="FF0000"/>
          <w:lang w:val="en-US"/>
        </w:rPr>
      </w:pPr>
      <w:r w:rsidRPr="003C7563">
        <w:rPr>
          <w:lang w:val="en-US"/>
        </w:rPr>
        <w:t>1.</w:t>
      </w:r>
      <w:r w:rsidR="003C7563">
        <w:rPr>
          <w:lang w:val="en-US"/>
        </w:rPr>
        <w:tab/>
        <w:t xml:space="preserve">   </w:t>
      </w:r>
      <w:r w:rsidR="003C7563">
        <w:rPr>
          <w:lang w:val="en-US"/>
        </w:rPr>
        <w:t>_________________________________________</w:t>
      </w:r>
    </w:p>
    <w:p w14:paraId="21B87CDC" w14:textId="77777777" w:rsidR="004A1873" w:rsidRPr="003C7563" w:rsidRDefault="004A1873" w:rsidP="004A1873">
      <w:pPr>
        <w:ind w:left="710" w:hanging="284"/>
        <w:rPr>
          <w:lang w:val="en-US"/>
        </w:rPr>
      </w:pPr>
    </w:p>
    <w:p w14:paraId="3D9ABA18" w14:textId="59DA5111" w:rsidR="004A1873" w:rsidRPr="003C7563" w:rsidRDefault="004A1873" w:rsidP="004A1873">
      <w:pPr>
        <w:ind w:left="710" w:hanging="284"/>
        <w:rPr>
          <w:color w:val="FF0000"/>
          <w:lang w:val="en-US"/>
        </w:rPr>
      </w:pPr>
      <w:r w:rsidRPr="003C7563">
        <w:rPr>
          <w:noProof/>
          <w:lang w:val="en-US" w:eastAsia="sk-SK"/>
        </w:rPr>
        <w:t>2.</w:t>
      </w:r>
      <w:r w:rsidR="003C7563" w:rsidRPr="003C7563">
        <w:rPr>
          <w:lang w:val="en-US"/>
        </w:rPr>
        <w:t xml:space="preserve"> </w:t>
      </w:r>
      <w:r w:rsidR="003C7563">
        <w:rPr>
          <w:lang w:val="en-US"/>
        </w:rPr>
        <w:tab/>
        <w:t xml:space="preserve">   _________________________________________</w:t>
      </w:r>
    </w:p>
    <w:p w14:paraId="73E21111" w14:textId="77777777" w:rsidR="004A1873" w:rsidRPr="003C7563" w:rsidRDefault="004A1873" w:rsidP="004A1873">
      <w:pPr>
        <w:ind w:left="710" w:hanging="284"/>
        <w:rPr>
          <w:noProof/>
          <w:lang w:val="en-US" w:eastAsia="sk-SK"/>
        </w:rPr>
      </w:pPr>
    </w:p>
    <w:p w14:paraId="42B5BE06" w14:textId="6150BA03" w:rsidR="004A1873" w:rsidRPr="003C7563" w:rsidRDefault="004A1873" w:rsidP="004A1873">
      <w:pPr>
        <w:ind w:left="710" w:hanging="284"/>
        <w:rPr>
          <w:color w:val="FF0000"/>
          <w:lang w:val="en-US"/>
        </w:rPr>
      </w:pPr>
      <w:r w:rsidRPr="003C7563">
        <w:rPr>
          <w:noProof/>
          <w:lang w:val="en-US" w:eastAsia="sk-SK"/>
        </w:rPr>
        <w:t>3.</w:t>
      </w:r>
      <w:r w:rsidR="003C7563" w:rsidRPr="003C7563">
        <w:rPr>
          <w:lang w:val="en-US"/>
        </w:rPr>
        <w:t xml:space="preserve"> </w:t>
      </w:r>
      <w:r w:rsidR="003C7563">
        <w:rPr>
          <w:lang w:val="en-US"/>
        </w:rPr>
        <w:tab/>
        <w:t xml:space="preserve">   _________________________________________</w:t>
      </w:r>
    </w:p>
    <w:p w14:paraId="5147C7F7" w14:textId="77777777" w:rsidR="004A1873" w:rsidRPr="003C7563" w:rsidRDefault="004A1873" w:rsidP="004A1873">
      <w:pPr>
        <w:ind w:left="710" w:hanging="284"/>
        <w:rPr>
          <w:lang w:val="en-US"/>
        </w:rPr>
      </w:pPr>
    </w:p>
    <w:p w14:paraId="49CF3C20" w14:textId="331D5E50" w:rsidR="004A1873" w:rsidRPr="003C7563" w:rsidRDefault="004A1873" w:rsidP="004A1873">
      <w:pPr>
        <w:ind w:left="710" w:hanging="284"/>
        <w:rPr>
          <w:color w:val="FF0000"/>
          <w:lang w:val="en-US"/>
        </w:rPr>
      </w:pPr>
      <w:r w:rsidRPr="003C7563">
        <w:rPr>
          <w:lang w:val="en-US"/>
        </w:rPr>
        <w:t>4.</w:t>
      </w:r>
      <w:r w:rsidR="003C7563" w:rsidRPr="003C7563">
        <w:rPr>
          <w:lang w:val="en-US"/>
        </w:rPr>
        <w:t xml:space="preserve"> </w:t>
      </w:r>
      <w:r w:rsidR="003C7563">
        <w:rPr>
          <w:lang w:val="en-US"/>
        </w:rPr>
        <w:tab/>
        <w:t xml:space="preserve">   _________________________________________</w:t>
      </w:r>
    </w:p>
    <w:p w14:paraId="2E4278F5" w14:textId="77777777" w:rsidR="004A1873" w:rsidRPr="003C7563" w:rsidRDefault="004A1873" w:rsidP="004A1873">
      <w:pPr>
        <w:ind w:left="710" w:hanging="284"/>
        <w:rPr>
          <w:lang w:val="en-US"/>
        </w:rPr>
      </w:pPr>
    </w:p>
    <w:p w14:paraId="1248FF62" w14:textId="11072E4A" w:rsidR="009C3A3C" w:rsidRPr="003C7563" w:rsidRDefault="004A1873" w:rsidP="004A1873">
      <w:pPr>
        <w:ind w:left="710" w:hanging="284"/>
        <w:rPr>
          <w:color w:val="FF0000"/>
          <w:lang w:val="en-US"/>
        </w:rPr>
      </w:pPr>
      <w:r w:rsidRPr="003C7563">
        <w:rPr>
          <w:lang w:val="en-US"/>
        </w:rPr>
        <w:t>5.</w:t>
      </w:r>
      <w:r w:rsidR="003C7563" w:rsidRPr="003C7563">
        <w:rPr>
          <w:lang w:val="en-US"/>
        </w:rPr>
        <w:t xml:space="preserve"> </w:t>
      </w:r>
      <w:r w:rsidR="003C7563">
        <w:rPr>
          <w:lang w:val="en-US"/>
        </w:rPr>
        <w:tab/>
        <w:t xml:space="preserve">   _________________________________________</w:t>
      </w:r>
    </w:p>
    <w:sectPr w:rsidR="009C3A3C" w:rsidRPr="003C756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0FEA2" w14:textId="77777777" w:rsidR="007E465A" w:rsidRDefault="007E465A" w:rsidP="00861A1A">
      <w:r>
        <w:separator/>
      </w:r>
    </w:p>
  </w:endnote>
  <w:endnote w:type="continuationSeparator" w:id="0">
    <w:p w14:paraId="7AF92C1B" w14:textId="77777777" w:rsidR="007E465A" w:rsidRDefault="007E465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A7CE6A2" w14:textId="77777777" w:rsidTr="00CA51B5">
      <w:tc>
        <w:tcPr>
          <w:tcW w:w="2518" w:type="dxa"/>
        </w:tcPr>
        <w:p w14:paraId="3EC1CBA9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FCC38FB" wp14:editId="1943646F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BAEE232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6F285CCC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1952FCDA" w14:textId="77777777" w:rsidTr="00CA51B5">
      <w:tc>
        <w:tcPr>
          <w:tcW w:w="8472" w:type="dxa"/>
          <w:gridSpan w:val="2"/>
        </w:tcPr>
        <w:p w14:paraId="24A8BDAE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881742E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BAFFA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74315" w14:textId="77777777" w:rsidR="007E465A" w:rsidRDefault="007E465A" w:rsidP="00861A1A">
      <w:r>
        <w:separator/>
      </w:r>
    </w:p>
  </w:footnote>
  <w:footnote w:type="continuationSeparator" w:id="0">
    <w:p w14:paraId="73C553CC" w14:textId="77777777" w:rsidR="007E465A" w:rsidRDefault="007E465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A6E3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892B8E7" wp14:editId="1573DF1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535063D" w14:textId="66991A9B" w:rsidR="00C148FD" w:rsidRPr="00C148FD" w:rsidRDefault="007D3DCD" w:rsidP="007D3DC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D3DCD">
      <w:rPr>
        <w:rFonts w:ascii="Calibri" w:hAnsi="Calibri"/>
        <w:smallCaps/>
        <w:noProof/>
        <w:sz w:val="20"/>
        <w:szCs w:val="20"/>
        <w:lang w:val="en-US"/>
      </w:rPr>
      <w:t>Authentication, passwords and digital signing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rAUA3LMSRC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0E3518"/>
    <w:rsid w:val="001052A0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116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C7563"/>
    <w:rsid w:val="003D36C7"/>
    <w:rsid w:val="003D41BB"/>
    <w:rsid w:val="003E01BE"/>
    <w:rsid w:val="003E38EB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130B"/>
    <w:rsid w:val="00492966"/>
    <w:rsid w:val="004A01E5"/>
    <w:rsid w:val="004A0446"/>
    <w:rsid w:val="004A1873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1880"/>
    <w:rsid w:val="005D7525"/>
    <w:rsid w:val="005E1AB1"/>
    <w:rsid w:val="005E20B2"/>
    <w:rsid w:val="005E46EA"/>
    <w:rsid w:val="005E5A22"/>
    <w:rsid w:val="005F17A1"/>
    <w:rsid w:val="005F5FA1"/>
    <w:rsid w:val="006000DA"/>
    <w:rsid w:val="00625B5A"/>
    <w:rsid w:val="0063686B"/>
    <w:rsid w:val="006435FE"/>
    <w:rsid w:val="0064494B"/>
    <w:rsid w:val="00654C16"/>
    <w:rsid w:val="006607B5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A3479"/>
    <w:rsid w:val="007B7B4C"/>
    <w:rsid w:val="007C0FDD"/>
    <w:rsid w:val="007C308E"/>
    <w:rsid w:val="007C3F21"/>
    <w:rsid w:val="007C5B85"/>
    <w:rsid w:val="007D3DCD"/>
    <w:rsid w:val="007E16D1"/>
    <w:rsid w:val="007E465A"/>
    <w:rsid w:val="007E6CED"/>
    <w:rsid w:val="007F773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74FC"/>
    <w:rsid w:val="009A5F9E"/>
    <w:rsid w:val="009A6DD0"/>
    <w:rsid w:val="009B638C"/>
    <w:rsid w:val="009C3A3C"/>
    <w:rsid w:val="009C6F91"/>
    <w:rsid w:val="009C7B24"/>
    <w:rsid w:val="009E2A2A"/>
    <w:rsid w:val="009F6E5E"/>
    <w:rsid w:val="00A12C28"/>
    <w:rsid w:val="00A17111"/>
    <w:rsid w:val="00A21409"/>
    <w:rsid w:val="00A2355A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94FBB"/>
    <w:rsid w:val="00B96C88"/>
    <w:rsid w:val="00BA2448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F3C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B3A5F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5E41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75C40"/>
    <w:rsid w:val="00E8518C"/>
    <w:rsid w:val="00E879F9"/>
    <w:rsid w:val="00E90BD9"/>
    <w:rsid w:val="00E913F1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080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F11F6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23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30</cp:revision>
  <cp:lastPrinted>2013-05-24T14:00:00Z</cp:lastPrinted>
  <dcterms:created xsi:type="dcterms:W3CDTF">2022-03-09T10:06:00Z</dcterms:created>
  <dcterms:modified xsi:type="dcterms:W3CDTF">2023-02-27T15:34:00Z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GrammarlyDocumentId">
    <vt:lpwstr>a9280c5fedb139e6e8b448c3213d83fda4a73bafe9d17d82d99ca425d99c3d21</vt:lpwstr>
  </property>
</Properties>
</file>