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43711" w14:textId="6E98C577" w:rsidR="001922A0" w:rsidRPr="00F600FF" w:rsidRDefault="002D605B" w:rsidP="004C21BE">
      <w:pPr>
        <w:pStyle w:val="eTask"/>
      </w:pPr>
      <w:bookmarkStart w:id="0" w:name="_GoBack"/>
      <w:bookmarkEnd w:id="0"/>
      <w:r w:rsidRPr="00F600FF">
        <w:t>Fill</w:t>
      </w:r>
      <w:r w:rsidR="004C21BE" w:rsidRPr="00F600FF">
        <w:t xml:space="preserve"> a Creative Commons license abbreviation for the </w:t>
      </w:r>
      <w:r w:rsidRPr="00F600FF">
        <w:t xml:space="preserve">freely distributed </w:t>
      </w:r>
      <w:r w:rsidR="004C21BE" w:rsidRPr="00F600FF">
        <w:t>material,</w:t>
      </w:r>
      <w:r w:rsidRPr="00F600FF">
        <w:t xml:space="preserve"> which</w:t>
      </w:r>
      <w:r w:rsidR="004C21BE" w:rsidRPr="00F600FF">
        <w:t xml:space="preserve"> doesn</w:t>
      </w:r>
      <w:r w:rsidRPr="00F600FF">
        <w:t>’</w:t>
      </w:r>
      <w:r w:rsidR="004C21BE" w:rsidRPr="00F600FF">
        <w:t>t allow commercial use, can be modified and can be redistributed under the same license</w:t>
      </w:r>
      <w:r w:rsidRPr="00F600FF">
        <w:t>.</w:t>
      </w:r>
    </w:p>
    <w:p w14:paraId="6321375A" w14:textId="77777777" w:rsidR="00EA251D" w:rsidRPr="00F600FF" w:rsidRDefault="00EA251D" w:rsidP="00EA251D">
      <w:pPr>
        <w:pStyle w:val="eTask"/>
        <w:numPr>
          <w:ilvl w:val="0"/>
          <w:numId w:val="0"/>
        </w:numPr>
        <w:ind w:left="567" w:hanging="425"/>
      </w:pPr>
    </w:p>
    <w:p w14:paraId="0C557009" w14:textId="77777777" w:rsidR="00EA251D" w:rsidRPr="00F600FF" w:rsidRDefault="00EA251D" w:rsidP="00EA251D">
      <w:pPr>
        <w:pStyle w:val="eTask"/>
        <w:numPr>
          <w:ilvl w:val="0"/>
          <w:numId w:val="0"/>
        </w:numPr>
        <w:ind w:left="567" w:hanging="425"/>
      </w:pPr>
    </w:p>
    <w:p w14:paraId="44B7B1CE" w14:textId="48D17F18" w:rsidR="001922A0" w:rsidRPr="00F600FF" w:rsidRDefault="00EA251D" w:rsidP="00EA251D">
      <w:pPr>
        <w:pStyle w:val="eExercise"/>
        <w:rPr>
          <w:lang w:val="en-US"/>
        </w:rPr>
      </w:pPr>
      <w:r w:rsidRPr="00F600FF">
        <w:rPr>
          <w:lang w:val="en-US"/>
        </w:rPr>
        <w:t xml:space="preserve">Creative Commons  </w:t>
      </w:r>
      <w:r w:rsidRPr="00F600FF">
        <w:rPr>
          <w:shd w:val="clear" w:color="auto" w:fill="D9D9D9" w:themeFill="background1" w:themeFillShade="D9"/>
          <w:lang w:val="en-US"/>
        </w:rPr>
        <w:t xml:space="preserve"> </w:t>
      </w:r>
      <w:r w:rsidR="00113657">
        <w:rPr>
          <w:color w:val="FF0000"/>
          <w:shd w:val="clear" w:color="auto" w:fill="D9D9D9" w:themeFill="background1" w:themeFillShade="D9"/>
          <w:lang w:val="en-US"/>
        </w:rPr>
        <w:t xml:space="preserve">      </w:t>
      </w:r>
      <w:r w:rsidRPr="00F600FF">
        <w:rPr>
          <w:color w:val="FF0000"/>
          <w:shd w:val="clear" w:color="auto" w:fill="D9D9D9" w:themeFill="background1" w:themeFillShade="D9"/>
          <w:lang w:val="en-US"/>
        </w:rPr>
        <w:t xml:space="preserve"> </w:t>
      </w:r>
      <w:r w:rsidRPr="00F600FF">
        <w:rPr>
          <w:color w:val="FF0000"/>
          <w:shd w:val="clear" w:color="auto" w:fill="FFFFFF" w:themeFill="background1"/>
          <w:lang w:val="en-US"/>
        </w:rPr>
        <w:t xml:space="preserve">  </w:t>
      </w:r>
      <w:r w:rsidRPr="00F600FF">
        <w:rPr>
          <w:shd w:val="clear" w:color="auto" w:fill="FFFFFF" w:themeFill="background1"/>
          <w:lang w:val="en-US"/>
        </w:rPr>
        <w:t xml:space="preserve">– </w:t>
      </w:r>
      <w:r w:rsidRPr="00F600FF">
        <w:rPr>
          <w:lang w:val="en-US"/>
        </w:rPr>
        <w:t xml:space="preserve"> </w:t>
      </w:r>
      <w:r w:rsidR="00113657" w:rsidRPr="00F600FF">
        <w:rPr>
          <w:shd w:val="clear" w:color="auto" w:fill="D9D9D9" w:themeFill="background1" w:themeFillShade="D9"/>
          <w:lang w:val="en-US"/>
        </w:rPr>
        <w:t xml:space="preserve"> </w:t>
      </w:r>
      <w:r w:rsidR="00113657">
        <w:rPr>
          <w:color w:val="FF0000"/>
          <w:shd w:val="clear" w:color="auto" w:fill="D9D9D9" w:themeFill="background1" w:themeFillShade="D9"/>
          <w:lang w:val="en-US"/>
        </w:rPr>
        <w:t xml:space="preserve">      </w:t>
      </w:r>
      <w:r w:rsidR="00113657" w:rsidRPr="00F600FF">
        <w:rPr>
          <w:color w:val="FF0000"/>
          <w:shd w:val="clear" w:color="auto" w:fill="D9D9D9" w:themeFill="background1" w:themeFillShade="D9"/>
          <w:lang w:val="en-US"/>
        </w:rPr>
        <w:t xml:space="preserve"> </w:t>
      </w:r>
      <w:r w:rsidRPr="00F600FF">
        <w:rPr>
          <w:color w:val="FF0000"/>
          <w:shd w:val="clear" w:color="auto" w:fill="FFFFFF" w:themeFill="background1"/>
          <w:lang w:val="en-US"/>
        </w:rPr>
        <w:t xml:space="preserve">  </w:t>
      </w:r>
      <w:r w:rsidRPr="00F600FF">
        <w:rPr>
          <w:shd w:val="clear" w:color="auto" w:fill="FFFFFF" w:themeFill="background1"/>
          <w:lang w:val="en-US"/>
        </w:rPr>
        <w:t>–</w:t>
      </w:r>
      <w:r w:rsidRPr="00F600FF">
        <w:rPr>
          <w:lang w:val="en-US"/>
        </w:rPr>
        <w:t xml:space="preserve"> </w:t>
      </w:r>
      <w:r w:rsidR="00113657" w:rsidRPr="00F600FF">
        <w:rPr>
          <w:shd w:val="clear" w:color="auto" w:fill="D9D9D9" w:themeFill="background1" w:themeFillShade="D9"/>
          <w:lang w:val="en-US"/>
        </w:rPr>
        <w:t xml:space="preserve"> </w:t>
      </w:r>
      <w:r w:rsidR="00113657">
        <w:rPr>
          <w:color w:val="FF0000"/>
          <w:shd w:val="clear" w:color="auto" w:fill="D9D9D9" w:themeFill="background1" w:themeFillShade="D9"/>
          <w:lang w:val="en-US"/>
        </w:rPr>
        <w:t xml:space="preserve">      </w:t>
      </w:r>
      <w:r w:rsidR="00113657" w:rsidRPr="00F600FF">
        <w:rPr>
          <w:color w:val="FF0000"/>
          <w:shd w:val="clear" w:color="auto" w:fill="D9D9D9" w:themeFill="background1" w:themeFillShade="D9"/>
          <w:lang w:val="en-US"/>
        </w:rPr>
        <w:t xml:space="preserve"> </w:t>
      </w:r>
      <w:r w:rsidRPr="00F600FF">
        <w:rPr>
          <w:color w:val="FF0000"/>
          <w:shd w:val="clear" w:color="auto" w:fill="FFFFFF" w:themeFill="background1"/>
          <w:lang w:val="en-US"/>
        </w:rPr>
        <w:t xml:space="preserve">  </w:t>
      </w:r>
      <w:r w:rsidRPr="00F600FF">
        <w:rPr>
          <w:shd w:val="clear" w:color="auto" w:fill="FFFFFF" w:themeFill="background1"/>
          <w:lang w:val="en-US"/>
        </w:rPr>
        <w:t>–</w:t>
      </w:r>
      <w:r w:rsidRPr="00F600FF">
        <w:rPr>
          <w:lang w:val="en-US"/>
        </w:rPr>
        <w:t xml:space="preserve"> </w:t>
      </w:r>
      <w:r w:rsidR="00113657" w:rsidRPr="00F600FF">
        <w:rPr>
          <w:shd w:val="clear" w:color="auto" w:fill="D9D9D9" w:themeFill="background1" w:themeFillShade="D9"/>
          <w:lang w:val="en-US"/>
        </w:rPr>
        <w:t xml:space="preserve"> </w:t>
      </w:r>
      <w:r w:rsidR="00113657">
        <w:rPr>
          <w:color w:val="FF0000"/>
          <w:shd w:val="clear" w:color="auto" w:fill="D9D9D9" w:themeFill="background1" w:themeFillShade="D9"/>
          <w:lang w:val="en-US"/>
        </w:rPr>
        <w:t xml:space="preserve">      </w:t>
      </w:r>
      <w:r w:rsidR="00113657" w:rsidRPr="00F600FF">
        <w:rPr>
          <w:color w:val="FF0000"/>
          <w:shd w:val="clear" w:color="auto" w:fill="D9D9D9" w:themeFill="background1" w:themeFillShade="D9"/>
          <w:lang w:val="en-US"/>
        </w:rPr>
        <w:t xml:space="preserve"> </w:t>
      </w:r>
      <w:r w:rsidRPr="00F600FF">
        <w:rPr>
          <w:shd w:val="clear" w:color="auto" w:fill="FFFFFF" w:themeFill="background1"/>
          <w:lang w:val="en-US"/>
        </w:rPr>
        <w:t xml:space="preserve">  4.0</w:t>
      </w:r>
    </w:p>
    <w:p w14:paraId="562D0FF0" w14:textId="77777777" w:rsidR="00EA251D" w:rsidRPr="00F600FF" w:rsidRDefault="00EA251D" w:rsidP="00A84535">
      <w:pPr>
        <w:pStyle w:val="eLineBottom"/>
        <w:rPr>
          <w:lang w:val="en-US"/>
        </w:rPr>
      </w:pPr>
    </w:p>
    <w:p w14:paraId="19C95DCE" w14:textId="77777777" w:rsidR="00EA251D" w:rsidRPr="00F600FF" w:rsidRDefault="00EA251D" w:rsidP="00EA251D">
      <w:pPr>
        <w:pStyle w:val="eTask"/>
        <w:numPr>
          <w:ilvl w:val="0"/>
          <w:numId w:val="0"/>
        </w:numPr>
        <w:ind w:left="360"/>
      </w:pPr>
    </w:p>
    <w:p w14:paraId="5D2065BA" w14:textId="5B043452" w:rsidR="00EA251D" w:rsidRPr="00F600FF" w:rsidRDefault="008D5D65" w:rsidP="004C21BE">
      <w:pPr>
        <w:pStyle w:val="eTask"/>
      </w:pPr>
      <w:r w:rsidRPr="00F600FF">
        <w:t>Assign</w:t>
      </w:r>
      <w:r w:rsidR="004C21BE" w:rsidRPr="00F600FF">
        <w:t xml:space="preserve"> Creative Commons licensed graphic images </w:t>
      </w:r>
      <w:r w:rsidR="002D605B" w:rsidRPr="00F600FF">
        <w:t>with</w:t>
      </w:r>
      <w:r w:rsidR="004C21BE" w:rsidRPr="00F600FF">
        <w:t xml:space="preserve"> their</w:t>
      </w:r>
      <w:r w:rsidR="002D605B" w:rsidRPr="00F600FF">
        <w:t xml:space="preserve"> relevant</w:t>
      </w:r>
      <w:r w:rsidR="004C21BE" w:rsidRPr="00F600FF">
        <w:t xml:space="preserve"> meaning</w:t>
      </w:r>
      <w:r w:rsidR="002D605B" w:rsidRPr="00F600FF">
        <w:t>s.</w:t>
      </w:r>
    </w:p>
    <w:p w14:paraId="3EEB6BC2" w14:textId="77777777" w:rsidR="00EA251D" w:rsidRPr="00F600FF" w:rsidRDefault="00EA251D" w:rsidP="00B72E92">
      <w:pPr>
        <w:pStyle w:val="eExercise"/>
        <w:rPr>
          <w:lang w:val="en-US"/>
        </w:rPr>
      </w:pPr>
    </w:p>
    <w:tbl>
      <w:tblPr>
        <w:tblStyle w:val="Mkatabulky"/>
        <w:tblW w:w="0" w:type="auto"/>
        <w:tblInd w:w="567" w:type="dxa"/>
        <w:tblLook w:val="04A0" w:firstRow="1" w:lastRow="0" w:firstColumn="1" w:lastColumn="0" w:noHBand="0" w:noVBand="1"/>
      </w:tblPr>
      <w:tblGrid>
        <w:gridCol w:w="2789"/>
        <w:gridCol w:w="2789"/>
        <w:gridCol w:w="2917"/>
      </w:tblGrid>
      <w:tr w:rsidR="00EA251D" w:rsidRPr="00F600FF" w14:paraId="07459211" w14:textId="77777777" w:rsidTr="00B72E92">
        <w:trPr>
          <w:trHeight w:val="964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91CD7D" w14:textId="32BE1552" w:rsidR="00EA251D" w:rsidRPr="00F600FF" w:rsidRDefault="00B72E92" w:rsidP="00B72E92">
            <w:pPr>
              <w:pStyle w:val="eExercise"/>
              <w:jc w:val="center"/>
              <w:rPr>
                <w:lang w:val="en-US"/>
              </w:rPr>
            </w:pPr>
            <w:r w:rsidRPr="00F600FF">
              <w:rPr>
                <w:noProof/>
                <w:lang w:val="en-US" w:eastAsia="en-US"/>
              </w:rPr>
              <w:drawing>
                <wp:inline distT="0" distB="0" distL="0" distR="0" wp14:anchorId="1D192264" wp14:editId="4144BC89">
                  <wp:extent cx="540000" cy="540000"/>
                  <wp:effectExtent l="0" t="0" r="0" b="0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024px-Cc-nd_white.svg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C851059" w14:textId="77777777" w:rsidR="00EA251D" w:rsidRPr="00F600FF" w:rsidRDefault="00EA251D" w:rsidP="00B72E92">
            <w:pPr>
              <w:pStyle w:val="eExercise"/>
              <w:jc w:val="center"/>
              <w:rPr>
                <w:lang w:val="en-US"/>
              </w:rPr>
            </w:pPr>
          </w:p>
        </w:tc>
        <w:tc>
          <w:tcPr>
            <w:tcW w:w="29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7D0FB4D" w14:textId="77777777" w:rsidR="00EA251D" w:rsidRPr="00F600FF" w:rsidRDefault="004C21BE" w:rsidP="00B72E92">
            <w:pPr>
              <w:pStyle w:val="eExercise"/>
              <w:jc w:val="center"/>
              <w:rPr>
                <w:lang w:val="en-US"/>
              </w:rPr>
            </w:pPr>
            <w:r w:rsidRPr="00F600FF">
              <w:rPr>
                <w:lang w:val="en-US"/>
              </w:rPr>
              <w:t>Share Alike</w:t>
            </w:r>
          </w:p>
        </w:tc>
      </w:tr>
      <w:tr w:rsidR="00EA251D" w:rsidRPr="00F600FF" w14:paraId="0DEA70D3" w14:textId="77777777" w:rsidTr="00B72E92">
        <w:trPr>
          <w:trHeight w:val="283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13014888" w14:textId="77777777" w:rsidR="00EA251D" w:rsidRPr="00F600FF" w:rsidRDefault="00EA251D" w:rsidP="00B72E92">
            <w:pPr>
              <w:pStyle w:val="eExercise"/>
              <w:rPr>
                <w:lang w:val="en-US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33483F48" w14:textId="77777777" w:rsidR="00EA251D" w:rsidRPr="00F600FF" w:rsidRDefault="00EA251D" w:rsidP="00B72E92">
            <w:pPr>
              <w:pStyle w:val="eExercise"/>
              <w:rPr>
                <w:lang w:val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B077A2" w14:textId="77777777" w:rsidR="00EA251D" w:rsidRPr="00F600FF" w:rsidRDefault="00EA251D" w:rsidP="00B72E92">
            <w:pPr>
              <w:pStyle w:val="eExercise"/>
              <w:rPr>
                <w:lang w:val="en-US"/>
              </w:rPr>
            </w:pPr>
          </w:p>
        </w:tc>
      </w:tr>
      <w:tr w:rsidR="00EA251D" w:rsidRPr="00F600FF" w14:paraId="7EA6EF75" w14:textId="77777777" w:rsidTr="00B72E92">
        <w:trPr>
          <w:trHeight w:val="964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F70293" w14:textId="0EA404D9" w:rsidR="00EA251D" w:rsidRPr="00F600FF" w:rsidRDefault="00B72E92" w:rsidP="00B72E92">
            <w:pPr>
              <w:pStyle w:val="eExercise"/>
              <w:jc w:val="center"/>
              <w:rPr>
                <w:lang w:val="en-US"/>
              </w:rPr>
            </w:pPr>
            <w:r w:rsidRPr="00F600FF">
              <w:rPr>
                <w:noProof/>
                <w:lang w:val="en-US" w:eastAsia="en-US"/>
              </w:rPr>
              <w:drawing>
                <wp:inline distT="0" distB="0" distL="0" distR="0" wp14:anchorId="0F9D4CF0" wp14:editId="455AC14A">
                  <wp:extent cx="540000" cy="540000"/>
                  <wp:effectExtent l="0" t="0" r="0" b="0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c-by_new_white.svg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02ABCE3" w14:textId="77777777" w:rsidR="00EA251D" w:rsidRPr="00F600FF" w:rsidRDefault="00EA251D" w:rsidP="00B72E92">
            <w:pPr>
              <w:pStyle w:val="eExercise"/>
              <w:jc w:val="center"/>
              <w:rPr>
                <w:lang w:val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9D1121" w14:textId="77777777" w:rsidR="00EA251D" w:rsidRPr="00F600FF" w:rsidRDefault="004C21BE" w:rsidP="00B72E92">
            <w:pPr>
              <w:pStyle w:val="eExercise"/>
              <w:jc w:val="center"/>
              <w:rPr>
                <w:lang w:val="en-US"/>
              </w:rPr>
            </w:pPr>
            <w:r w:rsidRPr="00F600FF">
              <w:rPr>
                <w:lang w:val="en-US"/>
              </w:rPr>
              <w:t>Noncommercial</w:t>
            </w:r>
          </w:p>
        </w:tc>
      </w:tr>
      <w:tr w:rsidR="00EA251D" w:rsidRPr="00F600FF" w14:paraId="4B00008B" w14:textId="77777777" w:rsidTr="00B72E92">
        <w:trPr>
          <w:trHeight w:val="283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653D5EDA" w14:textId="77777777" w:rsidR="00EA251D" w:rsidRPr="00F600FF" w:rsidRDefault="00EA251D" w:rsidP="00B72E92">
            <w:pPr>
              <w:pStyle w:val="eExercise"/>
              <w:rPr>
                <w:lang w:val="en-US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7E6CBB11" w14:textId="77777777" w:rsidR="00EA251D" w:rsidRPr="00F600FF" w:rsidRDefault="00EA251D" w:rsidP="00B72E92">
            <w:pPr>
              <w:pStyle w:val="eExercise"/>
              <w:rPr>
                <w:lang w:val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C516E44" w14:textId="77777777" w:rsidR="00EA251D" w:rsidRPr="00F600FF" w:rsidRDefault="00EA251D" w:rsidP="00B72E92">
            <w:pPr>
              <w:pStyle w:val="eExercise"/>
              <w:rPr>
                <w:lang w:val="en-US"/>
              </w:rPr>
            </w:pPr>
          </w:p>
        </w:tc>
      </w:tr>
      <w:tr w:rsidR="00EA251D" w:rsidRPr="00F600FF" w14:paraId="3A6CAD2E" w14:textId="77777777" w:rsidTr="00B72E92">
        <w:trPr>
          <w:trHeight w:val="964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21A62B" w14:textId="77777777" w:rsidR="00EA251D" w:rsidRPr="00F600FF" w:rsidRDefault="00B72E92" w:rsidP="00B72E92">
            <w:pPr>
              <w:pStyle w:val="eExercise"/>
              <w:jc w:val="center"/>
              <w:rPr>
                <w:lang w:val="en-US"/>
              </w:rPr>
            </w:pPr>
            <w:r w:rsidRPr="00F600FF">
              <w:rPr>
                <w:noProof/>
                <w:lang w:val="en-US" w:eastAsia="en-US"/>
              </w:rPr>
              <w:drawing>
                <wp:inline distT="0" distB="0" distL="0" distR="0" wp14:anchorId="4E19C901" wp14:editId="4E411277">
                  <wp:extent cx="540000" cy="540000"/>
                  <wp:effectExtent l="0" t="0" r="0" b="0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c-nc_white.svg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7F09902" w14:textId="77777777" w:rsidR="00EA251D" w:rsidRPr="00F600FF" w:rsidRDefault="00EA251D" w:rsidP="00B72E92">
            <w:pPr>
              <w:pStyle w:val="eExercise"/>
              <w:jc w:val="center"/>
              <w:rPr>
                <w:lang w:val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2AD651" w14:textId="77777777" w:rsidR="00EA251D" w:rsidRPr="00F600FF" w:rsidRDefault="004C21BE" w:rsidP="00B72E92">
            <w:pPr>
              <w:pStyle w:val="eExercise"/>
              <w:jc w:val="center"/>
              <w:rPr>
                <w:lang w:val="en-US"/>
              </w:rPr>
            </w:pPr>
            <w:r w:rsidRPr="00F600FF">
              <w:rPr>
                <w:lang w:val="en-US"/>
              </w:rPr>
              <w:t>No Derivative Works</w:t>
            </w:r>
          </w:p>
        </w:tc>
      </w:tr>
      <w:tr w:rsidR="00EA251D" w:rsidRPr="00F600FF" w14:paraId="1ED643B7" w14:textId="77777777" w:rsidTr="00B72E92">
        <w:trPr>
          <w:trHeight w:val="283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763C89AF" w14:textId="77777777" w:rsidR="00EA251D" w:rsidRPr="00F600FF" w:rsidRDefault="00EA251D" w:rsidP="00B72E92">
            <w:pPr>
              <w:pStyle w:val="eExercise"/>
              <w:rPr>
                <w:lang w:val="en-US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0B7B05D3" w14:textId="77777777" w:rsidR="00EA251D" w:rsidRPr="00F600FF" w:rsidRDefault="00EA251D" w:rsidP="00B72E92">
            <w:pPr>
              <w:pStyle w:val="eExercise"/>
              <w:rPr>
                <w:lang w:val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99B1DE3" w14:textId="77777777" w:rsidR="00EA251D" w:rsidRPr="00F600FF" w:rsidRDefault="00EA251D" w:rsidP="00B72E92">
            <w:pPr>
              <w:pStyle w:val="eExercise"/>
              <w:rPr>
                <w:lang w:val="en-US"/>
              </w:rPr>
            </w:pPr>
          </w:p>
        </w:tc>
      </w:tr>
      <w:tr w:rsidR="00EA251D" w:rsidRPr="00F600FF" w14:paraId="253F6B1B" w14:textId="77777777" w:rsidTr="00B72E92">
        <w:trPr>
          <w:trHeight w:val="964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F08A71" w14:textId="77777777" w:rsidR="00EA251D" w:rsidRPr="00F600FF" w:rsidRDefault="00B72E92" w:rsidP="00B72E92">
            <w:pPr>
              <w:pStyle w:val="eExercise"/>
              <w:jc w:val="center"/>
              <w:rPr>
                <w:lang w:val="en-US"/>
              </w:rPr>
            </w:pPr>
            <w:r w:rsidRPr="00F600FF">
              <w:rPr>
                <w:noProof/>
                <w:lang w:val="en-US" w:eastAsia="en-US"/>
              </w:rPr>
              <w:drawing>
                <wp:inline distT="0" distB="0" distL="0" distR="0" wp14:anchorId="316E36AC" wp14:editId="6C343D59">
                  <wp:extent cx="540000" cy="540000"/>
                  <wp:effectExtent l="0" t="0" r="0" b="0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Cc-sa_white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2FBC50D" w14:textId="77777777" w:rsidR="00EA251D" w:rsidRPr="00F600FF" w:rsidRDefault="00EA251D" w:rsidP="00B72E92">
            <w:pPr>
              <w:pStyle w:val="eExercise"/>
              <w:jc w:val="center"/>
              <w:rPr>
                <w:lang w:val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FC35FD0" w14:textId="77777777" w:rsidR="00EA251D" w:rsidRPr="00F600FF" w:rsidRDefault="004C21BE" w:rsidP="00B72E92">
            <w:pPr>
              <w:pStyle w:val="eExercise"/>
              <w:jc w:val="center"/>
              <w:rPr>
                <w:lang w:val="en-US"/>
              </w:rPr>
            </w:pPr>
            <w:r w:rsidRPr="00F600FF">
              <w:rPr>
                <w:lang w:val="en-US"/>
              </w:rPr>
              <w:t>Attribution</w:t>
            </w:r>
          </w:p>
        </w:tc>
      </w:tr>
    </w:tbl>
    <w:p w14:paraId="0CFCBBA9" w14:textId="77777777" w:rsidR="00EA251D" w:rsidRPr="00F600FF" w:rsidRDefault="00EA251D" w:rsidP="00A84535">
      <w:pPr>
        <w:pStyle w:val="eLineBottom"/>
        <w:rPr>
          <w:lang w:val="en-US"/>
        </w:rPr>
      </w:pPr>
    </w:p>
    <w:p w14:paraId="56B7F57F" w14:textId="77777777" w:rsidR="00B72E92" w:rsidRPr="00F600FF" w:rsidRDefault="00B72E92" w:rsidP="00B72E92">
      <w:pPr>
        <w:pStyle w:val="eTask"/>
        <w:numPr>
          <w:ilvl w:val="0"/>
          <w:numId w:val="0"/>
        </w:numPr>
        <w:ind w:left="360"/>
      </w:pPr>
    </w:p>
    <w:p w14:paraId="6A51DE54" w14:textId="08E7F080" w:rsidR="00B72E92" w:rsidRPr="00F600FF" w:rsidRDefault="0087246C" w:rsidP="004C21BE">
      <w:pPr>
        <w:pStyle w:val="eTask"/>
      </w:pPr>
      <w:r w:rsidRPr="00F600FF">
        <w:t xml:space="preserve">With reference to the part of the OER and the environment for accessing the OER, put the following </w:t>
      </w:r>
      <w:r w:rsidR="00FE714C" w:rsidRPr="00F600FF">
        <w:t>terms</w:t>
      </w:r>
      <w:r w:rsidRPr="00F600FF">
        <w:t xml:space="preserve"> in</w:t>
      </w:r>
      <w:r w:rsidR="00FE714C" w:rsidRPr="00F600FF">
        <w:t>to</w:t>
      </w:r>
      <w:r w:rsidRPr="00F600FF">
        <w:t xml:space="preserve"> the right column.</w:t>
      </w:r>
    </w:p>
    <w:p w14:paraId="61CB2A82" w14:textId="77777777" w:rsidR="00B72E92" w:rsidRPr="00F600FF" w:rsidRDefault="00B72E92" w:rsidP="00B72E92">
      <w:pPr>
        <w:pStyle w:val="eExercise"/>
        <w:rPr>
          <w:lang w:val="en-US"/>
        </w:rPr>
      </w:pPr>
    </w:p>
    <w:tbl>
      <w:tblPr>
        <w:tblStyle w:val="Mkatabulky"/>
        <w:tblW w:w="0" w:type="auto"/>
        <w:tblInd w:w="567" w:type="dxa"/>
        <w:tblLook w:val="04A0" w:firstRow="1" w:lastRow="0" w:firstColumn="1" w:lastColumn="0" w:noHBand="0" w:noVBand="1"/>
      </w:tblPr>
      <w:tblGrid>
        <w:gridCol w:w="4215"/>
        <w:gridCol w:w="4280"/>
      </w:tblGrid>
      <w:tr w:rsidR="00B07C40" w:rsidRPr="00F600FF" w14:paraId="10CD09ED" w14:textId="77777777" w:rsidTr="00B72E92">
        <w:trPr>
          <w:trHeight w:val="567"/>
        </w:trPr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4A2AAFF1" w14:textId="77777777" w:rsidR="00B72E92" w:rsidRPr="00F600FF" w:rsidRDefault="004C21BE" w:rsidP="00B72E92">
            <w:pPr>
              <w:pStyle w:val="eExercise"/>
              <w:ind w:left="0"/>
              <w:jc w:val="center"/>
              <w:rPr>
                <w:b/>
                <w:lang w:val="en-US"/>
              </w:rPr>
            </w:pPr>
            <w:r w:rsidRPr="00F600FF">
              <w:rPr>
                <w:b/>
                <w:lang w:val="en-US"/>
              </w:rPr>
              <w:t>part of the OER</w:t>
            </w:r>
          </w:p>
        </w:tc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62AC8DE9" w14:textId="77777777" w:rsidR="00B72E92" w:rsidRPr="00F600FF" w:rsidRDefault="004C21BE" w:rsidP="00B72E92">
            <w:pPr>
              <w:pStyle w:val="eExercise"/>
              <w:ind w:left="0"/>
              <w:jc w:val="center"/>
              <w:rPr>
                <w:b/>
                <w:lang w:val="en-US"/>
              </w:rPr>
            </w:pPr>
            <w:r w:rsidRPr="00F600FF">
              <w:rPr>
                <w:b/>
                <w:lang w:val="en-US"/>
              </w:rPr>
              <w:t xml:space="preserve">part of the environment </w:t>
            </w:r>
            <w:r w:rsidRPr="00F600FF">
              <w:rPr>
                <w:b/>
                <w:lang w:val="en-US"/>
              </w:rPr>
              <w:br/>
              <w:t>for accessing the OER</w:t>
            </w:r>
          </w:p>
        </w:tc>
      </w:tr>
      <w:tr w:rsidR="00B07C40" w:rsidRPr="00F600FF" w14:paraId="30E710AF" w14:textId="77777777" w:rsidTr="00B07C40">
        <w:trPr>
          <w:trHeight w:val="567"/>
        </w:trPr>
        <w:tc>
          <w:tcPr>
            <w:tcW w:w="4531" w:type="dxa"/>
            <w:vAlign w:val="center"/>
          </w:tcPr>
          <w:p w14:paraId="25027A41" w14:textId="7230FB49" w:rsidR="00B72E92" w:rsidRPr="00F600FF" w:rsidRDefault="00B72E92" w:rsidP="00B07C40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</w:p>
        </w:tc>
        <w:tc>
          <w:tcPr>
            <w:tcW w:w="4531" w:type="dxa"/>
            <w:vAlign w:val="center"/>
          </w:tcPr>
          <w:p w14:paraId="6B18C915" w14:textId="45B60029" w:rsidR="00B72E92" w:rsidRPr="00F600FF" w:rsidRDefault="00B72E92" w:rsidP="00B07C40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</w:p>
        </w:tc>
      </w:tr>
      <w:tr w:rsidR="00B07C40" w:rsidRPr="00F600FF" w14:paraId="0B39F6C8" w14:textId="77777777" w:rsidTr="00B07C40">
        <w:trPr>
          <w:trHeight w:val="567"/>
        </w:trPr>
        <w:tc>
          <w:tcPr>
            <w:tcW w:w="4531" w:type="dxa"/>
            <w:vAlign w:val="center"/>
          </w:tcPr>
          <w:p w14:paraId="2B77CC56" w14:textId="13FA5384" w:rsidR="00B72E92" w:rsidRPr="00F600FF" w:rsidRDefault="00B72E92" w:rsidP="00B07C40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</w:p>
        </w:tc>
        <w:tc>
          <w:tcPr>
            <w:tcW w:w="4531" w:type="dxa"/>
            <w:vAlign w:val="center"/>
          </w:tcPr>
          <w:p w14:paraId="2DE6D303" w14:textId="5C2509EB" w:rsidR="00B72E92" w:rsidRPr="00F600FF" w:rsidRDefault="00B72E92" w:rsidP="00B07C40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</w:p>
        </w:tc>
      </w:tr>
      <w:tr w:rsidR="00B07C40" w:rsidRPr="00F600FF" w14:paraId="075ED6F5" w14:textId="77777777" w:rsidTr="00B07C40">
        <w:trPr>
          <w:trHeight w:val="567"/>
        </w:trPr>
        <w:tc>
          <w:tcPr>
            <w:tcW w:w="4531" w:type="dxa"/>
            <w:vAlign w:val="center"/>
          </w:tcPr>
          <w:p w14:paraId="49BCFE38" w14:textId="356B3736" w:rsidR="00B72E92" w:rsidRPr="00F600FF" w:rsidRDefault="00B72E92" w:rsidP="00B07C40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</w:p>
        </w:tc>
        <w:tc>
          <w:tcPr>
            <w:tcW w:w="4531" w:type="dxa"/>
            <w:vAlign w:val="center"/>
          </w:tcPr>
          <w:p w14:paraId="72718095" w14:textId="0562ABF3" w:rsidR="00B72E92" w:rsidRPr="00F600FF" w:rsidRDefault="00B72E92" w:rsidP="00B07C40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</w:p>
        </w:tc>
      </w:tr>
      <w:tr w:rsidR="00B07C40" w:rsidRPr="00F600FF" w14:paraId="5EF49423" w14:textId="77777777" w:rsidTr="00B07C40">
        <w:trPr>
          <w:trHeight w:val="567"/>
        </w:trPr>
        <w:tc>
          <w:tcPr>
            <w:tcW w:w="4531" w:type="dxa"/>
            <w:vAlign w:val="center"/>
          </w:tcPr>
          <w:p w14:paraId="5C692E2C" w14:textId="2B862180" w:rsidR="00B72E92" w:rsidRPr="00F600FF" w:rsidRDefault="00B72E92" w:rsidP="00B07C40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</w:p>
        </w:tc>
        <w:tc>
          <w:tcPr>
            <w:tcW w:w="4531" w:type="dxa"/>
            <w:vAlign w:val="center"/>
          </w:tcPr>
          <w:p w14:paraId="4A1D3E87" w14:textId="6D31D35A" w:rsidR="00B72E92" w:rsidRPr="00F600FF" w:rsidRDefault="00B72E92" w:rsidP="00B07C40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</w:p>
        </w:tc>
      </w:tr>
      <w:tr w:rsidR="00B07C40" w:rsidRPr="00F600FF" w14:paraId="61669FC3" w14:textId="77777777" w:rsidTr="00B07C40">
        <w:trPr>
          <w:trHeight w:val="567"/>
        </w:trPr>
        <w:tc>
          <w:tcPr>
            <w:tcW w:w="4531" w:type="dxa"/>
            <w:vAlign w:val="center"/>
          </w:tcPr>
          <w:p w14:paraId="67E3ED69" w14:textId="77777777" w:rsidR="00B72E92" w:rsidRPr="00F600FF" w:rsidRDefault="00B72E92" w:rsidP="00B07C40">
            <w:pPr>
              <w:pStyle w:val="eExercise"/>
              <w:ind w:left="0"/>
              <w:jc w:val="center"/>
              <w:rPr>
                <w:lang w:val="en-US"/>
              </w:rPr>
            </w:pPr>
          </w:p>
        </w:tc>
        <w:tc>
          <w:tcPr>
            <w:tcW w:w="4531" w:type="dxa"/>
            <w:vAlign w:val="center"/>
          </w:tcPr>
          <w:p w14:paraId="2E17C829" w14:textId="77777777" w:rsidR="00B72E92" w:rsidRPr="00F600FF" w:rsidRDefault="00B72E92" w:rsidP="00B07C40">
            <w:pPr>
              <w:pStyle w:val="eExercise"/>
              <w:ind w:left="0"/>
              <w:jc w:val="center"/>
              <w:rPr>
                <w:lang w:val="en-US"/>
              </w:rPr>
            </w:pPr>
          </w:p>
        </w:tc>
      </w:tr>
    </w:tbl>
    <w:p w14:paraId="390BF7FF" w14:textId="77777777" w:rsidR="00B72E92" w:rsidRPr="00F600FF" w:rsidRDefault="00B72E92" w:rsidP="00B72E92">
      <w:pPr>
        <w:pStyle w:val="eExercise"/>
        <w:rPr>
          <w:lang w:val="en-US"/>
        </w:rPr>
      </w:pPr>
    </w:p>
    <w:p w14:paraId="1B35CAA7" w14:textId="277E02AD" w:rsidR="00B72E92" w:rsidRPr="00F600FF" w:rsidRDefault="00FE714C" w:rsidP="00B72E92">
      <w:pPr>
        <w:pStyle w:val="eExercise"/>
        <w:rPr>
          <w:b/>
          <w:lang w:val="en-US"/>
        </w:rPr>
      </w:pPr>
      <w:r w:rsidRPr="00F600FF">
        <w:rPr>
          <w:b/>
          <w:lang w:val="en-US"/>
        </w:rPr>
        <w:t xml:space="preserve">Terms: </w:t>
      </w:r>
      <w:r w:rsidR="004C21BE" w:rsidRPr="00F600FF">
        <w:rPr>
          <w:b/>
          <w:lang w:val="en-US"/>
        </w:rPr>
        <w:t>images</w:t>
      </w:r>
      <w:r w:rsidR="00B72E92" w:rsidRPr="00F600FF">
        <w:rPr>
          <w:b/>
          <w:lang w:val="en-US"/>
        </w:rPr>
        <w:t xml:space="preserve">, </w:t>
      </w:r>
      <w:r w:rsidR="004C21BE" w:rsidRPr="00F600FF">
        <w:rPr>
          <w:b/>
          <w:lang w:val="en-US"/>
        </w:rPr>
        <w:t>videos</w:t>
      </w:r>
      <w:r w:rsidR="00B72E92" w:rsidRPr="00F600FF">
        <w:rPr>
          <w:b/>
          <w:lang w:val="en-US"/>
        </w:rPr>
        <w:t xml:space="preserve">, </w:t>
      </w:r>
      <w:r w:rsidR="004C21BE" w:rsidRPr="00F600FF">
        <w:rPr>
          <w:b/>
          <w:lang w:val="en-US"/>
        </w:rPr>
        <w:t>bookmarks</w:t>
      </w:r>
      <w:r w:rsidR="00B72E92" w:rsidRPr="00F600FF">
        <w:rPr>
          <w:b/>
          <w:lang w:val="en-US"/>
        </w:rPr>
        <w:t xml:space="preserve">, </w:t>
      </w:r>
      <w:r w:rsidR="004C21BE" w:rsidRPr="00F600FF">
        <w:rPr>
          <w:b/>
          <w:lang w:val="en-US"/>
        </w:rPr>
        <w:t>notes,</w:t>
      </w:r>
      <w:r w:rsidR="00B72E92" w:rsidRPr="00F600FF">
        <w:rPr>
          <w:b/>
          <w:lang w:val="en-US"/>
        </w:rPr>
        <w:t xml:space="preserve"> </w:t>
      </w:r>
      <w:r w:rsidR="004C21BE" w:rsidRPr="00F600FF">
        <w:rPr>
          <w:b/>
          <w:lang w:val="en-US"/>
        </w:rPr>
        <w:t>tests</w:t>
      </w:r>
      <w:r w:rsidR="00B72E92" w:rsidRPr="00F600FF">
        <w:rPr>
          <w:b/>
          <w:lang w:val="en-US"/>
        </w:rPr>
        <w:t xml:space="preserve">, </w:t>
      </w:r>
      <w:r w:rsidR="004C21BE" w:rsidRPr="00F600FF">
        <w:rPr>
          <w:b/>
          <w:lang w:val="en-US"/>
        </w:rPr>
        <w:t>search</w:t>
      </w:r>
      <w:r w:rsidR="00B72E92" w:rsidRPr="00F600FF">
        <w:rPr>
          <w:b/>
          <w:lang w:val="en-US"/>
        </w:rPr>
        <w:t xml:space="preserve">, </w:t>
      </w:r>
      <w:r w:rsidR="004C21BE" w:rsidRPr="00F600FF">
        <w:rPr>
          <w:b/>
          <w:lang w:val="en-US"/>
        </w:rPr>
        <w:t>interactive objects</w:t>
      </w:r>
      <w:r w:rsidR="00B72E92" w:rsidRPr="00F600FF">
        <w:rPr>
          <w:b/>
          <w:lang w:val="en-US"/>
        </w:rPr>
        <w:t xml:space="preserve">, </w:t>
      </w:r>
      <w:r w:rsidR="004C21BE" w:rsidRPr="00F600FF">
        <w:rPr>
          <w:b/>
          <w:lang w:val="en-US"/>
        </w:rPr>
        <w:t>lists of abbreviations</w:t>
      </w:r>
    </w:p>
    <w:p w14:paraId="79AC3A69" w14:textId="28397A18" w:rsidR="00B72E92" w:rsidRPr="00F600FF" w:rsidRDefault="004C21BE" w:rsidP="004C21BE">
      <w:pPr>
        <w:pStyle w:val="eTask"/>
      </w:pPr>
      <w:r w:rsidRPr="00F600FF">
        <w:lastRenderedPageBreak/>
        <w:t>Draw a simplified golden ratio in the picture</w:t>
      </w:r>
      <w:r w:rsidR="00FE714C" w:rsidRPr="00F600FF">
        <w:t>.</w:t>
      </w:r>
    </w:p>
    <w:p w14:paraId="5F49D4DD" w14:textId="77777777" w:rsidR="00B72E92" w:rsidRPr="00F600FF" w:rsidRDefault="00B72E92" w:rsidP="00B72E92">
      <w:pPr>
        <w:pStyle w:val="eExercise"/>
        <w:rPr>
          <w:lang w:val="en-US"/>
        </w:rPr>
      </w:pPr>
    </w:p>
    <w:p w14:paraId="2E7812E7" w14:textId="2C60DCCE" w:rsidR="00B72E92" w:rsidRPr="00F600FF" w:rsidRDefault="008446F5" w:rsidP="00B72E92">
      <w:pPr>
        <w:pStyle w:val="eExercise"/>
        <w:rPr>
          <w:lang w:val="en-US"/>
        </w:rPr>
      </w:pPr>
      <w:r w:rsidRPr="00F600FF">
        <w:rPr>
          <w:noProof/>
          <w:lang w:val="en-US" w:eastAsia="en-US"/>
        </w:rPr>
        <w:drawing>
          <wp:inline distT="0" distB="0" distL="0" distR="0" wp14:anchorId="685955F2" wp14:editId="1B039E9C">
            <wp:extent cx="5760720" cy="3840480"/>
            <wp:effectExtent l="0" t="0" r="0" b="762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2215_s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4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7A01FB" w14:textId="77777777" w:rsidR="00B72E92" w:rsidRPr="00F600FF" w:rsidRDefault="00B72E92" w:rsidP="00570CE3">
      <w:pPr>
        <w:pStyle w:val="eLineBottom"/>
        <w:rPr>
          <w:lang w:val="en-US"/>
        </w:rPr>
      </w:pPr>
    </w:p>
    <w:p w14:paraId="16AAE0C3" w14:textId="77777777" w:rsidR="00570CE3" w:rsidRPr="00F600FF" w:rsidRDefault="00570CE3" w:rsidP="00B72E92">
      <w:pPr>
        <w:pStyle w:val="eExercise"/>
        <w:rPr>
          <w:lang w:val="en-US"/>
        </w:rPr>
      </w:pPr>
    </w:p>
    <w:p w14:paraId="347D65DE" w14:textId="400DBCFE" w:rsidR="00B72E92" w:rsidRPr="00F600FF" w:rsidRDefault="004C21BE" w:rsidP="004C21BE">
      <w:pPr>
        <w:pStyle w:val="eTask"/>
      </w:pPr>
      <w:r w:rsidRPr="00F600FF">
        <w:t>Select inappropriate photos and mark what is wrong</w:t>
      </w:r>
      <w:r w:rsidR="00FE714C" w:rsidRPr="00F600FF">
        <w:t>.</w:t>
      </w:r>
    </w:p>
    <w:p w14:paraId="49B9C4FF" w14:textId="08772DD5" w:rsidR="00570CE3" w:rsidRPr="00F600FF" w:rsidRDefault="00570CE3" w:rsidP="00570CE3">
      <w:pPr>
        <w:pStyle w:val="eTask"/>
        <w:numPr>
          <w:ilvl w:val="0"/>
          <w:numId w:val="0"/>
        </w:numPr>
        <w:ind w:left="567" w:hanging="425"/>
      </w:pPr>
    </w:p>
    <w:p w14:paraId="76C7522F" w14:textId="5927B3D7" w:rsidR="00570CE3" w:rsidRPr="00F600FF" w:rsidRDefault="008446F5" w:rsidP="00570CE3">
      <w:pPr>
        <w:pStyle w:val="eTask"/>
        <w:numPr>
          <w:ilvl w:val="0"/>
          <w:numId w:val="0"/>
        </w:numPr>
        <w:ind w:left="567" w:hanging="425"/>
      </w:pPr>
      <w:r w:rsidRPr="00F600FF">
        <w:rPr>
          <w:noProof/>
          <w:lang w:eastAsia="en-US"/>
        </w:rPr>
        <w:drawing>
          <wp:inline distT="0" distB="0" distL="0" distR="0" wp14:anchorId="3220A463" wp14:editId="632B2BF9">
            <wp:extent cx="2041200" cy="1148625"/>
            <wp:effectExtent l="0" t="0" r="0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G_2200_s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1200" cy="114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70CE3" w:rsidRPr="00F600FF">
        <w:t xml:space="preserve">   </w:t>
      </w:r>
      <w:r w:rsidRPr="00F600FF">
        <w:rPr>
          <w:noProof/>
          <w:lang w:eastAsia="en-US"/>
        </w:rPr>
        <w:drawing>
          <wp:inline distT="0" distB="0" distL="0" distR="0" wp14:anchorId="5D5CB060" wp14:editId="47E72A2B">
            <wp:extent cx="1699200" cy="1134834"/>
            <wp:effectExtent l="0" t="0" r="0" b="8255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G_2216_s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9200" cy="1134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70CE3" w:rsidRPr="00F600FF">
        <w:t xml:space="preserve">   </w:t>
      </w:r>
      <w:r w:rsidRPr="00F600FF">
        <w:rPr>
          <w:noProof/>
          <w:lang w:eastAsia="en-US"/>
        </w:rPr>
        <w:drawing>
          <wp:inline distT="0" distB="0" distL="0" distR="0" wp14:anchorId="0A497E8E" wp14:editId="4088B346">
            <wp:extent cx="1674000" cy="1116000"/>
            <wp:effectExtent l="0" t="0" r="2540" b="8255"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G_2217_s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4000" cy="11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A8D653" w14:textId="3AC09659" w:rsidR="00570CE3" w:rsidRPr="00F600FF" w:rsidRDefault="00570CE3" w:rsidP="00570CE3">
      <w:pPr>
        <w:pStyle w:val="eLineBottom"/>
        <w:rPr>
          <w:lang w:val="en-US"/>
        </w:rPr>
      </w:pPr>
    </w:p>
    <w:p w14:paraId="033314BC" w14:textId="1EAF5BD5" w:rsidR="00570CE3" w:rsidRPr="00F600FF" w:rsidRDefault="008446F5" w:rsidP="00570CE3">
      <w:pPr>
        <w:pStyle w:val="eLineBottom"/>
        <w:rPr>
          <w:lang w:val="en-US"/>
        </w:rPr>
      </w:pPr>
      <w:r w:rsidRPr="00F600FF">
        <w:rPr>
          <w:noProof/>
          <w:lang w:val="en-US" w:eastAsia="en-US"/>
        </w:rPr>
        <w:drawing>
          <wp:inline distT="0" distB="0" distL="0" distR="0" wp14:anchorId="4BDBF962" wp14:editId="4862B9FE">
            <wp:extent cx="1674000" cy="1116000"/>
            <wp:effectExtent l="0" t="0" r="2540" b="8255"/>
            <wp:docPr id="36" name="Obráze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G_2219_s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4000" cy="11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70CE3" w:rsidRPr="00F600FF">
        <w:rPr>
          <w:lang w:val="en-US"/>
        </w:rPr>
        <w:t xml:space="preserve">    </w:t>
      </w:r>
      <w:r w:rsidRPr="00F600FF">
        <w:rPr>
          <w:noProof/>
          <w:lang w:val="en-US" w:eastAsia="en-US"/>
        </w:rPr>
        <w:drawing>
          <wp:inline distT="0" distB="0" distL="0" distR="0" wp14:anchorId="46791850" wp14:editId="2EA67F78">
            <wp:extent cx="1994400" cy="1119212"/>
            <wp:effectExtent l="0" t="0" r="6350" b="5080"/>
            <wp:docPr id="37" name="Obráze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G_2198_s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4400" cy="1119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70CE3" w:rsidRPr="00F600FF">
        <w:rPr>
          <w:lang w:val="en-US"/>
        </w:rPr>
        <w:t xml:space="preserve">   </w:t>
      </w:r>
      <w:r w:rsidRPr="00F600FF">
        <w:rPr>
          <w:noProof/>
          <w:lang w:val="en-US" w:eastAsia="en-US"/>
        </w:rPr>
        <w:drawing>
          <wp:inline distT="0" distB="0" distL="0" distR="0" wp14:anchorId="4474E03B" wp14:editId="52CB15C4">
            <wp:extent cx="1674000" cy="1116000"/>
            <wp:effectExtent l="0" t="0" r="2540" b="8255"/>
            <wp:docPr id="38" name="Obráze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G_2212_s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4000" cy="11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AF16F5" w14:textId="713353EE" w:rsidR="00570CE3" w:rsidRPr="00F600FF" w:rsidRDefault="00570CE3" w:rsidP="00570CE3">
      <w:pPr>
        <w:pStyle w:val="eLineBottom"/>
        <w:rPr>
          <w:lang w:val="en-US"/>
        </w:rPr>
      </w:pPr>
    </w:p>
    <w:p w14:paraId="2D10AAB8" w14:textId="77777777" w:rsidR="00570CE3" w:rsidRPr="00F600FF" w:rsidRDefault="00570CE3" w:rsidP="00570CE3">
      <w:pPr>
        <w:pStyle w:val="eLineBottom"/>
        <w:rPr>
          <w:lang w:val="en-US"/>
        </w:rPr>
      </w:pPr>
    </w:p>
    <w:p w14:paraId="73722D08" w14:textId="77777777" w:rsidR="00570CE3" w:rsidRPr="00F600FF" w:rsidRDefault="00570CE3" w:rsidP="00570CE3">
      <w:pPr>
        <w:pStyle w:val="eLineBottom"/>
        <w:rPr>
          <w:lang w:val="en-US"/>
        </w:rPr>
      </w:pPr>
    </w:p>
    <w:p w14:paraId="7E368416" w14:textId="77777777" w:rsidR="00570CE3" w:rsidRPr="00F600FF" w:rsidRDefault="00570CE3" w:rsidP="00570CE3">
      <w:pPr>
        <w:pStyle w:val="eLineBottom"/>
        <w:rPr>
          <w:lang w:val="en-US"/>
        </w:rPr>
      </w:pPr>
    </w:p>
    <w:p w14:paraId="0C764DAF" w14:textId="77777777" w:rsidR="00570CE3" w:rsidRPr="00F600FF" w:rsidRDefault="00570CE3" w:rsidP="00570CE3">
      <w:pPr>
        <w:pStyle w:val="eLineBottom"/>
        <w:rPr>
          <w:lang w:val="en-US"/>
        </w:rPr>
      </w:pPr>
    </w:p>
    <w:p w14:paraId="318EF8A2" w14:textId="77777777" w:rsidR="00570CE3" w:rsidRPr="00F600FF" w:rsidRDefault="00570CE3" w:rsidP="00570CE3">
      <w:pPr>
        <w:pStyle w:val="eTask"/>
        <w:numPr>
          <w:ilvl w:val="0"/>
          <w:numId w:val="0"/>
        </w:numPr>
        <w:ind w:left="567" w:hanging="425"/>
      </w:pPr>
    </w:p>
    <w:p w14:paraId="54E53252" w14:textId="111836B8" w:rsidR="00570CE3" w:rsidRPr="00F600FF" w:rsidRDefault="00FE714C" w:rsidP="004C21BE">
      <w:pPr>
        <w:pStyle w:val="eTask"/>
      </w:pPr>
      <w:r w:rsidRPr="00F600FF">
        <w:lastRenderedPageBreak/>
        <w:t>With reference to the audio and video formats, put the following abbreviations into the right column.</w:t>
      </w:r>
    </w:p>
    <w:p w14:paraId="77C85AF6" w14:textId="77777777" w:rsidR="00393097" w:rsidRPr="00F600FF" w:rsidRDefault="00393097" w:rsidP="00393097">
      <w:pPr>
        <w:pStyle w:val="eExercise"/>
        <w:rPr>
          <w:lang w:val="en-US"/>
        </w:rPr>
      </w:pPr>
    </w:p>
    <w:tbl>
      <w:tblPr>
        <w:tblStyle w:val="Mkatabulky"/>
        <w:tblW w:w="0" w:type="auto"/>
        <w:tblInd w:w="142" w:type="dxa"/>
        <w:tblLook w:val="04A0" w:firstRow="1" w:lastRow="0" w:firstColumn="1" w:lastColumn="0" w:noHBand="0" w:noVBand="1"/>
      </w:tblPr>
      <w:tblGrid>
        <w:gridCol w:w="4458"/>
        <w:gridCol w:w="4462"/>
      </w:tblGrid>
      <w:tr w:rsidR="00393097" w:rsidRPr="00F600FF" w14:paraId="7C7F4BD5" w14:textId="77777777" w:rsidTr="00257022">
        <w:trPr>
          <w:trHeight w:val="567"/>
        </w:trPr>
        <w:tc>
          <w:tcPr>
            <w:tcW w:w="4458" w:type="dxa"/>
            <w:shd w:val="clear" w:color="auto" w:fill="D9D9D9" w:themeFill="background1" w:themeFillShade="D9"/>
            <w:vAlign w:val="center"/>
          </w:tcPr>
          <w:p w14:paraId="5C569424" w14:textId="77777777" w:rsidR="00393097" w:rsidRPr="00F600FF" w:rsidRDefault="00393097" w:rsidP="004C21BE">
            <w:pPr>
              <w:pStyle w:val="eExercise"/>
              <w:ind w:left="0"/>
              <w:jc w:val="center"/>
              <w:rPr>
                <w:b/>
                <w:lang w:val="en-US"/>
              </w:rPr>
            </w:pPr>
            <w:r w:rsidRPr="00F600FF">
              <w:rPr>
                <w:b/>
                <w:lang w:val="en-US"/>
              </w:rPr>
              <w:t>Audio form</w:t>
            </w:r>
            <w:r w:rsidR="004C21BE" w:rsidRPr="00F600FF">
              <w:rPr>
                <w:b/>
                <w:lang w:val="en-US"/>
              </w:rPr>
              <w:t>a</w:t>
            </w:r>
            <w:r w:rsidRPr="00F600FF">
              <w:rPr>
                <w:b/>
                <w:lang w:val="en-US"/>
              </w:rPr>
              <w:t>t</w:t>
            </w:r>
          </w:p>
        </w:tc>
        <w:tc>
          <w:tcPr>
            <w:tcW w:w="4462" w:type="dxa"/>
            <w:shd w:val="clear" w:color="auto" w:fill="D9D9D9" w:themeFill="background1" w:themeFillShade="D9"/>
            <w:vAlign w:val="center"/>
          </w:tcPr>
          <w:p w14:paraId="007DFDD4" w14:textId="77777777" w:rsidR="00393097" w:rsidRPr="00F600FF" w:rsidRDefault="00393097" w:rsidP="004C21BE">
            <w:pPr>
              <w:pStyle w:val="eExercise"/>
              <w:ind w:left="0"/>
              <w:jc w:val="center"/>
              <w:rPr>
                <w:b/>
                <w:lang w:val="en-US"/>
              </w:rPr>
            </w:pPr>
            <w:r w:rsidRPr="00F600FF">
              <w:rPr>
                <w:b/>
                <w:lang w:val="en-US"/>
              </w:rPr>
              <w:t>Video form</w:t>
            </w:r>
            <w:r w:rsidR="004C21BE" w:rsidRPr="00F600FF">
              <w:rPr>
                <w:b/>
                <w:lang w:val="en-US"/>
              </w:rPr>
              <w:t>a</w:t>
            </w:r>
            <w:r w:rsidRPr="00F600FF">
              <w:rPr>
                <w:b/>
                <w:lang w:val="en-US"/>
              </w:rPr>
              <w:t>t</w:t>
            </w:r>
          </w:p>
        </w:tc>
      </w:tr>
      <w:tr w:rsidR="00393097" w:rsidRPr="00F600FF" w14:paraId="5445946A" w14:textId="77777777" w:rsidTr="00257022">
        <w:trPr>
          <w:trHeight w:val="567"/>
        </w:trPr>
        <w:tc>
          <w:tcPr>
            <w:tcW w:w="4458" w:type="dxa"/>
            <w:vAlign w:val="center"/>
          </w:tcPr>
          <w:p w14:paraId="3A8D35D3" w14:textId="16101091" w:rsidR="00393097" w:rsidRPr="00F600FF" w:rsidRDefault="00393097" w:rsidP="00570D84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</w:p>
        </w:tc>
        <w:tc>
          <w:tcPr>
            <w:tcW w:w="4462" w:type="dxa"/>
            <w:vAlign w:val="center"/>
          </w:tcPr>
          <w:p w14:paraId="5656A004" w14:textId="74E87CFE" w:rsidR="00393097" w:rsidRPr="00F600FF" w:rsidRDefault="00393097" w:rsidP="00570D84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</w:p>
        </w:tc>
      </w:tr>
      <w:tr w:rsidR="00393097" w:rsidRPr="00F600FF" w14:paraId="72E5671B" w14:textId="77777777" w:rsidTr="00257022">
        <w:trPr>
          <w:trHeight w:val="567"/>
        </w:trPr>
        <w:tc>
          <w:tcPr>
            <w:tcW w:w="4458" w:type="dxa"/>
            <w:vAlign w:val="center"/>
          </w:tcPr>
          <w:p w14:paraId="0C5B93FB" w14:textId="30CB360C" w:rsidR="00393097" w:rsidRPr="00F600FF" w:rsidRDefault="00393097" w:rsidP="00570D84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</w:p>
        </w:tc>
        <w:tc>
          <w:tcPr>
            <w:tcW w:w="4462" w:type="dxa"/>
            <w:vAlign w:val="center"/>
          </w:tcPr>
          <w:p w14:paraId="3048C61F" w14:textId="01583A8F" w:rsidR="00393097" w:rsidRPr="00F600FF" w:rsidRDefault="00393097" w:rsidP="00570D84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</w:p>
        </w:tc>
      </w:tr>
      <w:tr w:rsidR="00257022" w:rsidRPr="00F600FF" w14:paraId="6E7F5CA0" w14:textId="77777777" w:rsidTr="00257022">
        <w:trPr>
          <w:trHeight w:val="567"/>
        </w:trPr>
        <w:tc>
          <w:tcPr>
            <w:tcW w:w="4458" w:type="dxa"/>
            <w:vAlign w:val="center"/>
          </w:tcPr>
          <w:p w14:paraId="65B15A76" w14:textId="3D4AEC22" w:rsidR="00257022" w:rsidRPr="00F600FF" w:rsidRDefault="00257022" w:rsidP="00257022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</w:p>
        </w:tc>
        <w:tc>
          <w:tcPr>
            <w:tcW w:w="4462" w:type="dxa"/>
            <w:vAlign w:val="center"/>
          </w:tcPr>
          <w:p w14:paraId="5FE8512F" w14:textId="7EE549BE" w:rsidR="00257022" w:rsidRPr="00F600FF" w:rsidRDefault="00257022" w:rsidP="00257022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</w:p>
        </w:tc>
      </w:tr>
      <w:tr w:rsidR="00257022" w:rsidRPr="00F600FF" w14:paraId="4A2A5209" w14:textId="77777777" w:rsidTr="00257022">
        <w:trPr>
          <w:trHeight w:val="567"/>
        </w:trPr>
        <w:tc>
          <w:tcPr>
            <w:tcW w:w="4458" w:type="dxa"/>
            <w:vAlign w:val="center"/>
          </w:tcPr>
          <w:p w14:paraId="27115D30" w14:textId="1B4185C1" w:rsidR="00257022" w:rsidRPr="00F600FF" w:rsidRDefault="00257022" w:rsidP="00257022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</w:p>
        </w:tc>
        <w:tc>
          <w:tcPr>
            <w:tcW w:w="4462" w:type="dxa"/>
            <w:vAlign w:val="center"/>
          </w:tcPr>
          <w:p w14:paraId="6030C60A" w14:textId="7E519802" w:rsidR="00257022" w:rsidRPr="00F600FF" w:rsidRDefault="00257022" w:rsidP="00257022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</w:p>
        </w:tc>
      </w:tr>
      <w:tr w:rsidR="00257022" w:rsidRPr="00F600FF" w14:paraId="369A558E" w14:textId="77777777" w:rsidTr="00257022">
        <w:trPr>
          <w:trHeight w:val="567"/>
        </w:trPr>
        <w:tc>
          <w:tcPr>
            <w:tcW w:w="4458" w:type="dxa"/>
            <w:vAlign w:val="center"/>
          </w:tcPr>
          <w:p w14:paraId="549A0C65" w14:textId="2C07EE48" w:rsidR="00257022" w:rsidRPr="00F600FF" w:rsidRDefault="00257022" w:rsidP="00257022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</w:p>
        </w:tc>
        <w:tc>
          <w:tcPr>
            <w:tcW w:w="4462" w:type="dxa"/>
            <w:vAlign w:val="center"/>
          </w:tcPr>
          <w:p w14:paraId="34DA5276" w14:textId="3BB50EDC" w:rsidR="00257022" w:rsidRPr="00F600FF" w:rsidRDefault="00257022" w:rsidP="00257022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</w:p>
        </w:tc>
      </w:tr>
      <w:tr w:rsidR="00257022" w:rsidRPr="00F600FF" w14:paraId="1C5128D8" w14:textId="77777777" w:rsidTr="00257022">
        <w:trPr>
          <w:trHeight w:val="567"/>
        </w:trPr>
        <w:tc>
          <w:tcPr>
            <w:tcW w:w="4458" w:type="dxa"/>
            <w:vAlign w:val="center"/>
          </w:tcPr>
          <w:p w14:paraId="59D0F683" w14:textId="77777777" w:rsidR="00257022" w:rsidRPr="00F600FF" w:rsidRDefault="00257022" w:rsidP="00257022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</w:p>
        </w:tc>
        <w:tc>
          <w:tcPr>
            <w:tcW w:w="4462" w:type="dxa"/>
            <w:vAlign w:val="center"/>
          </w:tcPr>
          <w:p w14:paraId="408DD5D5" w14:textId="474D0A43" w:rsidR="00257022" w:rsidRPr="00F600FF" w:rsidRDefault="00257022" w:rsidP="00257022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</w:p>
        </w:tc>
      </w:tr>
      <w:tr w:rsidR="00257022" w:rsidRPr="00F600FF" w14:paraId="5D35B1CA" w14:textId="77777777" w:rsidTr="00257022">
        <w:trPr>
          <w:trHeight w:val="567"/>
        </w:trPr>
        <w:tc>
          <w:tcPr>
            <w:tcW w:w="4458" w:type="dxa"/>
            <w:vAlign w:val="center"/>
          </w:tcPr>
          <w:p w14:paraId="70989F7D" w14:textId="77777777" w:rsidR="00257022" w:rsidRPr="00F600FF" w:rsidRDefault="00257022" w:rsidP="00257022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</w:p>
        </w:tc>
        <w:tc>
          <w:tcPr>
            <w:tcW w:w="4462" w:type="dxa"/>
            <w:vAlign w:val="center"/>
          </w:tcPr>
          <w:p w14:paraId="2A2B6104" w14:textId="718F7877" w:rsidR="00257022" w:rsidRPr="00F600FF" w:rsidRDefault="00257022" w:rsidP="00257022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</w:p>
        </w:tc>
      </w:tr>
    </w:tbl>
    <w:p w14:paraId="6FF27C54" w14:textId="77777777" w:rsidR="00393097" w:rsidRPr="00F600FF" w:rsidRDefault="00393097" w:rsidP="00393097">
      <w:pPr>
        <w:pStyle w:val="eExercise"/>
        <w:rPr>
          <w:lang w:val="en-US"/>
        </w:rPr>
      </w:pPr>
    </w:p>
    <w:p w14:paraId="44989C93" w14:textId="458DB584" w:rsidR="00393097" w:rsidRPr="00F600FF" w:rsidRDefault="00FE714C" w:rsidP="00393097">
      <w:pPr>
        <w:pStyle w:val="eExercise"/>
        <w:rPr>
          <w:b/>
          <w:lang w:val="en-US"/>
        </w:rPr>
      </w:pPr>
      <w:r w:rsidRPr="00F600FF">
        <w:rPr>
          <w:b/>
          <w:lang w:val="en-US"/>
        </w:rPr>
        <w:t xml:space="preserve">Abbreviations: </w:t>
      </w:r>
      <w:r w:rsidR="00393097" w:rsidRPr="00F600FF">
        <w:rPr>
          <w:b/>
          <w:lang w:val="en-US"/>
        </w:rPr>
        <w:t>MP3, FLV, AVHCD, FLAC, WMA, MOV, AAC, MPEG-2, AVI, MKV, WAV, MP4</w:t>
      </w:r>
    </w:p>
    <w:sectPr w:rsidR="00393097" w:rsidRPr="00F600FF" w:rsidSect="002B41A8">
      <w:headerReference w:type="default" r:id="rId19"/>
      <w:footerReference w:type="default" r:id="rId20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015BEB" w14:textId="77777777" w:rsidR="001F2C87" w:rsidRDefault="001F2C87" w:rsidP="00861A1A">
      <w:r>
        <w:separator/>
      </w:r>
    </w:p>
  </w:endnote>
  <w:endnote w:type="continuationSeparator" w:id="0">
    <w:p w14:paraId="571C4916" w14:textId="77777777" w:rsidR="001F2C87" w:rsidRDefault="001F2C87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14:paraId="50C8AD9C" w14:textId="77777777" w:rsidTr="00CA51B5">
      <w:tc>
        <w:tcPr>
          <w:tcW w:w="2518" w:type="dxa"/>
        </w:tcPr>
        <w:p w14:paraId="01168156" w14:textId="77777777" w:rsidR="00BF5E09" w:rsidRDefault="003C2268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  <w:lang w:val="en-US" w:eastAsia="en-US"/>
            </w:rPr>
            <w:drawing>
              <wp:inline distT="0" distB="0" distL="0" distR="0" wp14:anchorId="14AEDFC1" wp14:editId="13CA9E2C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576C6209" w14:textId="77777777" w:rsidR="004C21BE" w:rsidRPr="004C21BE" w:rsidRDefault="004C21BE" w:rsidP="004C21BE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4C21BE">
            <w:rPr>
              <w:sz w:val="16"/>
              <w:szCs w:val="16"/>
            </w:rPr>
            <w:t>This</w:t>
          </w:r>
          <w:proofErr w:type="spellEnd"/>
          <w:r w:rsidRPr="004C21BE">
            <w:rPr>
              <w:sz w:val="16"/>
              <w:szCs w:val="16"/>
            </w:rPr>
            <w:t xml:space="preserve"> </w:t>
          </w:r>
          <w:proofErr w:type="spellStart"/>
          <w:r w:rsidRPr="004C21BE">
            <w:rPr>
              <w:sz w:val="16"/>
              <w:szCs w:val="16"/>
            </w:rPr>
            <w:t>project</w:t>
          </w:r>
          <w:proofErr w:type="spellEnd"/>
          <w:r w:rsidRPr="004C21BE">
            <w:rPr>
              <w:sz w:val="16"/>
              <w:szCs w:val="16"/>
            </w:rPr>
            <w:t xml:space="preserve"> has </w:t>
          </w:r>
          <w:proofErr w:type="spellStart"/>
          <w:r w:rsidRPr="004C21BE">
            <w:rPr>
              <w:sz w:val="16"/>
              <w:szCs w:val="16"/>
            </w:rPr>
            <w:t>been</w:t>
          </w:r>
          <w:proofErr w:type="spellEnd"/>
          <w:r w:rsidRPr="004C21BE">
            <w:rPr>
              <w:sz w:val="16"/>
              <w:szCs w:val="16"/>
            </w:rPr>
            <w:t xml:space="preserve"> </w:t>
          </w:r>
          <w:proofErr w:type="spellStart"/>
          <w:r w:rsidRPr="004C21BE">
            <w:rPr>
              <w:sz w:val="16"/>
              <w:szCs w:val="16"/>
            </w:rPr>
            <w:t>funded</w:t>
          </w:r>
          <w:proofErr w:type="spellEnd"/>
          <w:r w:rsidRPr="004C21BE">
            <w:rPr>
              <w:sz w:val="16"/>
              <w:szCs w:val="16"/>
            </w:rPr>
            <w:t xml:space="preserve"> </w:t>
          </w:r>
          <w:proofErr w:type="spellStart"/>
          <w:r w:rsidRPr="004C21BE">
            <w:rPr>
              <w:sz w:val="16"/>
              <w:szCs w:val="16"/>
            </w:rPr>
            <w:t>with</w:t>
          </w:r>
          <w:proofErr w:type="spellEnd"/>
          <w:r w:rsidRPr="004C21BE">
            <w:rPr>
              <w:sz w:val="16"/>
              <w:szCs w:val="16"/>
            </w:rPr>
            <w:t xml:space="preserve"> support </w:t>
          </w:r>
          <w:proofErr w:type="spellStart"/>
          <w:r w:rsidRPr="004C21BE">
            <w:rPr>
              <w:sz w:val="16"/>
              <w:szCs w:val="16"/>
            </w:rPr>
            <w:t>from</w:t>
          </w:r>
          <w:proofErr w:type="spellEnd"/>
          <w:r w:rsidRPr="004C21BE">
            <w:rPr>
              <w:sz w:val="16"/>
              <w:szCs w:val="16"/>
            </w:rPr>
            <w:t xml:space="preserve"> </w:t>
          </w:r>
          <w:proofErr w:type="spellStart"/>
          <w:r w:rsidRPr="004C21BE">
            <w:rPr>
              <w:sz w:val="16"/>
              <w:szCs w:val="16"/>
            </w:rPr>
            <w:t>the</w:t>
          </w:r>
          <w:proofErr w:type="spellEnd"/>
          <w:r w:rsidRPr="004C21BE">
            <w:rPr>
              <w:sz w:val="16"/>
              <w:szCs w:val="16"/>
            </w:rPr>
            <w:t xml:space="preserve"> </w:t>
          </w:r>
          <w:proofErr w:type="spellStart"/>
          <w:r w:rsidRPr="004C21BE">
            <w:rPr>
              <w:sz w:val="16"/>
              <w:szCs w:val="16"/>
            </w:rPr>
            <w:t>European</w:t>
          </w:r>
          <w:proofErr w:type="spellEnd"/>
          <w:r w:rsidRPr="004C21BE">
            <w:rPr>
              <w:sz w:val="16"/>
              <w:szCs w:val="16"/>
            </w:rPr>
            <w:t xml:space="preserve"> </w:t>
          </w:r>
          <w:proofErr w:type="spellStart"/>
          <w:r w:rsidRPr="004C21BE">
            <w:rPr>
              <w:sz w:val="16"/>
              <w:szCs w:val="16"/>
            </w:rPr>
            <w:t>Commission</w:t>
          </w:r>
          <w:proofErr w:type="spellEnd"/>
          <w:r w:rsidRPr="004C21BE">
            <w:rPr>
              <w:sz w:val="16"/>
              <w:szCs w:val="16"/>
            </w:rPr>
            <w:t>.</w:t>
          </w:r>
        </w:p>
        <w:p w14:paraId="73F9CA09" w14:textId="77777777" w:rsidR="00BF5E09" w:rsidRPr="00CA51B5" w:rsidRDefault="004C21BE" w:rsidP="004C21BE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4C21BE">
            <w:rPr>
              <w:sz w:val="16"/>
              <w:szCs w:val="16"/>
            </w:rPr>
            <w:t>This</w:t>
          </w:r>
          <w:proofErr w:type="spellEnd"/>
          <w:r w:rsidRPr="004C21BE">
            <w:rPr>
              <w:sz w:val="16"/>
              <w:szCs w:val="16"/>
            </w:rPr>
            <w:t xml:space="preserve"> </w:t>
          </w:r>
          <w:proofErr w:type="spellStart"/>
          <w:r w:rsidRPr="004C21BE">
            <w:rPr>
              <w:sz w:val="16"/>
              <w:szCs w:val="16"/>
            </w:rPr>
            <w:t>publication</w:t>
          </w:r>
          <w:proofErr w:type="spellEnd"/>
          <w:r w:rsidRPr="004C21BE">
            <w:rPr>
              <w:sz w:val="16"/>
              <w:szCs w:val="16"/>
            </w:rPr>
            <w:t xml:space="preserve"> [</w:t>
          </w:r>
          <w:proofErr w:type="spellStart"/>
          <w:r w:rsidRPr="004C21BE">
            <w:rPr>
              <w:sz w:val="16"/>
              <w:szCs w:val="16"/>
            </w:rPr>
            <w:t>communication</w:t>
          </w:r>
          <w:proofErr w:type="spellEnd"/>
          <w:r w:rsidRPr="004C21BE">
            <w:rPr>
              <w:sz w:val="16"/>
              <w:szCs w:val="16"/>
            </w:rPr>
            <w:t xml:space="preserve">] </w:t>
          </w:r>
          <w:proofErr w:type="spellStart"/>
          <w:r w:rsidRPr="004C21BE">
            <w:rPr>
              <w:sz w:val="16"/>
              <w:szCs w:val="16"/>
            </w:rPr>
            <w:t>reflects</w:t>
          </w:r>
          <w:proofErr w:type="spellEnd"/>
          <w:r w:rsidRPr="004C21BE">
            <w:rPr>
              <w:sz w:val="16"/>
              <w:szCs w:val="16"/>
            </w:rPr>
            <w:t xml:space="preserve"> </w:t>
          </w:r>
          <w:proofErr w:type="spellStart"/>
          <w:r w:rsidRPr="004C21BE">
            <w:rPr>
              <w:sz w:val="16"/>
              <w:szCs w:val="16"/>
            </w:rPr>
            <w:t>the</w:t>
          </w:r>
          <w:proofErr w:type="spellEnd"/>
          <w:r w:rsidRPr="004C21BE">
            <w:rPr>
              <w:sz w:val="16"/>
              <w:szCs w:val="16"/>
            </w:rPr>
            <w:t xml:space="preserve"> </w:t>
          </w:r>
          <w:proofErr w:type="spellStart"/>
          <w:r w:rsidRPr="004C21BE">
            <w:rPr>
              <w:sz w:val="16"/>
              <w:szCs w:val="16"/>
            </w:rPr>
            <w:t>views</w:t>
          </w:r>
          <w:proofErr w:type="spellEnd"/>
          <w:r w:rsidRPr="004C21BE">
            <w:rPr>
              <w:sz w:val="16"/>
              <w:szCs w:val="16"/>
            </w:rPr>
            <w:t xml:space="preserve"> </w:t>
          </w:r>
          <w:proofErr w:type="spellStart"/>
          <w:r w:rsidRPr="004C21BE">
            <w:rPr>
              <w:sz w:val="16"/>
              <w:szCs w:val="16"/>
            </w:rPr>
            <w:t>only</w:t>
          </w:r>
          <w:proofErr w:type="spellEnd"/>
          <w:r w:rsidRPr="004C21BE">
            <w:rPr>
              <w:sz w:val="16"/>
              <w:szCs w:val="16"/>
            </w:rPr>
            <w:t xml:space="preserve"> </w:t>
          </w:r>
          <w:proofErr w:type="spellStart"/>
          <w:r w:rsidRPr="004C21BE">
            <w:rPr>
              <w:sz w:val="16"/>
              <w:szCs w:val="16"/>
            </w:rPr>
            <w:t>of</w:t>
          </w:r>
          <w:proofErr w:type="spellEnd"/>
          <w:r w:rsidRPr="004C21BE">
            <w:rPr>
              <w:sz w:val="16"/>
              <w:szCs w:val="16"/>
            </w:rPr>
            <w:t xml:space="preserve"> </w:t>
          </w:r>
          <w:proofErr w:type="spellStart"/>
          <w:r w:rsidRPr="004C21BE">
            <w:rPr>
              <w:sz w:val="16"/>
              <w:szCs w:val="16"/>
            </w:rPr>
            <w:t>the</w:t>
          </w:r>
          <w:proofErr w:type="spellEnd"/>
          <w:r w:rsidRPr="004C21BE">
            <w:rPr>
              <w:sz w:val="16"/>
              <w:szCs w:val="16"/>
            </w:rPr>
            <w:t xml:space="preserve"> </w:t>
          </w:r>
          <w:proofErr w:type="spellStart"/>
          <w:r w:rsidRPr="004C21BE">
            <w:rPr>
              <w:sz w:val="16"/>
              <w:szCs w:val="16"/>
            </w:rPr>
            <w:t>author</w:t>
          </w:r>
          <w:proofErr w:type="spellEnd"/>
          <w:r w:rsidRPr="004C21BE">
            <w:rPr>
              <w:sz w:val="16"/>
              <w:szCs w:val="16"/>
            </w:rPr>
            <w:t xml:space="preserve">, and </w:t>
          </w:r>
          <w:proofErr w:type="spellStart"/>
          <w:r w:rsidRPr="004C21BE">
            <w:rPr>
              <w:sz w:val="16"/>
              <w:szCs w:val="16"/>
            </w:rPr>
            <w:t>the</w:t>
          </w:r>
          <w:proofErr w:type="spellEnd"/>
          <w:r w:rsidRPr="004C21BE">
            <w:rPr>
              <w:sz w:val="16"/>
              <w:szCs w:val="16"/>
            </w:rPr>
            <w:t xml:space="preserve"> </w:t>
          </w:r>
          <w:proofErr w:type="spellStart"/>
          <w:r w:rsidRPr="004C21BE">
            <w:rPr>
              <w:sz w:val="16"/>
              <w:szCs w:val="16"/>
            </w:rPr>
            <w:t>Commission</w:t>
          </w:r>
          <w:proofErr w:type="spellEnd"/>
          <w:r w:rsidRPr="004C21BE">
            <w:rPr>
              <w:sz w:val="16"/>
              <w:szCs w:val="16"/>
            </w:rPr>
            <w:t xml:space="preserve"> </w:t>
          </w:r>
          <w:proofErr w:type="spellStart"/>
          <w:r w:rsidRPr="004C21BE">
            <w:rPr>
              <w:sz w:val="16"/>
              <w:szCs w:val="16"/>
            </w:rPr>
            <w:t>cannot</w:t>
          </w:r>
          <w:proofErr w:type="spellEnd"/>
          <w:r w:rsidRPr="004C21BE">
            <w:rPr>
              <w:sz w:val="16"/>
              <w:szCs w:val="16"/>
            </w:rPr>
            <w:t xml:space="preserve"> </w:t>
          </w:r>
          <w:proofErr w:type="spellStart"/>
          <w:r w:rsidRPr="004C21BE">
            <w:rPr>
              <w:sz w:val="16"/>
              <w:szCs w:val="16"/>
            </w:rPr>
            <w:t>be</w:t>
          </w:r>
          <w:proofErr w:type="spellEnd"/>
          <w:r w:rsidRPr="004C21BE">
            <w:rPr>
              <w:sz w:val="16"/>
              <w:szCs w:val="16"/>
            </w:rPr>
            <w:t xml:space="preserve"> </w:t>
          </w:r>
          <w:proofErr w:type="spellStart"/>
          <w:r w:rsidRPr="004C21BE">
            <w:rPr>
              <w:sz w:val="16"/>
              <w:szCs w:val="16"/>
            </w:rPr>
            <w:t>held</w:t>
          </w:r>
          <w:proofErr w:type="spellEnd"/>
          <w:r w:rsidRPr="004C21BE">
            <w:rPr>
              <w:sz w:val="16"/>
              <w:szCs w:val="16"/>
            </w:rPr>
            <w:t xml:space="preserve"> </w:t>
          </w:r>
          <w:proofErr w:type="spellStart"/>
          <w:r w:rsidRPr="004C21BE">
            <w:rPr>
              <w:sz w:val="16"/>
              <w:szCs w:val="16"/>
            </w:rPr>
            <w:t>responsible</w:t>
          </w:r>
          <w:proofErr w:type="spellEnd"/>
          <w:r w:rsidRPr="004C21BE">
            <w:rPr>
              <w:sz w:val="16"/>
              <w:szCs w:val="16"/>
            </w:rPr>
            <w:t xml:space="preserve"> </w:t>
          </w:r>
          <w:proofErr w:type="spellStart"/>
          <w:r w:rsidRPr="004C21BE">
            <w:rPr>
              <w:sz w:val="16"/>
              <w:szCs w:val="16"/>
            </w:rPr>
            <w:t>for</w:t>
          </w:r>
          <w:proofErr w:type="spellEnd"/>
          <w:r w:rsidRPr="004C21BE">
            <w:rPr>
              <w:sz w:val="16"/>
              <w:szCs w:val="16"/>
            </w:rPr>
            <w:t xml:space="preserve"> </w:t>
          </w:r>
          <w:proofErr w:type="spellStart"/>
          <w:r w:rsidRPr="004C21BE">
            <w:rPr>
              <w:sz w:val="16"/>
              <w:szCs w:val="16"/>
            </w:rPr>
            <w:t>any</w:t>
          </w:r>
          <w:proofErr w:type="spellEnd"/>
          <w:r w:rsidRPr="004C21BE">
            <w:rPr>
              <w:sz w:val="16"/>
              <w:szCs w:val="16"/>
            </w:rPr>
            <w:t xml:space="preserve"> use </w:t>
          </w:r>
          <w:proofErr w:type="spellStart"/>
          <w:r w:rsidRPr="004C21BE">
            <w:rPr>
              <w:sz w:val="16"/>
              <w:szCs w:val="16"/>
            </w:rPr>
            <w:t>which</w:t>
          </w:r>
          <w:proofErr w:type="spellEnd"/>
          <w:r w:rsidRPr="004C21BE">
            <w:rPr>
              <w:sz w:val="16"/>
              <w:szCs w:val="16"/>
            </w:rPr>
            <w:t xml:space="preserve"> </w:t>
          </w:r>
          <w:proofErr w:type="spellStart"/>
          <w:r w:rsidRPr="004C21BE">
            <w:rPr>
              <w:sz w:val="16"/>
              <w:szCs w:val="16"/>
            </w:rPr>
            <w:t>may</w:t>
          </w:r>
          <w:proofErr w:type="spellEnd"/>
          <w:r w:rsidRPr="004C21BE">
            <w:rPr>
              <w:sz w:val="16"/>
              <w:szCs w:val="16"/>
            </w:rPr>
            <w:t xml:space="preserve"> </w:t>
          </w:r>
          <w:proofErr w:type="spellStart"/>
          <w:r w:rsidRPr="004C21BE">
            <w:rPr>
              <w:sz w:val="16"/>
              <w:szCs w:val="16"/>
            </w:rPr>
            <w:t>be</w:t>
          </w:r>
          <w:proofErr w:type="spellEnd"/>
          <w:r w:rsidRPr="004C21BE">
            <w:rPr>
              <w:sz w:val="16"/>
              <w:szCs w:val="16"/>
            </w:rPr>
            <w:t xml:space="preserve"> made </w:t>
          </w:r>
          <w:proofErr w:type="spellStart"/>
          <w:r w:rsidRPr="004C21BE">
            <w:rPr>
              <w:sz w:val="16"/>
              <w:szCs w:val="16"/>
            </w:rPr>
            <w:t>of</w:t>
          </w:r>
          <w:proofErr w:type="spellEnd"/>
          <w:r w:rsidRPr="004C21BE">
            <w:rPr>
              <w:sz w:val="16"/>
              <w:szCs w:val="16"/>
            </w:rPr>
            <w:t xml:space="preserve"> </w:t>
          </w:r>
          <w:proofErr w:type="spellStart"/>
          <w:r w:rsidRPr="004C21BE">
            <w:rPr>
              <w:sz w:val="16"/>
              <w:szCs w:val="16"/>
            </w:rPr>
            <w:t>the</w:t>
          </w:r>
          <w:proofErr w:type="spellEnd"/>
          <w:r w:rsidRPr="004C21BE">
            <w:rPr>
              <w:sz w:val="16"/>
              <w:szCs w:val="16"/>
            </w:rPr>
            <w:t xml:space="preserve"> </w:t>
          </w:r>
          <w:proofErr w:type="spellStart"/>
          <w:r w:rsidRPr="004C21BE">
            <w:rPr>
              <w:sz w:val="16"/>
              <w:szCs w:val="16"/>
            </w:rPr>
            <w:t>information</w:t>
          </w:r>
          <w:proofErr w:type="spellEnd"/>
          <w:r w:rsidRPr="004C21BE">
            <w:rPr>
              <w:sz w:val="16"/>
              <w:szCs w:val="16"/>
            </w:rPr>
            <w:t xml:space="preserve"> </w:t>
          </w:r>
          <w:proofErr w:type="spellStart"/>
          <w:r w:rsidRPr="004C21BE">
            <w:rPr>
              <w:sz w:val="16"/>
              <w:szCs w:val="16"/>
            </w:rPr>
            <w:t>contained</w:t>
          </w:r>
          <w:proofErr w:type="spellEnd"/>
          <w:r w:rsidRPr="004C21BE">
            <w:rPr>
              <w:sz w:val="16"/>
              <w:szCs w:val="16"/>
            </w:rPr>
            <w:t xml:space="preserve"> </w:t>
          </w:r>
          <w:proofErr w:type="spellStart"/>
          <w:r w:rsidRPr="004C21BE">
            <w:rPr>
              <w:sz w:val="16"/>
              <w:szCs w:val="16"/>
            </w:rPr>
            <w:t>therein</w:t>
          </w:r>
          <w:proofErr w:type="spellEnd"/>
          <w:r w:rsidRPr="004C21BE">
            <w:rPr>
              <w:sz w:val="16"/>
              <w:szCs w:val="16"/>
            </w:rPr>
            <w:t>.</w:t>
          </w:r>
        </w:p>
      </w:tc>
    </w:tr>
    <w:tr w:rsidR="00BF5E09" w14:paraId="67B14B3B" w14:textId="77777777" w:rsidTr="00CA51B5">
      <w:tc>
        <w:tcPr>
          <w:tcW w:w="8472" w:type="dxa"/>
          <w:gridSpan w:val="2"/>
        </w:tcPr>
        <w:p w14:paraId="3DB91AB4" w14:textId="77777777" w:rsidR="00BF5E09" w:rsidRPr="00CA51B5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</w:rPr>
          </w:pPr>
          <w:r w:rsidRPr="00BF590A">
            <w:rPr>
              <w:sz w:val="16"/>
              <w:szCs w:val="16"/>
            </w:rPr>
            <w:t>DiT4LL</w:t>
          </w:r>
          <w:r>
            <w:rPr>
              <w:sz w:val="16"/>
              <w:szCs w:val="16"/>
            </w:rPr>
            <w:t xml:space="preserve"> </w:t>
          </w:r>
          <w:r w:rsidR="001572EB" w:rsidRPr="001572EB">
            <w:rPr>
              <w:sz w:val="16"/>
              <w:szCs w:val="16"/>
            </w:rPr>
            <w:t xml:space="preserve">– </w:t>
          </w:r>
          <w:r w:rsidRPr="00BF590A">
            <w:rPr>
              <w:sz w:val="16"/>
              <w:szCs w:val="16"/>
            </w:rPr>
            <w:t xml:space="preserve">Digital Technologies </w:t>
          </w:r>
          <w:proofErr w:type="spellStart"/>
          <w:r w:rsidRPr="00BF590A">
            <w:rPr>
              <w:sz w:val="16"/>
              <w:szCs w:val="16"/>
            </w:rPr>
            <w:t>for</w:t>
          </w:r>
          <w:proofErr w:type="spellEnd"/>
          <w:r w:rsidRPr="00BF590A">
            <w:rPr>
              <w:sz w:val="16"/>
              <w:szCs w:val="16"/>
            </w:rPr>
            <w:t xml:space="preserve"> </w:t>
          </w:r>
          <w:proofErr w:type="spellStart"/>
          <w:r w:rsidRPr="00BF590A">
            <w:rPr>
              <w:sz w:val="16"/>
              <w:szCs w:val="16"/>
            </w:rPr>
            <w:t>Lecturing</w:t>
          </w:r>
          <w:proofErr w:type="spellEnd"/>
          <w:r w:rsidRPr="00BF590A">
            <w:rPr>
              <w:sz w:val="16"/>
              <w:szCs w:val="16"/>
            </w:rPr>
            <w:t xml:space="preserve"> and </w:t>
          </w:r>
          <w:proofErr w:type="spellStart"/>
          <w:r w:rsidRPr="00BF590A">
            <w:rPr>
              <w:sz w:val="16"/>
              <w:szCs w:val="16"/>
            </w:rPr>
            <w:t>Learning</w:t>
          </w:r>
          <w:proofErr w:type="spellEnd"/>
        </w:p>
      </w:tc>
      <w:tc>
        <w:tcPr>
          <w:tcW w:w="850" w:type="dxa"/>
          <w:vAlign w:val="bottom"/>
        </w:tcPr>
        <w:p w14:paraId="01424DDA" w14:textId="77777777"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14:paraId="17A008A1" w14:textId="77777777"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7E2DAC" w14:textId="77777777" w:rsidR="001F2C87" w:rsidRDefault="001F2C87" w:rsidP="00861A1A">
      <w:r>
        <w:separator/>
      </w:r>
    </w:p>
  </w:footnote>
  <w:footnote w:type="continuationSeparator" w:id="0">
    <w:p w14:paraId="1F453ECB" w14:textId="77777777" w:rsidR="001F2C87" w:rsidRDefault="001F2C87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A23382" w14:textId="2648AB10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29ACB837" wp14:editId="6223DBA9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4C21BE">
      <w:rPr>
        <w:rFonts w:ascii="Calibri" w:hAnsi="Calibri"/>
        <w:b/>
        <w:smallCaps/>
        <w:noProof/>
      </w:rPr>
      <w:t>WORKSHEET</w:t>
    </w:r>
  </w:p>
  <w:p w14:paraId="239EB64E" w14:textId="77777777" w:rsidR="00C148FD" w:rsidRPr="00C148FD" w:rsidRDefault="004C21BE" w:rsidP="00A84535">
    <w:pPr>
      <w:pStyle w:val="eLearningPackage"/>
    </w:pPr>
    <w:r w:rsidRPr="004C21BE">
      <w:t>Modern technologies and concepts for education 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4ADAF40C"/>
    <w:lvl w:ilvl="0" w:tplc="F98E41EC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51D"/>
    <w:rsid w:val="000030DF"/>
    <w:rsid w:val="0000673F"/>
    <w:rsid w:val="00016AD8"/>
    <w:rsid w:val="00017595"/>
    <w:rsid w:val="00021197"/>
    <w:rsid w:val="00030EDA"/>
    <w:rsid w:val="00045BEB"/>
    <w:rsid w:val="00063674"/>
    <w:rsid w:val="00073ADF"/>
    <w:rsid w:val="0007473C"/>
    <w:rsid w:val="000750C9"/>
    <w:rsid w:val="000813F5"/>
    <w:rsid w:val="00087EAC"/>
    <w:rsid w:val="00094A16"/>
    <w:rsid w:val="000A233F"/>
    <w:rsid w:val="000A55B3"/>
    <w:rsid w:val="000C1409"/>
    <w:rsid w:val="000C6B3A"/>
    <w:rsid w:val="00113657"/>
    <w:rsid w:val="001301D8"/>
    <w:rsid w:val="00133FC1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F2C87"/>
    <w:rsid w:val="001F6290"/>
    <w:rsid w:val="00213F2C"/>
    <w:rsid w:val="00222EE8"/>
    <w:rsid w:val="00223478"/>
    <w:rsid w:val="00225015"/>
    <w:rsid w:val="002252B6"/>
    <w:rsid w:val="00257022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D605B"/>
    <w:rsid w:val="002E301D"/>
    <w:rsid w:val="00304ADA"/>
    <w:rsid w:val="00306B9F"/>
    <w:rsid w:val="00307892"/>
    <w:rsid w:val="00315203"/>
    <w:rsid w:val="00337851"/>
    <w:rsid w:val="00342883"/>
    <w:rsid w:val="00347E4D"/>
    <w:rsid w:val="00351AF3"/>
    <w:rsid w:val="0039238A"/>
    <w:rsid w:val="00393097"/>
    <w:rsid w:val="00397627"/>
    <w:rsid w:val="003B1326"/>
    <w:rsid w:val="003C2268"/>
    <w:rsid w:val="003C5B45"/>
    <w:rsid w:val="003D41BB"/>
    <w:rsid w:val="003E01BE"/>
    <w:rsid w:val="003F03EB"/>
    <w:rsid w:val="003F623C"/>
    <w:rsid w:val="003F7F87"/>
    <w:rsid w:val="00402B09"/>
    <w:rsid w:val="00417ED2"/>
    <w:rsid w:val="00435704"/>
    <w:rsid w:val="0046567F"/>
    <w:rsid w:val="00472203"/>
    <w:rsid w:val="00475954"/>
    <w:rsid w:val="00492966"/>
    <w:rsid w:val="004A01E5"/>
    <w:rsid w:val="004A0446"/>
    <w:rsid w:val="004A7B44"/>
    <w:rsid w:val="004C0E36"/>
    <w:rsid w:val="004C21BE"/>
    <w:rsid w:val="004D6BA8"/>
    <w:rsid w:val="004E5E95"/>
    <w:rsid w:val="004E70EA"/>
    <w:rsid w:val="004F5AFF"/>
    <w:rsid w:val="00506D2E"/>
    <w:rsid w:val="005132B0"/>
    <w:rsid w:val="00517E3A"/>
    <w:rsid w:val="0052284C"/>
    <w:rsid w:val="0052400D"/>
    <w:rsid w:val="00561B7B"/>
    <w:rsid w:val="00561C5A"/>
    <w:rsid w:val="00563AEB"/>
    <w:rsid w:val="00570CE3"/>
    <w:rsid w:val="00570D84"/>
    <w:rsid w:val="005728B3"/>
    <w:rsid w:val="005738D5"/>
    <w:rsid w:val="0057504E"/>
    <w:rsid w:val="005832C4"/>
    <w:rsid w:val="00584885"/>
    <w:rsid w:val="00587966"/>
    <w:rsid w:val="005B2E55"/>
    <w:rsid w:val="005B37E2"/>
    <w:rsid w:val="005B460C"/>
    <w:rsid w:val="005B4FCA"/>
    <w:rsid w:val="005D7525"/>
    <w:rsid w:val="005E1AB1"/>
    <w:rsid w:val="005E20B2"/>
    <w:rsid w:val="005E5A22"/>
    <w:rsid w:val="005F17A1"/>
    <w:rsid w:val="005F5FA1"/>
    <w:rsid w:val="00625B5A"/>
    <w:rsid w:val="0063686B"/>
    <w:rsid w:val="006435FE"/>
    <w:rsid w:val="0064494B"/>
    <w:rsid w:val="00654C16"/>
    <w:rsid w:val="0066326F"/>
    <w:rsid w:val="0067065F"/>
    <w:rsid w:val="0068067D"/>
    <w:rsid w:val="0068131D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F0D5B"/>
    <w:rsid w:val="006F787A"/>
    <w:rsid w:val="00710301"/>
    <w:rsid w:val="0073574D"/>
    <w:rsid w:val="007460F9"/>
    <w:rsid w:val="0076745A"/>
    <w:rsid w:val="007738BD"/>
    <w:rsid w:val="007837ED"/>
    <w:rsid w:val="00790D07"/>
    <w:rsid w:val="007B7B4C"/>
    <w:rsid w:val="007C0FDD"/>
    <w:rsid w:val="007C308E"/>
    <w:rsid w:val="007C3F21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446F5"/>
    <w:rsid w:val="00861A1A"/>
    <w:rsid w:val="00864D93"/>
    <w:rsid w:val="0087246C"/>
    <w:rsid w:val="00882BE0"/>
    <w:rsid w:val="008836CE"/>
    <w:rsid w:val="00887D8F"/>
    <w:rsid w:val="00891FF5"/>
    <w:rsid w:val="00893E89"/>
    <w:rsid w:val="008A3619"/>
    <w:rsid w:val="008B05F5"/>
    <w:rsid w:val="008B6CCD"/>
    <w:rsid w:val="008C64E0"/>
    <w:rsid w:val="008D38F1"/>
    <w:rsid w:val="008D5D65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A5F9E"/>
    <w:rsid w:val="009B638C"/>
    <w:rsid w:val="009C7B24"/>
    <w:rsid w:val="009E2A2A"/>
    <w:rsid w:val="009F6E5E"/>
    <w:rsid w:val="00A17111"/>
    <w:rsid w:val="00A21409"/>
    <w:rsid w:val="00A26A28"/>
    <w:rsid w:val="00A41E41"/>
    <w:rsid w:val="00A50FFF"/>
    <w:rsid w:val="00A527AF"/>
    <w:rsid w:val="00A54992"/>
    <w:rsid w:val="00A633E1"/>
    <w:rsid w:val="00A65E53"/>
    <w:rsid w:val="00A8234A"/>
    <w:rsid w:val="00A84535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6E4D"/>
    <w:rsid w:val="00AF5281"/>
    <w:rsid w:val="00B01599"/>
    <w:rsid w:val="00B07C40"/>
    <w:rsid w:val="00B15DB4"/>
    <w:rsid w:val="00B177D0"/>
    <w:rsid w:val="00B3151A"/>
    <w:rsid w:val="00B37307"/>
    <w:rsid w:val="00B5145B"/>
    <w:rsid w:val="00B707D0"/>
    <w:rsid w:val="00B70ED4"/>
    <w:rsid w:val="00B72E92"/>
    <w:rsid w:val="00B75FF7"/>
    <w:rsid w:val="00B80B11"/>
    <w:rsid w:val="00B816F4"/>
    <w:rsid w:val="00B822EA"/>
    <w:rsid w:val="00B84417"/>
    <w:rsid w:val="00B94FBB"/>
    <w:rsid w:val="00BA3595"/>
    <w:rsid w:val="00BB3CAA"/>
    <w:rsid w:val="00BB48C7"/>
    <w:rsid w:val="00BC1E8F"/>
    <w:rsid w:val="00BC1F6B"/>
    <w:rsid w:val="00BC732E"/>
    <w:rsid w:val="00BD3D30"/>
    <w:rsid w:val="00BD7612"/>
    <w:rsid w:val="00BE6648"/>
    <w:rsid w:val="00BF590A"/>
    <w:rsid w:val="00BF5E09"/>
    <w:rsid w:val="00BF6970"/>
    <w:rsid w:val="00C148FD"/>
    <w:rsid w:val="00C2393A"/>
    <w:rsid w:val="00C455F4"/>
    <w:rsid w:val="00C55039"/>
    <w:rsid w:val="00C5580D"/>
    <w:rsid w:val="00C57915"/>
    <w:rsid w:val="00C7264E"/>
    <w:rsid w:val="00C767C9"/>
    <w:rsid w:val="00C878F0"/>
    <w:rsid w:val="00CA51B5"/>
    <w:rsid w:val="00CB3199"/>
    <w:rsid w:val="00CC2293"/>
    <w:rsid w:val="00CC266E"/>
    <w:rsid w:val="00CD6FC8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1988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4EEB"/>
    <w:rsid w:val="00E2272B"/>
    <w:rsid w:val="00E31615"/>
    <w:rsid w:val="00E352FF"/>
    <w:rsid w:val="00E41087"/>
    <w:rsid w:val="00E516D7"/>
    <w:rsid w:val="00E5359D"/>
    <w:rsid w:val="00E54A46"/>
    <w:rsid w:val="00E56941"/>
    <w:rsid w:val="00E65738"/>
    <w:rsid w:val="00E8518C"/>
    <w:rsid w:val="00E879F9"/>
    <w:rsid w:val="00E90BD9"/>
    <w:rsid w:val="00EA1BDF"/>
    <w:rsid w:val="00EA251D"/>
    <w:rsid w:val="00EB6B74"/>
    <w:rsid w:val="00EB6E4B"/>
    <w:rsid w:val="00EC77B0"/>
    <w:rsid w:val="00ED2956"/>
    <w:rsid w:val="00ED63A1"/>
    <w:rsid w:val="00EE3197"/>
    <w:rsid w:val="00EF2951"/>
    <w:rsid w:val="00F01181"/>
    <w:rsid w:val="00F03DBA"/>
    <w:rsid w:val="00F168D6"/>
    <w:rsid w:val="00F24638"/>
    <w:rsid w:val="00F248A4"/>
    <w:rsid w:val="00F40215"/>
    <w:rsid w:val="00F46B18"/>
    <w:rsid w:val="00F600FF"/>
    <w:rsid w:val="00F748A6"/>
    <w:rsid w:val="00F82C59"/>
    <w:rsid w:val="00F871C6"/>
    <w:rsid w:val="00F8749B"/>
    <w:rsid w:val="00FA74D9"/>
    <w:rsid w:val="00FB201E"/>
    <w:rsid w:val="00FC7DC7"/>
    <w:rsid w:val="00FE7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AE405B"/>
  <w15:docId w15:val="{50DEF1C3-1477-4E00-BA98-CC6136C3E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ind w:left="567" w:hanging="425"/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A84535"/>
    <w:pPr>
      <w:pBdr>
        <w:bottom w:val="single" w:sz="4" w:space="1" w:color="auto"/>
      </w:pBdr>
      <w:ind w:left="142"/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customStyle="1" w:styleId="eExercise">
    <w:name w:val="eExercise"/>
    <w:basedOn w:val="Normln"/>
    <w:qFormat/>
    <w:rsid w:val="00B72E92"/>
    <w:pPr>
      <w:ind w:left="142"/>
    </w:pPr>
  </w:style>
  <w:style w:type="paragraph" w:customStyle="1" w:styleId="eLearningPackage">
    <w:name w:val="eLearningPackage"/>
    <w:basedOn w:val="Normln"/>
    <w:qFormat/>
    <w:rsid w:val="00A84535"/>
    <w:pPr>
      <w:ind w:left="1843"/>
      <w:jc w:val="right"/>
    </w:pPr>
    <w:rPr>
      <w:rFonts w:ascii="Calibri" w:hAnsi="Calibri"/>
      <w:smallCaps/>
      <w:noProof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arek\Documents\DIT4LL\worksheets\WS01_EN_solution_template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F4F52-17AA-466A-BA0E-42F1DAF9D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WS01_EN_solution_template.dotx</Template>
  <TotalTime>2</TotalTime>
  <Pages>3</Pages>
  <Words>163</Words>
  <Characters>934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Nevosad, Marek</cp:lastModifiedBy>
  <cp:revision>3</cp:revision>
  <cp:lastPrinted>2013-05-24T14:00:00Z</cp:lastPrinted>
  <dcterms:created xsi:type="dcterms:W3CDTF">2022-08-24T08:56:00Z</dcterms:created>
  <dcterms:modified xsi:type="dcterms:W3CDTF">2023-02-28T13:59:00Z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