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60CF3" w14:textId="58F259C3" w:rsidR="001922A0" w:rsidRPr="00A37277" w:rsidRDefault="00EA7B9D" w:rsidP="00BF590A">
      <w:pPr>
        <w:pStyle w:val="eTask"/>
        <w:rPr>
          <w:lang w:val="es-ES"/>
        </w:rPr>
      </w:pPr>
      <w:bookmarkStart w:id="0" w:name="_Hlk97716694"/>
      <w:r w:rsidRPr="00A37277">
        <w:rPr>
          <w:lang w:val="es-ES"/>
        </w:rPr>
        <w:t>Enumere cuatro tipos/niveles de virtualización</w:t>
      </w:r>
      <w:r w:rsidR="002252B6" w:rsidRPr="00A37277">
        <w:rPr>
          <w:lang w:val="es-ES"/>
        </w:rPr>
        <w:t xml:space="preserve"> </w:t>
      </w:r>
    </w:p>
    <w:p w14:paraId="2E4BABE2" w14:textId="77777777" w:rsidR="001922A0" w:rsidRPr="00A37277" w:rsidRDefault="001922A0" w:rsidP="00683A34">
      <w:pPr>
        <w:rPr>
          <w:lang w:val="es-ES"/>
        </w:rPr>
      </w:pPr>
    </w:p>
    <w:p w14:paraId="280DBC45" w14:textId="694E2425" w:rsidR="00EB6B74" w:rsidRPr="00A37277" w:rsidRDefault="00EB6B74" w:rsidP="004A7E5F">
      <w:pPr>
        <w:ind w:left="992" w:hanging="425"/>
        <w:rPr>
          <w:u w:val="single"/>
          <w:lang w:val="es-ES"/>
        </w:rPr>
      </w:pPr>
      <w:r w:rsidRPr="00A37277">
        <w:rPr>
          <w:lang w:val="es-ES"/>
        </w:rPr>
        <w:t>1.</w:t>
      </w:r>
      <w:r w:rsidRPr="00A37277">
        <w:rPr>
          <w:lang w:val="es-ES"/>
        </w:rPr>
        <w:tab/>
      </w:r>
      <w:r w:rsidR="00A37277" w:rsidRPr="00A37277">
        <w:rPr>
          <w:color w:val="FF0000"/>
          <w:u w:val="single"/>
          <w:lang w:val="es-ES"/>
        </w:rPr>
        <w:t>lo que eres</w:t>
      </w:r>
    </w:p>
    <w:p w14:paraId="31FC5B44" w14:textId="77777777" w:rsidR="00EB6B74" w:rsidRPr="00A37277" w:rsidRDefault="00EB6B74" w:rsidP="004A7E5F">
      <w:pPr>
        <w:ind w:left="992" w:hanging="425"/>
        <w:rPr>
          <w:lang w:val="es-ES"/>
        </w:rPr>
      </w:pPr>
    </w:p>
    <w:p w14:paraId="3945FC05" w14:textId="02FF8342" w:rsidR="00EB6B74" w:rsidRPr="00A37277" w:rsidRDefault="00EB6B74" w:rsidP="004A7E5F">
      <w:pPr>
        <w:ind w:left="992" w:hanging="425"/>
        <w:rPr>
          <w:noProof/>
          <w:lang w:val="es-ES" w:eastAsia="sk-SK"/>
        </w:rPr>
      </w:pPr>
      <w:r w:rsidRPr="00A37277">
        <w:rPr>
          <w:noProof/>
          <w:lang w:val="es-ES" w:eastAsia="sk-SK"/>
        </w:rPr>
        <w:t>2.</w:t>
      </w:r>
      <w:r w:rsidRPr="00A37277">
        <w:rPr>
          <w:lang w:val="es-ES"/>
        </w:rPr>
        <w:tab/>
      </w:r>
      <w:r w:rsidR="00A37277" w:rsidRPr="00A37277">
        <w:rPr>
          <w:color w:val="FF0000"/>
          <w:u w:val="single"/>
          <w:lang w:val="es-ES"/>
        </w:rPr>
        <w:t>lo q</w:t>
      </w:r>
      <w:r w:rsidR="00A37277">
        <w:rPr>
          <w:color w:val="FF0000"/>
          <w:u w:val="single"/>
          <w:lang w:val="es-ES"/>
        </w:rPr>
        <w:t>ue sabes</w:t>
      </w:r>
    </w:p>
    <w:p w14:paraId="4CE22E1F" w14:textId="77777777" w:rsidR="00EB6B74" w:rsidRPr="00A37277" w:rsidRDefault="00EB6B74" w:rsidP="004A7E5F">
      <w:pPr>
        <w:ind w:left="992" w:hanging="425"/>
        <w:rPr>
          <w:noProof/>
          <w:lang w:val="es-ES" w:eastAsia="sk-SK"/>
        </w:rPr>
      </w:pPr>
    </w:p>
    <w:p w14:paraId="1C104117" w14:textId="53EDDE1B" w:rsidR="00EB6B74" w:rsidRPr="00A37277" w:rsidRDefault="00EB6B74" w:rsidP="004A7E5F">
      <w:pPr>
        <w:ind w:left="992" w:hanging="425"/>
        <w:rPr>
          <w:lang w:val="es-ES"/>
        </w:rPr>
      </w:pPr>
      <w:r w:rsidRPr="00A37277">
        <w:rPr>
          <w:noProof/>
          <w:lang w:val="es-ES" w:eastAsia="sk-SK"/>
        </w:rPr>
        <w:t>3.</w:t>
      </w:r>
      <w:r w:rsidRPr="00A37277">
        <w:rPr>
          <w:lang w:val="es-ES"/>
        </w:rPr>
        <w:tab/>
      </w:r>
      <w:r w:rsidR="00A37277">
        <w:rPr>
          <w:color w:val="FF0000"/>
          <w:u w:val="single"/>
          <w:lang w:val="es-ES"/>
        </w:rPr>
        <w:t>lo que tienes</w:t>
      </w:r>
    </w:p>
    <w:p w14:paraId="369DE36D" w14:textId="77777777" w:rsidR="00F01181" w:rsidRPr="00A37277" w:rsidRDefault="00F01181" w:rsidP="004A7E5F">
      <w:pPr>
        <w:ind w:left="992" w:hanging="425"/>
        <w:rPr>
          <w:noProof/>
          <w:lang w:val="es-ES" w:eastAsia="sk-SK"/>
        </w:rPr>
      </w:pPr>
    </w:p>
    <w:p w14:paraId="181AB58E" w14:textId="77777777" w:rsidR="00C148FD" w:rsidRPr="00A37277" w:rsidRDefault="00C148FD" w:rsidP="00BF590A">
      <w:pPr>
        <w:pStyle w:val="eLineBottom"/>
        <w:ind w:left="154"/>
        <w:rPr>
          <w:lang w:val="es-ES"/>
        </w:rPr>
      </w:pPr>
    </w:p>
    <w:p w14:paraId="53B3B9F6" w14:textId="77777777" w:rsidR="00C148FD" w:rsidRPr="00A37277" w:rsidRDefault="00C148FD" w:rsidP="00BF590A">
      <w:pPr>
        <w:ind w:left="154"/>
        <w:rPr>
          <w:lang w:val="es-ES"/>
        </w:rPr>
      </w:pPr>
    </w:p>
    <w:p w14:paraId="30F2071B" w14:textId="02798B7E" w:rsidR="00C148FD" w:rsidRPr="00A37277" w:rsidRDefault="00A37277" w:rsidP="00BF590A">
      <w:pPr>
        <w:pStyle w:val="eTask"/>
        <w:rPr>
          <w:lang w:val="es-ES"/>
        </w:rPr>
      </w:pPr>
      <w:r w:rsidRPr="00A37277">
        <w:rPr>
          <w:lang w:val="es-ES"/>
        </w:rPr>
        <w:t>Corrija el texto para que las siguientes afirmaciones sean verdaderas</w:t>
      </w:r>
    </w:p>
    <w:p w14:paraId="7322FA04" w14:textId="77777777" w:rsidR="00C6032E" w:rsidRPr="00A37277" w:rsidRDefault="00C6032E" w:rsidP="00C6032E">
      <w:pPr>
        <w:pStyle w:val="eTask"/>
        <w:numPr>
          <w:ilvl w:val="0"/>
          <w:numId w:val="0"/>
        </w:numPr>
        <w:ind w:left="720" w:hanging="360"/>
        <w:rPr>
          <w:lang w:val="es-ES"/>
        </w:rPr>
      </w:pPr>
    </w:p>
    <w:p w14:paraId="605AA0DF" w14:textId="20F5ED82" w:rsidR="00C6032E" w:rsidRPr="00A37277" w:rsidRDefault="00A37277" w:rsidP="00C6032E">
      <w:pPr>
        <w:pStyle w:val="eCheckBoxText"/>
        <w:spacing w:line="360" w:lineRule="auto"/>
        <w:ind w:left="708" w:firstLine="0"/>
        <w:rPr>
          <w:lang w:val="es-ES"/>
        </w:rPr>
      </w:pPr>
      <w:r w:rsidRPr="00A37277">
        <w:rPr>
          <w:lang w:val="es-ES"/>
        </w:rPr>
        <w:t xml:space="preserve">Una entidad o un grupo de entidades que buscan la autenticación utilizan un </w:t>
      </w:r>
      <m:oMath>
        <m:d>
          <m:dPr>
            <m:ctrlPr>
              <w:rPr>
                <w:rFonts w:ascii="Cambria Math" w:hAnsi="Cambria Math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lang w:val="es-ES"/>
                  </w:rPr>
                  <m:t>una característica distintiva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es-ES"/>
                  </w:rPr>
                  <m:t>una característica</m:t>
                </m:r>
              </m:e>
            </m:eqArr>
          </m:e>
        </m:d>
      </m:oMath>
      <w:r w:rsidR="00C6032E" w:rsidRPr="00A37277">
        <w:rPr>
          <w:lang w:val="es-ES"/>
        </w:rPr>
        <w:t xml:space="preserve"> </w:t>
      </w:r>
      <w:r w:rsidR="007562C0" w:rsidRPr="007562C0">
        <w:rPr>
          <w:lang w:val="es-ES"/>
        </w:rPr>
        <w:t>de la entidad o entidades autenticadas</w:t>
      </w:r>
      <w:r w:rsidR="00C6032E" w:rsidRPr="00A37277">
        <w:rPr>
          <w:lang w:val="es-ES"/>
        </w:rPr>
        <w:t>.</w:t>
      </w:r>
    </w:p>
    <w:p w14:paraId="0FDA6C59" w14:textId="688F79FC" w:rsidR="00C6032E" w:rsidRPr="007562C0" w:rsidRDefault="00084D11" w:rsidP="00C6032E">
      <w:pPr>
        <w:pStyle w:val="eCheckBoxText"/>
        <w:spacing w:line="360" w:lineRule="auto"/>
        <w:ind w:left="708" w:firstLine="0"/>
        <w:rPr>
          <w:lang w:val="es-ES"/>
        </w:rPr>
      </w:pPr>
      <w:r>
        <w:rPr>
          <w:lang w:val="es-ES"/>
        </w:rPr>
        <w:t>El proceso de autenticación</w:t>
      </w:r>
      <w:r w:rsidR="00C6032E" w:rsidRPr="007562C0">
        <w:rPr>
          <w:lang w:val="es-ES"/>
        </w:rPr>
        <w:t xml:space="preserve"> </w:t>
      </w:r>
      <m:oMath>
        <m:d>
          <m:dPr>
            <m:ctrlPr>
              <w:rPr>
                <w:rFonts w:ascii="Cambria Math" w:hAnsi="Cambria Math"/>
                <w:iCs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Cs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lang w:val="es-ES"/>
                  </w:rPr>
                  <m:t>incluye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es-ES"/>
                  </w:rPr>
                  <m:t>no incluye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 xml:space="preserve"> </m:t>
                </m:r>
              </m:e>
            </m:eqArr>
          </m:e>
        </m:d>
      </m:oMath>
      <w:r w:rsidR="00C6032E" w:rsidRPr="007562C0">
        <w:rPr>
          <w:lang w:val="es-ES"/>
        </w:rPr>
        <w:t xml:space="preserve"> </w:t>
      </w:r>
      <w:r w:rsidR="007562C0" w:rsidRPr="007562C0">
        <w:rPr>
          <w:lang w:val="es-ES"/>
        </w:rPr>
        <w:t>un autenticador y un mecanismo de autenticación</w:t>
      </w:r>
      <w:r w:rsidR="00C6032E" w:rsidRPr="007562C0">
        <w:rPr>
          <w:lang w:val="es-ES"/>
        </w:rPr>
        <w:t xml:space="preserve">. </w:t>
      </w:r>
    </w:p>
    <w:p w14:paraId="497B43EF" w14:textId="70422D36" w:rsidR="00C6032E" w:rsidRPr="00084D11" w:rsidRDefault="00084D11" w:rsidP="00C6032E">
      <w:pPr>
        <w:pStyle w:val="eCheckBoxText"/>
        <w:spacing w:line="360" w:lineRule="auto"/>
        <w:ind w:left="708" w:firstLine="0"/>
        <w:rPr>
          <w:lang w:val="es-ES"/>
        </w:rPr>
      </w:pPr>
      <w:r w:rsidRPr="00084D11">
        <w:rPr>
          <w:lang w:val="es-ES"/>
        </w:rPr>
        <w:t>La autenticación de "lo que sabes" implica</w:t>
      </w:r>
      <w:r>
        <w:rPr>
          <w:lang w:val="es-ES"/>
        </w:rPr>
        <w:t xml:space="preserve">  </w:t>
      </w:r>
      <m:oMath>
        <m:d>
          <m:dPr>
            <m:ctrlPr>
              <w:rPr>
                <w:rFonts w:ascii="Cambria Math" w:hAnsi="Cambria Math"/>
                <w:iCs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Cs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es-ES"/>
                  </w:rPr>
                  <m:t>huella digital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s-ES"/>
                  </w:rPr>
                  <m:t xml:space="preserve"> 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color w:val="FF0000"/>
                    <w:lang w:val="es-ES"/>
                  </w:rPr>
                  <m:t>contraseñas</m:t>
                </m:r>
                <m:ctrlPr>
                  <w:rPr>
                    <w:rFonts w:ascii="Cambria Math" w:eastAsia="Cambria Math" w:hAnsi="Cambria Math" w:cs="Cambria Math"/>
                    <w:iCs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  <w:strike/>
                    <w:lang w:val="es-ES"/>
                  </w:rPr>
                  <m:t>tarjetas inteligentes</m:t>
                </m:r>
              </m:e>
            </m:eqArr>
          </m:e>
        </m:d>
      </m:oMath>
      <w:r w:rsidR="002545D9" w:rsidRPr="00084D11">
        <w:rPr>
          <w:lang w:val="es-ES"/>
        </w:rPr>
        <w:t xml:space="preserve"> </w:t>
      </w:r>
      <w:r w:rsidRPr="00084D11">
        <w:rPr>
          <w:lang w:val="es-ES"/>
        </w:rPr>
        <w:t>en el proceso de autenticación</w:t>
      </w:r>
      <w:r w:rsidR="002545D9" w:rsidRPr="00084D11">
        <w:rPr>
          <w:lang w:val="es-ES"/>
        </w:rPr>
        <w:t>.</w:t>
      </w:r>
    </w:p>
    <w:p w14:paraId="338715C3" w14:textId="77777777" w:rsidR="00C6032E" w:rsidRPr="00084D11" w:rsidRDefault="00C6032E" w:rsidP="00C6032E">
      <w:pPr>
        <w:pStyle w:val="eTask"/>
        <w:numPr>
          <w:ilvl w:val="0"/>
          <w:numId w:val="0"/>
        </w:numPr>
        <w:ind w:left="720" w:hanging="360"/>
        <w:rPr>
          <w:lang w:val="es-ES"/>
        </w:rPr>
      </w:pPr>
    </w:p>
    <w:p w14:paraId="444E86D2" w14:textId="77777777" w:rsidR="006E598F" w:rsidRPr="00084D11" w:rsidRDefault="006E598F" w:rsidP="006E598F">
      <w:pPr>
        <w:pStyle w:val="eLineBottom"/>
        <w:ind w:left="154"/>
        <w:rPr>
          <w:lang w:val="es-ES"/>
        </w:rPr>
      </w:pPr>
    </w:p>
    <w:p w14:paraId="1396FE55" w14:textId="77777777" w:rsidR="00F1459B" w:rsidRPr="00084D11" w:rsidRDefault="00F1459B" w:rsidP="00F1459B">
      <w:pPr>
        <w:rPr>
          <w:lang w:val="es-ES"/>
        </w:rPr>
      </w:pPr>
    </w:p>
    <w:p w14:paraId="7B8388B4" w14:textId="23B815BF" w:rsidR="00164D05" w:rsidRPr="00A37277" w:rsidRDefault="00A37277" w:rsidP="00164D05">
      <w:pPr>
        <w:pStyle w:val="eTask"/>
        <w:rPr>
          <w:lang w:val="es-ES"/>
        </w:rPr>
      </w:pPr>
      <w:r w:rsidRPr="00A37277">
        <w:rPr>
          <w:lang w:val="es-ES"/>
        </w:rPr>
        <w:t>Elige las palabras correctas de la lista y escríbelas en la imagen para describir cómo funciona salted hash</w:t>
      </w:r>
      <w:r w:rsidR="00164D05" w:rsidRPr="00A37277">
        <w:rPr>
          <w:lang w:val="es-ES"/>
        </w:rPr>
        <w:t>.</w:t>
      </w:r>
    </w:p>
    <w:p w14:paraId="002066C4" w14:textId="2DE9295C" w:rsidR="00164D05" w:rsidRPr="0029783D" w:rsidRDefault="001C4AC0" w:rsidP="00164D05">
      <w:pPr>
        <w:rPr>
          <w:noProof/>
          <w:sz w:val="22"/>
          <w:szCs w:val="22"/>
        </w:rPr>
      </w:pPr>
      <w:r w:rsidRPr="0029783D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29BD375" wp14:editId="156C4329">
                <wp:simplePos x="0" y="0"/>
                <wp:positionH relativeFrom="column">
                  <wp:posOffset>1982213</wp:posOffset>
                </wp:positionH>
                <wp:positionV relativeFrom="paragraph">
                  <wp:posOffset>88523</wp:posOffset>
                </wp:positionV>
                <wp:extent cx="857320" cy="513567"/>
                <wp:effectExtent l="0" t="0" r="0" b="0"/>
                <wp:wrapNone/>
                <wp:docPr id="22" name="PoljeZBesedilom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EC7E98DA-3DB8-4DA0-B50A-E31217C97A8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320" cy="513567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FC00DF0" w14:textId="39D05073" w:rsidR="00164D05" w:rsidRPr="0029783D" w:rsidRDefault="00164D05" w:rsidP="001C4AC0">
                            <w:pPr>
                              <w:jc w:val="center"/>
                              <w:rPr>
                                <w:color w:val="FF000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9783D">
                              <w:rPr>
                                <w:color w:val="FF000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sal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9BD375" id="_x0000_t202" coordsize="21600,21600" o:spt="202" path="m,l,21600r21600,l21600,xe">
                <v:stroke joinstyle="miter"/>
                <v:path gradientshapeok="t" o:connecttype="rect"/>
              </v:shapetype>
              <v:shape id="PoljeZBesedilom 21" o:spid="_x0000_s1026" type="#_x0000_t202" style="position:absolute;margin-left:156.1pt;margin-top:6.95pt;width:67.5pt;height:40.4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" filled="f" stroked="f">
                <v:textbox>
                  <w:txbxContent>
                    <w:p w14:paraId="1FC00DF0" w14:textId="39D05073" w:rsidR="00164D05" w:rsidRPr="0029783D" w:rsidRDefault="00164D05" w:rsidP="001C4AC0">
                      <w:pPr>
                        <w:jc w:val="center"/>
                        <w:rPr>
                          <w:color w:val="FF0000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 w:rsidRPr="0029783D">
                        <w:rPr>
                          <w:color w:val="FF0000"/>
                          <w:kern w:val="24"/>
                          <w:sz w:val="28"/>
                          <w:szCs w:val="28"/>
                          <w:lang w:val="en-US"/>
                        </w:rPr>
                        <w:t>sal</w:t>
                      </w:r>
                    </w:p>
                  </w:txbxContent>
                </v:textbox>
              </v:shape>
            </w:pict>
          </mc:Fallback>
        </mc:AlternateContent>
      </w:r>
      <w:r w:rsidR="00A655EE" w:rsidRPr="0029783D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53BB02B" wp14:editId="144F6B10">
                <wp:simplePos x="0" y="0"/>
                <wp:positionH relativeFrom="column">
                  <wp:posOffset>1839073</wp:posOffset>
                </wp:positionH>
                <wp:positionV relativeFrom="paragraph">
                  <wp:posOffset>105949</wp:posOffset>
                </wp:positionV>
                <wp:extent cx="1081413" cy="512445"/>
                <wp:effectExtent l="0" t="0" r="23495" b="20955"/>
                <wp:wrapNone/>
                <wp:docPr id="18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1413" cy="5124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4F81D8F" id="Pravokotnik: zaokroženi vogali 9" o:spid="_x0000_s1026" style="position:absolute;margin-left:144.8pt;margin-top:8.35pt;width:85.15pt;height:40.3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" filled="f" strokecolor="black [3213]" strokeweight="1pt">
                <v:stroke joinstyle="miter"/>
              </v:roundrect>
            </w:pict>
          </mc:Fallback>
        </mc:AlternateContent>
      </w:r>
      <w:r w:rsidR="00A655EE" w:rsidRPr="0029783D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8C1D380" wp14:editId="0EDF41F4">
                <wp:simplePos x="0" y="0"/>
                <wp:positionH relativeFrom="column">
                  <wp:posOffset>582452</wp:posOffset>
                </wp:positionH>
                <wp:positionV relativeFrom="paragraph">
                  <wp:posOffset>114900</wp:posOffset>
                </wp:positionV>
                <wp:extent cx="1081413" cy="512445"/>
                <wp:effectExtent l="0" t="0" r="23495" b="20955"/>
                <wp:wrapNone/>
                <wp:docPr id="8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1413" cy="5124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E44189" id="Pravokotnik: zaokroženi vogali 9" o:spid="_x0000_s1026" style="position:absolute;margin-left:45.85pt;margin-top:9.05pt;width:85.15pt;height:40.3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" filled="f" strokecolor="black [3213]" strokeweight="1pt">
                <v:stroke joinstyle="miter"/>
              </v:roundrect>
            </w:pict>
          </mc:Fallback>
        </mc:AlternateContent>
      </w:r>
      <w:r w:rsidR="00164D05" w:rsidRPr="0029783D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C7202CD" wp14:editId="4919A0BF">
                <wp:simplePos x="0" y="0"/>
                <wp:positionH relativeFrom="column">
                  <wp:posOffset>582452</wp:posOffset>
                </wp:positionH>
                <wp:positionV relativeFrom="paragraph">
                  <wp:posOffset>114899</wp:posOffset>
                </wp:positionV>
                <wp:extent cx="994254" cy="517743"/>
                <wp:effectExtent l="0" t="0" r="0" b="0"/>
                <wp:wrapNone/>
                <wp:docPr id="20" name="PoljeZBesedilom 19">
                  <a:extLst xmlns:a="http://schemas.openxmlformats.org/drawingml/2006/main">
                    <a:ext uri="{FF2B5EF4-FFF2-40B4-BE49-F238E27FC236}">
                      <a16:creationId xmlns:a16="http://schemas.microsoft.com/office/drawing/2014/main" id="{AA02A293-42B5-4776-98A0-1DD7D22187F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4254" cy="517743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A87D756" w14:textId="1CC7CD2E" w:rsidR="00164D05" w:rsidRPr="0029783D" w:rsidRDefault="00A37277" w:rsidP="00A655EE">
                            <w:pPr>
                              <w:jc w:val="center"/>
                              <w:rPr>
                                <w:color w:val="FF000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color w:val="FF000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contraseña</w:t>
                            </w:r>
                            <w:proofErr w:type="spellEnd"/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7202CD" id="PoljeZBesedilom 19" o:spid="_x0000_s1027" type="#_x0000_t202" style="position:absolute;margin-left:45.85pt;margin-top:9.05pt;width:78.3pt;height:40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" filled="f" stroked="f">
                <v:textbox>
                  <w:txbxContent>
                    <w:p w14:paraId="6A87D756" w14:textId="1CC7CD2E" w:rsidR="00164D05" w:rsidRPr="0029783D" w:rsidRDefault="00A37277" w:rsidP="00A655EE">
                      <w:pPr>
                        <w:jc w:val="center"/>
                        <w:rPr>
                          <w:color w:val="FF0000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proofErr w:type="spellStart"/>
                      <w:r>
                        <w:rPr>
                          <w:color w:val="FF0000"/>
                          <w:kern w:val="24"/>
                          <w:sz w:val="28"/>
                          <w:szCs w:val="28"/>
                          <w:lang w:val="en-US"/>
                        </w:rPr>
                        <w:t>contraseña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14:paraId="76132CF7" w14:textId="3EF090A0" w:rsidR="00164D05" w:rsidRPr="00A37277" w:rsidRDefault="00164D05" w:rsidP="00164D05">
      <w:pPr>
        <w:rPr>
          <w:sz w:val="22"/>
          <w:szCs w:val="22"/>
          <w:lang w:val="es-ES"/>
        </w:rPr>
      </w:pPr>
      <w:r w:rsidRPr="0029783D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9CF9DAA" wp14:editId="4CE03A6E">
                <wp:simplePos x="0" y="0"/>
                <wp:positionH relativeFrom="column">
                  <wp:posOffset>1649730</wp:posOffset>
                </wp:positionH>
                <wp:positionV relativeFrom="paragraph">
                  <wp:posOffset>979170</wp:posOffset>
                </wp:positionV>
                <wp:extent cx="1350615" cy="369332"/>
                <wp:effectExtent l="0" t="0" r="0" b="0"/>
                <wp:wrapNone/>
                <wp:docPr id="4" name="PoljeZBesedilo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0615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105B054" w14:textId="2861A493" w:rsidR="00164D05" w:rsidRPr="0029783D" w:rsidRDefault="00164D05" w:rsidP="00164D05">
                            <w:pPr>
                              <w:jc w:val="center"/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9783D"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qwe963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CF9DAA" id="PoljeZBesedilom 6" o:spid="_x0000_s1028" type="#_x0000_t202" style="position:absolute;margin-left:129.9pt;margin-top:77.1pt;width:106.35pt;height:29.1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" filled="f" stroked="f">
                <v:textbox style="mso-fit-shape-to-text:t">
                  <w:txbxContent>
                    <w:p w14:paraId="2105B054" w14:textId="2861A493" w:rsidR="00164D05" w:rsidRPr="0029783D" w:rsidRDefault="00164D05" w:rsidP="00164D05">
                      <w:pPr>
                        <w:jc w:val="center"/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 w:rsidRPr="0029783D"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qwe963</w:t>
                      </w:r>
                    </w:p>
                  </w:txbxContent>
                </v:textbox>
              </v:shape>
            </w:pict>
          </mc:Fallback>
        </mc:AlternateContent>
      </w:r>
      <w:r w:rsidRPr="0029783D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12E663A" wp14:editId="7C1497DB">
                <wp:simplePos x="0" y="0"/>
                <wp:positionH relativeFrom="column">
                  <wp:posOffset>2313940</wp:posOffset>
                </wp:positionH>
                <wp:positionV relativeFrom="paragraph">
                  <wp:posOffset>559435</wp:posOffset>
                </wp:positionV>
                <wp:extent cx="11353" cy="419917"/>
                <wp:effectExtent l="38100" t="0" r="65405" b="56515"/>
                <wp:wrapNone/>
                <wp:docPr id="24" name="Raven puščični povezovalnik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10DAC0D-BEC4-4F09-B315-1F10E50A1D0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353" cy="419917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1E21323" id="_x0000_t32" coordsize="21600,21600" o:spt="32" o:oned="t" path="m,l21600,21600e" filled="f">
                <v:path arrowok="t" fillok="f" o:connecttype="none"/>
                <o:lock v:ext="edit" shapetype="t"/>
              </v:shapetype>
              <v:shape id="Raven puščični povezovalnik 23" o:spid="_x0000_s1026" type="#_x0000_t32" style="position:absolute;margin-left:182.2pt;margin-top:44.05pt;width:.9pt;height:33.0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" strokecolor="black [3200]" strokeweight="1pt">
                <v:stroke endarrow="block" joinstyle="miter"/>
                <o:lock v:ext="edit" shapetype="f"/>
              </v:shape>
            </w:pict>
          </mc:Fallback>
        </mc:AlternateContent>
      </w:r>
    </w:p>
    <w:p w14:paraId="58B0EFAC" w14:textId="77777777" w:rsidR="00164D05" w:rsidRPr="00A37277" w:rsidRDefault="00164D05" w:rsidP="00164D05">
      <w:pPr>
        <w:rPr>
          <w:sz w:val="22"/>
          <w:szCs w:val="22"/>
          <w:lang w:val="es-ES"/>
        </w:rPr>
      </w:pPr>
    </w:p>
    <w:p w14:paraId="16E78FF3" w14:textId="77777777" w:rsidR="00164D05" w:rsidRPr="00A37277" w:rsidRDefault="00164D05" w:rsidP="00164D05">
      <w:pPr>
        <w:rPr>
          <w:sz w:val="22"/>
          <w:szCs w:val="22"/>
          <w:lang w:val="es-ES"/>
        </w:rPr>
      </w:pPr>
    </w:p>
    <w:p w14:paraId="4C8A176C" w14:textId="77777777" w:rsidR="00164D05" w:rsidRPr="00A37277" w:rsidRDefault="00164D05" w:rsidP="00164D05">
      <w:pPr>
        <w:rPr>
          <w:sz w:val="22"/>
          <w:szCs w:val="22"/>
          <w:lang w:val="es-ES"/>
        </w:rPr>
      </w:pPr>
      <w:r w:rsidRPr="0029783D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D12B621" wp14:editId="11E1D659">
                <wp:simplePos x="0" y="0"/>
                <wp:positionH relativeFrom="column">
                  <wp:posOffset>898230</wp:posOffset>
                </wp:positionH>
                <wp:positionV relativeFrom="paragraph">
                  <wp:posOffset>3314</wp:posOffset>
                </wp:positionV>
                <wp:extent cx="183711" cy="394133"/>
                <wp:effectExtent l="38100" t="0" r="26035" b="63500"/>
                <wp:wrapNone/>
                <wp:docPr id="23" name="Raven puščični povezovalnik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809EB64-E0E2-42AD-9194-6CA753ABB1C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83711" cy="394133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E7B914" id="Raven puščični povezovalnik 22" o:spid="_x0000_s1026" type="#_x0000_t32" style="position:absolute;margin-left:70.75pt;margin-top:.25pt;width:14.45pt;height:31.05pt;flip:x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" strokecolor="black [3200]" strokeweight="1pt">
                <v:stroke endarrow="block" joinstyle="miter"/>
                <o:lock v:ext="edit" shapetype="f"/>
              </v:shape>
            </w:pict>
          </mc:Fallback>
        </mc:AlternateContent>
      </w:r>
    </w:p>
    <w:p w14:paraId="68B16246" w14:textId="77777777" w:rsidR="00164D05" w:rsidRPr="00A37277" w:rsidRDefault="00164D05" w:rsidP="00164D05">
      <w:pPr>
        <w:rPr>
          <w:sz w:val="22"/>
          <w:szCs w:val="22"/>
          <w:lang w:val="es-ES"/>
        </w:rPr>
      </w:pPr>
    </w:p>
    <w:p w14:paraId="781401AD" w14:textId="77777777" w:rsidR="00164D05" w:rsidRPr="00A37277" w:rsidRDefault="00164D05" w:rsidP="00164D05">
      <w:pPr>
        <w:rPr>
          <w:sz w:val="22"/>
          <w:szCs w:val="22"/>
          <w:lang w:val="es-ES"/>
        </w:rPr>
      </w:pPr>
      <w:r w:rsidRPr="0029783D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E8DD51" wp14:editId="437F1CC1">
                <wp:simplePos x="0" y="0"/>
                <wp:positionH relativeFrom="column">
                  <wp:posOffset>243466</wp:posOffset>
                </wp:positionH>
                <wp:positionV relativeFrom="paragraph">
                  <wp:posOffset>96564</wp:posOffset>
                </wp:positionV>
                <wp:extent cx="1350615" cy="369332"/>
                <wp:effectExtent l="0" t="0" r="0" b="0"/>
                <wp:wrapNone/>
                <wp:docPr id="6" name="PoljeZBesedilom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1C3A61-7D9B-4621-B0B6-50CCA42F71F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0615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454DA4F" w14:textId="0929CF0F" w:rsidR="00164D05" w:rsidRPr="0029783D" w:rsidRDefault="00164D05" w:rsidP="00164D05">
                            <w:pPr>
                              <w:jc w:val="center"/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9783D"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abc123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E8DD51" id="PoljeZBesedilom 5" o:spid="_x0000_s1029" type="#_x0000_t202" style="position:absolute;margin-left:19.15pt;margin-top:7.6pt;width:106.35pt;height:29.1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" filled="f" stroked="f">
                <v:textbox style="mso-fit-shape-to-text:t">
                  <w:txbxContent>
                    <w:p w14:paraId="2454DA4F" w14:textId="0929CF0F" w:rsidR="00164D05" w:rsidRPr="0029783D" w:rsidRDefault="00164D05" w:rsidP="00164D05">
                      <w:pPr>
                        <w:jc w:val="center"/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 w:rsidRPr="0029783D"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abc123</w:t>
                      </w:r>
                    </w:p>
                  </w:txbxContent>
                </v:textbox>
              </v:shape>
            </w:pict>
          </mc:Fallback>
        </mc:AlternateContent>
      </w:r>
    </w:p>
    <w:p w14:paraId="3291396B" w14:textId="77777777" w:rsidR="00164D05" w:rsidRPr="00A37277" w:rsidRDefault="00164D05" w:rsidP="00164D05">
      <w:pPr>
        <w:rPr>
          <w:sz w:val="22"/>
          <w:szCs w:val="22"/>
          <w:lang w:val="es-ES"/>
        </w:rPr>
      </w:pPr>
    </w:p>
    <w:p w14:paraId="0854832F" w14:textId="77777777" w:rsidR="00164D05" w:rsidRPr="00A37277" w:rsidRDefault="00164D05" w:rsidP="00164D05">
      <w:pPr>
        <w:rPr>
          <w:sz w:val="22"/>
          <w:szCs w:val="22"/>
          <w:lang w:val="es-ES"/>
        </w:rPr>
      </w:pPr>
    </w:p>
    <w:p w14:paraId="2D39563A" w14:textId="77777777" w:rsidR="00164D05" w:rsidRPr="00A37277" w:rsidRDefault="00164D05" w:rsidP="00164D05">
      <w:pPr>
        <w:rPr>
          <w:sz w:val="22"/>
          <w:szCs w:val="22"/>
          <w:lang w:val="es-ES"/>
        </w:rPr>
      </w:pPr>
      <w:r w:rsidRPr="0029783D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E7EF805" wp14:editId="67FDC4D6">
                <wp:simplePos x="0" y="0"/>
                <wp:positionH relativeFrom="column">
                  <wp:posOffset>939165</wp:posOffset>
                </wp:positionH>
                <wp:positionV relativeFrom="paragraph">
                  <wp:posOffset>33655</wp:posOffset>
                </wp:positionV>
                <wp:extent cx="263525" cy="704215"/>
                <wp:effectExtent l="0" t="0" r="60325" b="57785"/>
                <wp:wrapNone/>
                <wp:docPr id="17" name="Raven puščični povezovalnik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5774EA9-767E-443C-8DE8-F1D85109621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3525" cy="704215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F52ACA1" id="Raven puščični povezovalnik 22" o:spid="_x0000_s1026" type="#_x0000_t32" style="position:absolute;margin-left:73.95pt;margin-top:2.65pt;width:20.75pt;height:55.4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" strokecolor="black [3200]" strokeweight="1pt">
                <v:stroke endarrow="block" joinstyle="miter"/>
                <o:lock v:ext="edit" shapetype="f"/>
              </v:shape>
            </w:pict>
          </mc:Fallback>
        </mc:AlternateContent>
      </w:r>
      <w:r w:rsidRPr="0029783D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D752AAD" wp14:editId="62F2D5A9">
                <wp:simplePos x="0" y="0"/>
                <wp:positionH relativeFrom="column">
                  <wp:posOffset>1437292</wp:posOffset>
                </wp:positionH>
                <wp:positionV relativeFrom="paragraph">
                  <wp:posOffset>34168</wp:posOffset>
                </wp:positionV>
                <wp:extent cx="1041349" cy="696680"/>
                <wp:effectExtent l="38100" t="0" r="26035" b="65405"/>
                <wp:wrapNone/>
                <wp:docPr id="19" name="Raven puščični povezovalnik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DCB0A86-1176-4E45-A0D6-57ECC56FCF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041349" cy="69668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55DACE6" id="Raven puščični povezovalnik 22" o:spid="_x0000_s1026" type="#_x0000_t32" style="position:absolute;margin-left:113.15pt;margin-top:2.7pt;width:82pt;height:54.85pt;flip:x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" strokecolor="black [3200]" strokeweight="1pt">
                <v:stroke endarrow="block" joinstyle="miter"/>
                <o:lock v:ext="edit" shapetype="f"/>
              </v:shape>
            </w:pict>
          </mc:Fallback>
        </mc:AlternateContent>
      </w:r>
    </w:p>
    <w:p w14:paraId="0BADB2BC" w14:textId="77777777" w:rsidR="00164D05" w:rsidRPr="00A37277" w:rsidRDefault="00164D05" w:rsidP="00164D05">
      <w:pPr>
        <w:rPr>
          <w:sz w:val="22"/>
          <w:szCs w:val="22"/>
          <w:lang w:val="es-ES"/>
        </w:rPr>
      </w:pPr>
    </w:p>
    <w:p w14:paraId="21AE8A99" w14:textId="77777777" w:rsidR="00164D05" w:rsidRPr="00A37277" w:rsidRDefault="00164D05" w:rsidP="00164D05">
      <w:pPr>
        <w:rPr>
          <w:sz w:val="22"/>
          <w:szCs w:val="22"/>
          <w:lang w:val="es-ES"/>
        </w:rPr>
      </w:pPr>
    </w:p>
    <w:p w14:paraId="4007E12E" w14:textId="77777777" w:rsidR="00164D05" w:rsidRPr="00A37277" w:rsidRDefault="00164D05" w:rsidP="00164D05">
      <w:pPr>
        <w:rPr>
          <w:sz w:val="22"/>
          <w:szCs w:val="22"/>
          <w:lang w:val="es-ES"/>
        </w:rPr>
      </w:pPr>
      <w:r w:rsidRPr="0029783D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8FB91AF" wp14:editId="06109F86">
                <wp:simplePos x="0" y="0"/>
                <wp:positionH relativeFrom="column">
                  <wp:posOffset>2450048</wp:posOffset>
                </wp:positionH>
                <wp:positionV relativeFrom="paragraph">
                  <wp:posOffset>3758</wp:posOffset>
                </wp:positionV>
                <wp:extent cx="1348717" cy="742946"/>
                <wp:effectExtent l="0" t="0" r="23495" b="19685"/>
                <wp:wrapNone/>
                <wp:docPr id="10" name="Pravokotnik: zaokroženi vogali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280268-842B-49CE-88BA-D5E2CA1F4F0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8717" cy="742946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0E828BA3" id="Pravokotnik: zaokroženi vogali 9" o:spid="_x0000_s1026" style="position:absolute;margin-left:192.9pt;margin-top:.3pt;width:106.2pt;height:58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" filled="f" strokecolor="black [3213]" strokeweight="1pt">
                <v:stroke joinstyle="miter"/>
              </v:roundrect>
            </w:pict>
          </mc:Fallback>
        </mc:AlternateContent>
      </w:r>
    </w:p>
    <w:p w14:paraId="09567423" w14:textId="77777777" w:rsidR="00164D05" w:rsidRPr="00A37277" w:rsidRDefault="00164D05" w:rsidP="00164D05">
      <w:pPr>
        <w:rPr>
          <w:sz w:val="22"/>
          <w:szCs w:val="22"/>
          <w:lang w:val="es-ES"/>
        </w:rPr>
      </w:pPr>
      <w:r w:rsidRPr="0029783D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6C48CF4" wp14:editId="7D604C19">
                <wp:simplePos x="0" y="0"/>
                <wp:positionH relativeFrom="column">
                  <wp:posOffset>2496820</wp:posOffset>
                </wp:positionH>
                <wp:positionV relativeFrom="paragraph">
                  <wp:posOffset>66441</wp:posOffset>
                </wp:positionV>
                <wp:extent cx="1264734" cy="523220"/>
                <wp:effectExtent l="0" t="0" r="0" b="0"/>
                <wp:wrapNone/>
                <wp:docPr id="3" name="PoljeZBesedilom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4734" cy="52322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D88A849" w14:textId="768A7C52" w:rsidR="00164D05" w:rsidRPr="0029783D" w:rsidRDefault="00A37277" w:rsidP="00164D05">
                            <w:pPr>
                              <w:jc w:val="center"/>
                              <w:rPr>
                                <w:color w:val="FF000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color w:val="FF000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función</w:t>
                            </w:r>
                            <w:proofErr w:type="spellEnd"/>
                            <w:r>
                              <w:rPr>
                                <w:color w:val="FF000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="00164D05" w:rsidRPr="0029783D">
                              <w:rPr>
                                <w:color w:val="FF0000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hash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C48CF4" id="PoljeZBesedilom 10" o:spid="_x0000_s1030" type="#_x0000_t202" style="position:absolute;margin-left:196.6pt;margin-top:5.25pt;width:99.6pt;height:41.2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" filled="f" stroked="f">
                <v:textbox style="mso-fit-shape-to-text:t">
                  <w:txbxContent>
                    <w:p w14:paraId="6D88A849" w14:textId="768A7C52" w:rsidR="00164D05" w:rsidRPr="0029783D" w:rsidRDefault="00A37277" w:rsidP="00164D05">
                      <w:pPr>
                        <w:jc w:val="center"/>
                        <w:rPr>
                          <w:color w:val="FF0000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proofErr w:type="spellStart"/>
                      <w:r>
                        <w:rPr>
                          <w:color w:val="FF0000"/>
                          <w:kern w:val="24"/>
                          <w:sz w:val="28"/>
                          <w:szCs w:val="28"/>
                          <w:lang w:val="en-US"/>
                        </w:rPr>
                        <w:t>función</w:t>
                      </w:r>
                      <w:proofErr w:type="spellEnd"/>
                      <w:r>
                        <w:rPr>
                          <w:color w:val="FF0000"/>
                          <w:kern w:val="24"/>
                          <w:sz w:val="28"/>
                          <w:szCs w:val="28"/>
                          <w:lang w:val="en-US"/>
                        </w:rPr>
                        <w:t xml:space="preserve"> </w:t>
                      </w:r>
                      <w:r w:rsidR="00164D05" w:rsidRPr="0029783D">
                        <w:rPr>
                          <w:color w:val="FF0000"/>
                          <w:kern w:val="24"/>
                          <w:sz w:val="28"/>
                          <w:szCs w:val="28"/>
                          <w:lang w:val="en-US"/>
                        </w:rPr>
                        <w:t>hash</w:t>
                      </w:r>
                    </w:p>
                  </w:txbxContent>
                </v:textbox>
              </v:shape>
            </w:pict>
          </mc:Fallback>
        </mc:AlternateContent>
      </w:r>
      <w:r w:rsidRPr="0029783D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25444A7" wp14:editId="25DAB853">
                <wp:simplePos x="0" y="0"/>
                <wp:positionH relativeFrom="column">
                  <wp:posOffset>4478046</wp:posOffset>
                </wp:positionH>
                <wp:positionV relativeFrom="paragraph">
                  <wp:posOffset>5550</wp:posOffset>
                </wp:positionV>
                <wp:extent cx="1987463" cy="368935"/>
                <wp:effectExtent l="0" t="0" r="0" b="0"/>
                <wp:wrapNone/>
                <wp:docPr id="15" name="PoljeZBesedilom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B24E9E3-A62B-4760-AB69-A23AB1C3AE9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7463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CEB61A9" w14:textId="77777777" w:rsidR="00164D05" w:rsidRPr="0029783D" w:rsidRDefault="00164D05" w:rsidP="00164D05">
                            <w:pPr>
                              <w:jc w:val="center"/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9783D"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5ede2394533faa2ff9e809bc8be124e3a50907a6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5444A7" id="PoljeZBesedilom 14" o:spid="_x0000_s1031" type="#_x0000_t202" style="position:absolute;margin-left:352.6pt;margin-top:.45pt;width:156.5pt;height:29.0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" filled="f" stroked="f">
                <v:textbox style="mso-fit-shape-to-text:t">
                  <w:txbxContent>
                    <w:p w14:paraId="3CEB61A9" w14:textId="77777777" w:rsidR="00164D05" w:rsidRPr="0029783D" w:rsidRDefault="00164D05" w:rsidP="00164D05">
                      <w:pPr>
                        <w:jc w:val="center"/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 w:rsidRPr="0029783D"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5ede2394533faa2ff9e809bc8be124e3a50907a6</w:t>
                      </w:r>
                    </w:p>
                  </w:txbxContent>
                </v:textbox>
              </v:shape>
            </w:pict>
          </mc:Fallback>
        </mc:AlternateContent>
      </w:r>
      <w:r w:rsidRPr="0029783D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2DE1328" wp14:editId="2C91B88E">
                <wp:simplePos x="0" y="0"/>
                <wp:positionH relativeFrom="column">
                  <wp:posOffset>283923</wp:posOffset>
                </wp:positionH>
                <wp:positionV relativeFrom="paragraph">
                  <wp:posOffset>137621</wp:posOffset>
                </wp:positionV>
                <wp:extent cx="2098564" cy="369332"/>
                <wp:effectExtent l="0" t="0" r="0" b="0"/>
                <wp:wrapNone/>
                <wp:docPr id="9" name="PoljeZBesedilom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1CB0BE2-EE19-45D1-9C91-8FA686808C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564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D9B2B22" w14:textId="179EE88B" w:rsidR="00164D05" w:rsidRPr="0029783D" w:rsidRDefault="00164D05" w:rsidP="00164D05">
                            <w:pPr>
                              <w:jc w:val="center"/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9783D"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abc123qwe963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DE1328" id="PoljeZBesedilom 8" o:spid="_x0000_s1032" type="#_x0000_t202" style="position:absolute;margin-left:22.35pt;margin-top:10.85pt;width:165.25pt;height:29.1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" filled="f" stroked="f">
                <v:textbox style="mso-fit-shape-to-text:t">
                  <w:txbxContent>
                    <w:p w14:paraId="1D9B2B22" w14:textId="179EE88B" w:rsidR="00164D05" w:rsidRPr="0029783D" w:rsidRDefault="00164D05" w:rsidP="00164D05">
                      <w:pPr>
                        <w:jc w:val="center"/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 w:rsidRPr="0029783D"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abc123qwe963</w:t>
                      </w:r>
                    </w:p>
                  </w:txbxContent>
                </v:textbox>
              </v:shape>
            </w:pict>
          </mc:Fallback>
        </mc:AlternateContent>
      </w:r>
    </w:p>
    <w:p w14:paraId="54B20EB2" w14:textId="77777777" w:rsidR="00164D05" w:rsidRPr="00A37277" w:rsidRDefault="00164D05" w:rsidP="00164D05">
      <w:pPr>
        <w:rPr>
          <w:sz w:val="22"/>
          <w:szCs w:val="22"/>
          <w:lang w:val="es-ES"/>
        </w:rPr>
      </w:pPr>
      <w:r w:rsidRPr="0029783D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D61DCF3" wp14:editId="5E664D69">
                <wp:simplePos x="0" y="0"/>
                <wp:positionH relativeFrom="column">
                  <wp:posOffset>3922317</wp:posOffset>
                </wp:positionH>
                <wp:positionV relativeFrom="paragraph">
                  <wp:posOffset>100895</wp:posOffset>
                </wp:positionV>
                <wp:extent cx="599018" cy="0"/>
                <wp:effectExtent l="0" t="76200" r="10795" b="95250"/>
                <wp:wrapNone/>
                <wp:docPr id="5" name="Raven puščični povezovalni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9018" cy="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35E4FB4" id="Raven puščični povezovalnik 11" o:spid="_x0000_s1026" type="#_x0000_t32" style="position:absolute;margin-left:308.85pt;margin-top:7.95pt;width:47.15pt;height:0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" strokecolor="black [3200]" strokeweight="1pt">
                <v:stroke endarrow="block" joinstyle="miter"/>
                <o:lock v:ext="edit" shapetype="f"/>
              </v:shape>
            </w:pict>
          </mc:Fallback>
        </mc:AlternateContent>
      </w:r>
      <w:r w:rsidRPr="0029783D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5B4AE28" wp14:editId="4F89F56B">
                <wp:simplePos x="0" y="0"/>
                <wp:positionH relativeFrom="column">
                  <wp:posOffset>1980226</wp:posOffset>
                </wp:positionH>
                <wp:positionV relativeFrom="paragraph">
                  <wp:posOffset>121041</wp:posOffset>
                </wp:positionV>
                <wp:extent cx="448624" cy="0"/>
                <wp:effectExtent l="0" t="76200" r="27940" b="95250"/>
                <wp:wrapNone/>
                <wp:docPr id="16" name="Raven puščični povezovalnik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A9C3865-AF2F-4AB0-A0C0-DA598588641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48624" cy="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209C8D1" id="Raven puščični povezovalnik 15" o:spid="_x0000_s1026" type="#_x0000_t32" style="position:absolute;margin-left:155.9pt;margin-top:9.55pt;width:35.3pt;height:0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" strokecolor="black [3200]" strokeweight="1pt">
                <v:stroke endarrow="block" joinstyle="miter"/>
                <o:lock v:ext="edit" shapetype="f"/>
              </v:shape>
            </w:pict>
          </mc:Fallback>
        </mc:AlternateContent>
      </w:r>
    </w:p>
    <w:p w14:paraId="4DEAB468" w14:textId="77777777" w:rsidR="00164D05" w:rsidRPr="00A37277" w:rsidRDefault="00164D05" w:rsidP="00164D05">
      <w:pPr>
        <w:rPr>
          <w:sz w:val="22"/>
          <w:szCs w:val="22"/>
          <w:lang w:val="es-ES"/>
        </w:rPr>
      </w:pPr>
    </w:p>
    <w:p w14:paraId="4017C948" w14:textId="77777777" w:rsidR="00164D05" w:rsidRPr="00A37277" w:rsidRDefault="00164D05" w:rsidP="00164D05">
      <w:pPr>
        <w:rPr>
          <w:sz w:val="22"/>
          <w:szCs w:val="22"/>
          <w:lang w:val="es-ES"/>
        </w:rPr>
      </w:pPr>
    </w:p>
    <w:p w14:paraId="6B919E47" w14:textId="30B30531" w:rsidR="00164D05" w:rsidRPr="00A37277" w:rsidRDefault="00A37277" w:rsidP="00164D05">
      <w:pPr>
        <w:rPr>
          <w:lang w:val="es-ES"/>
        </w:rPr>
      </w:pPr>
      <w:r w:rsidRPr="00A37277">
        <w:rPr>
          <w:lang w:val="es-ES"/>
        </w:rPr>
        <w:t>Opciones: sal, contraseña, función hash</w:t>
      </w:r>
    </w:p>
    <w:p w14:paraId="2D917B63" w14:textId="77777777" w:rsidR="00164D05" w:rsidRPr="00A37277" w:rsidRDefault="00164D05" w:rsidP="00164D05">
      <w:pPr>
        <w:pStyle w:val="eTask"/>
        <w:numPr>
          <w:ilvl w:val="0"/>
          <w:numId w:val="0"/>
        </w:numPr>
        <w:ind w:left="720"/>
        <w:rPr>
          <w:lang w:val="es-ES"/>
        </w:rPr>
      </w:pPr>
    </w:p>
    <w:p w14:paraId="6D347FC8" w14:textId="3B3106F5" w:rsidR="00063674" w:rsidRPr="00084D11" w:rsidRDefault="00084D11" w:rsidP="009C3A3C">
      <w:pPr>
        <w:pStyle w:val="eTask"/>
        <w:rPr>
          <w:lang w:val="es-ES"/>
        </w:rPr>
      </w:pPr>
      <w:r w:rsidRPr="00084D11">
        <w:rPr>
          <w:lang w:val="es-ES"/>
        </w:rPr>
        <w:lastRenderedPageBreak/>
        <w:t>Asigna los términos de la columna de la izquierda a las descripciones correspondientes de la derecha</w:t>
      </w:r>
      <w:r w:rsidR="00063674" w:rsidRPr="00084D11">
        <w:rPr>
          <w:lang w:val="es-ES"/>
        </w:rPr>
        <w:t>.</w:t>
      </w:r>
    </w:p>
    <w:p w14:paraId="249DDE31" w14:textId="24876755" w:rsidR="00FA7826" w:rsidRPr="00084D11" w:rsidRDefault="00FA7826" w:rsidP="00FA7826">
      <w:pPr>
        <w:pStyle w:val="eTask"/>
        <w:numPr>
          <w:ilvl w:val="0"/>
          <w:numId w:val="0"/>
        </w:numPr>
        <w:ind w:left="720" w:hanging="360"/>
        <w:rPr>
          <w:lang w:val="es-ES"/>
        </w:rPr>
      </w:pPr>
    </w:p>
    <w:p w14:paraId="45560DBF" w14:textId="75BEE141" w:rsidR="00FA7826" w:rsidRPr="00084D11" w:rsidRDefault="00FA7826" w:rsidP="00FA7826">
      <w:pPr>
        <w:pStyle w:val="eCheckBoxText"/>
        <w:spacing w:line="360" w:lineRule="auto"/>
        <w:ind w:left="154"/>
        <w:jc w:val="both"/>
        <w:rPr>
          <w:sz w:val="22"/>
          <w:lang w:val="es-ES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1"/>
        <w:gridCol w:w="3650"/>
        <w:gridCol w:w="2925"/>
      </w:tblGrid>
      <w:tr w:rsidR="00FA7826" w:rsidRPr="00A67360" w14:paraId="2B858D39" w14:textId="77777777" w:rsidTr="00FA7826">
        <w:trPr>
          <w:trHeight w:val="828"/>
        </w:trPr>
        <w:tc>
          <w:tcPr>
            <w:tcW w:w="20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15A34A0" w14:textId="0380C664" w:rsidR="00FA7826" w:rsidRPr="00A67360" w:rsidRDefault="00FA7826" w:rsidP="00E86AB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>
              <w:rPr>
                <w:lang w:val="en-US"/>
              </w:rPr>
              <w:t>Salted hash</w:t>
            </w:r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A1A89A" w14:textId="54DBFA83" w:rsidR="00FA7826" w:rsidRPr="00A67360" w:rsidRDefault="00FA7826" w:rsidP="00E86ABB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66AF6422" wp14:editId="4EA7A8DE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1699895</wp:posOffset>
                      </wp:positionV>
                      <wp:extent cx="2229485" cy="1073785"/>
                      <wp:effectExtent l="0" t="0" r="37465" b="31115"/>
                      <wp:wrapNone/>
                      <wp:docPr id="11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29485" cy="107378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8A23CAC" id="3 Conector recto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35pt,133.85pt" to="173.2pt,2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0CE0AE9" w14:textId="6143CD48" w:rsidR="00FA7826" w:rsidRPr="00084D11" w:rsidRDefault="00084D11" w:rsidP="002545D9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084D11">
              <w:rPr>
                <w:lang w:val="es-ES"/>
              </w:rPr>
              <w:t>Una contraseña se almacena en un formato especial</w:t>
            </w:r>
            <w:r w:rsidR="00FA7826" w:rsidRPr="00084D11">
              <w:rPr>
                <w:lang w:val="es-ES"/>
              </w:rPr>
              <w:t xml:space="preserve">. </w:t>
            </w:r>
          </w:p>
        </w:tc>
      </w:tr>
      <w:tr w:rsidR="00FA7826" w:rsidRPr="00A67360" w14:paraId="64CBCFB3" w14:textId="77777777" w:rsidTr="00FA7826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8791DC" w14:textId="77777777" w:rsidR="00FA7826" w:rsidRPr="00084D11" w:rsidRDefault="00FA7826" w:rsidP="00E86AB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369B6" w14:textId="1EF541E9" w:rsidR="00FA7826" w:rsidRPr="00084D11" w:rsidRDefault="00FA7826" w:rsidP="00E86AB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2B14DA" w14:textId="77777777" w:rsidR="00FA7826" w:rsidRPr="00084D11" w:rsidRDefault="00FA7826" w:rsidP="00E86AB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FA7826" w:rsidRPr="00A67360" w14:paraId="3426ADB4" w14:textId="77777777" w:rsidTr="00FA7826">
        <w:trPr>
          <w:trHeight w:val="828"/>
        </w:trPr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046E" w14:textId="133E7DF2" w:rsidR="00FA7826" w:rsidRPr="00A67360" w:rsidRDefault="00084D11" w:rsidP="00FA7826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Contraseñas</w:t>
            </w:r>
            <w:proofErr w:type="spellEnd"/>
            <w:r>
              <w:rPr>
                <w:lang w:val="en-US"/>
              </w:rPr>
              <w:t xml:space="preserve"> hash</w:t>
            </w:r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72DA35" w14:textId="048E354B" w:rsidR="00FA7826" w:rsidRPr="00A67360" w:rsidRDefault="00FA7826" w:rsidP="00FA7826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A265A5E" wp14:editId="38E75634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-495935</wp:posOffset>
                      </wp:positionV>
                      <wp:extent cx="2228850" cy="1732915"/>
                      <wp:effectExtent l="0" t="0" r="19050" b="19685"/>
                      <wp:wrapNone/>
                      <wp:docPr id="13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228850" cy="173291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87398C4" id="3 Conector recto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35pt,-39.05pt" to="173.15pt,9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2A12F9" w14:textId="0C157192" w:rsidR="00FA7826" w:rsidRPr="00980C2F" w:rsidRDefault="00980C2F" w:rsidP="00FA7826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980C2F">
              <w:rPr>
                <w:lang w:val="es-ES"/>
              </w:rPr>
              <w:t>Un tipo especial de ataque de contraseña de fuerza bruta</w:t>
            </w:r>
            <w:r w:rsidR="002545D9" w:rsidRPr="00980C2F">
              <w:rPr>
                <w:lang w:val="es-ES"/>
              </w:rPr>
              <w:t>.</w:t>
            </w:r>
          </w:p>
        </w:tc>
      </w:tr>
      <w:tr w:rsidR="00FA7826" w:rsidRPr="00A67360" w14:paraId="4EAE0C46" w14:textId="77777777" w:rsidTr="00FA7826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E2A4A9" w14:textId="77777777" w:rsidR="00FA7826" w:rsidRPr="00980C2F" w:rsidRDefault="00FA7826" w:rsidP="00FA7826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3D22A" w14:textId="5FAB1DB0" w:rsidR="00FA7826" w:rsidRPr="00980C2F" w:rsidRDefault="00FA7826" w:rsidP="00FA7826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328F3E" w14:textId="77777777" w:rsidR="00FA7826" w:rsidRPr="00980C2F" w:rsidRDefault="00FA7826" w:rsidP="00FA7826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FA7826" w:rsidRPr="00A67360" w14:paraId="64FF4A03" w14:textId="77777777" w:rsidTr="00FA7826">
        <w:trPr>
          <w:trHeight w:val="828"/>
        </w:trPr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AF9A" w14:textId="15729ACE" w:rsidR="00FA7826" w:rsidRPr="00A67360" w:rsidRDefault="00084D11" w:rsidP="00FA7826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Ataque</w:t>
            </w:r>
            <w:proofErr w:type="spellEnd"/>
            <w:r>
              <w:rPr>
                <w:lang w:val="en-US"/>
              </w:rPr>
              <w:t xml:space="preserve"> de </w:t>
            </w:r>
            <w:proofErr w:type="spellStart"/>
            <w:r>
              <w:rPr>
                <w:lang w:val="en-US"/>
              </w:rPr>
              <w:t>diccionario</w:t>
            </w:r>
            <w:proofErr w:type="spellEnd"/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725614" w14:textId="3AC4FFBB" w:rsidR="00FA7826" w:rsidRPr="00A67360" w:rsidRDefault="00FA7826" w:rsidP="00FA7826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bookmarkStart w:id="1" w:name="_GoBack"/>
            <w:bookmarkEnd w:id="1"/>
            <w:r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8F1EA88" wp14:editId="460901E8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-1590675</wp:posOffset>
                      </wp:positionV>
                      <wp:extent cx="2305685" cy="754380"/>
                      <wp:effectExtent l="0" t="0" r="37465" b="26670"/>
                      <wp:wrapNone/>
                      <wp:docPr id="14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305685" cy="75438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6FBD69" id="3 Conector recto" o:spid="_x0000_s1026" style="position:absolute;flip:y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35pt,-125.25pt" to="179.2pt,-6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5CFA69" w14:textId="3AC5769B" w:rsidR="00FA7826" w:rsidRPr="00980C2F" w:rsidRDefault="00980C2F" w:rsidP="00FA7826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980C2F">
              <w:rPr>
                <w:lang w:val="es-ES"/>
              </w:rPr>
              <w:t>Se combina una contraseña y un conjunto aleatorio de caracteres y luego se almacenan en un formato especial</w:t>
            </w:r>
            <w:r w:rsidR="00FA7826" w:rsidRPr="00980C2F">
              <w:rPr>
                <w:lang w:val="es-ES"/>
              </w:rPr>
              <w:t>.</w:t>
            </w:r>
          </w:p>
        </w:tc>
      </w:tr>
      <w:tr w:rsidR="00FA7826" w:rsidRPr="00A67360" w14:paraId="19DE13D6" w14:textId="77777777" w:rsidTr="00FA7826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C733F3" w14:textId="77777777" w:rsidR="00FA7826" w:rsidRPr="00980C2F" w:rsidRDefault="00FA7826" w:rsidP="00FA7826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0C977" w14:textId="77777777" w:rsidR="00FA7826" w:rsidRPr="00980C2F" w:rsidRDefault="00FA7826" w:rsidP="00FA7826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DDD26B" w14:textId="77777777" w:rsidR="00FA7826" w:rsidRPr="00980C2F" w:rsidRDefault="00FA7826" w:rsidP="00FA7826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es-ES"/>
              </w:rPr>
            </w:pPr>
          </w:p>
        </w:tc>
      </w:tr>
      <w:tr w:rsidR="00FA7826" w:rsidRPr="00A67360" w14:paraId="0BDF9AA7" w14:textId="77777777" w:rsidTr="00FA7826">
        <w:trPr>
          <w:trHeight w:val="828"/>
        </w:trPr>
        <w:tc>
          <w:tcPr>
            <w:tcW w:w="20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7ABBEB9" w14:textId="39952625" w:rsidR="00FA7826" w:rsidRPr="00A67360" w:rsidRDefault="00084D11" w:rsidP="00FA7826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Ataque</w:t>
            </w:r>
            <w:proofErr w:type="spellEnd"/>
            <w:r>
              <w:rPr>
                <w:lang w:val="en-US"/>
              </w:rPr>
              <w:t xml:space="preserve"> de table Rainbow</w:t>
            </w:r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C0B213" w14:textId="04E944BD" w:rsidR="00FA7826" w:rsidRPr="00A67360" w:rsidRDefault="00FA7826" w:rsidP="00FA7826">
            <w:pPr>
              <w:pStyle w:val="eCheckBoxText"/>
              <w:ind w:left="0" w:firstLine="0"/>
              <w:contextualSpacing/>
              <w:jc w:val="center"/>
              <w:rPr>
                <w:lang w:val="en-US"/>
              </w:rPr>
            </w:pPr>
            <w:r w:rsidRPr="007959F2">
              <w:rPr>
                <w:b/>
                <w:noProof/>
                <w:lang w:val="en-US" w:eastAsia="en-US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555EEAAF" wp14:editId="74709F25">
                      <wp:simplePos x="0" y="0"/>
                      <wp:positionH relativeFrom="column">
                        <wp:posOffset>-29845</wp:posOffset>
                      </wp:positionH>
                      <wp:positionV relativeFrom="paragraph">
                        <wp:posOffset>-1832610</wp:posOffset>
                      </wp:positionV>
                      <wp:extent cx="2228850" cy="1866265"/>
                      <wp:effectExtent l="0" t="0" r="19050" b="19685"/>
                      <wp:wrapNone/>
                      <wp:docPr id="12" name="3 Conector rect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28850" cy="186626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864715" id="3 Conector recto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.35pt,-144.3pt" to="173.15pt,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" strokecolor="red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57C47EA" w14:textId="673CF381" w:rsidR="00FA7826" w:rsidRPr="00980C2F" w:rsidRDefault="00980C2F" w:rsidP="002545D9">
            <w:pPr>
              <w:pStyle w:val="eCheckBoxText"/>
              <w:ind w:left="0" w:firstLine="0"/>
              <w:contextualSpacing/>
              <w:jc w:val="center"/>
              <w:rPr>
                <w:lang w:val="es-ES"/>
              </w:rPr>
            </w:pPr>
            <w:r w:rsidRPr="00980C2F">
              <w:rPr>
                <w:lang w:val="es-ES"/>
              </w:rPr>
              <w:t xml:space="preserve">Un atacante intenta </w:t>
            </w:r>
            <w:r>
              <w:rPr>
                <w:lang w:val="es-ES"/>
              </w:rPr>
              <w:t>entrar</w:t>
            </w:r>
            <w:r w:rsidRPr="00980C2F">
              <w:rPr>
                <w:lang w:val="es-ES"/>
              </w:rPr>
              <w:t xml:space="preserve"> a un sistema protegido por contraseña usando un conjunto de palabras</w:t>
            </w:r>
            <w:r w:rsidR="00FA7826" w:rsidRPr="00980C2F">
              <w:rPr>
                <w:lang w:val="es-ES"/>
              </w:rPr>
              <w:t xml:space="preserve">. </w:t>
            </w:r>
          </w:p>
        </w:tc>
      </w:tr>
    </w:tbl>
    <w:p w14:paraId="5EDFA8A8" w14:textId="77777777" w:rsidR="00FA7826" w:rsidRPr="00980C2F" w:rsidRDefault="00FA7826" w:rsidP="00FA7826">
      <w:pPr>
        <w:pStyle w:val="eTask"/>
        <w:numPr>
          <w:ilvl w:val="0"/>
          <w:numId w:val="0"/>
        </w:numPr>
        <w:ind w:left="720" w:hanging="360"/>
        <w:rPr>
          <w:lang w:val="es-ES"/>
        </w:rPr>
      </w:pPr>
    </w:p>
    <w:p w14:paraId="6F38785C" w14:textId="77777777" w:rsidR="00A21409" w:rsidRPr="00980C2F" w:rsidRDefault="00A21409" w:rsidP="004A7E5F">
      <w:pPr>
        <w:pStyle w:val="eLineBottom"/>
        <w:ind w:left="154"/>
        <w:rPr>
          <w:lang w:val="es-ES"/>
        </w:rPr>
      </w:pPr>
    </w:p>
    <w:p w14:paraId="646E46B9" w14:textId="77777777" w:rsidR="00F1459B" w:rsidRPr="00980C2F" w:rsidRDefault="00F1459B" w:rsidP="004A7E5F">
      <w:pPr>
        <w:rPr>
          <w:lang w:val="es-ES"/>
        </w:rPr>
      </w:pPr>
    </w:p>
    <w:p w14:paraId="759C1739" w14:textId="592C340C" w:rsidR="009C3A3C" w:rsidRPr="000126EA" w:rsidRDefault="000126EA" w:rsidP="009C3A3C">
      <w:pPr>
        <w:pStyle w:val="eTask"/>
        <w:rPr>
          <w:lang w:val="es-ES"/>
        </w:rPr>
      </w:pPr>
      <w:r w:rsidRPr="000126EA">
        <w:rPr>
          <w:lang w:val="es-ES"/>
        </w:rPr>
        <w:t>Enumera al menos 3 administradores de contraseñas</w:t>
      </w:r>
      <w:r w:rsidR="009C3A3C" w:rsidRPr="000126EA">
        <w:rPr>
          <w:lang w:val="es-ES"/>
        </w:rPr>
        <w:t>.</w:t>
      </w:r>
    </w:p>
    <w:p w14:paraId="0033D4C1" w14:textId="77777777" w:rsidR="009C3A3C" w:rsidRPr="000126EA" w:rsidRDefault="009C3A3C" w:rsidP="009C3A3C">
      <w:pPr>
        <w:pStyle w:val="eCheckBoxText"/>
        <w:spacing w:line="360" w:lineRule="auto"/>
        <w:ind w:left="154"/>
        <w:jc w:val="both"/>
        <w:rPr>
          <w:u w:val="single"/>
          <w:lang w:val="es-ES"/>
        </w:rPr>
      </w:pPr>
    </w:p>
    <w:bookmarkEnd w:id="0"/>
    <w:p w14:paraId="1E38A80B" w14:textId="77777777" w:rsidR="0037508F" w:rsidRDefault="0037508F" w:rsidP="0037508F">
      <w:pPr>
        <w:pStyle w:val="Odstavecseseznamem"/>
        <w:numPr>
          <w:ilvl w:val="0"/>
          <w:numId w:val="14"/>
        </w:numPr>
        <w:rPr>
          <w:color w:val="FF0000"/>
          <w:u w:val="single"/>
          <w:lang w:val="en-US"/>
        </w:rPr>
      </w:pPr>
      <w:r w:rsidRPr="0037508F">
        <w:rPr>
          <w:color w:val="FF0000"/>
          <w:u w:val="single"/>
          <w:lang w:val="en-US"/>
        </w:rPr>
        <w:t>LastPass</w:t>
      </w:r>
    </w:p>
    <w:p w14:paraId="7184CA1A" w14:textId="77777777" w:rsidR="00514303" w:rsidRDefault="00514303" w:rsidP="00514303">
      <w:pPr>
        <w:pStyle w:val="Odstavecseseznamem"/>
        <w:ind w:left="786"/>
        <w:rPr>
          <w:color w:val="FF0000"/>
          <w:u w:val="single"/>
          <w:lang w:val="en-US"/>
        </w:rPr>
      </w:pPr>
    </w:p>
    <w:p w14:paraId="274BA79E" w14:textId="77777777" w:rsidR="0037508F" w:rsidRDefault="0037508F" w:rsidP="0037508F">
      <w:pPr>
        <w:pStyle w:val="Odstavecseseznamem"/>
        <w:numPr>
          <w:ilvl w:val="0"/>
          <w:numId w:val="14"/>
        </w:numPr>
        <w:rPr>
          <w:color w:val="FF0000"/>
          <w:u w:val="single"/>
          <w:lang w:val="en-US"/>
        </w:rPr>
      </w:pPr>
      <w:proofErr w:type="spellStart"/>
      <w:r w:rsidRPr="0037508F">
        <w:rPr>
          <w:color w:val="FF0000"/>
          <w:u w:val="single"/>
          <w:lang w:val="en-US"/>
        </w:rPr>
        <w:t>Dashlane</w:t>
      </w:r>
      <w:proofErr w:type="spellEnd"/>
    </w:p>
    <w:p w14:paraId="54F033A8" w14:textId="77777777" w:rsidR="00514303" w:rsidRPr="00514303" w:rsidRDefault="00514303" w:rsidP="00514303">
      <w:pPr>
        <w:rPr>
          <w:color w:val="FF0000"/>
          <w:u w:val="single"/>
          <w:lang w:val="en-US"/>
        </w:rPr>
      </w:pPr>
    </w:p>
    <w:p w14:paraId="29293DBF" w14:textId="77777777" w:rsidR="0037508F" w:rsidRDefault="0037508F" w:rsidP="0037508F">
      <w:pPr>
        <w:pStyle w:val="Odstavecseseznamem"/>
        <w:numPr>
          <w:ilvl w:val="0"/>
          <w:numId w:val="14"/>
        </w:numPr>
        <w:rPr>
          <w:color w:val="FF0000"/>
          <w:u w:val="single"/>
          <w:lang w:val="en-US"/>
        </w:rPr>
      </w:pPr>
      <w:r w:rsidRPr="0037508F">
        <w:rPr>
          <w:color w:val="FF0000"/>
          <w:u w:val="single"/>
          <w:lang w:val="en-US"/>
        </w:rPr>
        <w:t>1Password</w:t>
      </w:r>
    </w:p>
    <w:p w14:paraId="2529A205" w14:textId="77777777" w:rsidR="00514303" w:rsidRPr="00514303" w:rsidRDefault="00514303" w:rsidP="00514303">
      <w:pPr>
        <w:rPr>
          <w:color w:val="FF0000"/>
          <w:u w:val="single"/>
          <w:lang w:val="en-US"/>
        </w:rPr>
      </w:pPr>
    </w:p>
    <w:p w14:paraId="1563EC24" w14:textId="5AC74184" w:rsidR="009C3A3C" w:rsidRPr="0037508F" w:rsidRDefault="0037508F" w:rsidP="0037508F">
      <w:pPr>
        <w:pStyle w:val="Odstavecseseznamem"/>
        <w:numPr>
          <w:ilvl w:val="0"/>
          <w:numId w:val="14"/>
        </w:numPr>
        <w:rPr>
          <w:color w:val="FF0000"/>
          <w:u w:val="single"/>
          <w:lang w:val="en-US"/>
        </w:rPr>
      </w:pPr>
      <w:r w:rsidRPr="0037508F">
        <w:rPr>
          <w:color w:val="FF0000"/>
          <w:u w:val="single"/>
          <w:lang w:val="en-US"/>
        </w:rPr>
        <w:t>KeePass</w:t>
      </w:r>
    </w:p>
    <w:sectPr w:rsidR="009C3A3C" w:rsidRPr="0037508F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CAA93A" w14:textId="77777777" w:rsidR="00495D93" w:rsidRDefault="00495D93" w:rsidP="00861A1A">
      <w:r>
        <w:separator/>
      </w:r>
    </w:p>
  </w:endnote>
  <w:endnote w:type="continuationSeparator" w:id="0">
    <w:p w14:paraId="1A6031FA" w14:textId="77777777" w:rsidR="00495D93" w:rsidRDefault="00495D93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36414F11" w14:textId="77777777" w:rsidTr="00CA51B5">
      <w:tc>
        <w:tcPr>
          <w:tcW w:w="2518" w:type="dxa"/>
        </w:tcPr>
        <w:p w14:paraId="2E3F32F1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602B9BD1" wp14:editId="04058DA7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6F863392" w14:textId="77777777" w:rsidR="00845CB0" w:rsidRPr="00845CB0" w:rsidRDefault="00845CB0" w:rsidP="00845CB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r w:rsidRPr="00845CB0">
            <w:rPr>
              <w:sz w:val="16"/>
              <w:szCs w:val="16"/>
              <w:lang w:val="en-US"/>
            </w:rPr>
            <w:t xml:space="preserve">El </w:t>
          </w:r>
          <w:proofErr w:type="spellStart"/>
          <w:r w:rsidRPr="00845CB0">
            <w:rPr>
              <w:sz w:val="16"/>
              <w:szCs w:val="16"/>
              <w:lang w:val="en-US"/>
            </w:rPr>
            <w:t>presente</w:t>
          </w:r>
          <w:proofErr w:type="spellEnd"/>
          <w:r w:rsidRPr="00845CB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845CB0">
            <w:rPr>
              <w:sz w:val="16"/>
              <w:szCs w:val="16"/>
              <w:lang w:val="en-US"/>
            </w:rPr>
            <w:t>proyecto</w:t>
          </w:r>
          <w:proofErr w:type="spellEnd"/>
          <w:r w:rsidRPr="00845CB0">
            <w:rPr>
              <w:sz w:val="16"/>
              <w:szCs w:val="16"/>
              <w:lang w:val="en-US"/>
            </w:rPr>
            <w:t xml:space="preserve"> ha </w:t>
          </w:r>
          <w:proofErr w:type="spellStart"/>
          <w:r w:rsidRPr="00845CB0">
            <w:rPr>
              <w:sz w:val="16"/>
              <w:szCs w:val="16"/>
              <w:lang w:val="en-US"/>
            </w:rPr>
            <w:t>sido</w:t>
          </w:r>
          <w:proofErr w:type="spellEnd"/>
          <w:r w:rsidRPr="00845CB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845CB0">
            <w:rPr>
              <w:sz w:val="16"/>
              <w:szCs w:val="16"/>
              <w:lang w:val="en-US"/>
            </w:rPr>
            <w:t>financiado</w:t>
          </w:r>
          <w:proofErr w:type="spellEnd"/>
          <w:r w:rsidRPr="00845CB0">
            <w:rPr>
              <w:sz w:val="16"/>
              <w:szCs w:val="16"/>
              <w:lang w:val="en-US"/>
            </w:rPr>
            <w:t xml:space="preserve"> con el </w:t>
          </w:r>
          <w:proofErr w:type="spellStart"/>
          <w:r w:rsidRPr="00845CB0">
            <w:rPr>
              <w:sz w:val="16"/>
              <w:szCs w:val="16"/>
              <w:lang w:val="en-US"/>
            </w:rPr>
            <w:t>apoyo</w:t>
          </w:r>
          <w:proofErr w:type="spellEnd"/>
          <w:r w:rsidRPr="00845CB0">
            <w:rPr>
              <w:sz w:val="16"/>
              <w:szCs w:val="16"/>
              <w:lang w:val="en-US"/>
            </w:rPr>
            <w:t xml:space="preserve"> de la </w:t>
          </w:r>
          <w:proofErr w:type="spellStart"/>
          <w:r w:rsidRPr="00845CB0">
            <w:rPr>
              <w:sz w:val="16"/>
              <w:szCs w:val="16"/>
              <w:lang w:val="en-US"/>
            </w:rPr>
            <w:t>Comisión</w:t>
          </w:r>
          <w:proofErr w:type="spellEnd"/>
          <w:r w:rsidRPr="00845CB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845CB0">
            <w:rPr>
              <w:sz w:val="16"/>
              <w:szCs w:val="16"/>
              <w:lang w:val="en-US"/>
            </w:rPr>
            <w:t>Europea</w:t>
          </w:r>
          <w:proofErr w:type="spellEnd"/>
          <w:r w:rsidRPr="00845CB0">
            <w:rPr>
              <w:sz w:val="16"/>
              <w:szCs w:val="16"/>
              <w:lang w:val="en-US"/>
            </w:rPr>
            <w:t>.</w:t>
          </w:r>
        </w:p>
        <w:p w14:paraId="06D86257" w14:textId="0A75580F" w:rsidR="00BF5E09" w:rsidRPr="004A7E5F" w:rsidRDefault="00845CB0" w:rsidP="00845CB0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845CB0">
            <w:rPr>
              <w:sz w:val="16"/>
              <w:szCs w:val="16"/>
              <w:lang w:val="en-US"/>
            </w:rPr>
            <w:t>Esta</w:t>
          </w:r>
          <w:proofErr w:type="spellEnd"/>
          <w:r w:rsidRPr="00845CB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845CB0">
            <w:rPr>
              <w:sz w:val="16"/>
              <w:szCs w:val="16"/>
              <w:lang w:val="en-US"/>
            </w:rPr>
            <w:t>publicación</w:t>
          </w:r>
          <w:proofErr w:type="spellEnd"/>
          <w:r w:rsidRPr="00845CB0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845CB0">
            <w:rPr>
              <w:sz w:val="16"/>
              <w:szCs w:val="16"/>
              <w:lang w:val="en-US"/>
            </w:rPr>
            <w:t>comunicación</w:t>
          </w:r>
          <w:proofErr w:type="spellEnd"/>
          <w:r w:rsidRPr="00845CB0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845CB0">
            <w:rPr>
              <w:sz w:val="16"/>
              <w:szCs w:val="16"/>
              <w:lang w:val="en-US"/>
            </w:rPr>
            <w:t>es</w:t>
          </w:r>
          <w:proofErr w:type="spellEnd"/>
          <w:r w:rsidRPr="00845CB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845CB0">
            <w:rPr>
              <w:sz w:val="16"/>
              <w:szCs w:val="16"/>
              <w:lang w:val="en-US"/>
            </w:rPr>
            <w:t>responsabilidad</w:t>
          </w:r>
          <w:proofErr w:type="spellEnd"/>
          <w:r w:rsidRPr="00845CB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845CB0">
            <w:rPr>
              <w:sz w:val="16"/>
              <w:szCs w:val="16"/>
              <w:lang w:val="en-US"/>
            </w:rPr>
            <w:t>exclusiva</w:t>
          </w:r>
          <w:proofErr w:type="spellEnd"/>
          <w:r w:rsidRPr="00845CB0">
            <w:rPr>
              <w:sz w:val="16"/>
              <w:szCs w:val="16"/>
              <w:lang w:val="en-US"/>
            </w:rPr>
            <w:t xml:space="preserve"> de </w:t>
          </w:r>
          <w:proofErr w:type="spellStart"/>
          <w:r w:rsidRPr="00845CB0">
            <w:rPr>
              <w:sz w:val="16"/>
              <w:szCs w:val="16"/>
              <w:lang w:val="en-US"/>
            </w:rPr>
            <w:t>su</w:t>
          </w:r>
          <w:proofErr w:type="spellEnd"/>
          <w:r w:rsidRPr="00845CB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845CB0">
            <w:rPr>
              <w:sz w:val="16"/>
              <w:szCs w:val="16"/>
              <w:lang w:val="en-US"/>
            </w:rPr>
            <w:t>autor</w:t>
          </w:r>
          <w:proofErr w:type="spellEnd"/>
          <w:r w:rsidRPr="00845CB0">
            <w:rPr>
              <w:sz w:val="16"/>
              <w:szCs w:val="16"/>
              <w:lang w:val="en-US"/>
            </w:rPr>
            <w:t xml:space="preserve">. La </w:t>
          </w:r>
          <w:proofErr w:type="spellStart"/>
          <w:r w:rsidRPr="00845CB0">
            <w:rPr>
              <w:sz w:val="16"/>
              <w:szCs w:val="16"/>
              <w:lang w:val="en-US"/>
            </w:rPr>
            <w:t>Comisión</w:t>
          </w:r>
          <w:proofErr w:type="spellEnd"/>
          <w:r w:rsidRPr="00845CB0">
            <w:rPr>
              <w:sz w:val="16"/>
              <w:szCs w:val="16"/>
              <w:lang w:val="en-US"/>
            </w:rPr>
            <w:t xml:space="preserve"> no </w:t>
          </w:r>
          <w:proofErr w:type="spellStart"/>
          <w:r w:rsidRPr="00845CB0">
            <w:rPr>
              <w:sz w:val="16"/>
              <w:szCs w:val="16"/>
              <w:lang w:val="en-US"/>
            </w:rPr>
            <w:t>es</w:t>
          </w:r>
          <w:proofErr w:type="spellEnd"/>
          <w:r w:rsidRPr="00845CB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845CB0">
            <w:rPr>
              <w:sz w:val="16"/>
              <w:szCs w:val="16"/>
              <w:lang w:val="en-US"/>
            </w:rPr>
            <w:t>responsable</w:t>
          </w:r>
          <w:proofErr w:type="spellEnd"/>
          <w:r w:rsidRPr="00845CB0">
            <w:rPr>
              <w:sz w:val="16"/>
              <w:szCs w:val="16"/>
              <w:lang w:val="en-US"/>
            </w:rPr>
            <w:t xml:space="preserve"> del </w:t>
          </w:r>
          <w:proofErr w:type="spellStart"/>
          <w:r w:rsidRPr="00845CB0">
            <w:rPr>
              <w:sz w:val="16"/>
              <w:szCs w:val="16"/>
              <w:lang w:val="en-US"/>
            </w:rPr>
            <w:t>uso</w:t>
          </w:r>
          <w:proofErr w:type="spellEnd"/>
          <w:r w:rsidRPr="00845CB0">
            <w:rPr>
              <w:sz w:val="16"/>
              <w:szCs w:val="16"/>
              <w:lang w:val="en-US"/>
            </w:rPr>
            <w:t xml:space="preserve"> que </w:t>
          </w:r>
          <w:proofErr w:type="spellStart"/>
          <w:r w:rsidRPr="00845CB0">
            <w:rPr>
              <w:sz w:val="16"/>
              <w:szCs w:val="16"/>
              <w:lang w:val="en-US"/>
            </w:rPr>
            <w:t>pueda</w:t>
          </w:r>
          <w:proofErr w:type="spellEnd"/>
          <w:r w:rsidRPr="00845CB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845CB0">
            <w:rPr>
              <w:sz w:val="16"/>
              <w:szCs w:val="16"/>
              <w:lang w:val="en-US"/>
            </w:rPr>
            <w:t>hacerse</w:t>
          </w:r>
          <w:proofErr w:type="spellEnd"/>
          <w:r w:rsidRPr="00845CB0">
            <w:rPr>
              <w:sz w:val="16"/>
              <w:szCs w:val="16"/>
              <w:lang w:val="en-US"/>
            </w:rPr>
            <w:t xml:space="preserve"> de la </w:t>
          </w:r>
          <w:proofErr w:type="spellStart"/>
          <w:r w:rsidRPr="00845CB0">
            <w:rPr>
              <w:sz w:val="16"/>
              <w:szCs w:val="16"/>
              <w:lang w:val="en-US"/>
            </w:rPr>
            <w:t>información</w:t>
          </w:r>
          <w:proofErr w:type="spellEnd"/>
          <w:r w:rsidRPr="00845CB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845CB0">
            <w:rPr>
              <w:sz w:val="16"/>
              <w:szCs w:val="16"/>
              <w:lang w:val="en-US"/>
            </w:rPr>
            <w:t>aquí</w:t>
          </w:r>
          <w:proofErr w:type="spellEnd"/>
          <w:r w:rsidRPr="00845CB0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845CB0">
            <w:rPr>
              <w:sz w:val="16"/>
              <w:szCs w:val="16"/>
              <w:lang w:val="en-US"/>
            </w:rPr>
            <w:t>difundida</w:t>
          </w:r>
          <w:proofErr w:type="spellEnd"/>
          <w:r w:rsidRPr="00845CB0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14:paraId="52E5D151" w14:textId="77777777" w:rsidTr="00CA51B5">
      <w:tc>
        <w:tcPr>
          <w:tcW w:w="8472" w:type="dxa"/>
          <w:gridSpan w:val="2"/>
        </w:tcPr>
        <w:p w14:paraId="02830025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76A92B0F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559BEC5D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7012E" w14:textId="77777777" w:rsidR="00495D93" w:rsidRDefault="00495D93" w:rsidP="00861A1A">
      <w:r>
        <w:separator/>
      </w:r>
    </w:p>
  </w:footnote>
  <w:footnote w:type="continuationSeparator" w:id="0">
    <w:p w14:paraId="27A8ED5A" w14:textId="77777777" w:rsidR="00495D93" w:rsidRDefault="00495D93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B6E2F" w14:textId="77777777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46AC22E3" wp14:editId="54C33741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3F623C" w:rsidRPr="002B41A8">
      <w:rPr>
        <w:rFonts w:ascii="Calibri" w:hAnsi="Calibri"/>
        <w:b/>
        <w:smallCaps/>
        <w:noProof/>
      </w:rPr>
      <w:t>WORKSHEET</w:t>
    </w:r>
  </w:p>
  <w:p w14:paraId="568ED691" w14:textId="08C4CC08" w:rsidR="00C148FD" w:rsidRPr="00C148FD" w:rsidRDefault="00837E82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837E82">
      <w:rPr>
        <w:rFonts w:ascii="Calibri" w:hAnsi="Calibri"/>
        <w:smallCaps/>
        <w:noProof/>
        <w:sz w:val="20"/>
        <w:szCs w:val="20"/>
        <w:lang w:val="en-US"/>
      </w:rPr>
      <w:t>Authentication, passwords and digital signing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F4F4CFC0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89490D"/>
    <w:multiLevelType w:val="hybridMultilevel"/>
    <w:tmpl w:val="B2088188"/>
    <w:lvl w:ilvl="0" w:tplc="B3B000FA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YxtbAwMTMysTQ3MjZS0lEKTi0uzszPAykwqQUAmek/pywAAAA="/>
  </w:docVars>
  <w:rsids>
    <w:rsidRoot w:val="00563AEB"/>
    <w:rsid w:val="000030DF"/>
    <w:rsid w:val="0000673F"/>
    <w:rsid w:val="000111D7"/>
    <w:rsid w:val="000126EA"/>
    <w:rsid w:val="00016AD8"/>
    <w:rsid w:val="00017595"/>
    <w:rsid w:val="00021197"/>
    <w:rsid w:val="00030EDA"/>
    <w:rsid w:val="00036C37"/>
    <w:rsid w:val="00045BEB"/>
    <w:rsid w:val="000557D2"/>
    <w:rsid w:val="00063674"/>
    <w:rsid w:val="00073ADF"/>
    <w:rsid w:val="0007473C"/>
    <w:rsid w:val="000750C9"/>
    <w:rsid w:val="00084D11"/>
    <w:rsid w:val="00087EAC"/>
    <w:rsid w:val="00094A16"/>
    <w:rsid w:val="000A233F"/>
    <w:rsid w:val="000A55B3"/>
    <w:rsid w:val="000B478B"/>
    <w:rsid w:val="000C1409"/>
    <w:rsid w:val="000C4CF6"/>
    <w:rsid w:val="000C6B3A"/>
    <w:rsid w:val="000D11F5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4D05"/>
    <w:rsid w:val="00165F85"/>
    <w:rsid w:val="00170E72"/>
    <w:rsid w:val="0017377E"/>
    <w:rsid w:val="001840EA"/>
    <w:rsid w:val="00185BED"/>
    <w:rsid w:val="001922A0"/>
    <w:rsid w:val="00195A08"/>
    <w:rsid w:val="001B057D"/>
    <w:rsid w:val="001C4AC0"/>
    <w:rsid w:val="001D00A1"/>
    <w:rsid w:val="001F6290"/>
    <w:rsid w:val="00213F2C"/>
    <w:rsid w:val="00222EE8"/>
    <w:rsid w:val="00223478"/>
    <w:rsid w:val="00225015"/>
    <w:rsid w:val="002252B6"/>
    <w:rsid w:val="002373F1"/>
    <w:rsid w:val="002545D9"/>
    <w:rsid w:val="00272012"/>
    <w:rsid w:val="002825A8"/>
    <w:rsid w:val="00283A7C"/>
    <w:rsid w:val="002850DE"/>
    <w:rsid w:val="00292860"/>
    <w:rsid w:val="002976A9"/>
    <w:rsid w:val="0029783D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2883"/>
    <w:rsid w:val="00347E4D"/>
    <w:rsid w:val="00351AF3"/>
    <w:rsid w:val="0037508F"/>
    <w:rsid w:val="0039238A"/>
    <w:rsid w:val="003B1326"/>
    <w:rsid w:val="003C2268"/>
    <w:rsid w:val="003C4DFA"/>
    <w:rsid w:val="003C5B45"/>
    <w:rsid w:val="003D41BB"/>
    <w:rsid w:val="003E01BE"/>
    <w:rsid w:val="003F03EB"/>
    <w:rsid w:val="003F623C"/>
    <w:rsid w:val="003F7F87"/>
    <w:rsid w:val="00402B09"/>
    <w:rsid w:val="00417ED2"/>
    <w:rsid w:val="00435704"/>
    <w:rsid w:val="0044547E"/>
    <w:rsid w:val="00454529"/>
    <w:rsid w:val="0046567F"/>
    <w:rsid w:val="00472203"/>
    <w:rsid w:val="00475954"/>
    <w:rsid w:val="004767EE"/>
    <w:rsid w:val="00492966"/>
    <w:rsid w:val="00495D93"/>
    <w:rsid w:val="004A01E5"/>
    <w:rsid w:val="004A0446"/>
    <w:rsid w:val="004A39DD"/>
    <w:rsid w:val="004A7B44"/>
    <w:rsid w:val="004A7E5F"/>
    <w:rsid w:val="004C0E36"/>
    <w:rsid w:val="004D6BA8"/>
    <w:rsid w:val="004E5E95"/>
    <w:rsid w:val="004E70EA"/>
    <w:rsid w:val="004F5AFF"/>
    <w:rsid w:val="005132B0"/>
    <w:rsid w:val="00514303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C5E6B"/>
    <w:rsid w:val="005D7525"/>
    <w:rsid w:val="005E1AB1"/>
    <w:rsid w:val="005E20B2"/>
    <w:rsid w:val="005E5A22"/>
    <w:rsid w:val="005F17A1"/>
    <w:rsid w:val="005F5FA1"/>
    <w:rsid w:val="00625B5A"/>
    <w:rsid w:val="0063686B"/>
    <w:rsid w:val="006435FE"/>
    <w:rsid w:val="0064494B"/>
    <w:rsid w:val="00654C16"/>
    <w:rsid w:val="0066326F"/>
    <w:rsid w:val="0068067D"/>
    <w:rsid w:val="0068131D"/>
    <w:rsid w:val="00683A34"/>
    <w:rsid w:val="00685008"/>
    <w:rsid w:val="00690FB1"/>
    <w:rsid w:val="00695314"/>
    <w:rsid w:val="006A24C7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3574D"/>
    <w:rsid w:val="007460F9"/>
    <w:rsid w:val="007562C0"/>
    <w:rsid w:val="0076745A"/>
    <w:rsid w:val="007738BD"/>
    <w:rsid w:val="007837ED"/>
    <w:rsid w:val="00790D07"/>
    <w:rsid w:val="007959F2"/>
    <w:rsid w:val="007B7B4C"/>
    <w:rsid w:val="007C0FDD"/>
    <w:rsid w:val="007C308E"/>
    <w:rsid w:val="007C3F21"/>
    <w:rsid w:val="007C5B85"/>
    <w:rsid w:val="007E16D1"/>
    <w:rsid w:val="007E6CED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37E82"/>
    <w:rsid w:val="00845CB0"/>
    <w:rsid w:val="00861A1A"/>
    <w:rsid w:val="00864D93"/>
    <w:rsid w:val="00882BE0"/>
    <w:rsid w:val="008836CE"/>
    <w:rsid w:val="00887D8F"/>
    <w:rsid w:val="00891FF5"/>
    <w:rsid w:val="00893E89"/>
    <w:rsid w:val="008A3619"/>
    <w:rsid w:val="008A7210"/>
    <w:rsid w:val="008B05F5"/>
    <w:rsid w:val="008B6CCD"/>
    <w:rsid w:val="008C4E04"/>
    <w:rsid w:val="008C64E0"/>
    <w:rsid w:val="008D117E"/>
    <w:rsid w:val="008D38F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80C2F"/>
    <w:rsid w:val="009A5F9E"/>
    <w:rsid w:val="009A6DD0"/>
    <w:rsid w:val="009B638C"/>
    <w:rsid w:val="009C3A3C"/>
    <w:rsid w:val="009C7B24"/>
    <w:rsid w:val="009E2A2A"/>
    <w:rsid w:val="009F6E5E"/>
    <w:rsid w:val="00A17111"/>
    <w:rsid w:val="00A21409"/>
    <w:rsid w:val="00A26A28"/>
    <w:rsid w:val="00A37277"/>
    <w:rsid w:val="00A41E41"/>
    <w:rsid w:val="00A50FFF"/>
    <w:rsid w:val="00A527AF"/>
    <w:rsid w:val="00A54992"/>
    <w:rsid w:val="00A633E1"/>
    <w:rsid w:val="00A655EE"/>
    <w:rsid w:val="00A65E53"/>
    <w:rsid w:val="00A76108"/>
    <w:rsid w:val="00A8234A"/>
    <w:rsid w:val="00A964BB"/>
    <w:rsid w:val="00A97C95"/>
    <w:rsid w:val="00AA0506"/>
    <w:rsid w:val="00AA4009"/>
    <w:rsid w:val="00AA5B23"/>
    <w:rsid w:val="00AC4ED9"/>
    <w:rsid w:val="00AC6380"/>
    <w:rsid w:val="00AD21CD"/>
    <w:rsid w:val="00AD2F36"/>
    <w:rsid w:val="00AD6E4D"/>
    <w:rsid w:val="00AF5281"/>
    <w:rsid w:val="00B01599"/>
    <w:rsid w:val="00B11C71"/>
    <w:rsid w:val="00B15DB4"/>
    <w:rsid w:val="00B177D0"/>
    <w:rsid w:val="00B3151A"/>
    <w:rsid w:val="00B37307"/>
    <w:rsid w:val="00B5145B"/>
    <w:rsid w:val="00B707D0"/>
    <w:rsid w:val="00B70ED4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148FD"/>
    <w:rsid w:val="00C2393A"/>
    <w:rsid w:val="00C455F4"/>
    <w:rsid w:val="00C55039"/>
    <w:rsid w:val="00C5580D"/>
    <w:rsid w:val="00C57915"/>
    <w:rsid w:val="00C6032E"/>
    <w:rsid w:val="00C7264E"/>
    <w:rsid w:val="00C767C9"/>
    <w:rsid w:val="00C878F0"/>
    <w:rsid w:val="00CA51B5"/>
    <w:rsid w:val="00CB3199"/>
    <w:rsid w:val="00CC2293"/>
    <w:rsid w:val="00CC266E"/>
    <w:rsid w:val="00CD6FC8"/>
    <w:rsid w:val="00CD79FC"/>
    <w:rsid w:val="00CE0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0AB5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39BF"/>
    <w:rsid w:val="00EA7B9D"/>
    <w:rsid w:val="00EB6B74"/>
    <w:rsid w:val="00EB6E4B"/>
    <w:rsid w:val="00EC77B0"/>
    <w:rsid w:val="00ED2956"/>
    <w:rsid w:val="00EE3197"/>
    <w:rsid w:val="00EF2951"/>
    <w:rsid w:val="00EF6DC5"/>
    <w:rsid w:val="00F01181"/>
    <w:rsid w:val="00F03DBA"/>
    <w:rsid w:val="00F1459B"/>
    <w:rsid w:val="00F168D6"/>
    <w:rsid w:val="00F24638"/>
    <w:rsid w:val="00F248A4"/>
    <w:rsid w:val="00F40215"/>
    <w:rsid w:val="00F46B18"/>
    <w:rsid w:val="00F748A6"/>
    <w:rsid w:val="00F82C59"/>
    <w:rsid w:val="00F871C6"/>
    <w:rsid w:val="00F8749B"/>
    <w:rsid w:val="00FA74D9"/>
    <w:rsid w:val="00FA7826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2425E4"/>
  <w15:docId w15:val="{6F85C8E6-34F4-4EAE-83DE-021B46E0C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7508F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B11C7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11C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1C71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11C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11C7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229</TotalTime>
  <Pages>2</Pages>
  <Words>205</Words>
  <Characters>1169</Characters>
  <Application>Microsoft Office Word</Application>
  <DocSecurity>0</DocSecurity>
  <Lines>9</Lines>
  <Paragraphs>2</Paragraphs>
  <ScaleCrop>false</ScaleCrop>
  <HeadingPairs>
    <vt:vector size="8" baseType="variant">
      <vt:variant>
        <vt:lpstr>Títol</vt:lpstr>
      </vt:variant>
      <vt:variant>
        <vt:i4>1</vt:i4>
      </vt:variant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30</cp:revision>
  <cp:lastPrinted>2013-05-24T14:00:00Z</cp:lastPrinted>
  <dcterms:created xsi:type="dcterms:W3CDTF">2022-03-08T13:21:00Z</dcterms:created>
  <dcterms:modified xsi:type="dcterms:W3CDTF">2023-02-27T15:30:00Z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