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0B4676EE" w:rsidR="00C641B5" w:rsidRPr="00B50EA5" w:rsidRDefault="001F285E" w:rsidP="00C641B5">
      <w:pPr>
        <w:pStyle w:val="eTask"/>
        <w:rPr>
          <w:lang w:val="es-ES"/>
        </w:rPr>
      </w:pPr>
      <w:bookmarkStart w:id="0" w:name="_Hlk97716694"/>
      <w:r w:rsidRPr="00B50EA5">
        <w:rPr>
          <w:lang w:val="es-ES"/>
        </w:rPr>
        <w:t>Asigna los términos de la columna de la izquierda a la imagen correspondiente de la derecha.</w:t>
      </w:r>
    </w:p>
    <w:p w14:paraId="195363ED" w14:textId="61125517" w:rsidR="00C641B5" w:rsidRPr="00B50EA5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B50EA5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4FA4194A" w:rsidR="00C641B5" w:rsidRPr="00B50EA5" w:rsidRDefault="001F285E" w:rsidP="001F285E">
            <w:pPr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Modelización poligonal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0D6444C5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796F5D2C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82550</wp:posOffset>
                      </wp:positionV>
                      <wp:extent cx="2295525" cy="0"/>
                      <wp:effectExtent l="0" t="0" r="28575" b="19050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984972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6.5pt" to="176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0DE75E89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0" t="0" r="3175" b="317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793DE6EE" w14:textId="2B68072C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32C3FBA0" w14:textId="588191B4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58388703" w14:textId="56D133FB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</w:tr>
      <w:tr w:rsidR="00C641B5" w:rsidRPr="00B50EA5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641B5" w:rsidRPr="00B50EA5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7BE12152" w:rsidR="00C641B5" w:rsidRPr="00B50EA5" w:rsidRDefault="001F285E" w:rsidP="00C641B5">
            <w:pPr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Escultura digital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2540E605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33A6D6B6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059349B5" w14:textId="45C50D95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</w:tr>
      <w:tr w:rsidR="00C641B5" w:rsidRPr="00B50EA5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641B5" w:rsidRPr="00B50EA5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089BC4AC" w:rsidR="00C641B5" w:rsidRPr="00B50EA5" w:rsidRDefault="001F285E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Modelado de curvas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511CC1CA" w:rsidR="00C641B5" w:rsidRPr="00B50EA5" w:rsidRDefault="00902EF6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405291D5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-1090930</wp:posOffset>
                      </wp:positionV>
                      <wp:extent cx="2295525" cy="1133475"/>
                      <wp:effectExtent l="0" t="0" r="28575" b="28575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1133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43A662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85.9pt" to="176.7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B50EA5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376DEC9F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-1014730</wp:posOffset>
                      </wp:positionV>
                      <wp:extent cx="2238375" cy="1143000"/>
                      <wp:effectExtent l="0" t="0" r="28575" b="19050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38375" cy="1143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CD025" id="3 Conector recto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79.9pt" to="172.2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25452A6C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0A362E5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-11430</wp:posOffset>
                  </wp:positionV>
                  <wp:extent cx="1692275" cy="877570"/>
                  <wp:effectExtent l="0" t="0" r="0" b="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922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0CDAA8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0745360A" w14:textId="796677B0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23C4680D" w14:textId="6C0A01DE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5EEAB538" w14:textId="38AECEED" w:rsidR="00C641B5" w:rsidRPr="00B50EA5" w:rsidRDefault="00C641B5" w:rsidP="00C641B5">
            <w:pPr>
              <w:pStyle w:val="eCheckBoxText"/>
              <w:ind w:left="0" w:firstLine="0"/>
              <w:contextualSpacing/>
              <w:rPr>
                <w:lang w:val="es-ES"/>
              </w:rPr>
            </w:pPr>
          </w:p>
        </w:tc>
      </w:tr>
    </w:tbl>
    <w:p w14:paraId="7660B328" w14:textId="77777777" w:rsidR="00C148FD" w:rsidRPr="00B50EA5" w:rsidRDefault="00C148FD" w:rsidP="00BF590A">
      <w:pPr>
        <w:pStyle w:val="eLineBottom"/>
        <w:ind w:left="154"/>
        <w:rPr>
          <w:lang w:val="es-ES"/>
        </w:rPr>
      </w:pPr>
    </w:p>
    <w:p w14:paraId="76C5FF36" w14:textId="77777777" w:rsidR="00C148FD" w:rsidRPr="00B50EA5" w:rsidRDefault="00C148FD" w:rsidP="00C641B5">
      <w:pPr>
        <w:rPr>
          <w:lang w:val="es-ES"/>
        </w:rPr>
      </w:pPr>
    </w:p>
    <w:p w14:paraId="669F0672" w14:textId="62AD85BA" w:rsidR="00C641B5" w:rsidRPr="00B50EA5" w:rsidRDefault="0034453A" w:rsidP="00C641B5">
      <w:pPr>
        <w:pStyle w:val="eTask"/>
        <w:rPr>
          <w:lang w:val="es-ES"/>
        </w:rPr>
      </w:pPr>
      <w:r w:rsidRPr="00B50EA5">
        <w:rPr>
          <w:lang w:val="es-ES"/>
        </w:rPr>
        <w:t>Enumerar cinco pasos para crear un modelo 3D</w:t>
      </w:r>
    </w:p>
    <w:p w14:paraId="49DD2335" w14:textId="77777777" w:rsidR="00902EF6" w:rsidRDefault="00C641B5" w:rsidP="00E51D3C">
      <w:pPr>
        <w:spacing w:before="240" w:after="240"/>
        <w:ind w:left="709" w:hanging="284"/>
        <w:rPr>
          <w:color w:val="FF0000"/>
          <w:lang w:val="es-ES"/>
        </w:rPr>
      </w:pPr>
      <w:r w:rsidRPr="00B50EA5">
        <w:rPr>
          <w:lang w:val="es-ES"/>
        </w:rPr>
        <w:t>1.</w:t>
      </w:r>
      <w:r w:rsidR="00E51D3C" w:rsidRPr="00B50EA5">
        <w:rPr>
          <w:lang w:val="es-ES"/>
        </w:rPr>
        <w:tab/>
      </w:r>
      <w:r w:rsidR="00D70446" w:rsidRPr="00B50EA5">
        <w:rPr>
          <w:color w:val="FF0000"/>
          <w:lang w:val="es-ES"/>
        </w:rPr>
        <w:t>Bloqueo</w:t>
      </w:r>
      <w:r w:rsidR="00E51D3C" w:rsidRPr="00B50EA5">
        <w:rPr>
          <w:color w:val="FF0000"/>
          <w:lang w:val="es-ES"/>
        </w:rPr>
        <w:tab/>
      </w:r>
      <w:r w:rsidR="00E51D3C" w:rsidRPr="00B50EA5">
        <w:rPr>
          <w:color w:val="FF0000"/>
          <w:lang w:val="es-ES"/>
        </w:rPr>
        <w:tab/>
      </w:r>
      <w:r w:rsidR="00E51D3C" w:rsidRPr="00B50EA5">
        <w:rPr>
          <w:color w:val="FF0000"/>
          <w:lang w:val="es-ES"/>
        </w:rPr>
        <w:tab/>
      </w:r>
      <w:r w:rsidR="00E51D3C" w:rsidRPr="00B50EA5">
        <w:rPr>
          <w:color w:val="FF0000"/>
          <w:lang w:val="es-ES"/>
        </w:rPr>
        <w:tab/>
      </w:r>
    </w:p>
    <w:p w14:paraId="04FB27C7" w14:textId="57433F38" w:rsidR="00C641B5" w:rsidRPr="00B50EA5" w:rsidRDefault="00C641B5" w:rsidP="00E51D3C">
      <w:pPr>
        <w:spacing w:before="240" w:after="240"/>
        <w:ind w:left="709" w:hanging="284"/>
        <w:rPr>
          <w:lang w:val="es-ES"/>
        </w:rPr>
      </w:pPr>
      <w:r w:rsidRPr="00B50EA5">
        <w:rPr>
          <w:lang w:val="es-ES"/>
        </w:rPr>
        <w:t>2.</w:t>
      </w:r>
      <w:r w:rsidR="00E51D3C" w:rsidRPr="00B50EA5">
        <w:rPr>
          <w:lang w:val="es-ES"/>
        </w:rPr>
        <w:t xml:space="preserve"> </w:t>
      </w:r>
      <w:r w:rsidR="00D70446" w:rsidRPr="00B50EA5">
        <w:rPr>
          <w:color w:val="FF0000"/>
          <w:lang w:val="es-ES"/>
        </w:rPr>
        <w:t>Detallar</w:t>
      </w:r>
    </w:p>
    <w:p w14:paraId="647178D2" w14:textId="77777777" w:rsidR="00902EF6" w:rsidRDefault="00C641B5" w:rsidP="00E51D3C">
      <w:pPr>
        <w:spacing w:after="240"/>
        <w:ind w:left="709" w:hanging="284"/>
        <w:rPr>
          <w:lang w:val="es-ES"/>
        </w:rPr>
      </w:pPr>
      <w:r w:rsidRPr="00B50EA5">
        <w:rPr>
          <w:lang w:val="es-ES"/>
        </w:rPr>
        <w:t>3.</w:t>
      </w:r>
      <w:r w:rsidR="00E51D3C" w:rsidRPr="00B50EA5">
        <w:rPr>
          <w:lang w:val="es-ES"/>
        </w:rPr>
        <w:tab/>
      </w:r>
      <w:r w:rsidR="00D70446" w:rsidRPr="00B50EA5">
        <w:rPr>
          <w:color w:val="FF0000"/>
          <w:lang w:val="es-ES"/>
        </w:rPr>
        <w:t>Texturización</w:t>
      </w:r>
      <w:r w:rsidR="00E51D3C" w:rsidRPr="00B50EA5">
        <w:rPr>
          <w:lang w:val="es-ES"/>
        </w:rPr>
        <w:tab/>
      </w:r>
      <w:r w:rsidR="00E51D3C" w:rsidRPr="00B50EA5">
        <w:rPr>
          <w:lang w:val="es-ES"/>
        </w:rPr>
        <w:tab/>
      </w:r>
      <w:r w:rsidR="00E51D3C" w:rsidRPr="00B50EA5">
        <w:rPr>
          <w:lang w:val="es-ES"/>
        </w:rPr>
        <w:tab/>
      </w:r>
      <w:r w:rsidR="00E51D3C" w:rsidRPr="00B50EA5">
        <w:rPr>
          <w:lang w:val="es-ES"/>
        </w:rPr>
        <w:tab/>
      </w:r>
    </w:p>
    <w:p w14:paraId="42EC11D3" w14:textId="439C7641" w:rsidR="00C641B5" w:rsidRPr="00B50EA5" w:rsidRDefault="00C641B5" w:rsidP="00E51D3C">
      <w:pPr>
        <w:spacing w:after="240"/>
        <w:ind w:left="709" w:hanging="284"/>
        <w:rPr>
          <w:lang w:val="es-ES"/>
        </w:rPr>
      </w:pPr>
      <w:r w:rsidRPr="00B50EA5">
        <w:rPr>
          <w:lang w:val="es-ES"/>
        </w:rPr>
        <w:t>4.</w:t>
      </w:r>
      <w:r w:rsidR="00E51D3C" w:rsidRPr="00B50EA5">
        <w:rPr>
          <w:lang w:val="es-ES"/>
        </w:rPr>
        <w:t xml:space="preserve"> </w:t>
      </w:r>
      <w:r w:rsidR="00D70446" w:rsidRPr="00B50EA5">
        <w:rPr>
          <w:color w:val="FF0000"/>
          <w:lang w:val="es-ES"/>
        </w:rPr>
        <w:t>Renderizado</w:t>
      </w:r>
    </w:p>
    <w:p w14:paraId="42AF8936" w14:textId="2249D62D" w:rsidR="00C641B5" w:rsidRPr="00B50EA5" w:rsidRDefault="00C641B5" w:rsidP="00C57C6D">
      <w:pPr>
        <w:ind w:left="709" w:hanging="284"/>
        <w:rPr>
          <w:lang w:val="es-ES"/>
        </w:rPr>
      </w:pPr>
      <w:r w:rsidRPr="00B50EA5">
        <w:rPr>
          <w:lang w:val="es-ES"/>
        </w:rPr>
        <w:t>5.</w:t>
      </w:r>
      <w:r w:rsidR="00E51D3C" w:rsidRPr="00B50EA5">
        <w:rPr>
          <w:lang w:val="es-ES"/>
        </w:rPr>
        <w:tab/>
      </w:r>
      <w:r w:rsidR="00D70446" w:rsidRPr="00B50EA5">
        <w:rPr>
          <w:color w:val="FF0000"/>
          <w:lang w:val="es-ES"/>
        </w:rPr>
        <w:t>Post-procesamiento</w:t>
      </w:r>
    </w:p>
    <w:p w14:paraId="276AD9F9" w14:textId="77777777" w:rsidR="006E598F" w:rsidRPr="00B50EA5" w:rsidRDefault="006E598F" w:rsidP="006E598F">
      <w:pPr>
        <w:pStyle w:val="eLineBottom"/>
        <w:ind w:left="154"/>
        <w:rPr>
          <w:lang w:val="es-ES"/>
        </w:rPr>
      </w:pPr>
    </w:p>
    <w:p w14:paraId="4938E765" w14:textId="77777777" w:rsidR="00F1459B" w:rsidRPr="00B50EA5" w:rsidRDefault="00F1459B" w:rsidP="00F1459B">
      <w:pPr>
        <w:rPr>
          <w:lang w:val="es-ES"/>
        </w:rPr>
      </w:pPr>
    </w:p>
    <w:p w14:paraId="2711E18A" w14:textId="15687616" w:rsidR="008C0CE8" w:rsidRPr="00B50EA5" w:rsidRDefault="00340FC4" w:rsidP="008C0CE8">
      <w:pPr>
        <w:pStyle w:val="eTask"/>
        <w:rPr>
          <w:lang w:val="es-ES"/>
        </w:rPr>
      </w:pPr>
      <w:r w:rsidRPr="00B50EA5">
        <w:rPr>
          <w:lang w:val="es-ES"/>
        </w:rPr>
        <w:t>Corrija el texto para que las siguientes afirmaciones sean verdaderas</w:t>
      </w:r>
    </w:p>
    <w:p w14:paraId="7F35A69D" w14:textId="53CCAE61" w:rsidR="003215A8" w:rsidRPr="00B50EA5" w:rsidRDefault="00C3146E" w:rsidP="00972D8D">
      <w:pPr>
        <w:pStyle w:val="eCheckBoxText"/>
        <w:spacing w:before="240"/>
        <w:ind w:firstLine="0"/>
        <w:jc w:val="both"/>
        <w:rPr>
          <w:lang w:val="es-ES"/>
        </w:rPr>
      </w:pPr>
      <w:r w:rsidRPr="00B50EA5">
        <w:rPr>
          <w:color w:val="000000" w:themeColor="text1"/>
          <w:szCs w:val="24"/>
          <w:lang w:val="es-ES" w:eastAsia="sk-SK"/>
        </w:rPr>
        <w:t>Modelado poligonal - Puntos en el espacio 3D, llamado</w:t>
      </w:r>
      <w:r w:rsidR="004B3038" w:rsidRPr="00B50EA5">
        <w:rPr>
          <w:color w:val="000000"/>
          <w:bdr w:val="none" w:sz="0" w:space="0" w:color="auto" w:frame="1"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es-E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s-ES"/>
                    </w:rPr>
                    <m:t>planos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s-ES"/>
                    </w:rPr>
                    <m:t>curvas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vértices</m:t>
                  </m:r>
                </m:e>
              </m:mr>
            </m:m>
          </m:e>
        </m:d>
        <m:r>
          <w:rPr>
            <w:rFonts w:ascii="Cambria Math" w:hAnsi="Cambria Math"/>
            <w:color w:val="000000"/>
            <w:bdr w:val="none" w:sz="0" w:space="0" w:color="auto" w:frame="1"/>
            <w:lang w:val="es-ES"/>
          </w:rPr>
          <m:t>,</m:t>
        </m:r>
      </m:oMath>
      <w:r w:rsidR="004B3038" w:rsidRPr="00B50EA5">
        <w:rPr>
          <w:lang w:val="es-ES"/>
        </w:rPr>
        <w:t xml:space="preserve"> </w:t>
      </w:r>
      <w:r w:rsidRPr="00B50EA5">
        <w:rPr>
          <w:color w:val="000000"/>
          <w:szCs w:val="24"/>
          <w:bdr w:val="none" w:sz="0" w:space="0" w:color="auto" w:frame="1"/>
          <w:lang w:val="es-ES" w:eastAsia="sk-SK"/>
        </w:rPr>
        <w:t>están conectados por líneas para formar</w:t>
      </w:r>
      <w:r w:rsidR="004B3038" w:rsidRPr="00B50EA5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s-ES"/>
                    </w:rPr>
                    <m:t>una superfície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una red poligonal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s-ES"/>
                    </w:rPr>
                    <m:t>planos</m:t>
                  </m:r>
                </m:e>
              </m:mr>
            </m:m>
          </m:e>
        </m:d>
      </m:oMath>
      <w:r w:rsidR="004B3038" w:rsidRPr="00B50EA5">
        <w:rPr>
          <w:color w:val="000000"/>
          <w:bdr w:val="none" w:sz="0" w:space="0" w:color="auto" w:frame="1"/>
          <w:lang w:val="es-ES"/>
        </w:rPr>
        <w:t xml:space="preserve">. </w:t>
      </w:r>
      <w:r w:rsidRPr="00B50EA5">
        <w:rPr>
          <w:lang w:val="es-ES"/>
        </w:rPr>
        <w:t>La mayoría de los modelos 3D actuales se realizan como modelos poligonales texturizados porque son</w:t>
      </w:r>
      <w:r w:rsidR="004B3038" w:rsidRPr="00B50EA5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es-E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s-ES"/>
                    </w:rPr>
                    <m:t>creados facilmente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flexibles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s-ES"/>
                    </w:rPr>
                    <m:t>descritos analíticamente</m:t>
                  </m:r>
                </m:e>
              </m:mr>
            </m:m>
          </m:e>
        </m:d>
      </m:oMath>
      <w:r w:rsidR="004B3038" w:rsidRPr="00B50EA5">
        <w:rPr>
          <w:color w:val="000000"/>
          <w:bdr w:val="none" w:sz="0" w:space="0" w:color="auto" w:frame="1"/>
          <w:lang w:val="es-ES"/>
        </w:rPr>
        <w:t xml:space="preserve">, </w:t>
      </w:r>
      <w:r w:rsidRPr="00B50EA5">
        <w:rPr>
          <w:lang w:val="es-ES"/>
        </w:rPr>
        <w:t>y los ordenadores pueden renderizarlos rápidamente. Sin embargo, los polígonos son planos y sólo pueden aproximar superficies curvas con muchos polígonos.</w:t>
      </w:r>
    </w:p>
    <w:p w14:paraId="0543DA91" w14:textId="27964CF2" w:rsidR="00063674" w:rsidRPr="00B50EA5" w:rsidRDefault="00B50EA5" w:rsidP="009C3A3C">
      <w:pPr>
        <w:pStyle w:val="eTask"/>
        <w:rPr>
          <w:lang w:val="es-ES"/>
        </w:rPr>
      </w:pPr>
      <w:r w:rsidRPr="00B50EA5">
        <w:rPr>
          <w:lang w:val="es-ES"/>
        </w:rPr>
        <w:lastRenderedPageBreak/>
        <w:t>Asigne las palabras clave de la columna de la izquierda a los numerosos títulos correspondientes de la derecha.</w:t>
      </w:r>
    </w:p>
    <w:p w14:paraId="1724AA45" w14:textId="3E50ADDA" w:rsidR="00063674" w:rsidRPr="00B50EA5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AD21CD" w:rsidRPr="00B50EA5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12473398" w:rsidR="001F0D36" w:rsidRPr="00B50EA5" w:rsidRDefault="00B50EA5" w:rsidP="001F0D36">
            <w:pPr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Programas de modelado en 3D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382A4E3A" w:rsidR="006D6A7E" w:rsidRPr="00B50EA5" w:rsidRDefault="001F0D36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F3973EA" wp14:editId="34FA6077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401955</wp:posOffset>
                      </wp:positionV>
                      <wp:extent cx="2057400" cy="504825"/>
                      <wp:effectExtent l="0" t="0" r="19050" b="2857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57400" cy="504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A7A8BB0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5pt,31.65pt" to="168.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23A21345" w:rsidR="006D6A7E" w:rsidRPr="00B50EA5" w:rsidRDefault="00B50EA5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>
              <w:rPr>
                <w:lang w:val="es-ES"/>
              </w:rPr>
              <w:t>Tiempo de vuelo</w:t>
            </w:r>
          </w:p>
        </w:tc>
      </w:tr>
      <w:tr w:rsidR="00AD21CD" w:rsidRPr="00B50EA5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B50EA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B50EA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B50EA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D21CD" w:rsidRPr="00B50EA5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77C17540" w:rsidR="006D6A7E" w:rsidRPr="00B50EA5" w:rsidRDefault="00B50EA5" w:rsidP="00B50EA5">
            <w:pPr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Tecnologías de captura 3D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61481B8B" w:rsidR="006D6A7E" w:rsidRPr="00B50EA5" w:rsidRDefault="001F0D36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1D51E7" wp14:editId="4802C3EB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326390</wp:posOffset>
                      </wp:positionV>
                      <wp:extent cx="2114550" cy="1409700"/>
                      <wp:effectExtent l="0" t="0" r="19050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1409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26B2C70" id="3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5pt,25.7pt" to="170.75pt,1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B50EA5" w:rsidRDefault="001F0D36" w:rsidP="002B17E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Cinema4D</w:t>
            </w:r>
          </w:p>
        </w:tc>
      </w:tr>
      <w:tr w:rsidR="00A1668F" w:rsidRPr="00B50EA5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29F8160B" w:rsidR="00A1668F" w:rsidRPr="00B50EA5" w:rsidRDefault="00A1668F" w:rsidP="00F1459B">
            <w:pPr>
              <w:pStyle w:val="eCheckBoxText"/>
              <w:ind w:left="0"/>
              <w:contextualSpacing/>
              <w:jc w:val="center"/>
              <w:rPr>
                <w:sz w:val="28"/>
                <w:lang w:val="es-ES"/>
              </w:rPr>
            </w:pPr>
            <w:r w:rsidRPr="00B50EA5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D725C6B" wp14:editId="1750461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-1432560</wp:posOffset>
                      </wp:positionV>
                      <wp:extent cx="2095500" cy="466725"/>
                      <wp:effectExtent l="0" t="0" r="19050" b="28575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0" cy="4667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4085973" id="3 Conector recto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pt,-112.8pt" to="168.5pt,-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B50EA5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D9DDCA8" wp14:editId="2C272659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-1280160</wp:posOffset>
                      </wp:positionV>
                      <wp:extent cx="2047875" cy="1266825"/>
                      <wp:effectExtent l="0" t="0" r="28575" b="2857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7875" cy="1266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01BF1925" id="3 Conector recto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pt,-100.8pt" to="166.2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1668F" w:rsidRPr="00B50EA5" w14:paraId="492DF4D9" w14:textId="77777777" w:rsidTr="006731D4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BB4D3A2" w:rsidR="00A1668F" w:rsidRPr="00B50EA5" w:rsidRDefault="00B50EA5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>
              <w:rPr>
                <w:lang w:val="es-ES"/>
              </w:rPr>
              <w:t>Mezclador</w:t>
            </w:r>
          </w:p>
        </w:tc>
      </w:tr>
      <w:tr w:rsidR="00A1668F" w:rsidRPr="00B50EA5" w14:paraId="6A28FCB3" w14:textId="77777777" w:rsidTr="006731D4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1668F" w:rsidRPr="00B50EA5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498C25BA" w:rsidR="00A1668F" w:rsidRPr="00B50EA5" w:rsidRDefault="00B50EA5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>
              <w:rPr>
                <w:lang w:val="es-ES"/>
              </w:rPr>
              <w:t>Visión profunda SL</w:t>
            </w:r>
          </w:p>
        </w:tc>
      </w:tr>
    </w:tbl>
    <w:p w14:paraId="53BC67F3" w14:textId="3302DFE8" w:rsidR="00A21409" w:rsidRDefault="00A21409" w:rsidP="004A7E5F">
      <w:pPr>
        <w:pStyle w:val="eLineBottom"/>
        <w:ind w:left="154"/>
        <w:rPr>
          <w:lang w:val="es-ES"/>
        </w:rPr>
      </w:pPr>
    </w:p>
    <w:p w14:paraId="10549F2D" w14:textId="77777777" w:rsidR="00902EF6" w:rsidRPr="00B50EA5" w:rsidRDefault="00902EF6" w:rsidP="004A7E5F">
      <w:pPr>
        <w:pStyle w:val="eLineBottom"/>
        <w:ind w:left="154"/>
        <w:rPr>
          <w:lang w:val="es-ES"/>
        </w:rPr>
      </w:pPr>
      <w:bookmarkStart w:id="1" w:name="_GoBack"/>
      <w:bookmarkEnd w:id="1"/>
    </w:p>
    <w:p w14:paraId="7DECBACD" w14:textId="77777777" w:rsidR="00F1459B" w:rsidRPr="00B50EA5" w:rsidRDefault="00F1459B" w:rsidP="004A7E5F">
      <w:pPr>
        <w:rPr>
          <w:lang w:val="es-ES"/>
        </w:rPr>
      </w:pPr>
    </w:p>
    <w:p w14:paraId="5C8B7AB7" w14:textId="17E023D3" w:rsidR="001F0D36" w:rsidRPr="00B50EA5" w:rsidRDefault="0056063A" w:rsidP="001F0D36">
      <w:pPr>
        <w:pStyle w:val="eTask"/>
        <w:rPr>
          <w:lang w:val="es-ES"/>
        </w:rPr>
      </w:pPr>
      <w:r w:rsidRPr="0056063A">
        <w:rPr>
          <w:lang w:val="es-ES"/>
        </w:rPr>
        <w:t>Enumerar tres categorías principales del principio de RV</w:t>
      </w:r>
    </w:p>
    <w:p w14:paraId="1FC3E4A6" w14:textId="51C5846C" w:rsidR="001F0D36" w:rsidRPr="00B50EA5" w:rsidRDefault="001F0D36" w:rsidP="00C57C6D">
      <w:pPr>
        <w:spacing w:before="240" w:after="240"/>
        <w:ind w:left="709" w:hanging="284"/>
        <w:rPr>
          <w:lang w:val="es-ES"/>
        </w:rPr>
      </w:pPr>
      <w:r w:rsidRPr="00B50EA5">
        <w:rPr>
          <w:lang w:val="es-ES"/>
        </w:rPr>
        <w:t>1.</w:t>
      </w:r>
      <w:r w:rsidRPr="00B50EA5">
        <w:rPr>
          <w:lang w:val="es-ES"/>
        </w:rPr>
        <w:tab/>
      </w:r>
      <w:r w:rsidR="0056063A" w:rsidRPr="0056063A">
        <w:rPr>
          <w:color w:val="FF0000"/>
          <w:lang w:val="es-ES"/>
        </w:rPr>
        <w:t>La realidad virtual no inmersiva</w:t>
      </w:r>
    </w:p>
    <w:p w14:paraId="385AAE9B" w14:textId="56411AC3" w:rsidR="001F0D36" w:rsidRPr="00B50EA5" w:rsidRDefault="001F0D36" w:rsidP="00C57C6D">
      <w:pPr>
        <w:spacing w:after="240"/>
        <w:ind w:left="710" w:hanging="284"/>
        <w:rPr>
          <w:lang w:val="es-ES"/>
        </w:rPr>
      </w:pPr>
      <w:r w:rsidRPr="00B50EA5">
        <w:rPr>
          <w:lang w:val="es-ES"/>
        </w:rPr>
        <w:t>2.</w:t>
      </w:r>
      <w:r w:rsidRPr="00B50EA5">
        <w:rPr>
          <w:lang w:val="es-ES"/>
        </w:rPr>
        <w:tab/>
      </w:r>
      <w:r w:rsidR="0056063A" w:rsidRPr="0056063A">
        <w:rPr>
          <w:color w:val="FF0000"/>
          <w:lang w:val="es-ES"/>
        </w:rPr>
        <w:t>Realidad virtual semi-inmersiva</w:t>
      </w:r>
    </w:p>
    <w:p w14:paraId="1266DD03" w14:textId="05100EA4" w:rsidR="009C3A3C" w:rsidRPr="00B50EA5" w:rsidRDefault="001F0D36" w:rsidP="00B0312A">
      <w:pPr>
        <w:ind w:left="709" w:hanging="284"/>
        <w:rPr>
          <w:lang w:val="es-ES"/>
        </w:rPr>
      </w:pPr>
      <w:r w:rsidRPr="00B50EA5">
        <w:rPr>
          <w:lang w:val="es-ES"/>
        </w:rPr>
        <w:t>3.</w:t>
      </w:r>
      <w:r w:rsidRPr="00B50EA5">
        <w:rPr>
          <w:lang w:val="es-ES"/>
        </w:rPr>
        <w:tab/>
      </w:r>
      <w:bookmarkEnd w:id="0"/>
      <w:r w:rsidR="0056063A" w:rsidRPr="0056063A">
        <w:rPr>
          <w:color w:val="FF0000"/>
          <w:lang w:val="es-ES"/>
        </w:rPr>
        <w:t>Realidad virtual totalmente inmersiva</w:t>
      </w:r>
    </w:p>
    <w:sectPr w:rsidR="009C3A3C" w:rsidRPr="00B50EA5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F5810" w14:textId="77777777" w:rsidR="00B66FFE" w:rsidRDefault="00B66FFE" w:rsidP="00861A1A">
      <w:r>
        <w:separator/>
      </w:r>
    </w:p>
  </w:endnote>
  <w:endnote w:type="continuationSeparator" w:id="0">
    <w:p w14:paraId="7BEEB123" w14:textId="77777777" w:rsidR="00B66FFE" w:rsidRDefault="00B66FF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15C7551" w14:textId="77777777" w:rsidR="00902EF6" w:rsidRPr="00902EF6" w:rsidRDefault="00902EF6" w:rsidP="00902EF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902EF6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902EF6">
            <w:rPr>
              <w:sz w:val="16"/>
              <w:szCs w:val="16"/>
              <w:lang w:val="en-US"/>
            </w:rPr>
            <w:t>presente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proyecto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902EF6">
            <w:rPr>
              <w:sz w:val="16"/>
              <w:szCs w:val="16"/>
              <w:lang w:val="en-US"/>
            </w:rPr>
            <w:t>sido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financiado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902EF6">
            <w:rPr>
              <w:sz w:val="16"/>
              <w:szCs w:val="16"/>
              <w:lang w:val="en-US"/>
            </w:rPr>
            <w:t>apoyo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902EF6">
            <w:rPr>
              <w:sz w:val="16"/>
              <w:szCs w:val="16"/>
              <w:lang w:val="en-US"/>
            </w:rPr>
            <w:t>Comisión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Europea</w:t>
          </w:r>
          <w:proofErr w:type="spellEnd"/>
          <w:r w:rsidRPr="00902EF6">
            <w:rPr>
              <w:sz w:val="16"/>
              <w:szCs w:val="16"/>
              <w:lang w:val="en-US"/>
            </w:rPr>
            <w:t>.</w:t>
          </w:r>
        </w:p>
        <w:p w14:paraId="08695355" w14:textId="430D6B62" w:rsidR="00BF5E09" w:rsidRPr="004A7E5F" w:rsidRDefault="00902EF6" w:rsidP="00902EF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902EF6">
            <w:rPr>
              <w:sz w:val="16"/>
              <w:szCs w:val="16"/>
              <w:lang w:val="en-US"/>
            </w:rPr>
            <w:t>Esta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publicación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902EF6">
            <w:rPr>
              <w:sz w:val="16"/>
              <w:szCs w:val="16"/>
              <w:lang w:val="en-US"/>
            </w:rPr>
            <w:t>comunicación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902EF6">
            <w:rPr>
              <w:sz w:val="16"/>
              <w:szCs w:val="16"/>
              <w:lang w:val="en-US"/>
            </w:rPr>
            <w:t>es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responsabilidad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exclusiva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902EF6">
            <w:rPr>
              <w:sz w:val="16"/>
              <w:szCs w:val="16"/>
              <w:lang w:val="en-US"/>
            </w:rPr>
            <w:t>su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autor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902EF6">
            <w:rPr>
              <w:sz w:val="16"/>
              <w:szCs w:val="16"/>
              <w:lang w:val="en-US"/>
            </w:rPr>
            <w:t>Comisión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902EF6">
            <w:rPr>
              <w:sz w:val="16"/>
              <w:szCs w:val="16"/>
              <w:lang w:val="en-US"/>
            </w:rPr>
            <w:t>es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responsable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902EF6">
            <w:rPr>
              <w:sz w:val="16"/>
              <w:szCs w:val="16"/>
              <w:lang w:val="en-US"/>
            </w:rPr>
            <w:t>uso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902EF6">
            <w:rPr>
              <w:sz w:val="16"/>
              <w:szCs w:val="16"/>
              <w:lang w:val="en-US"/>
            </w:rPr>
            <w:t>pueda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hacerse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902EF6">
            <w:rPr>
              <w:sz w:val="16"/>
              <w:szCs w:val="16"/>
              <w:lang w:val="en-US"/>
            </w:rPr>
            <w:t>información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aquí</w:t>
          </w:r>
          <w:proofErr w:type="spellEnd"/>
          <w:r w:rsidRPr="00902EF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2EF6">
            <w:rPr>
              <w:sz w:val="16"/>
              <w:szCs w:val="16"/>
              <w:lang w:val="en-US"/>
            </w:rPr>
            <w:t>difundida</w:t>
          </w:r>
          <w:proofErr w:type="spellEnd"/>
          <w:r w:rsidRPr="00902EF6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265F3" w14:textId="77777777" w:rsidR="00B66FFE" w:rsidRDefault="00B66FFE" w:rsidP="00861A1A">
      <w:r>
        <w:separator/>
      </w:r>
    </w:p>
  </w:footnote>
  <w:footnote w:type="continuationSeparator" w:id="0">
    <w:p w14:paraId="6D636431" w14:textId="77777777" w:rsidR="00B66FFE" w:rsidRDefault="00B66FF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2052A13" w14:textId="421605A1" w:rsidR="00C148FD" w:rsidRPr="00C148FD" w:rsidRDefault="00972BEC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72BEC">
      <w:rPr>
        <w:rFonts w:ascii="Calibri" w:hAnsi="Calibri"/>
        <w:smallCaps/>
        <w:noProof/>
        <w:sz w:val="20"/>
        <w:szCs w:val="20"/>
        <w:lang w:val="en-US"/>
      </w:rPr>
      <w:t>Tecnologías y conceptos modernos para la educación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3A98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285E"/>
    <w:rsid w:val="001F6290"/>
    <w:rsid w:val="00205681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304ADA"/>
    <w:rsid w:val="00306B9F"/>
    <w:rsid w:val="00307892"/>
    <w:rsid w:val="00315203"/>
    <w:rsid w:val="003215A8"/>
    <w:rsid w:val="00337851"/>
    <w:rsid w:val="00340FC4"/>
    <w:rsid w:val="00342883"/>
    <w:rsid w:val="0034453A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063A"/>
    <w:rsid w:val="00561B7B"/>
    <w:rsid w:val="00561C5A"/>
    <w:rsid w:val="00563AEB"/>
    <w:rsid w:val="005728B3"/>
    <w:rsid w:val="005738D5"/>
    <w:rsid w:val="0057504E"/>
    <w:rsid w:val="00577FC2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650"/>
    <w:rsid w:val="0063686B"/>
    <w:rsid w:val="006435FE"/>
    <w:rsid w:val="00643DB0"/>
    <w:rsid w:val="0064494B"/>
    <w:rsid w:val="00654C16"/>
    <w:rsid w:val="0066221D"/>
    <w:rsid w:val="0066326F"/>
    <w:rsid w:val="006731D4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02EF6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BEC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6E5E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5E53"/>
    <w:rsid w:val="00A70784"/>
    <w:rsid w:val="00A77DE4"/>
    <w:rsid w:val="00A8234A"/>
    <w:rsid w:val="00A964BB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0312A"/>
    <w:rsid w:val="00B150AD"/>
    <w:rsid w:val="00B15DB4"/>
    <w:rsid w:val="00B177D0"/>
    <w:rsid w:val="00B3151A"/>
    <w:rsid w:val="00B37307"/>
    <w:rsid w:val="00B50EA5"/>
    <w:rsid w:val="00B5145B"/>
    <w:rsid w:val="00B66FFE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3146E"/>
    <w:rsid w:val="00C43051"/>
    <w:rsid w:val="00C447C0"/>
    <w:rsid w:val="00C455F4"/>
    <w:rsid w:val="00C52C30"/>
    <w:rsid w:val="00C55039"/>
    <w:rsid w:val="00C5580D"/>
    <w:rsid w:val="00C57915"/>
    <w:rsid w:val="00C57C6D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0446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1D3C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1DE7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66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39</cp:revision>
  <cp:lastPrinted>2013-05-24T14:00:00Z</cp:lastPrinted>
  <dcterms:created xsi:type="dcterms:W3CDTF">2022-03-31T15:23:00Z</dcterms:created>
  <dcterms:modified xsi:type="dcterms:W3CDTF">2023-02-28T15:17:00Z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