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FD4AA" w14:textId="77777777" w:rsidR="009407C5" w:rsidRPr="00BC78FD" w:rsidRDefault="00A064F6">
      <w:pPr>
        <w:pStyle w:val="eTask"/>
        <w:rPr>
          <w:lang w:val="sl-SI"/>
        </w:rPr>
      </w:pPr>
      <w:bookmarkStart w:id="0" w:name="_Hlk98690490"/>
      <w:r w:rsidRPr="00BC78FD">
        <w:rPr>
          <w:lang w:val="sl-SI"/>
        </w:rPr>
        <w:t xml:space="preserve">Naštejte </w:t>
      </w:r>
      <w:r w:rsidR="00DA204B" w:rsidRPr="00BC78FD">
        <w:rPr>
          <w:lang w:val="sl-SI"/>
        </w:rPr>
        <w:t xml:space="preserve">tri prednosti in tri slabosti </w:t>
      </w:r>
      <w:r w:rsidR="00B7378A" w:rsidRPr="00BC78FD">
        <w:rPr>
          <w:lang w:val="sl-SI"/>
        </w:rPr>
        <w:t>biomase</w:t>
      </w:r>
      <w:bookmarkEnd w:id="0"/>
    </w:p>
    <w:p w14:paraId="188E5115" w14:textId="77777777" w:rsidR="001922A0" w:rsidRPr="00BC78FD" w:rsidRDefault="001922A0" w:rsidP="00683A34">
      <w:pPr>
        <w:rPr>
          <w:lang w:val="sl-SI"/>
        </w:rPr>
      </w:pPr>
    </w:p>
    <w:p w14:paraId="26C94582" w14:textId="77777777" w:rsidR="009407C5" w:rsidRPr="00BC78FD" w:rsidRDefault="00A064F6">
      <w:pPr>
        <w:ind w:left="992" w:hanging="425"/>
        <w:rPr>
          <w:u w:val="single"/>
          <w:lang w:val="sl-SI"/>
        </w:rPr>
      </w:pPr>
      <w:r w:rsidRPr="00BC78FD">
        <w:rPr>
          <w:lang w:val="sl-SI"/>
        </w:rPr>
        <w:t>1.</w:t>
      </w:r>
      <w:r w:rsidRPr="00BC78FD">
        <w:rPr>
          <w:lang w:val="sl-SI"/>
        </w:rPr>
        <w:tab/>
      </w:r>
    </w:p>
    <w:p w14:paraId="127C4C85" w14:textId="77777777" w:rsidR="00EB6B74" w:rsidRPr="00BC78FD" w:rsidRDefault="00EB6B74" w:rsidP="004A7E5F">
      <w:pPr>
        <w:ind w:left="992" w:hanging="425"/>
        <w:rPr>
          <w:lang w:val="sl-SI"/>
        </w:rPr>
      </w:pPr>
    </w:p>
    <w:p w14:paraId="459037F3" w14:textId="77777777" w:rsidR="009407C5" w:rsidRPr="00BC78FD" w:rsidRDefault="00A064F6">
      <w:pPr>
        <w:ind w:left="992" w:hanging="425"/>
        <w:rPr>
          <w:lang w:val="sl-SI" w:eastAsia="sk-SK"/>
        </w:rPr>
      </w:pPr>
      <w:r w:rsidRPr="00BC78FD">
        <w:rPr>
          <w:lang w:val="sl-SI" w:eastAsia="sk-SK"/>
        </w:rPr>
        <w:t>2.</w:t>
      </w:r>
      <w:r w:rsidRPr="00BC78FD">
        <w:rPr>
          <w:lang w:val="sl-SI"/>
        </w:rPr>
        <w:tab/>
      </w:r>
    </w:p>
    <w:p w14:paraId="48BF3081" w14:textId="77777777" w:rsidR="00EB6B74" w:rsidRPr="00BC78FD" w:rsidRDefault="00EB6B74" w:rsidP="004A7E5F">
      <w:pPr>
        <w:ind w:left="992" w:hanging="425"/>
        <w:rPr>
          <w:lang w:val="sl-SI" w:eastAsia="sk-SK"/>
        </w:rPr>
      </w:pPr>
    </w:p>
    <w:p w14:paraId="69B4ACC9" w14:textId="77777777" w:rsidR="009407C5" w:rsidRPr="00BC78FD" w:rsidRDefault="00A064F6">
      <w:pPr>
        <w:ind w:left="992" w:hanging="425"/>
        <w:rPr>
          <w:lang w:val="sl-SI"/>
        </w:rPr>
      </w:pPr>
      <w:r w:rsidRPr="00BC78FD">
        <w:rPr>
          <w:lang w:val="sl-SI" w:eastAsia="sk-SK"/>
        </w:rPr>
        <w:t>3.</w:t>
      </w:r>
      <w:r w:rsidRPr="00BC78FD">
        <w:rPr>
          <w:lang w:val="sl-SI"/>
        </w:rPr>
        <w:tab/>
      </w:r>
    </w:p>
    <w:p w14:paraId="535598C0" w14:textId="77777777" w:rsidR="00F01181" w:rsidRPr="00BC78FD" w:rsidRDefault="00F01181" w:rsidP="004A7E5F">
      <w:pPr>
        <w:ind w:left="992" w:hanging="425"/>
        <w:rPr>
          <w:lang w:val="sl-SI" w:eastAsia="sk-SK"/>
        </w:rPr>
      </w:pPr>
    </w:p>
    <w:p w14:paraId="15D1CFA6" w14:textId="2FC704AA" w:rsidR="009407C5" w:rsidRPr="00BC78FD" w:rsidRDefault="00D141C8">
      <w:pPr>
        <w:ind w:left="992" w:hanging="425"/>
        <w:rPr>
          <w:u w:val="single"/>
          <w:lang w:val="sl-SI"/>
        </w:rPr>
      </w:pPr>
      <w:r>
        <w:rPr>
          <w:lang w:val="sl-SI"/>
        </w:rPr>
        <w:t>4</w:t>
      </w:r>
      <w:r w:rsidR="00A064F6" w:rsidRPr="00BC78FD">
        <w:rPr>
          <w:lang w:val="sl-SI"/>
        </w:rPr>
        <w:t>.</w:t>
      </w:r>
      <w:r w:rsidR="00A064F6" w:rsidRPr="00BC78FD">
        <w:rPr>
          <w:lang w:val="sl-SI"/>
        </w:rPr>
        <w:tab/>
      </w:r>
    </w:p>
    <w:p w14:paraId="2D17DB3D" w14:textId="77777777" w:rsidR="00DA204B" w:rsidRPr="00BC78FD" w:rsidRDefault="00DA204B" w:rsidP="00DA204B">
      <w:pPr>
        <w:ind w:left="992" w:hanging="425"/>
        <w:rPr>
          <w:lang w:val="sl-SI"/>
        </w:rPr>
      </w:pPr>
    </w:p>
    <w:p w14:paraId="07427507" w14:textId="12B82B5D" w:rsidR="009407C5" w:rsidRPr="00BC78FD" w:rsidRDefault="00D141C8">
      <w:pPr>
        <w:ind w:left="992" w:hanging="425"/>
        <w:rPr>
          <w:lang w:val="sl-SI" w:eastAsia="sk-SK"/>
        </w:rPr>
      </w:pPr>
      <w:r>
        <w:rPr>
          <w:lang w:val="sl-SI" w:eastAsia="sk-SK"/>
        </w:rPr>
        <w:t>5</w:t>
      </w:r>
      <w:r w:rsidR="00A064F6" w:rsidRPr="00BC78FD">
        <w:rPr>
          <w:lang w:val="sl-SI" w:eastAsia="sk-SK"/>
        </w:rPr>
        <w:t>.</w:t>
      </w:r>
      <w:r w:rsidR="00A064F6" w:rsidRPr="00BC78FD">
        <w:rPr>
          <w:lang w:val="sl-SI"/>
        </w:rPr>
        <w:tab/>
      </w:r>
    </w:p>
    <w:p w14:paraId="1B90340F" w14:textId="77777777" w:rsidR="00DA204B" w:rsidRPr="00BC78FD" w:rsidRDefault="00DA204B" w:rsidP="00DA204B">
      <w:pPr>
        <w:ind w:left="992" w:hanging="425"/>
        <w:rPr>
          <w:lang w:val="sl-SI" w:eastAsia="sk-SK"/>
        </w:rPr>
      </w:pPr>
    </w:p>
    <w:p w14:paraId="0629E4DE" w14:textId="2A1D812F" w:rsidR="009407C5" w:rsidRPr="00BC78FD" w:rsidRDefault="00D141C8">
      <w:pPr>
        <w:ind w:left="992" w:hanging="425"/>
        <w:rPr>
          <w:lang w:val="sl-SI"/>
        </w:rPr>
      </w:pPr>
      <w:r>
        <w:rPr>
          <w:lang w:val="sl-SI" w:eastAsia="sk-SK"/>
        </w:rPr>
        <w:t>6</w:t>
      </w:r>
      <w:r w:rsidR="00A064F6" w:rsidRPr="00BC78FD">
        <w:rPr>
          <w:lang w:val="sl-SI" w:eastAsia="sk-SK"/>
        </w:rPr>
        <w:t>.</w:t>
      </w:r>
      <w:r w:rsidR="00A064F6" w:rsidRPr="00BC78FD">
        <w:rPr>
          <w:lang w:val="sl-SI"/>
        </w:rPr>
        <w:tab/>
      </w:r>
    </w:p>
    <w:p w14:paraId="103DBBB8" w14:textId="77777777" w:rsidR="00C148FD" w:rsidRPr="00BC78FD" w:rsidRDefault="00C148FD" w:rsidP="00BF590A">
      <w:pPr>
        <w:pStyle w:val="eLineBottom"/>
        <w:ind w:left="154"/>
        <w:rPr>
          <w:lang w:val="sl-SI"/>
        </w:rPr>
      </w:pPr>
    </w:p>
    <w:p w14:paraId="2B57359F" w14:textId="77777777" w:rsidR="00C148FD" w:rsidRPr="00BC78FD" w:rsidRDefault="00C148FD" w:rsidP="00BF590A">
      <w:pPr>
        <w:ind w:left="154"/>
        <w:rPr>
          <w:lang w:val="sl-SI"/>
        </w:rPr>
      </w:pPr>
    </w:p>
    <w:p w14:paraId="4BB0DBF1" w14:textId="77777777" w:rsidR="009407C5" w:rsidRPr="00BC78FD" w:rsidRDefault="00A064F6">
      <w:pPr>
        <w:pStyle w:val="eTask"/>
        <w:rPr>
          <w:lang w:val="sl-SI"/>
        </w:rPr>
      </w:pPr>
      <w:r w:rsidRPr="00BC78FD">
        <w:rPr>
          <w:lang w:val="sl-SI"/>
        </w:rPr>
        <w:t xml:space="preserve">Besedilo popravite tako, da bodo naslednje </w:t>
      </w:r>
      <w:r w:rsidR="006E21B3" w:rsidRPr="00BC78FD">
        <w:rPr>
          <w:lang w:val="sl-SI"/>
        </w:rPr>
        <w:t xml:space="preserve">trditve </w:t>
      </w:r>
      <w:r w:rsidRPr="00BC78FD">
        <w:rPr>
          <w:lang w:val="sl-SI"/>
        </w:rPr>
        <w:t>resnične</w:t>
      </w:r>
    </w:p>
    <w:p w14:paraId="5AF29BD1" w14:textId="77777777" w:rsidR="00BC1E8F" w:rsidRPr="00BC78FD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28509704" w14:textId="2B620EDE" w:rsidR="009407C5" w:rsidRPr="00BC78FD" w:rsidRDefault="00A064F6">
      <w:pPr>
        <w:pStyle w:val="eCheckBoxText"/>
        <w:spacing w:line="360" w:lineRule="auto"/>
        <w:ind w:left="567" w:firstLine="0"/>
        <w:rPr>
          <w:lang w:val="sl-SI"/>
        </w:rPr>
      </w:pPr>
      <w:r w:rsidRPr="00BC78FD">
        <w:rPr>
          <w:lang w:val="sl-SI"/>
        </w:rPr>
        <w:t xml:space="preserve">Biomasa je vir obnovljive energije. Energija iz biomase v zadnjem primeru izvira iz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sonca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farme</m:t>
                </m:r>
              </m:e>
            </m:eqArr>
          </m:e>
        </m:d>
      </m:oMath>
      <w:r w:rsidR="00AD35A4" w:rsidRPr="00BC78FD">
        <w:rPr>
          <w:lang w:val="sl-SI"/>
        </w:rPr>
        <w:t xml:space="preserve">. </w:t>
      </w:r>
      <w:r w:rsidRPr="00BC78FD">
        <w:rPr>
          <w:rFonts w:eastAsiaTheme="minorHAnsi"/>
          <w:lang w:val="sl-SI" w:eastAsia="en-US"/>
        </w:rPr>
        <w:t xml:space="preserve">Biomasa je zelo širok pojem, ki vključuje vse od odpadkov, vključno s stranskimi proizvodi iz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rFonts w:eastAsiaTheme="minorHAnsi"/>
                    <w:lang w:val="sl-SI" w:eastAsia="en-US"/>
                  </w:rPr>
                  <m:t>industrije za obdelavo lesa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supermarketov</m:t>
                </m:r>
              </m:e>
            </m:eqArr>
          </m:e>
        </m:d>
      </m:oMath>
      <w:r w:rsidR="00AD35A4" w:rsidRPr="00BC78FD">
        <w:rPr>
          <w:lang w:val="sl-SI"/>
        </w:rPr>
        <w:t xml:space="preserve"> in 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ni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je</m:t>
                </m:r>
              </m:e>
            </m:eqArr>
          </m:e>
        </m:d>
      </m:oMath>
      <w:r w:rsidR="00AD35A4" w:rsidRPr="00BC78FD">
        <w:rPr>
          <w:lang w:val="sl-SI"/>
        </w:rPr>
        <w:t xml:space="preserve"> </w:t>
      </w:r>
      <w:r w:rsidR="007A5E33" w:rsidRPr="00BC78FD">
        <w:rPr>
          <w:lang w:val="sl-SI"/>
        </w:rPr>
        <w:t xml:space="preserve">odvisna od </w:t>
      </w:r>
      <w:r w:rsidR="00AD35A4" w:rsidRPr="00BC78FD">
        <w:rPr>
          <w:lang w:val="sl-SI"/>
        </w:rPr>
        <w:t>razpoložljiv</w:t>
      </w:r>
      <w:r w:rsidR="007A5E33" w:rsidRPr="00BC78FD">
        <w:rPr>
          <w:lang w:val="sl-SI"/>
        </w:rPr>
        <w:t>e</w:t>
      </w:r>
      <w:r w:rsidR="00AD35A4" w:rsidRPr="00BC78FD">
        <w:rPr>
          <w:lang w:val="sl-SI"/>
        </w:rPr>
        <w:t xml:space="preserve"> površin</w:t>
      </w:r>
      <w:r w:rsidR="007A5E33" w:rsidRPr="00BC78FD">
        <w:rPr>
          <w:lang w:val="sl-SI"/>
        </w:rPr>
        <w:t>e</w:t>
      </w:r>
      <w:r w:rsidR="00AD35A4" w:rsidRPr="00BC78FD">
        <w:rPr>
          <w:lang w:val="sl-SI"/>
        </w:rPr>
        <w:t xml:space="preserve"> in značilnosti lokacije.</w:t>
      </w:r>
    </w:p>
    <w:p w14:paraId="36BE321F" w14:textId="77777777" w:rsidR="006E598F" w:rsidRPr="00BC78FD" w:rsidRDefault="006E598F" w:rsidP="006E598F">
      <w:pPr>
        <w:pStyle w:val="eLineBottom"/>
        <w:ind w:left="154"/>
        <w:rPr>
          <w:lang w:val="sl-SI"/>
        </w:rPr>
      </w:pPr>
    </w:p>
    <w:p w14:paraId="3995958C" w14:textId="77777777" w:rsidR="00F1459B" w:rsidRPr="00BC78FD" w:rsidRDefault="00F1459B" w:rsidP="00F1459B">
      <w:pPr>
        <w:rPr>
          <w:lang w:val="sl-SI"/>
        </w:rPr>
      </w:pPr>
    </w:p>
    <w:p w14:paraId="3A96DDDF" w14:textId="485D4373" w:rsidR="009407C5" w:rsidRPr="00BC78FD" w:rsidRDefault="00A064F6">
      <w:pPr>
        <w:pStyle w:val="eTask"/>
        <w:rPr>
          <w:lang w:val="sl-SI"/>
        </w:rPr>
      </w:pPr>
      <w:bookmarkStart w:id="1" w:name="_Hlk98697043"/>
      <w:r w:rsidRPr="00BC78FD">
        <w:rPr>
          <w:lang w:val="sl-SI"/>
        </w:rPr>
        <w:t xml:space="preserve">V </w:t>
      </w:r>
      <w:r w:rsidR="00673D27">
        <w:rPr>
          <w:lang w:val="sl-SI"/>
        </w:rPr>
        <w:t xml:space="preserve">vsak </w:t>
      </w:r>
      <w:r w:rsidRPr="00BC78FD">
        <w:rPr>
          <w:lang w:val="sl-SI"/>
        </w:rPr>
        <w:t xml:space="preserve">stolpec </w:t>
      </w:r>
      <w:r w:rsidR="00673D27">
        <w:rPr>
          <w:lang w:val="sl-SI"/>
        </w:rPr>
        <w:t xml:space="preserve">razporedite </w:t>
      </w:r>
      <w:r w:rsidRPr="00BC78FD">
        <w:rPr>
          <w:lang w:val="sl-SI"/>
        </w:rPr>
        <w:t>trditve v zvezi z vetrnimi turbinami HAWT in VAWT.</w:t>
      </w:r>
    </w:p>
    <w:p w14:paraId="48CA8ED3" w14:textId="77777777" w:rsidR="00683A34" w:rsidRPr="00BC78FD" w:rsidRDefault="00683A34" w:rsidP="00683A34">
      <w:pPr>
        <w:jc w:val="center"/>
        <w:rPr>
          <w:lang w:val="sl-SI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0948" w:rsidRPr="00BC78FD" w14:paraId="4E82637E" w14:textId="77777777" w:rsidTr="00D141C8">
        <w:tc>
          <w:tcPr>
            <w:tcW w:w="4531" w:type="dxa"/>
            <w:vAlign w:val="center"/>
          </w:tcPr>
          <w:p w14:paraId="1DD61430" w14:textId="2F219DFF" w:rsidR="009407C5" w:rsidRPr="00D141C8" w:rsidRDefault="00A064F6" w:rsidP="00D141C8">
            <w:pPr>
              <w:pStyle w:val="eText"/>
              <w:spacing w:before="120" w:after="120"/>
              <w:jc w:val="center"/>
              <w:rPr>
                <w:b/>
                <w:color w:val="000000" w:themeColor="text1"/>
                <w:lang w:val="sl-SI"/>
              </w:rPr>
            </w:pPr>
            <w:r w:rsidRPr="00D141C8">
              <w:rPr>
                <w:b/>
                <w:color w:val="000000" w:themeColor="text1"/>
                <w:lang w:val="sl-SI"/>
              </w:rPr>
              <w:t>HAWTs</w:t>
            </w:r>
          </w:p>
        </w:tc>
        <w:tc>
          <w:tcPr>
            <w:tcW w:w="4531" w:type="dxa"/>
            <w:vAlign w:val="center"/>
          </w:tcPr>
          <w:p w14:paraId="38D13F9E" w14:textId="77777777" w:rsidR="009407C5" w:rsidRPr="00D141C8" w:rsidRDefault="00A064F6" w:rsidP="00D141C8">
            <w:pPr>
              <w:pStyle w:val="eText"/>
              <w:spacing w:before="120" w:after="120"/>
              <w:jc w:val="center"/>
              <w:rPr>
                <w:b/>
                <w:color w:val="000000" w:themeColor="text1"/>
                <w:lang w:val="sl-SI"/>
              </w:rPr>
            </w:pPr>
            <w:r w:rsidRPr="00D141C8">
              <w:rPr>
                <w:b/>
                <w:color w:val="000000" w:themeColor="text1"/>
                <w:lang w:val="sl-SI"/>
              </w:rPr>
              <w:t>VAWT</w:t>
            </w:r>
          </w:p>
        </w:tc>
      </w:tr>
      <w:tr w:rsidR="00626BE0" w:rsidRPr="00BC78FD" w14:paraId="7B22BE3B" w14:textId="77777777" w:rsidTr="00626BE0">
        <w:tc>
          <w:tcPr>
            <w:tcW w:w="4531" w:type="dxa"/>
          </w:tcPr>
          <w:p w14:paraId="7B2FC378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  <w:p w14:paraId="726AC59B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052BC49F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</w:tr>
      <w:tr w:rsidR="00626BE0" w:rsidRPr="00BC78FD" w14:paraId="44D610E9" w14:textId="77777777" w:rsidTr="00626BE0">
        <w:tc>
          <w:tcPr>
            <w:tcW w:w="4531" w:type="dxa"/>
          </w:tcPr>
          <w:p w14:paraId="7EE8DFA8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  <w:p w14:paraId="46D9248B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135BD3B9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</w:tr>
      <w:tr w:rsidR="00626BE0" w:rsidRPr="00BC78FD" w14:paraId="3526A8EB" w14:textId="77777777" w:rsidTr="00626BE0">
        <w:tc>
          <w:tcPr>
            <w:tcW w:w="4531" w:type="dxa"/>
          </w:tcPr>
          <w:p w14:paraId="63539707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  <w:p w14:paraId="18D5E653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60F1BE84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</w:tr>
      <w:tr w:rsidR="00626BE0" w:rsidRPr="00BC78FD" w14:paraId="5CB296F6" w14:textId="77777777" w:rsidTr="00626BE0">
        <w:tc>
          <w:tcPr>
            <w:tcW w:w="4531" w:type="dxa"/>
          </w:tcPr>
          <w:p w14:paraId="272B067B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  <w:p w14:paraId="38A45E9F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  <w:tc>
          <w:tcPr>
            <w:tcW w:w="4531" w:type="dxa"/>
          </w:tcPr>
          <w:p w14:paraId="14CECD9C" w14:textId="77777777" w:rsidR="00626BE0" w:rsidRPr="00BC78FD" w:rsidRDefault="00626BE0" w:rsidP="00683A34">
            <w:pPr>
              <w:jc w:val="center"/>
              <w:rPr>
                <w:lang w:val="sl-SI"/>
              </w:rPr>
            </w:pPr>
          </w:p>
        </w:tc>
      </w:tr>
    </w:tbl>
    <w:p w14:paraId="4A564B89" w14:textId="77777777" w:rsidR="00D87DC2" w:rsidRPr="00BC78FD" w:rsidRDefault="00D87DC2" w:rsidP="00683A34">
      <w:pPr>
        <w:jc w:val="center"/>
        <w:rPr>
          <w:lang w:val="sl-SI"/>
        </w:rPr>
      </w:pPr>
    </w:p>
    <w:p w14:paraId="6B9C9D62" w14:textId="77777777" w:rsidR="00D87DC2" w:rsidRPr="00BC78FD" w:rsidRDefault="00D87DC2" w:rsidP="00683A34">
      <w:pPr>
        <w:jc w:val="center"/>
        <w:rPr>
          <w:lang w:val="sl-SI"/>
        </w:rPr>
      </w:pPr>
    </w:p>
    <w:p w14:paraId="724EB7E7" w14:textId="77777777" w:rsidR="009407C5" w:rsidRPr="00BC78FD" w:rsidRDefault="00A064F6">
      <w:pPr>
        <w:pStyle w:val="eText"/>
        <w:jc w:val="left"/>
        <w:rPr>
          <w:lang w:val="sl-SI"/>
        </w:rPr>
      </w:pPr>
      <w:r w:rsidRPr="00BC78FD">
        <w:rPr>
          <w:lang w:val="sl-SI"/>
        </w:rPr>
        <w:t>Izjave</w:t>
      </w:r>
      <w:r w:rsidR="00683A34" w:rsidRPr="00BC78FD">
        <w:rPr>
          <w:lang w:val="sl-SI"/>
        </w:rPr>
        <w:t xml:space="preserve">: </w:t>
      </w:r>
      <w:r w:rsidR="00930948" w:rsidRPr="00BC78FD">
        <w:rPr>
          <w:lang w:val="sl-SI"/>
        </w:rPr>
        <w:t>Proizvodnja energije je visoka, ne potrebujemo mehanizma za usmerjanje</w:t>
      </w:r>
      <w:r w:rsidR="00527F3D" w:rsidRPr="00BC78FD">
        <w:rPr>
          <w:lang w:val="sl-SI"/>
        </w:rPr>
        <w:t xml:space="preserve">, </w:t>
      </w:r>
      <w:r w:rsidR="00930948" w:rsidRPr="00BC78FD">
        <w:rPr>
          <w:lang w:val="sl-SI"/>
        </w:rPr>
        <w:t>Proizvodnja energije je nizka</w:t>
      </w:r>
      <w:r w:rsidRPr="00BC78FD">
        <w:rPr>
          <w:lang w:val="sl-SI"/>
        </w:rPr>
        <w:t xml:space="preserve">, </w:t>
      </w:r>
      <w:r w:rsidR="00930948" w:rsidRPr="00BC78FD">
        <w:rPr>
          <w:lang w:val="sl-SI"/>
        </w:rPr>
        <w:t>potrebujemo mehanizem za usmerjanje.</w:t>
      </w:r>
    </w:p>
    <w:p w14:paraId="50F20A22" w14:textId="77777777" w:rsidR="00E60881" w:rsidRDefault="00E60881" w:rsidP="00683A34">
      <w:pPr>
        <w:rPr>
          <w:lang w:val="sl-SI"/>
        </w:rPr>
      </w:pPr>
    </w:p>
    <w:p w14:paraId="252470B4" w14:textId="77777777" w:rsidR="00984FD8" w:rsidRPr="00BC78FD" w:rsidRDefault="00984FD8" w:rsidP="00683A34">
      <w:pPr>
        <w:rPr>
          <w:lang w:val="sl-SI"/>
        </w:rPr>
      </w:pPr>
    </w:p>
    <w:bookmarkEnd w:id="1"/>
    <w:p w14:paraId="707BA5DF" w14:textId="6B1694B1" w:rsidR="009407C5" w:rsidRPr="00BC78FD" w:rsidRDefault="00A064F6">
      <w:pPr>
        <w:pStyle w:val="eTask"/>
        <w:rPr>
          <w:lang w:val="sl-SI"/>
        </w:rPr>
      </w:pPr>
      <w:r w:rsidRPr="00BC78FD">
        <w:rPr>
          <w:lang w:val="sl-SI"/>
        </w:rPr>
        <w:lastRenderedPageBreak/>
        <w:t>P</w:t>
      </w:r>
      <w:r w:rsidR="00EE2A8B" w:rsidRPr="00BC78FD">
        <w:rPr>
          <w:lang w:val="sl-SI"/>
        </w:rPr>
        <w:t>ovežite</w:t>
      </w:r>
      <w:r w:rsidRPr="00BC78FD">
        <w:rPr>
          <w:lang w:val="sl-SI"/>
        </w:rPr>
        <w:t xml:space="preserve"> izraze iz levega stolpca </w:t>
      </w:r>
      <w:r w:rsidR="00984FD8">
        <w:rPr>
          <w:lang w:val="sl-SI"/>
        </w:rPr>
        <w:t xml:space="preserve">z </w:t>
      </w:r>
      <w:r w:rsidRPr="00BC78FD">
        <w:rPr>
          <w:lang w:val="sl-SI"/>
        </w:rPr>
        <w:t xml:space="preserve">ustreznim </w:t>
      </w:r>
      <w:r w:rsidR="008D117E" w:rsidRPr="00BC78FD">
        <w:rPr>
          <w:lang w:val="sl-SI"/>
        </w:rPr>
        <w:t xml:space="preserve">opisom v </w:t>
      </w:r>
      <w:r w:rsidRPr="00BC78FD">
        <w:rPr>
          <w:lang w:val="sl-SI"/>
        </w:rPr>
        <w:t>desnem stolpcu.</w:t>
      </w:r>
    </w:p>
    <w:p w14:paraId="52974EF3" w14:textId="77777777" w:rsidR="00A87816" w:rsidRPr="00BC78FD" w:rsidRDefault="00A87816" w:rsidP="00A87816">
      <w:pPr>
        <w:pStyle w:val="eTask"/>
        <w:numPr>
          <w:ilvl w:val="0"/>
          <w:numId w:val="0"/>
        </w:numPr>
        <w:ind w:left="720"/>
        <w:rPr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830"/>
        <w:gridCol w:w="2864"/>
        <w:gridCol w:w="2942"/>
      </w:tblGrid>
      <w:tr w:rsidR="00A87816" w:rsidRPr="00BC78FD" w14:paraId="2FC470B2" w14:textId="77777777" w:rsidTr="00D141C8">
        <w:trPr>
          <w:trHeight w:val="828"/>
        </w:trPr>
        <w:tc>
          <w:tcPr>
            <w:tcW w:w="2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BCB2B2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lang w:val="sl-SI"/>
              </w:rPr>
              <w:t>Država z največjo inštalirano zmogljivostjo vetrnih elektrarn v letu 2020 je bila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01828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4B6091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lang w:val="sl-SI"/>
              </w:rPr>
              <w:t>ZDA</w:t>
            </w:r>
          </w:p>
        </w:tc>
      </w:tr>
      <w:tr w:rsidR="00A87816" w:rsidRPr="00BC78FD" w14:paraId="0B0DA2B9" w14:textId="77777777" w:rsidTr="00D141C8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242439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E6417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2A7D6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87816" w:rsidRPr="00BC78FD" w14:paraId="64EA7B1E" w14:textId="77777777" w:rsidTr="00D141C8">
        <w:trPr>
          <w:trHeight w:val="82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4EDA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lang w:val="sl-SI"/>
              </w:rPr>
              <w:t>Druga država z več nameščenimi zmogljivostmi vetrnih elektrarn v letu 2020 je bila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65CB27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2F555B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rFonts w:cstheme="minorHAnsi"/>
                <w:shd w:val="clear" w:color="auto" w:fill="FFFFFF"/>
                <w:lang w:val="sl-SI"/>
              </w:rPr>
              <w:t>Visokonapetostni vodi</w:t>
            </w:r>
          </w:p>
        </w:tc>
      </w:tr>
      <w:tr w:rsidR="00A87816" w:rsidRPr="00BC78FD" w14:paraId="283A9B62" w14:textId="77777777" w:rsidTr="00D141C8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821FCB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A65D2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0F02C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87816" w:rsidRPr="00BC78FD" w14:paraId="4128D719" w14:textId="77777777" w:rsidTr="00D141C8">
        <w:trPr>
          <w:trHeight w:val="82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B872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rFonts w:cstheme="minorHAnsi"/>
                <w:shd w:val="clear" w:color="auto" w:fill="FFFFFF"/>
                <w:lang w:val="sl-SI"/>
              </w:rPr>
              <w:t>Za distribucijo električne energije iz vetrnih elektrarn je treba zgraditi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BCFF3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54B5C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lang w:val="sl-SI"/>
              </w:rPr>
              <w:t>Kitajska</w:t>
            </w:r>
          </w:p>
        </w:tc>
      </w:tr>
      <w:tr w:rsidR="00A87816" w:rsidRPr="00BC78FD" w14:paraId="1C00A26B" w14:textId="77777777" w:rsidTr="00D141C8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D0A948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B08C6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8C50B2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87816" w:rsidRPr="00BC78FD" w14:paraId="7FE2D8AE" w14:textId="77777777" w:rsidTr="00D141C8">
        <w:trPr>
          <w:trHeight w:val="828"/>
        </w:trPr>
        <w:tc>
          <w:tcPr>
            <w:tcW w:w="28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63AFF9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rFonts w:cstheme="minorHAnsi"/>
                <w:shd w:val="clear" w:color="auto" w:fill="FFFFFF"/>
                <w:lang w:val="sl-SI"/>
              </w:rPr>
              <w:t>Vetrne turbine zahtevajo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2B9C7" w14:textId="77777777" w:rsidR="00A87816" w:rsidRPr="00BC78FD" w:rsidRDefault="00A87816" w:rsidP="00CD221C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7DC45B" w14:textId="77777777" w:rsidR="009407C5" w:rsidRPr="00BC78FD" w:rsidRDefault="00A064F6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C78FD">
              <w:rPr>
                <w:rFonts w:cstheme="minorHAnsi"/>
                <w:shd w:val="clear" w:color="auto" w:fill="FFFFFF"/>
                <w:lang w:val="sl-SI"/>
              </w:rPr>
              <w:t>Najmanjša hitrost vetra za začetek proizvodnje električne energije.</w:t>
            </w:r>
          </w:p>
        </w:tc>
      </w:tr>
    </w:tbl>
    <w:p w14:paraId="3C9F94B4" w14:textId="77777777" w:rsidR="00A87816" w:rsidRPr="00BC78FD" w:rsidRDefault="00A87816" w:rsidP="00A87816">
      <w:pPr>
        <w:pStyle w:val="eTask"/>
        <w:numPr>
          <w:ilvl w:val="0"/>
          <w:numId w:val="0"/>
        </w:numPr>
        <w:ind w:left="720"/>
        <w:rPr>
          <w:lang w:val="sl-SI"/>
        </w:rPr>
      </w:pPr>
    </w:p>
    <w:p w14:paraId="48128D31" w14:textId="77777777" w:rsidR="00D141C8" w:rsidRPr="00BC78FD" w:rsidRDefault="00D141C8" w:rsidP="00D141C8">
      <w:pPr>
        <w:pStyle w:val="eLineBottom"/>
        <w:ind w:left="154"/>
        <w:rPr>
          <w:lang w:val="sl-SI"/>
        </w:rPr>
      </w:pPr>
    </w:p>
    <w:p w14:paraId="5118A338" w14:textId="77777777" w:rsidR="00F1459B" w:rsidRPr="00BC78FD" w:rsidRDefault="00F1459B" w:rsidP="004A7E5F">
      <w:pPr>
        <w:rPr>
          <w:lang w:val="sl-SI"/>
        </w:rPr>
      </w:pPr>
    </w:p>
    <w:p w14:paraId="393A6F6A" w14:textId="77777777" w:rsidR="009407C5" w:rsidRPr="00BC78FD" w:rsidRDefault="00A064F6">
      <w:pPr>
        <w:pStyle w:val="eTask"/>
        <w:rPr>
          <w:lang w:val="sl-SI"/>
        </w:rPr>
      </w:pPr>
      <w:r w:rsidRPr="00BC78FD">
        <w:rPr>
          <w:lang w:val="sl-SI"/>
        </w:rPr>
        <w:t xml:space="preserve">Naštejte vsaj </w:t>
      </w:r>
      <w:r w:rsidR="007B0A30" w:rsidRPr="00BC78FD">
        <w:rPr>
          <w:lang w:val="sl-SI"/>
        </w:rPr>
        <w:t xml:space="preserve">3 </w:t>
      </w:r>
      <w:r w:rsidR="00BB25EC" w:rsidRPr="00BC78FD">
        <w:rPr>
          <w:lang w:val="sl-SI"/>
        </w:rPr>
        <w:t>elemente , ki so vključeni v samostojne fotovoltaične sisteme.</w:t>
      </w:r>
    </w:p>
    <w:p w14:paraId="11D107B5" w14:textId="77777777" w:rsidR="009C3A3C" w:rsidRPr="00BC78FD" w:rsidRDefault="009C3A3C" w:rsidP="009C3A3C">
      <w:pPr>
        <w:pStyle w:val="eCheckBoxText"/>
        <w:spacing w:line="360" w:lineRule="auto"/>
        <w:ind w:left="154"/>
        <w:jc w:val="both"/>
        <w:rPr>
          <w:lang w:val="sl-SI"/>
        </w:rPr>
      </w:pPr>
    </w:p>
    <w:p w14:paraId="1B216833" w14:textId="77777777" w:rsidR="009407C5" w:rsidRPr="00BC78FD" w:rsidRDefault="00A064F6">
      <w:pPr>
        <w:ind w:left="710" w:hanging="284"/>
        <w:rPr>
          <w:u w:val="single"/>
          <w:lang w:val="sl-SI"/>
        </w:rPr>
      </w:pPr>
      <w:r w:rsidRPr="00BC78FD">
        <w:rPr>
          <w:lang w:val="sl-SI"/>
        </w:rPr>
        <w:t>1.</w:t>
      </w:r>
      <w:r w:rsidRPr="00BC78FD">
        <w:rPr>
          <w:lang w:val="sl-SI"/>
        </w:rPr>
        <w:tab/>
      </w:r>
    </w:p>
    <w:p w14:paraId="6BA71DE7" w14:textId="77777777" w:rsidR="009C3A3C" w:rsidRPr="00BC78FD" w:rsidRDefault="009C3A3C" w:rsidP="009C3A3C">
      <w:pPr>
        <w:ind w:left="710" w:hanging="284"/>
        <w:rPr>
          <w:lang w:val="sl-SI"/>
        </w:rPr>
      </w:pPr>
    </w:p>
    <w:p w14:paraId="05331BA9" w14:textId="77777777" w:rsidR="009407C5" w:rsidRPr="00BC78FD" w:rsidRDefault="00A064F6">
      <w:pPr>
        <w:ind w:left="710" w:hanging="284"/>
        <w:rPr>
          <w:u w:val="single"/>
          <w:lang w:val="sl-SI"/>
        </w:rPr>
      </w:pPr>
      <w:r w:rsidRPr="00BC78FD">
        <w:rPr>
          <w:lang w:val="sl-SI" w:eastAsia="sk-SK"/>
        </w:rPr>
        <w:t>2.</w:t>
      </w:r>
      <w:r w:rsidRPr="00BC78FD">
        <w:rPr>
          <w:lang w:val="sl-SI"/>
        </w:rPr>
        <w:tab/>
      </w:r>
    </w:p>
    <w:p w14:paraId="14B8D5E0" w14:textId="77777777" w:rsidR="009C3A3C" w:rsidRPr="00BC78FD" w:rsidRDefault="009C3A3C" w:rsidP="009C3A3C">
      <w:pPr>
        <w:ind w:left="710" w:hanging="284"/>
        <w:rPr>
          <w:lang w:val="sl-SI" w:eastAsia="sk-SK"/>
        </w:rPr>
      </w:pPr>
    </w:p>
    <w:p w14:paraId="5FACA0F4" w14:textId="3588527E" w:rsidR="009407C5" w:rsidRPr="00E44926" w:rsidRDefault="00A064F6" w:rsidP="00E44926">
      <w:pPr>
        <w:ind w:left="710" w:hanging="284"/>
        <w:rPr>
          <w:lang w:val="sl-SI"/>
        </w:rPr>
      </w:pPr>
      <w:r w:rsidRPr="00BC78FD">
        <w:rPr>
          <w:lang w:val="sl-SI" w:eastAsia="sk-SK"/>
        </w:rPr>
        <w:t>3.</w:t>
      </w:r>
      <w:r w:rsidRPr="00BC78FD">
        <w:rPr>
          <w:lang w:val="sl-SI"/>
        </w:rPr>
        <w:tab/>
      </w:r>
    </w:p>
    <w:sectPr w:rsidR="009407C5" w:rsidRPr="00E44926" w:rsidSect="002B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2AC01" w14:textId="77777777" w:rsidR="00A93CC0" w:rsidRDefault="00A93CC0" w:rsidP="00861A1A">
      <w:r>
        <w:separator/>
      </w:r>
    </w:p>
  </w:endnote>
  <w:endnote w:type="continuationSeparator" w:id="0">
    <w:p w14:paraId="15A73FCA" w14:textId="77777777" w:rsidR="00A93CC0" w:rsidRDefault="00A93CC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E60E9" w14:textId="77777777" w:rsidR="00B81EB4" w:rsidRDefault="00B81E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E0CC61C" w14:textId="77777777" w:rsidTr="00CA51B5">
      <w:tc>
        <w:tcPr>
          <w:tcW w:w="2518" w:type="dxa"/>
        </w:tcPr>
        <w:p w14:paraId="15FACBE0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35D504CF" wp14:editId="482639DD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16C1E86" w14:textId="77777777" w:rsidR="009407C5" w:rsidRPr="00D141C8" w:rsidRDefault="00A064F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D141C8">
            <w:rPr>
              <w:sz w:val="16"/>
              <w:szCs w:val="16"/>
              <w:lang w:val="de-DE"/>
            </w:rPr>
            <w:t>Ta projekt je financirala Evropska komisija.</w:t>
          </w:r>
        </w:p>
        <w:p w14:paraId="3BDBE5D4" w14:textId="77777777" w:rsidR="009407C5" w:rsidRPr="00D141C8" w:rsidRDefault="00A064F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D141C8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3790A885" w14:textId="77777777" w:rsidTr="00CA51B5">
      <w:tc>
        <w:tcPr>
          <w:tcW w:w="8472" w:type="dxa"/>
          <w:gridSpan w:val="2"/>
        </w:tcPr>
        <w:p w14:paraId="4B19270B" w14:textId="77777777" w:rsidR="009407C5" w:rsidRPr="00D141C8" w:rsidRDefault="00A064F6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D141C8">
            <w:rPr>
              <w:sz w:val="16"/>
              <w:szCs w:val="16"/>
              <w:lang w:val="de-DE"/>
            </w:rPr>
            <w:t xml:space="preserve">DiT4LL </w:t>
          </w:r>
          <w:r w:rsidR="001572EB" w:rsidRPr="00D141C8">
            <w:rPr>
              <w:sz w:val="16"/>
              <w:szCs w:val="16"/>
              <w:lang w:val="de-DE"/>
            </w:rPr>
            <w:t xml:space="preserve">- </w:t>
          </w:r>
          <w:r w:rsidRPr="00D141C8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1EFBA90A" w14:textId="77777777" w:rsidR="009407C5" w:rsidRDefault="00A064F6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439DBF85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6AA26" w14:textId="77777777" w:rsidR="00B81EB4" w:rsidRDefault="00B81E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6D7AB" w14:textId="77777777" w:rsidR="00A93CC0" w:rsidRDefault="00A93CC0" w:rsidP="00861A1A">
      <w:r>
        <w:separator/>
      </w:r>
    </w:p>
  </w:footnote>
  <w:footnote w:type="continuationSeparator" w:id="0">
    <w:p w14:paraId="7178E409" w14:textId="77777777" w:rsidR="00A93CC0" w:rsidRDefault="00A93CC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947E8" w14:textId="77777777" w:rsidR="00B81EB4" w:rsidRDefault="00B81E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FA97" w14:textId="77777777" w:rsidR="009407C5" w:rsidRDefault="00A064F6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07ABFF5F" wp14:editId="6C70936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30FD1E9D" w14:textId="585A62D9" w:rsidR="009407C5" w:rsidRDefault="00B81EB4" w:rsidP="00B81EB4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81EB4">
      <w:rPr>
        <w:rFonts w:ascii="Calibri" w:hAnsi="Calibri"/>
        <w:smallCaps/>
        <w:noProof/>
        <w:sz w:val="20"/>
        <w:szCs w:val="20"/>
        <w:lang w:val="en-US"/>
      </w:rPr>
      <w:t>Zelena energija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FB95" w14:textId="77777777" w:rsidR="00B81EB4" w:rsidRDefault="00B81E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3F71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87F5D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122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215D1"/>
    <w:rsid w:val="00337851"/>
    <w:rsid w:val="00342883"/>
    <w:rsid w:val="00347E4D"/>
    <w:rsid w:val="00351AF3"/>
    <w:rsid w:val="0039238A"/>
    <w:rsid w:val="003B1326"/>
    <w:rsid w:val="003B7E64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37CAC"/>
    <w:rsid w:val="004541B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27F3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3C64"/>
    <w:rsid w:val="005B2E55"/>
    <w:rsid w:val="005B37E2"/>
    <w:rsid w:val="005B460C"/>
    <w:rsid w:val="005B4FCA"/>
    <w:rsid w:val="005D7525"/>
    <w:rsid w:val="005E1AB1"/>
    <w:rsid w:val="005E20B2"/>
    <w:rsid w:val="005E37A1"/>
    <w:rsid w:val="005E5A22"/>
    <w:rsid w:val="005F17A1"/>
    <w:rsid w:val="005F5FA1"/>
    <w:rsid w:val="00625B5A"/>
    <w:rsid w:val="00626BE0"/>
    <w:rsid w:val="0063686B"/>
    <w:rsid w:val="006435FE"/>
    <w:rsid w:val="0064494B"/>
    <w:rsid w:val="00654C16"/>
    <w:rsid w:val="0066326F"/>
    <w:rsid w:val="00663E9D"/>
    <w:rsid w:val="00673D27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61EB"/>
    <w:rsid w:val="006F787A"/>
    <w:rsid w:val="00710301"/>
    <w:rsid w:val="0071356A"/>
    <w:rsid w:val="0073574D"/>
    <w:rsid w:val="007460F9"/>
    <w:rsid w:val="0076745A"/>
    <w:rsid w:val="007738BD"/>
    <w:rsid w:val="007837ED"/>
    <w:rsid w:val="00790D07"/>
    <w:rsid w:val="007A5E33"/>
    <w:rsid w:val="007B0A30"/>
    <w:rsid w:val="007B7B4C"/>
    <w:rsid w:val="007C02A5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4592B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30948"/>
    <w:rsid w:val="0094072E"/>
    <w:rsid w:val="009407C5"/>
    <w:rsid w:val="00950649"/>
    <w:rsid w:val="0095346A"/>
    <w:rsid w:val="00955A25"/>
    <w:rsid w:val="00963F86"/>
    <w:rsid w:val="0096761A"/>
    <w:rsid w:val="0097175A"/>
    <w:rsid w:val="00974B16"/>
    <w:rsid w:val="009802AD"/>
    <w:rsid w:val="0098251F"/>
    <w:rsid w:val="00984FD8"/>
    <w:rsid w:val="009A5F9E"/>
    <w:rsid w:val="009A6DD0"/>
    <w:rsid w:val="009B638C"/>
    <w:rsid w:val="009C3A3C"/>
    <w:rsid w:val="009C7B24"/>
    <w:rsid w:val="009E2A2A"/>
    <w:rsid w:val="009F6E5E"/>
    <w:rsid w:val="00A064F6"/>
    <w:rsid w:val="00A12C28"/>
    <w:rsid w:val="00A17111"/>
    <w:rsid w:val="00A21409"/>
    <w:rsid w:val="00A26A28"/>
    <w:rsid w:val="00A30404"/>
    <w:rsid w:val="00A41E41"/>
    <w:rsid w:val="00A50FFF"/>
    <w:rsid w:val="00A527AF"/>
    <w:rsid w:val="00A54992"/>
    <w:rsid w:val="00A633E1"/>
    <w:rsid w:val="00A65E53"/>
    <w:rsid w:val="00A67360"/>
    <w:rsid w:val="00A8234A"/>
    <w:rsid w:val="00A87816"/>
    <w:rsid w:val="00A93CC0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35A4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378A"/>
    <w:rsid w:val="00B75FF7"/>
    <w:rsid w:val="00B816F4"/>
    <w:rsid w:val="00B81EB4"/>
    <w:rsid w:val="00B822EA"/>
    <w:rsid w:val="00B84417"/>
    <w:rsid w:val="00B94FBB"/>
    <w:rsid w:val="00BA3595"/>
    <w:rsid w:val="00BB25EC"/>
    <w:rsid w:val="00BB3CAA"/>
    <w:rsid w:val="00BB48C7"/>
    <w:rsid w:val="00BC1E8F"/>
    <w:rsid w:val="00BC1F6B"/>
    <w:rsid w:val="00BC732E"/>
    <w:rsid w:val="00BC78FD"/>
    <w:rsid w:val="00BD30B1"/>
    <w:rsid w:val="00BD3D30"/>
    <w:rsid w:val="00BD7612"/>
    <w:rsid w:val="00BE6648"/>
    <w:rsid w:val="00BF0FC5"/>
    <w:rsid w:val="00BF590A"/>
    <w:rsid w:val="00BF5E09"/>
    <w:rsid w:val="00BF6970"/>
    <w:rsid w:val="00C04F3C"/>
    <w:rsid w:val="00C148FD"/>
    <w:rsid w:val="00C23146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13DE"/>
    <w:rsid w:val="00CC2293"/>
    <w:rsid w:val="00CC266E"/>
    <w:rsid w:val="00CD6FC8"/>
    <w:rsid w:val="00CE09BA"/>
    <w:rsid w:val="00CF4DFA"/>
    <w:rsid w:val="00D060B3"/>
    <w:rsid w:val="00D06992"/>
    <w:rsid w:val="00D141C8"/>
    <w:rsid w:val="00D20A5C"/>
    <w:rsid w:val="00D2650E"/>
    <w:rsid w:val="00D33524"/>
    <w:rsid w:val="00D432A5"/>
    <w:rsid w:val="00D573B0"/>
    <w:rsid w:val="00D6535B"/>
    <w:rsid w:val="00D71B81"/>
    <w:rsid w:val="00D773FA"/>
    <w:rsid w:val="00D87DC2"/>
    <w:rsid w:val="00DA18A6"/>
    <w:rsid w:val="00DA1F5C"/>
    <w:rsid w:val="00DA204B"/>
    <w:rsid w:val="00DA24E3"/>
    <w:rsid w:val="00DA26EB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44926"/>
    <w:rsid w:val="00E516D7"/>
    <w:rsid w:val="00E5359D"/>
    <w:rsid w:val="00E54A46"/>
    <w:rsid w:val="00E57A1B"/>
    <w:rsid w:val="00E60881"/>
    <w:rsid w:val="00E65738"/>
    <w:rsid w:val="00E6611B"/>
    <w:rsid w:val="00E8518C"/>
    <w:rsid w:val="00E879F9"/>
    <w:rsid w:val="00E90BD9"/>
    <w:rsid w:val="00EA1BDF"/>
    <w:rsid w:val="00EA39BF"/>
    <w:rsid w:val="00EB6B74"/>
    <w:rsid w:val="00EB6E4B"/>
    <w:rsid w:val="00EC60E2"/>
    <w:rsid w:val="00EC77B0"/>
    <w:rsid w:val="00ED2956"/>
    <w:rsid w:val="00EE2A8B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4A8D"/>
    <w:rsid w:val="00F46B18"/>
    <w:rsid w:val="00F748A6"/>
    <w:rsid w:val="00F82C59"/>
    <w:rsid w:val="00F871C6"/>
    <w:rsid w:val="00F8749B"/>
    <w:rsid w:val="00FA74D9"/>
    <w:rsid w:val="00FB201E"/>
    <w:rsid w:val="00FD3A76"/>
    <w:rsid w:val="00FE08D5"/>
    <w:rsid w:val="00FF25EC"/>
    <w:rsid w:val="00FF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452677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930948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930948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98251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825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8251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825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825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keywords>, docId:5C96947E13715A7EBA354F06E9FE039C</cp:keywords>
  <cp:lastModifiedBy>Nevosad, Marek</cp:lastModifiedBy>
  <cp:revision>15</cp:revision>
  <cp:lastPrinted>2013-05-24T14:00:00Z</cp:lastPrinted>
  <dcterms:created xsi:type="dcterms:W3CDTF">2022-06-04T17:38:00Z</dcterms:created>
  <dcterms:modified xsi:type="dcterms:W3CDTF">2023-01-26T14:53:00Z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