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18FA6" w14:textId="77777777" w:rsidR="00D618D3" w:rsidRPr="006B17CA" w:rsidRDefault="007E1C14">
      <w:pPr>
        <w:pStyle w:val="eTask"/>
        <w:rPr>
          <w:lang w:val="sl-SI"/>
        </w:rPr>
      </w:pPr>
      <w:bookmarkStart w:id="0" w:name="_Hlk97716694"/>
      <w:r w:rsidRPr="006B17CA">
        <w:rPr>
          <w:lang w:val="sl-SI"/>
        </w:rPr>
        <w:t>Naštejte tri prednosti in tri slabosti hidroenergije</w:t>
      </w:r>
    </w:p>
    <w:p w14:paraId="0460A56E" w14:textId="77777777" w:rsidR="001922A0" w:rsidRPr="006B17CA" w:rsidRDefault="001922A0" w:rsidP="00683A34">
      <w:pPr>
        <w:rPr>
          <w:lang w:val="sl-SI"/>
        </w:rPr>
      </w:pPr>
    </w:p>
    <w:p w14:paraId="0AB72370" w14:textId="77777777" w:rsidR="00D618D3" w:rsidRPr="006B17CA" w:rsidRDefault="007E1C14">
      <w:pPr>
        <w:ind w:left="992" w:hanging="425"/>
        <w:rPr>
          <w:u w:val="single"/>
          <w:lang w:val="sl-SI"/>
        </w:rPr>
      </w:pPr>
      <w:r w:rsidRPr="006B17CA">
        <w:rPr>
          <w:lang w:val="sl-SI"/>
        </w:rPr>
        <w:t>1.</w:t>
      </w:r>
      <w:r w:rsidRPr="006B17CA">
        <w:rPr>
          <w:lang w:val="sl-SI"/>
        </w:rPr>
        <w:tab/>
      </w:r>
      <w:r w:rsidR="00643DB0" w:rsidRPr="006B17CA">
        <w:rPr>
          <w:color w:val="FF0000"/>
          <w:u w:val="single"/>
          <w:lang w:val="sl-SI"/>
        </w:rPr>
        <w:t>Prilagodljivost</w:t>
      </w:r>
    </w:p>
    <w:p w14:paraId="2ED73530" w14:textId="77777777" w:rsidR="00EB6B74" w:rsidRPr="006B17CA" w:rsidRDefault="00EB6B74" w:rsidP="004A7E5F">
      <w:pPr>
        <w:ind w:left="992" w:hanging="425"/>
        <w:rPr>
          <w:lang w:val="sl-SI"/>
        </w:rPr>
      </w:pPr>
    </w:p>
    <w:p w14:paraId="11204071" w14:textId="77777777" w:rsidR="00D618D3" w:rsidRPr="006B17CA" w:rsidRDefault="007E1C14">
      <w:pPr>
        <w:ind w:left="992" w:hanging="425"/>
        <w:rPr>
          <w:lang w:val="sl-SI" w:eastAsia="sk-SK"/>
        </w:rPr>
      </w:pPr>
      <w:r w:rsidRPr="006B17CA">
        <w:rPr>
          <w:lang w:val="sl-SI" w:eastAsia="sk-SK"/>
        </w:rPr>
        <w:t>2.</w:t>
      </w:r>
      <w:r w:rsidRPr="006B17CA">
        <w:rPr>
          <w:lang w:val="sl-SI"/>
        </w:rPr>
        <w:tab/>
      </w:r>
      <w:r w:rsidR="00643DB0" w:rsidRPr="006B17CA">
        <w:rPr>
          <w:color w:val="FF0000"/>
          <w:u w:val="single"/>
          <w:lang w:val="sl-SI"/>
        </w:rPr>
        <w:t>Neizčrpen vir</w:t>
      </w:r>
    </w:p>
    <w:p w14:paraId="1D54E5E7" w14:textId="77777777" w:rsidR="00EB6B74" w:rsidRPr="006B17CA" w:rsidRDefault="00EB6B74" w:rsidP="004A7E5F">
      <w:pPr>
        <w:ind w:left="992" w:hanging="425"/>
        <w:rPr>
          <w:lang w:val="sl-SI" w:eastAsia="sk-SK"/>
        </w:rPr>
      </w:pPr>
    </w:p>
    <w:p w14:paraId="5D0480E5" w14:textId="77777777" w:rsidR="00D618D3" w:rsidRPr="006B17CA" w:rsidRDefault="007E1C14">
      <w:pPr>
        <w:ind w:left="992" w:hanging="425"/>
        <w:rPr>
          <w:lang w:val="sl-SI"/>
        </w:rPr>
      </w:pPr>
      <w:r w:rsidRPr="006B17CA">
        <w:rPr>
          <w:lang w:val="sl-SI" w:eastAsia="sk-SK"/>
        </w:rPr>
        <w:t>3.</w:t>
      </w:r>
      <w:r w:rsidRPr="006B17CA">
        <w:rPr>
          <w:lang w:val="sl-SI"/>
        </w:rPr>
        <w:tab/>
      </w:r>
      <w:r w:rsidR="00643DB0" w:rsidRPr="006B17CA">
        <w:rPr>
          <w:color w:val="FF0000"/>
          <w:u w:val="single"/>
          <w:lang w:val="sl-SI"/>
        </w:rPr>
        <w:t>Stabilen vir energije</w:t>
      </w:r>
    </w:p>
    <w:p w14:paraId="10D1B0F4" w14:textId="77777777" w:rsidR="00F01181" w:rsidRPr="006B17CA" w:rsidRDefault="00F01181" w:rsidP="004A7E5F">
      <w:pPr>
        <w:ind w:left="992" w:hanging="425"/>
        <w:rPr>
          <w:lang w:val="sl-SI" w:eastAsia="sk-SK"/>
        </w:rPr>
      </w:pPr>
    </w:p>
    <w:p w14:paraId="577E395C" w14:textId="795E6DEF" w:rsidR="00D618D3" w:rsidRPr="006B17CA" w:rsidRDefault="00134DD0">
      <w:pPr>
        <w:ind w:left="992" w:hanging="425"/>
        <w:rPr>
          <w:u w:val="single"/>
          <w:lang w:val="sl-SI"/>
        </w:rPr>
      </w:pPr>
      <w:r>
        <w:rPr>
          <w:lang w:val="sl-SI"/>
        </w:rPr>
        <w:t>4</w:t>
      </w:r>
      <w:r w:rsidR="007E1C14" w:rsidRPr="006B17CA">
        <w:rPr>
          <w:lang w:val="sl-SI"/>
        </w:rPr>
        <w:t>.</w:t>
      </w:r>
      <w:r w:rsidR="007E1C14" w:rsidRPr="006B17CA">
        <w:rPr>
          <w:lang w:val="sl-SI"/>
        </w:rPr>
        <w:tab/>
      </w:r>
      <w:r w:rsidR="007E1C14" w:rsidRPr="006B17CA">
        <w:rPr>
          <w:color w:val="FF0000"/>
          <w:u w:val="single"/>
          <w:lang w:val="sl-SI"/>
        </w:rPr>
        <w:t>Visoki stroški hidroelektrarne</w:t>
      </w:r>
    </w:p>
    <w:p w14:paraId="206B6B85" w14:textId="77777777" w:rsidR="00643DB0" w:rsidRPr="006B17CA" w:rsidRDefault="00643DB0" w:rsidP="00643DB0">
      <w:pPr>
        <w:ind w:left="992" w:hanging="425"/>
        <w:rPr>
          <w:lang w:val="sl-SI"/>
        </w:rPr>
      </w:pPr>
    </w:p>
    <w:p w14:paraId="540892C6" w14:textId="0C198693" w:rsidR="00D618D3" w:rsidRPr="006B17CA" w:rsidRDefault="00134DD0">
      <w:pPr>
        <w:ind w:left="992" w:hanging="425"/>
        <w:rPr>
          <w:lang w:val="sl-SI" w:eastAsia="sk-SK"/>
        </w:rPr>
      </w:pPr>
      <w:r>
        <w:rPr>
          <w:lang w:val="sl-SI" w:eastAsia="sk-SK"/>
        </w:rPr>
        <w:t>5</w:t>
      </w:r>
      <w:r w:rsidR="007E1C14" w:rsidRPr="006B17CA">
        <w:rPr>
          <w:lang w:val="sl-SI" w:eastAsia="sk-SK"/>
        </w:rPr>
        <w:t>.</w:t>
      </w:r>
      <w:r w:rsidR="007E1C14" w:rsidRPr="006B17CA">
        <w:rPr>
          <w:lang w:val="sl-SI"/>
        </w:rPr>
        <w:tab/>
      </w:r>
      <w:r w:rsidR="007E1C14" w:rsidRPr="006B17CA">
        <w:rPr>
          <w:color w:val="FF0000"/>
          <w:u w:val="single"/>
          <w:lang w:val="sl-SI"/>
        </w:rPr>
        <w:t>Odvisno od okoljskih pogojev</w:t>
      </w:r>
    </w:p>
    <w:p w14:paraId="67F39E61" w14:textId="77777777" w:rsidR="00643DB0" w:rsidRPr="006B17CA" w:rsidRDefault="00643DB0" w:rsidP="00643DB0">
      <w:pPr>
        <w:ind w:left="992" w:hanging="425"/>
        <w:rPr>
          <w:lang w:val="sl-SI" w:eastAsia="sk-SK"/>
        </w:rPr>
      </w:pPr>
    </w:p>
    <w:p w14:paraId="080FD106" w14:textId="702F739B" w:rsidR="00D618D3" w:rsidRPr="006B17CA" w:rsidRDefault="00134DD0">
      <w:pPr>
        <w:ind w:left="992" w:hanging="425"/>
        <w:rPr>
          <w:lang w:val="sl-SI"/>
        </w:rPr>
      </w:pPr>
      <w:r>
        <w:rPr>
          <w:lang w:val="sl-SI" w:eastAsia="sk-SK"/>
        </w:rPr>
        <w:t>6</w:t>
      </w:r>
      <w:r w:rsidR="007E1C14" w:rsidRPr="006B17CA">
        <w:rPr>
          <w:lang w:val="sl-SI" w:eastAsia="sk-SK"/>
        </w:rPr>
        <w:t>.</w:t>
      </w:r>
      <w:r w:rsidR="007E1C14" w:rsidRPr="006B17CA">
        <w:rPr>
          <w:lang w:val="sl-SI"/>
        </w:rPr>
        <w:tab/>
      </w:r>
      <w:r w:rsidR="007E1C14" w:rsidRPr="006B17CA">
        <w:rPr>
          <w:color w:val="FF0000"/>
          <w:u w:val="single"/>
          <w:lang w:val="sl-SI"/>
        </w:rPr>
        <w:t>Zapora ni mogoče zgraditi kjer koli.</w:t>
      </w:r>
    </w:p>
    <w:p w14:paraId="61D2883A" w14:textId="77777777" w:rsidR="00C148FD" w:rsidRPr="006B17CA" w:rsidRDefault="00C148FD" w:rsidP="00BF590A">
      <w:pPr>
        <w:pStyle w:val="eLineBottom"/>
        <w:ind w:left="154"/>
        <w:rPr>
          <w:lang w:val="sl-SI"/>
        </w:rPr>
      </w:pPr>
    </w:p>
    <w:p w14:paraId="64C109FC" w14:textId="77777777" w:rsidR="00C148FD" w:rsidRPr="006B17CA" w:rsidRDefault="00C148FD" w:rsidP="00BF590A">
      <w:pPr>
        <w:ind w:left="154"/>
        <w:rPr>
          <w:lang w:val="sl-SI"/>
        </w:rPr>
      </w:pPr>
    </w:p>
    <w:p w14:paraId="5CA8FE7C" w14:textId="77777777" w:rsidR="00D618D3" w:rsidRPr="006B17CA" w:rsidRDefault="007E1C14">
      <w:pPr>
        <w:pStyle w:val="eTask"/>
        <w:rPr>
          <w:lang w:val="sl-SI"/>
        </w:rPr>
      </w:pPr>
      <w:r w:rsidRPr="006B17CA">
        <w:rPr>
          <w:lang w:val="sl-SI"/>
        </w:rPr>
        <w:t xml:space="preserve">Besedilo popravite tako, da bodo naslednje </w:t>
      </w:r>
      <w:r w:rsidR="006E21B3" w:rsidRPr="006B17CA">
        <w:rPr>
          <w:lang w:val="sl-SI"/>
        </w:rPr>
        <w:t xml:space="preserve">trditve </w:t>
      </w:r>
      <w:r w:rsidRPr="006B17CA">
        <w:rPr>
          <w:lang w:val="sl-SI"/>
        </w:rPr>
        <w:t>resnične</w:t>
      </w:r>
    </w:p>
    <w:p w14:paraId="5A37B123" w14:textId="77777777" w:rsidR="00BC1E8F" w:rsidRPr="006B17CA" w:rsidRDefault="00BC1E8F" w:rsidP="00BF590A">
      <w:pPr>
        <w:pStyle w:val="eTask"/>
        <w:numPr>
          <w:ilvl w:val="0"/>
          <w:numId w:val="0"/>
        </w:numPr>
        <w:ind w:left="154"/>
        <w:rPr>
          <w:lang w:val="sl-SI"/>
        </w:rPr>
      </w:pPr>
    </w:p>
    <w:p w14:paraId="366A4277" w14:textId="1ED24AD5" w:rsidR="00743395" w:rsidRPr="006B17CA" w:rsidRDefault="00743395" w:rsidP="00743395">
      <w:pPr>
        <w:pStyle w:val="eCheckBoxText"/>
        <w:spacing w:line="360" w:lineRule="auto"/>
        <w:ind w:left="567" w:firstLine="0"/>
        <w:rPr>
          <w:lang w:val="sl-SI"/>
        </w:rPr>
      </w:pPr>
      <w:r w:rsidRPr="006B17CA">
        <w:rPr>
          <w:lang w:val="sl-SI"/>
        </w:rPr>
        <w:t xml:space="preserve">Na splošno so vetrne turbine združene v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lang w:val="sl-SI"/>
                  </w:rPr>
                  <m:t>grozd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l-SI"/>
                  </w:rPr>
                  <m:t>farmo</m:t>
                </m:r>
              </m:e>
            </m:eqArr>
          </m:e>
        </m:d>
        <m:r>
          <w:rPr>
            <w:rFonts w:ascii="Cambria Math" w:hAnsi="Cambria Math"/>
            <w:lang w:val="sl-SI"/>
          </w:rPr>
          <m:t xml:space="preserve"> </m:t>
        </m:r>
      </m:oMath>
      <w:r w:rsidRPr="006B17CA">
        <w:rPr>
          <w:lang w:val="sl-SI"/>
        </w:rPr>
        <w:t xml:space="preserve">vetrnih elektrarn. Število vetrnih turbin, ki so združene, je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sl-SI"/>
                  </w:rPr>
                  <m:t>visoko spremenljivo</m:t>
                </m:r>
              </m:e>
              <m:e>
                <m:r>
                  <m:rPr>
                    <m:nor/>
                  </m:rPr>
                  <w:rPr>
                    <w:lang w:val="sl-SI"/>
                  </w:rPr>
                  <m:t>fiksno</m:t>
                </m:r>
              </m:e>
            </m:eqArr>
          </m:e>
        </m:d>
      </m:oMath>
      <w:r w:rsidRPr="006B17CA">
        <w:rPr>
          <w:lang w:val="sl-SI"/>
        </w:rPr>
        <w:t xml:space="preserve"> in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color w:val="000000" w:themeColor="text1"/>
                    <w:lang w:val="sl-SI"/>
                  </w:rPr>
                  <m:t>ni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l-SI"/>
                  </w:rPr>
                  <m:t>je</m:t>
                </m:r>
              </m:e>
            </m:eqArr>
          </m:e>
        </m:d>
      </m:oMath>
      <w:r w:rsidRPr="006B17CA">
        <w:rPr>
          <w:lang w:val="sl-SI"/>
        </w:rPr>
        <w:t xml:space="preserve"> odvisno od razpoložljive površine in značilnosti vetra na lokaciji.</w:t>
      </w:r>
    </w:p>
    <w:p w14:paraId="2584AFF7" w14:textId="77777777" w:rsidR="00743395" w:rsidRPr="006B17CA" w:rsidRDefault="00743395" w:rsidP="00743395">
      <w:pPr>
        <w:pStyle w:val="eCheckBoxText"/>
        <w:spacing w:line="360" w:lineRule="auto"/>
        <w:ind w:left="567" w:firstLine="0"/>
        <w:rPr>
          <w:lang w:val="sl-SI"/>
        </w:rPr>
      </w:pPr>
      <w:r w:rsidRPr="006B17CA">
        <w:rPr>
          <w:lang w:val="sl-SI"/>
        </w:rPr>
        <w:t xml:space="preserve">Pred postavitvijo vetrnih turbin na izbrani lokaciji se preuči veter za obdobje, ki je običajno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sl-SI"/>
                  </w:rPr>
                  <m:t>več kot eno leto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sl-SI"/>
                  </w:rPr>
                  <m:t>ne več kot šest mesecev</m:t>
                </m:r>
              </m:e>
            </m:eqArr>
          </m:e>
        </m:d>
      </m:oMath>
      <w:r w:rsidRPr="006B17CA">
        <w:rPr>
          <w:lang w:val="sl-SI"/>
        </w:rPr>
        <w:t>.</w:t>
      </w:r>
    </w:p>
    <w:p w14:paraId="34C671E5" w14:textId="77777777" w:rsidR="006E598F" w:rsidRPr="006B17CA" w:rsidRDefault="006E598F" w:rsidP="006E598F">
      <w:pPr>
        <w:pStyle w:val="eLineBottom"/>
        <w:ind w:left="154"/>
        <w:rPr>
          <w:lang w:val="sl-SI"/>
        </w:rPr>
      </w:pPr>
    </w:p>
    <w:p w14:paraId="3C0C4093" w14:textId="77777777" w:rsidR="00F1459B" w:rsidRPr="006B17CA" w:rsidRDefault="00F1459B" w:rsidP="00F1459B">
      <w:pPr>
        <w:rPr>
          <w:lang w:val="sl-SI"/>
        </w:rPr>
      </w:pPr>
    </w:p>
    <w:p w14:paraId="3D160DD6" w14:textId="068C606A" w:rsidR="00D618D3" w:rsidRPr="00A97476" w:rsidRDefault="00A97476" w:rsidP="00A97476">
      <w:pPr>
        <w:pStyle w:val="eTask"/>
        <w:rPr>
          <w:lang w:val="sl-SI"/>
        </w:rPr>
      </w:pPr>
      <w:r w:rsidRPr="00A97476">
        <w:rPr>
          <w:lang w:val="sl-SI"/>
        </w:rPr>
        <w:t>V vsak stolpec razporedite trditve v zvezi z biokemičnimi in termokemičnimi procesi.</w:t>
      </w:r>
    </w:p>
    <w:p w14:paraId="121D9AB2" w14:textId="77777777" w:rsidR="008C0CE8" w:rsidRPr="006B17CA" w:rsidRDefault="008C0CE8" w:rsidP="008C0CE8">
      <w:pPr>
        <w:jc w:val="center"/>
        <w:rPr>
          <w:lang w:val="sl-SI" w:eastAsia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C0CE8" w:rsidRPr="006B17CA" w14:paraId="48CB7FBF" w14:textId="77777777" w:rsidTr="00173DCD">
        <w:tc>
          <w:tcPr>
            <w:tcW w:w="4531" w:type="dxa"/>
          </w:tcPr>
          <w:p w14:paraId="14C44AE0" w14:textId="77777777" w:rsidR="00D618D3" w:rsidRPr="006B17CA" w:rsidRDefault="007E1C14">
            <w:pPr>
              <w:jc w:val="center"/>
              <w:rPr>
                <w:b/>
                <w:lang w:val="sl-SI"/>
              </w:rPr>
            </w:pPr>
            <w:r w:rsidRPr="006B17CA">
              <w:rPr>
                <w:b/>
                <w:lang w:val="sl-SI"/>
              </w:rPr>
              <w:t>Termokemični</w:t>
            </w:r>
          </w:p>
        </w:tc>
        <w:tc>
          <w:tcPr>
            <w:tcW w:w="4531" w:type="dxa"/>
          </w:tcPr>
          <w:p w14:paraId="49792D4B" w14:textId="77777777" w:rsidR="00D618D3" w:rsidRPr="006B17CA" w:rsidRDefault="007E1C14">
            <w:pPr>
              <w:jc w:val="center"/>
              <w:rPr>
                <w:b/>
                <w:lang w:val="sl-SI"/>
              </w:rPr>
            </w:pPr>
            <w:r w:rsidRPr="006B17CA">
              <w:rPr>
                <w:b/>
                <w:lang w:val="sl-SI"/>
              </w:rPr>
              <w:t>Biokemijska</w:t>
            </w:r>
          </w:p>
        </w:tc>
      </w:tr>
      <w:tr w:rsidR="008C0CE8" w:rsidRPr="006B17CA" w14:paraId="6F937EC7" w14:textId="77777777" w:rsidTr="00173DCD">
        <w:tc>
          <w:tcPr>
            <w:tcW w:w="4531" w:type="dxa"/>
          </w:tcPr>
          <w:p w14:paraId="41F092A3" w14:textId="77777777" w:rsidR="00D618D3" w:rsidRPr="006B17CA" w:rsidRDefault="007E1C14">
            <w:pPr>
              <w:jc w:val="center"/>
              <w:rPr>
                <w:color w:val="FF0000"/>
                <w:lang w:val="sl-SI"/>
              </w:rPr>
            </w:pPr>
            <w:r w:rsidRPr="006B17CA">
              <w:rPr>
                <w:color w:val="FF0000"/>
                <w:lang w:val="sl-SI"/>
              </w:rPr>
              <w:t>Brez predhodne obdelave</w:t>
            </w:r>
          </w:p>
          <w:p w14:paraId="45363F4C" w14:textId="77777777" w:rsidR="008C0CE8" w:rsidRPr="006B17CA" w:rsidRDefault="008C0CE8" w:rsidP="00173DCD">
            <w:pPr>
              <w:jc w:val="center"/>
              <w:rPr>
                <w:color w:val="FF0000"/>
                <w:lang w:val="sl-SI"/>
              </w:rPr>
            </w:pPr>
          </w:p>
        </w:tc>
        <w:tc>
          <w:tcPr>
            <w:tcW w:w="4531" w:type="dxa"/>
          </w:tcPr>
          <w:p w14:paraId="4D271668" w14:textId="77777777" w:rsidR="00D618D3" w:rsidRPr="006B17CA" w:rsidRDefault="007E1C14">
            <w:pPr>
              <w:jc w:val="center"/>
              <w:rPr>
                <w:color w:val="FF0000"/>
                <w:lang w:val="sl-SI"/>
              </w:rPr>
            </w:pPr>
            <w:r w:rsidRPr="006B17CA">
              <w:rPr>
                <w:color w:val="FF0000"/>
                <w:lang w:val="sl-SI"/>
              </w:rPr>
              <w:t>Vključuje uporabo mikrobov, encimov in/ali kemikalij.</w:t>
            </w:r>
          </w:p>
        </w:tc>
      </w:tr>
      <w:tr w:rsidR="008C0CE8" w:rsidRPr="006B17CA" w14:paraId="5052D7E5" w14:textId="77777777" w:rsidTr="00173DCD">
        <w:tc>
          <w:tcPr>
            <w:tcW w:w="4531" w:type="dxa"/>
          </w:tcPr>
          <w:p w14:paraId="087380D2" w14:textId="77777777" w:rsidR="00D618D3" w:rsidRPr="006B17CA" w:rsidRDefault="007E1C14">
            <w:pPr>
              <w:jc w:val="center"/>
              <w:rPr>
                <w:color w:val="FF0000"/>
                <w:lang w:val="sl-SI"/>
              </w:rPr>
            </w:pPr>
            <w:r w:rsidRPr="006B17CA">
              <w:rPr>
                <w:color w:val="FF0000"/>
                <w:lang w:val="sl-SI"/>
              </w:rPr>
              <w:t>Popolna uporaba odpadkov/biomasa</w:t>
            </w:r>
          </w:p>
          <w:p w14:paraId="5221BAC0" w14:textId="77777777" w:rsidR="008C0CE8" w:rsidRPr="006B17CA" w:rsidRDefault="008C0CE8" w:rsidP="00173DCD">
            <w:pPr>
              <w:jc w:val="center"/>
              <w:rPr>
                <w:color w:val="FF0000"/>
                <w:lang w:val="sl-SI"/>
              </w:rPr>
            </w:pPr>
          </w:p>
        </w:tc>
        <w:tc>
          <w:tcPr>
            <w:tcW w:w="4531" w:type="dxa"/>
          </w:tcPr>
          <w:p w14:paraId="73063602" w14:textId="77777777" w:rsidR="00D618D3" w:rsidRPr="006B17CA" w:rsidRDefault="007E1C14">
            <w:pPr>
              <w:jc w:val="center"/>
              <w:rPr>
                <w:color w:val="FF0000"/>
                <w:lang w:val="sl-SI"/>
              </w:rPr>
            </w:pPr>
            <w:r w:rsidRPr="006B17CA">
              <w:rPr>
                <w:color w:val="FF0000"/>
                <w:lang w:val="sl-SI"/>
              </w:rPr>
              <w:t>Predobdelava je bistvenega pomena</w:t>
            </w:r>
          </w:p>
        </w:tc>
      </w:tr>
      <w:tr w:rsidR="008C0CE8" w:rsidRPr="006B17CA" w14:paraId="25027D7B" w14:textId="77777777" w:rsidTr="00173DCD">
        <w:tc>
          <w:tcPr>
            <w:tcW w:w="4531" w:type="dxa"/>
          </w:tcPr>
          <w:p w14:paraId="15315F0F" w14:textId="77777777" w:rsidR="00D618D3" w:rsidRPr="006B17CA" w:rsidRDefault="007E1C14">
            <w:pPr>
              <w:jc w:val="center"/>
              <w:rPr>
                <w:color w:val="FF0000"/>
                <w:lang w:val="sl-SI"/>
              </w:rPr>
            </w:pPr>
            <w:r w:rsidRPr="006B17CA">
              <w:rPr>
                <w:color w:val="FF0000"/>
                <w:lang w:val="sl-SI"/>
              </w:rPr>
              <w:t>Neodvisno od podnebnih razmer</w:t>
            </w:r>
          </w:p>
          <w:p w14:paraId="22188763" w14:textId="77777777" w:rsidR="008C0CE8" w:rsidRPr="006B17CA" w:rsidRDefault="008C0CE8" w:rsidP="00173DCD">
            <w:pPr>
              <w:jc w:val="center"/>
              <w:rPr>
                <w:color w:val="FF0000"/>
                <w:lang w:val="sl-SI"/>
              </w:rPr>
            </w:pPr>
          </w:p>
        </w:tc>
        <w:tc>
          <w:tcPr>
            <w:tcW w:w="4531" w:type="dxa"/>
          </w:tcPr>
          <w:p w14:paraId="220E98A4" w14:textId="77777777" w:rsidR="00D618D3" w:rsidRPr="006B17CA" w:rsidRDefault="007E1C14">
            <w:pPr>
              <w:jc w:val="center"/>
              <w:rPr>
                <w:color w:val="FF0000"/>
                <w:lang w:val="sl-SI"/>
              </w:rPr>
            </w:pPr>
            <w:r w:rsidRPr="006B17CA">
              <w:rPr>
                <w:color w:val="FF0000"/>
                <w:lang w:val="sl-SI"/>
              </w:rPr>
              <w:t>Proizvodnja sekundarnih odpadkov, kot je blato iz biomase</w:t>
            </w:r>
          </w:p>
        </w:tc>
      </w:tr>
      <w:tr w:rsidR="008C0CE8" w:rsidRPr="006B17CA" w14:paraId="060B0062" w14:textId="77777777" w:rsidTr="00173DCD">
        <w:tc>
          <w:tcPr>
            <w:tcW w:w="4531" w:type="dxa"/>
          </w:tcPr>
          <w:p w14:paraId="6B94B079" w14:textId="77777777" w:rsidR="00D618D3" w:rsidRPr="006B17CA" w:rsidRDefault="007E1C14">
            <w:pPr>
              <w:jc w:val="center"/>
              <w:rPr>
                <w:color w:val="FF0000"/>
                <w:lang w:val="sl-SI"/>
              </w:rPr>
            </w:pPr>
            <w:r w:rsidRPr="006B17CA">
              <w:rPr>
                <w:color w:val="FF0000"/>
                <w:lang w:val="sl-SI"/>
              </w:rPr>
              <w:t>Učinkovita uporaba v skoraj vsaki biomasi</w:t>
            </w:r>
          </w:p>
          <w:p w14:paraId="4242F52A" w14:textId="77777777" w:rsidR="008C0CE8" w:rsidRPr="006B17CA" w:rsidRDefault="008C0CE8" w:rsidP="00173DCD">
            <w:pPr>
              <w:jc w:val="center"/>
              <w:rPr>
                <w:color w:val="FF0000"/>
                <w:lang w:val="sl-SI"/>
              </w:rPr>
            </w:pPr>
          </w:p>
        </w:tc>
        <w:tc>
          <w:tcPr>
            <w:tcW w:w="4531" w:type="dxa"/>
          </w:tcPr>
          <w:p w14:paraId="1DC4129E" w14:textId="77777777" w:rsidR="00D618D3" w:rsidRPr="006B17CA" w:rsidRDefault="007E1C14">
            <w:pPr>
              <w:jc w:val="center"/>
              <w:rPr>
                <w:color w:val="FF0000"/>
                <w:lang w:val="sl-SI"/>
              </w:rPr>
            </w:pPr>
            <w:r w:rsidRPr="006B17CA">
              <w:rPr>
                <w:color w:val="FF0000"/>
                <w:lang w:val="sl-SI"/>
              </w:rPr>
              <w:t>Produktivnost je omejena zaradi biološke pretvorbe</w:t>
            </w:r>
          </w:p>
        </w:tc>
      </w:tr>
    </w:tbl>
    <w:p w14:paraId="61DF0D5E" w14:textId="77777777" w:rsidR="008C0CE8" w:rsidRPr="006B17CA" w:rsidRDefault="008C0CE8" w:rsidP="004434B6">
      <w:pPr>
        <w:rPr>
          <w:lang w:val="sl-SI"/>
        </w:rPr>
      </w:pPr>
    </w:p>
    <w:p w14:paraId="4510BC2B" w14:textId="77777777" w:rsidR="00D618D3" w:rsidRPr="006B17CA" w:rsidRDefault="007E1C14">
      <w:pPr>
        <w:rPr>
          <w:lang w:val="sl-SI"/>
        </w:rPr>
      </w:pPr>
      <w:r w:rsidRPr="006B17CA">
        <w:rPr>
          <w:lang w:val="sl-SI"/>
        </w:rPr>
        <w:t>Izjave: Predhodna obdelava ni potrebna, Popolna uporaba odpadkov/biomase, Vključuje uporabo mikrobov, encimov in/ali kemikalij, Predhodna obdelava je nujna, Neodvisna od podnebnih razmer, Proizvodnja sekundarnih odpadkov, kot je blato iz biomase, Učinkovita uporaba skoraj vsake biomase, Proizvodnost je omejena zaradi biološke pretvorbe</w:t>
      </w:r>
    </w:p>
    <w:p w14:paraId="2E0FA27A" w14:textId="77777777" w:rsidR="009C3A3C" w:rsidRDefault="009C3A3C" w:rsidP="00683A34">
      <w:pPr>
        <w:rPr>
          <w:lang w:val="sl-SI"/>
        </w:rPr>
      </w:pPr>
    </w:p>
    <w:p w14:paraId="0560917B" w14:textId="77777777" w:rsidR="004434B6" w:rsidRPr="006B17CA" w:rsidRDefault="004434B6" w:rsidP="00683A34">
      <w:pPr>
        <w:rPr>
          <w:lang w:val="sl-SI"/>
        </w:rPr>
      </w:pPr>
    </w:p>
    <w:p w14:paraId="28D8E888" w14:textId="4D1548E5" w:rsidR="00D618D3" w:rsidRPr="006B17CA" w:rsidRDefault="00A05750">
      <w:pPr>
        <w:pStyle w:val="eTask"/>
        <w:rPr>
          <w:lang w:val="sl-SI"/>
        </w:rPr>
      </w:pPr>
      <w:r w:rsidRPr="00662C0D">
        <w:rPr>
          <w:lang w:val="sl-SI"/>
        </w:rPr>
        <w:lastRenderedPageBreak/>
        <w:t xml:space="preserve">Povežite izraze iz levega stolpca </w:t>
      </w:r>
      <w:r>
        <w:rPr>
          <w:lang w:val="sl-SI"/>
        </w:rPr>
        <w:t xml:space="preserve">z </w:t>
      </w:r>
      <w:r w:rsidRPr="00662C0D">
        <w:rPr>
          <w:lang w:val="sl-SI"/>
        </w:rPr>
        <w:t>ustreznim opisom v desnem stolpcu</w:t>
      </w:r>
      <w:r w:rsidR="007E1C14" w:rsidRPr="006B17CA">
        <w:rPr>
          <w:lang w:val="sl-SI"/>
        </w:rPr>
        <w:t>.</w:t>
      </w:r>
    </w:p>
    <w:p w14:paraId="245D6474" w14:textId="77777777" w:rsidR="00063674" w:rsidRPr="006B17CA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75"/>
        <w:gridCol w:w="3631"/>
        <w:gridCol w:w="2930"/>
      </w:tblGrid>
      <w:tr w:rsidR="00AD21CD" w:rsidRPr="006B17CA" w14:paraId="3BA1097A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E36EB7" w14:textId="77777777" w:rsidR="00D618D3" w:rsidRPr="006B17CA" w:rsidRDefault="007E1C14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B17CA">
              <w:rPr>
                <w:lang w:val="sl-SI"/>
              </w:rPr>
              <w:t>Fotonapetostna sončna tehnologija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1B1B48" w14:textId="77777777" w:rsidR="00D618D3" w:rsidRPr="006B17CA" w:rsidRDefault="007E1C14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B17CA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4B736DB3" wp14:editId="2644468B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250190</wp:posOffset>
                      </wp:positionV>
                      <wp:extent cx="2276475" cy="1685925"/>
                      <wp:effectExtent l="0" t="0" r="28575" b="28575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16859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        <w:pict>
                    <v:line id="3 Conector recto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" from="-5.5pt,19.7pt" to="173.75pt,152.45pt" w14:anchorId="288B389C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FF2407E" w14:textId="77777777" w:rsidR="00D618D3" w:rsidRPr="006B17CA" w:rsidRDefault="007E1C14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B17CA">
              <w:rPr>
                <w:lang w:val="sl-SI"/>
              </w:rPr>
              <w:t>imajo visoko učinkovitost in široko paleto možnosti uporabe, tako mobilnih kot stacionarnih.</w:t>
            </w:r>
          </w:p>
        </w:tc>
      </w:tr>
      <w:tr w:rsidR="00AD21CD" w:rsidRPr="006B17CA" w14:paraId="58598836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F54FC9" w14:textId="77777777" w:rsidR="006D6A7E" w:rsidRPr="006B17CA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289EA" w14:textId="77777777" w:rsidR="006D6A7E" w:rsidRPr="006B17CA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71C32D" w14:textId="77777777" w:rsidR="006D6A7E" w:rsidRPr="006B17CA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D21CD" w:rsidRPr="006B17CA" w14:paraId="60F04213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B6AE9" w14:textId="77777777" w:rsidR="00D618D3" w:rsidRPr="006B17CA" w:rsidRDefault="007E1C14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B17CA">
              <w:rPr>
                <w:lang w:val="sl-SI"/>
              </w:rPr>
              <w:t>H</w:t>
            </w:r>
            <w:r w:rsidRPr="006B17CA">
              <w:rPr>
                <w:vertAlign w:val="subscript"/>
                <w:lang w:val="sl-SI"/>
              </w:rPr>
              <w:t>2</w:t>
            </w:r>
            <w:r w:rsidRPr="006B17CA">
              <w:rPr>
                <w:lang w:val="sl-SI"/>
              </w:rPr>
              <w:t xml:space="preserve"> - gorivne celice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D1710A" w14:textId="77777777" w:rsidR="00D618D3" w:rsidRPr="006B17CA" w:rsidRDefault="007E1C14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B17CA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4530629" wp14:editId="20200732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-902335</wp:posOffset>
                      </wp:positionV>
                      <wp:extent cx="2286000" cy="1238250"/>
                      <wp:effectExtent l="0" t="0" r="19050" b="1905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6000" cy="12382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        <w:pict>
                    <v:line id="3 Conector recto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" from="-6.1pt,-71.05pt" to="173.9pt,26.45pt" w14:anchorId="71239028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EA8B57" w14:textId="77777777" w:rsidR="00D618D3" w:rsidRPr="006B17CA" w:rsidRDefault="007E1C14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B17CA">
              <w:rPr>
                <w:lang w:val="sl-SI"/>
              </w:rPr>
              <w:t>enakovredno sevanju črnega telesa pri temperaturi 6000 K</w:t>
            </w:r>
          </w:p>
        </w:tc>
      </w:tr>
      <w:tr w:rsidR="00AD21CD" w:rsidRPr="006B17CA" w14:paraId="0407FC3D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23B8F4" w14:textId="77777777" w:rsidR="006D6A7E" w:rsidRPr="006B17CA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B519F" w14:textId="77777777" w:rsidR="006D6A7E" w:rsidRPr="006B17CA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F6E04E" w14:textId="77777777" w:rsidR="006D6A7E" w:rsidRPr="006B17CA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6D6A7E" w:rsidRPr="006B17CA" w14:paraId="67759797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5E64" w14:textId="77777777" w:rsidR="00D618D3" w:rsidRPr="006B17CA" w:rsidRDefault="007E1C14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B17CA">
              <w:rPr>
                <w:lang w:val="sl-SI"/>
              </w:rPr>
              <w:t>Sončno sevanje je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85FEF1" w14:textId="77777777" w:rsidR="00D618D3" w:rsidRPr="006B17CA" w:rsidRDefault="007E1C14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B17CA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7C0DAC4" wp14:editId="0C953D44">
                      <wp:simplePos x="0" y="0"/>
                      <wp:positionH relativeFrom="column">
                        <wp:posOffset>-79375</wp:posOffset>
                      </wp:positionH>
                      <wp:positionV relativeFrom="paragraph">
                        <wp:posOffset>-782320</wp:posOffset>
                      </wp:positionV>
                      <wp:extent cx="2295525" cy="876300"/>
                      <wp:effectExtent l="0" t="0" r="28575" b="1905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8763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        <w:pict>
                    <v:line id="3 Conector recto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" from="-6.25pt,-61.6pt" to="174.5pt,7.4pt" w14:anchorId="217BBB85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922A82" w14:textId="77777777" w:rsidR="00D618D3" w:rsidRPr="006B17CA" w:rsidRDefault="007E1C14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B17CA">
              <w:rPr>
                <w:lang w:val="sl-SI"/>
              </w:rPr>
              <w:t>omogoča neposredno pretvorbo sončne svetlobe ali sončnega sevanja v električno energijo.</w:t>
            </w:r>
          </w:p>
        </w:tc>
      </w:tr>
      <w:tr w:rsidR="006D6A7E" w:rsidRPr="006B17CA" w14:paraId="18225E3D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4557F2" w14:textId="77777777" w:rsidR="006D6A7E" w:rsidRPr="006B17CA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B9B74" w14:textId="77777777" w:rsidR="006D6A7E" w:rsidRPr="006B17CA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97A85B" w14:textId="77777777" w:rsidR="006D6A7E" w:rsidRPr="006B17CA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6D6A7E" w:rsidRPr="006B17CA" w14:paraId="7B8C1DF0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85FFF5" w14:textId="77777777" w:rsidR="00D618D3" w:rsidRPr="006B17CA" w:rsidRDefault="007E1C14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B17CA">
              <w:rPr>
                <w:lang w:val="sl-SI"/>
              </w:rPr>
              <w:t>Število fotonov, ki prodrejo skozi polprevodniški material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B943E1" w14:textId="77777777" w:rsidR="00D618D3" w:rsidRPr="006B17CA" w:rsidRDefault="007E1C14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B17CA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45C05AF" wp14:editId="6952FC50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55880</wp:posOffset>
                      </wp:positionV>
                      <wp:extent cx="2295525" cy="9525"/>
                      <wp:effectExtent l="0" t="0" r="28575" b="2857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        <w:pict>
                    <v:line id="3 Conector recto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" from="-5.5pt,4.4pt" to="175.25pt,5.15pt" w14:anchorId="76CC8FDF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6DDB89" w14:textId="77777777" w:rsidR="00D618D3" w:rsidRPr="006B17CA" w:rsidRDefault="007E1C14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B17CA">
              <w:rPr>
                <w:lang w:val="sl-SI"/>
              </w:rPr>
              <w:t>eksponentno pada kot funkcija α in razdalje, ki jo prepotujejo po Lambertovem zakonu</w:t>
            </w:r>
            <w:r w:rsidR="008D117E" w:rsidRPr="006B17CA">
              <w:rPr>
                <w:lang w:val="sl-SI"/>
              </w:rPr>
              <w:t>.</w:t>
            </w:r>
          </w:p>
        </w:tc>
      </w:tr>
    </w:tbl>
    <w:p w14:paraId="4965741A" w14:textId="77777777" w:rsidR="00A21409" w:rsidRPr="006B17CA" w:rsidRDefault="00A21409" w:rsidP="004A7E5F">
      <w:pPr>
        <w:pStyle w:val="eLineBottom"/>
        <w:ind w:left="154"/>
        <w:rPr>
          <w:lang w:val="sl-SI"/>
        </w:rPr>
      </w:pPr>
    </w:p>
    <w:p w14:paraId="5423E349" w14:textId="77777777" w:rsidR="00F1459B" w:rsidRPr="006B17CA" w:rsidRDefault="00F1459B" w:rsidP="004A7E5F">
      <w:pPr>
        <w:rPr>
          <w:lang w:val="sl-SI"/>
        </w:rPr>
      </w:pPr>
    </w:p>
    <w:p w14:paraId="7FD33930" w14:textId="77777777" w:rsidR="00D618D3" w:rsidRPr="006B17CA" w:rsidRDefault="007E1C14">
      <w:pPr>
        <w:pStyle w:val="eTask"/>
        <w:rPr>
          <w:lang w:val="sl-SI"/>
        </w:rPr>
      </w:pPr>
      <w:r w:rsidRPr="006B17CA">
        <w:rPr>
          <w:lang w:val="sl-SI"/>
        </w:rPr>
        <w:t>Naštejte vsaj 4 aplikacije, kjer se uporabljajo fotovoltaični sistemi.</w:t>
      </w:r>
    </w:p>
    <w:p w14:paraId="6545E630" w14:textId="77777777" w:rsidR="009C3A3C" w:rsidRPr="006B17CA" w:rsidRDefault="009C3A3C" w:rsidP="009C3A3C">
      <w:pPr>
        <w:pStyle w:val="eCheckBoxText"/>
        <w:spacing w:line="360" w:lineRule="auto"/>
        <w:ind w:left="154"/>
        <w:jc w:val="both"/>
        <w:rPr>
          <w:u w:val="single"/>
          <w:lang w:val="sl-SI"/>
        </w:rPr>
      </w:pPr>
    </w:p>
    <w:p w14:paraId="459CB41A" w14:textId="77777777" w:rsidR="00D618D3" w:rsidRPr="006B17CA" w:rsidRDefault="007E1C14">
      <w:pPr>
        <w:ind w:left="710" w:hanging="284"/>
        <w:rPr>
          <w:color w:val="FF0000"/>
          <w:u w:val="single"/>
          <w:lang w:val="sl-SI"/>
        </w:rPr>
      </w:pPr>
      <w:r w:rsidRPr="00134DD0">
        <w:rPr>
          <w:lang w:val="sl-SI"/>
        </w:rPr>
        <w:t>1.</w:t>
      </w:r>
      <w:r w:rsidRPr="00134DD0">
        <w:rPr>
          <w:lang w:val="sl-SI"/>
        </w:rPr>
        <w:tab/>
      </w:r>
      <w:r w:rsidR="00A01C29" w:rsidRPr="006B17CA">
        <w:rPr>
          <w:color w:val="FF0000"/>
          <w:u w:val="single"/>
          <w:lang w:val="sl-SI"/>
        </w:rPr>
        <w:t>Ovezovanje</w:t>
      </w:r>
    </w:p>
    <w:p w14:paraId="27B61C2B" w14:textId="77777777" w:rsidR="009C3A3C" w:rsidRPr="006B17CA" w:rsidRDefault="009C3A3C" w:rsidP="009C3A3C">
      <w:pPr>
        <w:ind w:left="710" w:hanging="284"/>
        <w:rPr>
          <w:u w:val="single"/>
          <w:lang w:val="sl-SI"/>
        </w:rPr>
      </w:pPr>
    </w:p>
    <w:p w14:paraId="1063657B" w14:textId="77777777" w:rsidR="00D618D3" w:rsidRPr="006B17CA" w:rsidRDefault="007E1C14">
      <w:pPr>
        <w:ind w:left="710" w:hanging="284"/>
        <w:rPr>
          <w:color w:val="FF0000"/>
          <w:u w:val="single"/>
          <w:lang w:val="sl-SI"/>
        </w:rPr>
      </w:pPr>
      <w:r w:rsidRPr="00134DD0">
        <w:rPr>
          <w:lang w:val="sl-SI" w:eastAsia="sk-SK"/>
        </w:rPr>
        <w:t>2.</w:t>
      </w:r>
      <w:r w:rsidRPr="00134DD0">
        <w:rPr>
          <w:lang w:val="sl-SI"/>
        </w:rPr>
        <w:tab/>
      </w:r>
      <w:r w:rsidR="00A01C29" w:rsidRPr="006B17CA">
        <w:rPr>
          <w:color w:val="FF0000"/>
          <w:u w:val="single"/>
          <w:lang w:val="sl-SI"/>
        </w:rPr>
        <w:t>Lastna poraba</w:t>
      </w:r>
    </w:p>
    <w:p w14:paraId="5038DA94" w14:textId="77777777" w:rsidR="009C3A3C" w:rsidRPr="006B17CA" w:rsidRDefault="009C3A3C" w:rsidP="009C3A3C">
      <w:pPr>
        <w:ind w:left="710" w:hanging="284"/>
        <w:rPr>
          <w:u w:val="single"/>
          <w:lang w:val="sl-SI" w:eastAsia="sk-SK"/>
        </w:rPr>
      </w:pPr>
    </w:p>
    <w:p w14:paraId="302630C4" w14:textId="77777777" w:rsidR="00D618D3" w:rsidRPr="006B17CA" w:rsidRDefault="007E1C14">
      <w:pPr>
        <w:ind w:left="710" w:hanging="284"/>
        <w:rPr>
          <w:color w:val="FF0000"/>
          <w:u w:val="single"/>
          <w:lang w:val="sl-SI"/>
        </w:rPr>
      </w:pPr>
      <w:r w:rsidRPr="00134DD0">
        <w:rPr>
          <w:lang w:val="sl-SI" w:eastAsia="sk-SK"/>
        </w:rPr>
        <w:t>3.</w:t>
      </w:r>
      <w:r w:rsidRPr="00134DD0">
        <w:rPr>
          <w:lang w:val="sl-SI"/>
        </w:rPr>
        <w:tab/>
      </w:r>
      <w:r w:rsidR="00A01C29" w:rsidRPr="006B17CA">
        <w:rPr>
          <w:color w:val="FF0000"/>
          <w:u w:val="single"/>
          <w:lang w:val="sl-SI"/>
        </w:rPr>
        <w:t>Črpanje</w:t>
      </w:r>
    </w:p>
    <w:p w14:paraId="4429903E" w14:textId="77777777" w:rsidR="009C3A3C" w:rsidRPr="006B17CA" w:rsidRDefault="009C3A3C" w:rsidP="009C3A3C">
      <w:pPr>
        <w:ind w:left="710" w:hanging="284"/>
        <w:rPr>
          <w:u w:val="single"/>
          <w:lang w:val="sl-SI"/>
        </w:rPr>
      </w:pPr>
    </w:p>
    <w:p w14:paraId="098F677A" w14:textId="77777777" w:rsidR="00D618D3" w:rsidRPr="006B17CA" w:rsidRDefault="007E1C14">
      <w:pPr>
        <w:ind w:left="710" w:hanging="284"/>
        <w:rPr>
          <w:color w:val="FF0000"/>
          <w:u w:val="single"/>
          <w:lang w:val="sl-SI"/>
        </w:rPr>
      </w:pPr>
      <w:r w:rsidRPr="00134DD0">
        <w:rPr>
          <w:lang w:val="sl-SI"/>
        </w:rPr>
        <w:t>4.</w:t>
      </w:r>
      <w:r w:rsidRPr="00134DD0">
        <w:rPr>
          <w:lang w:val="sl-SI"/>
        </w:rPr>
        <w:tab/>
      </w:r>
      <w:r w:rsidR="00A01C29" w:rsidRPr="006B17CA">
        <w:rPr>
          <w:color w:val="FF0000"/>
          <w:u w:val="single"/>
          <w:lang w:val="sl-SI"/>
        </w:rPr>
        <w:t>Sateliti</w:t>
      </w:r>
    </w:p>
    <w:bookmarkEnd w:id="0"/>
    <w:p w14:paraId="5D817BB3" w14:textId="77777777" w:rsidR="009C3A3C" w:rsidRPr="006B17CA" w:rsidRDefault="009C3A3C" w:rsidP="009C3A3C">
      <w:pPr>
        <w:pStyle w:val="eLineBottom"/>
        <w:ind w:left="154"/>
        <w:rPr>
          <w:lang w:val="sl-SI"/>
        </w:rPr>
      </w:pPr>
    </w:p>
    <w:sectPr w:rsidR="009C3A3C" w:rsidRPr="006B17CA" w:rsidSect="002B41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85CB2" w14:textId="77777777" w:rsidR="002B3604" w:rsidRDefault="002B3604" w:rsidP="00861A1A">
      <w:r>
        <w:separator/>
      </w:r>
    </w:p>
  </w:endnote>
  <w:endnote w:type="continuationSeparator" w:id="0">
    <w:p w14:paraId="2FE3C7F2" w14:textId="77777777" w:rsidR="002B3604" w:rsidRDefault="002B360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49A56" w14:textId="77777777" w:rsidR="001638B9" w:rsidRDefault="001638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1D885C6F" w14:textId="77777777" w:rsidTr="00CA51B5">
      <w:tc>
        <w:tcPr>
          <w:tcW w:w="2518" w:type="dxa"/>
        </w:tcPr>
        <w:p w14:paraId="61343A65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049C2D37" wp14:editId="767F3C84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BB12130" w14:textId="77777777" w:rsidR="00D618D3" w:rsidRPr="00134DD0" w:rsidRDefault="007E1C1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134DD0">
            <w:rPr>
              <w:sz w:val="16"/>
              <w:szCs w:val="16"/>
              <w:lang w:val="de-DE"/>
            </w:rPr>
            <w:t>Ta projekt je financirala Evropska komisija.</w:t>
          </w:r>
        </w:p>
        <w:p w14:paraId="455308E0" w14:textId="77777777" w:rsidR="00D618D3" w:rsidRPr="00134DD0" w:rsidRDefault="007E1C1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134DD0">
            <w:rPr>
              <w:sz w:val="16"/>
              <w:szCs w:val="16"/>
              <w:lang w:val="de-DE"/>
            </w:rPr>
            <w:t>Ta publikacija [sporočilo] odraža le stališča avtorja in Komisija ni odgovorna za kakršno koli uporabo informacij, ki jih vsebuje.</w:t>
          </w:r>
        </w:p>
      </w:tc>
    </w:tr>
    <w:tr w:rsidR="00BF5E09" w:rsidRPr="004A7E5F" w14:paraId="2AD95C9E" w14:textId="77777777" w:rsidTr="00CA51B5">
      <w:tc>
        <w:tcPr>
          <w:tcW w:w="8472" w:type="dxa"/>
          <w:gridSpan w:val="2"/>
        </w:tcPr>
        <w:p w14:paraId="134EC6C0" w14:textId="77777777" w:rsidR="00D618D3" w:rsidRPr="00134DD0" w:rsidRDefault="007E1C14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de-DE"/>
            </w:rPr>
          </w:pPr>
          <w:r w:rsidRPr="00134DD0">
            <w:rPr>
              <w:sz w:val="16"/>
              <w:szCs w:val="16"/>
              <w:lang w:val="de-DE"/>
            </w:rPr>
            <w:t xml:space="preserve">DiT4LL </w:t>
          </w:r>
          <w:r w:rsidR="001572EB" w:rsidRPr="00134DD0">
            <w:rPr>
              <w:sz w:val="16"/>
              <w:szCs w:val="16"/>
              <w:lang w:val="de-DE"/>
            </w:rPr>
            <w:t xml:space="preserve">- </w:t>
          </w:r>
          <w:r w:rsidRPr="00134DD0">
            <w:rPr>
              <w:sz w:val="16"/>
              <w:szCs w:val="16"/>
              <w:lang w:val="de-DE"/>
            </w:rPr>
            <w:t>Digitalne tehnologije za predavanje in učenje</w:t>
          </w:r>
        </w:p>
      </w:tc>
      <w:tc>
        <w:tcPr>
          <w:tcW w:w="850" w:type="dxa"/>
          <w:vAlign w:val="bottom"/>
        </w:tcPr>
        <w:p w14:paraId="502B5E9C" w14:textId="77777777" w:rsidR="00D618D3" w:rsidRDefault="007E1C14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6FC2D9FC" w14:textId="77777777" w:rsidR="00861A1A" w:rsidRPr="004A7E5F" w:rsidRDefault="00861A1A" w:rsidP="00BF5E09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48FDB" w14:textId="77777777" w:rsidR="001638B9" w:rsidRDefault="001638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E27A3" w14:textId="77777777" w:rsidR="002B3604" w:rsidRDefault="002B3604" w:rsidP="00861A1A">
      <w:r>
        <w:separator/>
      </w:r>
    </w:p>
  </w:footnote>
  <w:footnote w:type="continuationSeparator" w:id="0">
    <w:p w14:paraId="7A308350" w14:textId="77777777" w:rsidR="002B3604" w:rsidRDefault="002B360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0891A" w14:textId="77777777" w:rsidR="001638B9" w:rsidRDefault="001638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69708" w14:textId="77777777" w:rsidR="00D618D3" w:rsidRDefault="007E1C14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2D7EF54" wp14:editId="4105550A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DELOVNI LIST</w:t>
    </w:r>
  </w:p>
  <w:p w14:paraId="13CCDE75" w14:textId="3DCA772B" w:rsidR="00D618D3" w:rsidRDefault="001638B9" w:rsidP="001638B9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1638B9">
      <w:rPr>
        <w:rFonts w:ascii="Calibri" w:hAnsi="Calibri"/>
        <w:smallCaps/>
        <w:noProof/>
        <w:sz w:val="20"/>
        <w:szCs w:val="20"/>
        <w:lang w:val="en-US"/>
      </w:rPr>
      <w:t>Zelena energija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5EEB7" w14:textId="77777777" w:rsidR="001638B9" w:rsidRDefault="001638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7DA18A2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wMrU0tTAwMjAyMjVS0lEKTi0uzszPAykwrAUAV5PcqCwAAAA="/>
  </w:docVars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1301D8"/>
    <w:rsid w:val="00134DD0"/>
    <w:rsid w:val="0013693D"/>
    <w:rsid w:val="00136968"/>
    <w:rsid w:val="0014373A"/>
    <w:rsid w:val="00151ED1"/>
    <w:rsid w:val="00154968"/>
    <w:rsid w:val="001572EB"/>
    <w:rsid w:val="00160E07"/>
    <w:rsid w:val="001638B9"/>
    <w:rsid w:val="00164458"/>
    <w:rsid w:val="00165F85"/>
    <w:rsid w:val="00170E72"/>
    <w:rsid w:val="0017377E"/>
    <w:rsid w:val="00174584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373F1"/>
    <w:rsid w:val="00272012"/>
    <w:rsid w:val="002825A8"/>
    <w:rsid w:val="00283A7C"/>
    <w:rsid w:val="002850DE"/>
    <w:rsid w:val="00292860"/>
    <w:rsid w:val="002976A9"/>
    <w:rsid w:val="002B0278"/>
    <w:rsid w:val="002B0866"/>
    <w:rsid w:val="002B3604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34B6"/>
    <w:rsid w:val="0044547E"/>
    <w:rsid w:val="00454529"/>
    <w:rsid w:val="0046567F"/>
    <w:rsid w:val="00472203"/>
    <w:rsid w:val="00475954"/>
    <w:rsid w:val="004767EE"/>
    <w:rsid w:val="00492966"/>
    <w:rsid w:val="004A01E5"/>
    <w:rsid w:val="004A0446"/>
    <w:rsid w:val="004A4614"/>
    <w:rsid w:val="004A7B44"/>
    <w:rsid w:val="004A7E5F"/>
    <w:rsid w:val="004C0E36"/>
    <w:rsid w:val="004D6BA8"/>
    <w:rsid w:val="004E5E95"/>
    <w:rsid w:val="004E70EA"/>
    <w:rsid w:val="004F5AFF"/>
    <w:rsid w:val="005132B0"/>
    <w:rsid w:val="00516A3A"/>
    <w:rsid w:val="00517E3A"/>
    <w:rsid w:val="0052284C"/>
    <w:rsid w:val="0052400D"/>
    <w:rsid w:val="005519E2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FA1"/>
    <w:rsid w:val="00612C65"/>
    <w:rsid w:val="00625B5A"/>
    <w:rsid w:val="0063686B"/>
    <w:rsid w:val="006435FE"/>
    <w:rsid w:val="00643DB0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17CA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3395"/>
    <w:rsid w:val="007460F9"/>
    <w:rsid w:val="00751683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D1623"/>
    <w:rsid w:val="007E16D1"/>
    <w:rsid w:val="007E1C14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562C"/>
    <w:rsid w:val="009C7B24"/>
    <w:rsid w:val="009E2A2A"/>
    <w:rsid w:val="009E58E0"/>
    <w:rsid w:val="009F6E5E"/>
    <w:rsid w:val="00A01C29"/>
    <w:rsid w:val="00A05750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964BB"/>
    <w:rsid w:val="00A97476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3051"/>
    <w:rsid w:val="00C455F4"/>
    <w:rsid w:val="00C52C30"/>
    <w:rsid w:val="00C55039"/>
    <w:rsid w:val="00C5580D"/>
    <w:rsid w:val="00C57915"/>
    <w:rsid w:val="00C7264E"/>
    <w:rsid w:val="00C767C9"/>
    <w:rsid w:val="00C878F0"/>
    <w:rsid w:val="00C93958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650E"/>
    <w:rsid w:val="00D33524"/>
    <w:rsid w:val="00D573B0"/>
    <w:rsid w:val="00D618D3"/>
    <w:rsid w:val="00D6535B"/>
    <w:rsid w:val="00D71B81"/>
    <w:rsid w:val="00D773FA"/>
    <w:rsid w:val="00D953FF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F13E1"/>
    <w:rsid w:val="00E0343F"/>
    <w:rsid w:val="00E10571"/>
    <w:rsid w:val="00E10DD0"/>
    <w:rsid w:val="00E11170"/>
    <w:rsid w:val="00E1239E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2951"/>
    <w:rsid w:val="00EF5C76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E0741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74339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4339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43395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433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433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3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keywords>, docId:3EA0CE2B79363DF181B3E9F3A40BB7C2</cp:keywords>
  <cp:lastModifiedBy>Nevosad, Marek</cp:lastModifiedBy>
  <cp:revision>10</cp:revision>
  <cp:lastPrinted>2013-05-24T14:00:00Z</cp:lastPrinted>
  <dcterms:created xsi:type="dcterms:W3CDTF">2022-06-04T17:47:00Z</dcterms:created>
  <dcterms:modified xsi:type="dcterms:W3CDTF">2023-01-26T14:53:00Z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