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61EB1" w14:textId="77777777" w:rsidR="00374798" w:rsidRPr="002F6191" w:rsidRDefault="00EB5682">
      <w:pPr>
        <w:pStyle w:val="eTask"/>
        <w:rPr>
          <w:lang w:val="sl-SI"/>
        </w:rPr>
      </w:pPr>
      <w:bookmarkStart w:id="0" w:name="_Hlk97716694"/>
      <w:bookmarkStart w:id="1" w:name="_GoBack"/>
      <w:bookmarkEnd w:id="1"/>
      <w:r w:rsidRPr="002F6191">
        <w:rPr>
          <w:lang w:val="sl-SI"/>
        </w:rPr>
        <w:t xml:space="preserve">Naštejte </w:t>
      </w:r>
      <w:r w:rsidR="00F1459B" w:rsidRPr="002F6191">
        <w:rPr>
          <w:lang w:val="sl-SI"/>
        </w:rPr>
        <w:t xml:space="preserve">štiri vrste/ravni </w:t>
      </w:r>
      <w:r w:rsidR="008D117E" w:rsidRPr="002F6191">
        <w:rPr>
          <w:lang w:val="sl-SI"/>
        </w:rPr>
        <w:t>virtualizacije</w:t>
      </w:r>
    </w:p>
    <w:p w14:paraId="066457AD" w14:textId="77777777" w:rsidR="001922A0" w:rsidRPr="002F6191" w:rsidRDefault="001922A0" w:rsidP="00683A34">
      <w:pPr>
        <w:rPr>
          <w:lang w:val="sl-SI"/>
        </w:rPr>
      </w:pPr>
    </w:p>
    <w:p w14:paraId="5284467D" w14:textId="77777777" w:rsidR="00374798" w:rsidRPr="002F6191" w:rsidRDefault="00EB5682">
      <w:pPr>
        <w:ind w:left="992" w:hanging="425"/>
        <w:rPr>
          <w:u w:val="single"/>
          <w:lang w:val="sl-SI"/>
        </w:rPr>
      </w:pPr>
      <w:r w:rsidRPr="002F6191">
        <w:rPr>
          <w:lang w:val="sl-SI"/>
        </w:rPr>
        <w:t>1.</w:t>
      </w:r>
      <w:r w:rsidRPr="002F6191">
        <w:rPr>
          <w:lang w:val="sl-SI"/>
        </w:rPr>
        <w:tab/>
      </w:r>
      <w:r w:rsidR="008D117E" w:rsidRPr="002F6191">
        <w:rPr>
          <w:color w:val="FF0000"/>
          <w:u w:val="single"/>
          <w:lang w:val="sl-SI"/>
        </w:rPr>
        <w:t>Kontejnerizacija</w:t>
      </w:r>
    </w:p>
    <w:p w14:paraId="3790FD8E" w14:textId="77777777" w:rsidR="00EB6B74" w:rsidRPr="002F6191" w:rsidRDefault="00EB6B74" w:rsidP="004A7E5F">
      <w:pPr>
        <w:ind w:left="992" w:hanging="425"/>
        <w:rPr>
          <w:lang w:val="sl-SI"/>
        </w:rPr>
      </w:pPr>
    </w:p>
    <w:p w14:paraId="505C09C0" w14:textId="77777777" w:rsidR="00374798" w:rsidRPr="002F6191" w:rsidRDefault="00EB5682">
      <w:pPr>
        <w:ind w:left="992" w:hanging="425"/>
        <w:rPr>
          <w:lang w:val="sl-SI" w:eastAsia="sk-SK"/>
        </w:rPr>
      </w:pPr>
      <w:r w:rsidRPr="002F6191">
        <w:rPr>
          <w:lang w:val="sl-SI" w:eastAsia="sk-SK"/>
        </w:rPr>
        <w:t>2.</w:t>
      </w:r>
      <w:r w:rsidRPr="002F6191">
        <w:rPr>
          <w:lang w:val="sl-SI"/>
        </w:rPr>
        <w:tab/>
      </w:r>
      <w:r w:rsidR="008D117E" w:rsidRPr="002F6191">
        <w:rPr>
          <w:color w:val="FF0000"/>
          <w:u w:val="single"/>
          <w:lang w:val="sl-SI"/>
        </w:rPr>
        <w:t>Emulacija</w:t>
      </w:r>
    </w:p>
    <w:p w14:paraId="75EEEA6E" w14:textId="77777777" w:rsidR="00EB6B74" w:rsidRPr="002F6191" w:rsidRDefault="00EB6B74" w:rsidP="004A7E5F">
      <w:pPr>
        <w:ind w:left="992" w:hanging="425"/>
        <w:rPr>
          <w:lang w:val="sl-SI" w:eastAsia="sk-SK"/>
        </w:rPr>
      </w:pPr>
    </w:p>
    <w:p w14:paraId="69A47C70" w14:textId="77777777" w:rsidR="00374798" w:rsidRPr="002F6191" w:rsidRDefault="00EB5682">
      <w:pPr>
        <w:ind w:left="992" w:hanging="425"/>
        <w:rPr>
          <w:lang w:val="sl-SI"/>
        </w:rPr>
      </w:pPr>
      <w:r w:rsidRPr="002F6191">
        <w:rPr>
          <w:lang w:val="sl-SI" w:eastAsia="sk-SK"/>
        </w:rPr>
        <w:t>3.</w:t>
      </w:r>
      <w:r w:rsidRPr="002F6191">
        <w:rPr>
          <w:lang w:val="sl-SI"/>
        </w:rPr>
        <w:tab/>
      </w:r>
      <w:r w:rsidR="008D117E" w:rsidRPr="002F6191">
        <w:rPr>
          <w:color w:val="FF0000"/>
          <w:u w:val="single"/>
          <w:lang w:val="sl-SI"/>
        </w:rPr>
        <w:t>Paravirtualizacija</w:t>
      </w:r>
    </w:p>
    <w:p w14:paraId="6646C5E7" w14:textId="77777777" w:rsidR="00F01181" w:rsidRPr="002F6191" w:rsidRDefault="00F01181" w:rsidP="004A7E5F">
      <w:pPr>
        <w:ind w:left="992" w:hanging="425"/>
        <w:rPr>
          <w:lang w:val="sl-SI" w:eastAsia="sk-SK"/>
        </w:rPr>
      </w:pPr>
    </w:p>
    <w:p w14:paraId="44231A5D" w14:textId="77777777" w:rsidR="00374798" w:rsidRPr="002F6191" w:rsidRDefault="00EB5682">
      <w:pPr>
        <w:ind w:left="992" w:hanging="425"/>
        <w:rPr>
          <w:lang w:val="sl-SI" w:eastAsia="sk-SK"/>
        </w:rPr>
      </w:pPr>
      <w:r w:rsidRPr="002F6191">
        <w:rPr>
          <w:lang w:val="sl-SI" w:eastAsia="sk-SK"/>
        </w:rPr>
        <w:t>4.</w:t>
      </w:r>
      <w:r w:rsidRPr="002F6191">
        <w:rPr>
          <w:lang w:val="sl-SI" w:eastAsia="sk-SK"/>
        </w:rPr>
        <w:tab/>
      </w:r>
      <w:r w:rsidR="008D117E" w:rsidRPr="002F6191">
        <w:rPr>
          <w:color w:val="FF0000"/>
          <w:u w:val="single"/>
          <w:lang w:val="sl-SI" w:eastAsia="sk-SK"/>
        </w:rPr>
        <w:t>Popolna virtualizacija</w:t>
      </w:r>
    </w:p>
    <w:p w14:paraId="11B74DC3" w14:textId="77777777" w:rsidR="00C148FD" w:rsidRPr="002F6191" w:rsidRDefault="00C148FD" w:rsidP="00BF590A">
      <w:pPr>
        <w:pStyle w:val="eLineBottom"/>
        <w:ind w:left="154"/>
        <w:rPr>
          <w:lang w:val="sl-SI"/>
        </w:rPr>
      </w:pPr>
    </w:p>
    <w:p w14:paraId="402EDB80" w14:textId="77777777" w:rsidR="00C148FD" w:rsidRPr="002F6191" w:rsidRDefault="00C148FD" w:rsidP="00BF590A">
      <w:pPr>
        <w:ind w:left="154"/>
        <w:rPr>
          <w:lang w:val="sl-SI"/>
        </w:rPr>
      </w:pPr>
    </w:p>
    <w:p w14:paraId="60A7970A" w14:textId="77777777" w:rsidR="00374798" w:rsidRPr="002F6191" w:rsidRDefault="00EB5682">
      <w:pPr>
        <w:pStyle w:val="eTask"/>
        <w:rPr>
          <w:lang w:val="sl-SI"/>
        </w:rPr>
      </w:pPr>
      <w:r w:rsidRPr="002F6191">
        <w:rPr>
          <w:lang w:val="sl-SI"/>
        </w:rPr>
        <w:t xml:space="preserve">Besedilo popravite tako, da bodo naslednje </w:t>
      </w:r>
      <w:r w:rsidR="006E21B3" w:rsidRPr="002F6191">
        <w:rPr>
          <w:lang w:val="sl-SI"/>
        </w:rPr>
        <w:t xml:space="preserve">trditve </w:t>
      </w:r>
      <w:r w:rsidRPr="002F6191">
        <w:rPr>
          <w:lang w:val="sl-SI"/>
        </w:rPr>
        <w:t>resnične</w:t>
      </w:r>
    </w:p>
    <w:p w14:paraId="185A36CC" w14:textId="77777777" w:rsidR="00BC1E8F" w:rsidRPr="002F6191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73ED26DC" w14:textId="0CFEF011" w:rsidR="002E7927" w:rsidRPr="002F6191" w:rsidRDefault="002E7927" w:rsidP="002E7927">
      <w:pPr>
        <w:pStyle w:val="eCheckBoxText"/>
        <w:spacing w:line="360" w:lineRule="auto"/>
        <w:ind w:left="567" w:firstLine="0"/>
        <w:rPr>
          <w:lang w:val="sl-SI"/>
        </w:rPr>
      </w:pPr>
      <w:r w:rsidRPr="002F6191">
        <w:rPr>
          <w:lang w:val="sl-SI"/>
        </w:rPr>
        <w:t xml:space="preserve">Strežnik in odjemalec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morata imeti različno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lahko imata različno</m:t>
                </m:r>
              </m:e>
            </m:eqArr>
          </m:e>
        </m:d>
      </m:oMath>
      <w:r w:rsidRPr="002F6191">
        <w:rPr>
          <w:lang w:val="sl-SI"/>
        </w:rPr>
        <w:t xml:space="preserve"> procesorsko arhitekturo za virtualizacijo oddaljenega namizja.</w:t>
      </w:r>
    </w:p>
    <w:p w14:paraId="6BF8B317" w14:textId="2449D31C" w:rsidR="002E7927" w:rsidRPr="002F6191" w:rsidRDefault="002E7927" w:rsidP="002E7927">
      <w:pPr>
        <w:pStyle w:val="eCheckBoxText"/>
        <w:spacing w:line="360" w:lineRule="auto"/>
        <w:ind w:left="567" w:firstLine="0"/>
        <w:rPr>
          <w:lang w:val="sl-SI"/>
        </w:rPr>
      </w:pPr>
      <w:r w:rsidRPr="002F6191">
        <w:rPr>
          <w:lang w:val="sl-SI"/>
        </w:rPr>
        <w:t xml:space="preserve">Operater virtualnega mobilnega omrežja (MVNO)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si nikoli ne lasti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si običajno lasti</m:t>
                </m:r>
                <m:ctrlPr>
                  <w:rPr>
                    <w:rFonts w:ascii="Cambria Math" w:eastAsia="Cambria Math" w:hAnsi="Cambria Math"/>
                    <w:lang w:val="sl-SI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sl-SI"/>
                  </w:rPr>
                  <m:t>si vedno lasti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lang w:val="sl-SI"/>
          </w:rPr>
          <m:t xml:space="preserve"> </m:t>
        </m:r>
      </m:oMath>
      <w:r w:rsidRPr="002F6191">
        <w:rPr>
          <w:lang w:val="sl-SI"/>
        </w:rPr>
        <w:t>omrežne/o infrastrukture.</w:t>
      </w:r>
    </w:p>
    <w:p w14:paraId="3EFB6C39" w14:textId="40272064" w:rsidR="002E7927" w:rsidRPr="002F6191" w:rsidRDefault="002E7927" w:rsidP="002E7927">
      <w:pPr>
        <w:pStyle w:val="eCheckBoxText"/>
        <w:spacing w:line="360" w:lineRule="auto"/>
        <w:ind w:left="567" w:firstLine="0"/>
        <w:rPr>
          <w:lang w:val="sl-SI"/>
        </w:rPr>
      </w:pPr>
      <w:r w:rsidRPr="002F6191">
        <w:rPr>
          <w:lang w:val="sl-SI"/>
        </w:rPr>
        <w:t xml:space="preserve">Izraza virtualizacija omrežja in programsko opredeljeno omrežje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sta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nista</m:t>
                </m:r>
              </m:e>
            </m:eqArr>
          </m:e>
        </m:d>
      </m:oMath>
      <w:r w:rsidRPr="002F6191">
        <w:rPr>
          <w:lang w:val="sl-SI"/>
        </w:rPr>
        <w:t xml:space="preserve"> enaka.</w:t>
      </w:r>
    </w:p>
    <w:p w14:paraId="4E738BB7" w14:textId="3BA7A1A6" w:rsidR="002E7927" w:rsidRPr="002F6191" w:rsidRDefault="002E7927" w:rsidP="002E7927">
      <w:pPr>
        <w:pStyle w:val="eCheckBoxText"/>
        <w:spacing w:line="360" w:lineRule="auto"/>
        <w:ind w:left="567" w:firstLine="0"/>
        <w:rPr>
          <w:lang w:val="sl-SI"/>
        </w:rPr>
      </w:pPr>
      <w:r w:rsidRPr="002F6191">
        <w:rPr>
          <w:lang w:val="sl-SI"/>
        </w:rPr>
        <w:t xml:space="preserve">Emulacija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je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ni</m:t>
                </m:r>
              </m:e>
            </m:eqArr>
          </m:e>
        </m:d>
      </m:oMath>
      <w:r w:rsidRPr="002F6191">
        <w:rPr>
          <w:lang w:val="sl-SI"/>
        </w:rPr>
        <w:t xml:space="preserve"> sinonim za simulacijo.</w:t>
      </w:r>
    </w:p>
    <w:p w14:paraId="4F0A5EFE" w14:textId="77777777" w:rsidR="006E598F" w:rsidRPr="002F6191" w:rsidRDefault="006E598F" w:rsidP="006E598F">
      <w:pPr>
        <w:pStyle w:val="eLineBottom"/>
        <w:ind w:left="154"/>
        <w:rPr>
          <w:lang w:val="sl-SI"/>
        </w:rPr>
      </w:pPr>
    </w:p>
    <w:p w14:paraId="5BEB26BD" w14:textId="77777777" w:rsidR="00F1459B" w:rsidRPr="002F6191" w:rsidRDefault="00F1459B" w:rsidP="00F1459B">
      <w:pPr>
        <w:rPr>
          <w:lang w:val="sl-SI"/>
        </w:rPr>
      </w:pPr>
    </w:p>
    <w:p w14:paraId="20A35BFA" w14:textId="30122ED3" w:rsidR="00F21AFA" w:rsidRPr="005568C2" w:rsidRDefault="00EB5682" w:rsidP="00612339">
      <w:pPr>
        <w:pStyle w:val="eTask"/>
        <w:numPr>
          <w:ilvl w:val="0"/>
          <w:numId w:val="0"/>
        </w:numPr>
        <w:ind w:left="720"/>
        <w:rPr>
          <w:lang w:val="sl-SI"/>
        </w:rPr>
      </w:pPr>
      <w:r w:rsidRPr="005568C2">
        <w:rPr>
          <w:lang w:val="sl-SI"/>
        </w:rPr>
        <w:t xml:space="preserve">Izberite pravilne oznake s seznama in jih zapišite v sliko, </w:t>
      </w:r>
      <w:r w:rsidR="00683A34" w:rsidRPr="005568C2">
        <w:rPr>
          <w:lang w:val="sl-SI"/>
        </w:rPr>
        <w:t>da opišete arhitekturo paravirtualizacije</w:t>
      </w:r>
    </w:p>
    <w:p w14:paraId="39FD87A0" w14:textId="77777777" w:rsidR="00683A34" w:rsidRPr="002F6191" w:rsidRDefault="00683A34" w:rsidP="00683A34">
      <w:pPr>
        <w:jc w:val="center"/>
        <w:rPr>
          <w:lang w:val="sl-SI"/>
        </w:rPr>
      </w:pPr>
      <w:r w:rsidRPr="002F6191">
        <w:rPr>
          <w:noProof/>
          <w:lang w:val="en-US" w:eastAsia="en-US"/>
        </w:rPr>
        <w:drawing>
          <wp:inline distT="0" distB="0" distL="0" distR="0" wp14:anchorId="03C5E3C4" wp14:editId="59BF92E5">
            <wp:extent cx="3743325" cy="27051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8D167" w14:textId="220E6BDD" w:rsidR="00374798" w:rsidRDefault="00EB5682">
      <w:pPr>
        <w:rPr>
          <w:lang w:val="sl-SI"/>
        </w:rPr>
      </w:pPr>
      <w:r w:rsidRPr="002F6191">
        <w:rPr>
          <w:lang w:val="sl-SI"/>
        </w:rPr>
        <w:t xml:space="preserve">Izbira: </w:t>
      </w:r>
      <w:r w:rsidR="005568C2">
        <w:rPr>
          <w:lang w:val="sl-SI"/>
        </w:rPr>
        <w:t>Native Application, Guest OS, Virtualization layer, Host operatoin system with virtualization support, Hardware</w:t>
      </w:r>
    </w:p>
    <w:p w14:paraId="5A9632CF" w14:textId="7FE6D9D5" w:rsidR="00374798" w:rsidRPr="002F6191" w:rsidRDefault="001A4138">
      <w:pPr>
        <w:pStyle w:val="eTask"/>
        <w:rPr>
          <w:lang w:val="sl-SI"/>
        </w:rPr>
      </w:pPr>
      <w:r w:rsidRPr="0079185F">
        <w:rPr>
          <w:lang w:val="sl-SI"/>
        </w:rPr>
        <w:lastRenderedPageBreak/>
        <w:t>P</w:t>
      </w:r>
      <w:r>
        <w:rPr>
          <w:lang w:val="sl-SI"/>
        </w:rPr>
        <w:t>ovežite</w:t>
      </w:r>
      <w:r w:rsidRPr="0079185F">
        <w:rPr>
          <w:lang w:val="sl-SI"/>
        </w:rPr>
        <w:t xml:space="preserve"> izraze iz levega stolpca </w:t>
      </w:r>
      <w:r>
        <w:rPr>
          <w:lang w:val="sl-SI"/>
        </w:rPr>
        <w:t xml:space="preserve">z </w:t>
      </w:r>
      <w:r w:rsidRPr="0079185F">
        <w:rPr>
          <w:lang w:val="sl-SI"/>
        </w:rPr>
        <w:t>ustreznim opisom v desnem stolpcu</w:t>
      </w:r>
      <w:r w:rsidR="00EB5682" w:rsidRPr="002F6191">
        <w:rPr>
          <w:lang w:val="sl-SI"/>
        </w:rPr>
        <w:t>.</w:t>
      </w:r>
    </w:p>
    <w:p w14:paraId="4F281999" w14:textId="77777777" w:rsidR="00063674" w:rsidRPr="002F619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3"/>
        <w:gridCol w:w="2589"/>
        <w:gridCol w:w="3964"/>
      </w:tblGrid>
      <w:tr w:rsidR="00AD21CD" w:rsidRPr="002F6191" w14:paraId="2AC0A269" w14:textId="77777777" w:rsidTr="005568C2">
        <w:trPr>
          <w:trHeight w:val="828"/>
        </w:trPr>
        <w:tc>
          <w:tcPr>
            <w:tcW w:w="20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6AD9B9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Kontejnerizacija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F7190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57339FA" wp14:editId="0CC70319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249555</wp:posOffset>
                      </wp:positionV>
                      <wp:extent cx="1638300" cy="2105660"/>
                      <wp:effectExtent l="0" t="0" r="19050" b="2794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8300" cy="21056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197BD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19.65pt" to="123.65pt,1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24759B" w14:textId="3DB0D18F" w:rsidR="00374798" w:rsidRPr="002F6191" w:rsidRDefault="00EB5682" w:rsidP="005568C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Omogoča zagon sistemov/aplikacij s</w:t>
            </w:r>
            <w:r w:rsidR="005568C2">
              <w:rPr>
                <w:lang w:val="sl-SI"/>
              </w:rPr>
              <w:t> </w:t>
            </w:r>
            <w:r w:rsidRPr="002F6191">
              <w:rPr>
                <w:lang w:val="sl-SI"/>
              </w:rPr>
              <w:t>platforme, ki uporablja drugačno arhitekturo.</w:t>
            </w:r>
          </w:p>
        </w:tc>
      </w:tr>
      <w:tr w:rsidR="00AD21CD" w:rsidRPr="002F6191" w14:paraId="60854508" w14:textId="77777777" w:rsidTr="005568C2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236D96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FEC5B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8B493C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2F6191" w14:paraId="495CEC29" w14:textId="77777777" w:rsidTr="005568C2">
        <w:trPr>
          <w:trHeight w:val="828"/>
        </w:trPr>
        <w:tc>
          <w:tcPr>
            <w:tcW w:w="2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339F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Emulacija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7544C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8F64F0" wp14:editId="1AC89BD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-702945</wp:posOffset>
                      </wp:positionV>
                      <wp:extent cx="1630045" cy="1315720"/>
                      <wp:effectExtent l="0" t="0" r="27305" b="1778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0045" cy="1315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74252B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55.35pt" to="123.6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99B310" w14:textId="77777777" w:rsidR="00374798" w:rsidRPr="002F6191" w:rsidRDefault="00EB5682">
            <w:pPr>
              <w:pStyle w:val="eCheckBoxText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Visoka zmogljivost, dosežena z večino ukazov, ki jih izvaja pravi procesor.</w:t>
            </w:r>
          </w:p>
          <w:p w14:paraId="1B774348" w14:textId="76301C37" w:rsidR="00374798" w:rsidRPr="002F6191" w:rsidRDefault="00EB5682" w:rsidP="005568C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Zahteva namestitev gonilnika v</w:t>
            </w:r>
            <w:r w:rsidR="005568C2">
              <w:rPr>
                <w:lang w:val="sl-SI"/>
              </w:rPr>
              <w:t> </w:t>
            </w:r>
            <w:r w:rsidRPr="002F6191">
              <w:rPr>
                <w:lang w:val="sl-SI"/>
              </w:rPr>
              <w:t>gostujočem in gostujočem operacijskem sistemu.</w:t>
            </w:r>
          </w:p>
        </w:tc>
      </w:tr>
      <w:tr w:rsidR="00AD21CD" w:rsidRPr="002F6191" w14:paraId="15333ED3" w14:textId="77777777" w:rsidTr="005568C2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DCB3EB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EFBBE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3C526F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2F6191" w14:paraId="51190AD3" w14:textId="77777777" w:rsidTr="005568C2">
        <w:trPr>
          <w:trHeight w:val="828"/>
        </w:trPr>
        <w:tc>
          <w:tcPr>
            <w:tcW w:w="2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D79A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Paravirtualizacija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51C91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3058BC" wp14:editId="2B150842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-1031875</wp:posOffset>
                      </wp:positionV>
                      <wp:extent cx="1647190" cy="1122680"/>
                      <wp:effectExtent l="0" t="0" r="29210" b="2032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47190" cy="11226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3E79C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81.25pt" to="123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65B68C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To ni virtualizacija v pravem pomenu besede, saj vsa ločena okolja uporabljajo isto jedro operacijskega sistema.</w:t>
            </w:r>
          </w:p>
        </w:tc>
      </w:tr>
      <w:tr w:rsidR="006D6A7E" w:rsidRPr="002F6191" w14:paraId="2D875CA7" w14:textId="77777777" w:rsidTr="005568C2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C1250E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77336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CBB262" w14:textId="77777777" w:rsidR="006D6A7E" w:rsidRPr="002F619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2F6191" w14:paraId="07702688" w14:textId="77777777" w:rsidTr="005568C2">
        <w:trPr>
          <w:trHeight w:val="828"/>
        </w:trPr>
        <w:tc>
          <w:tcPr>
            <w:tcW w:w="20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FA40AB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 xml:space="preserve">Popolna </w:t>
            </w:r>
            <w:r w:rsidR="004A7E5F" w:rsidRPr="002F6191">
              <w:rPr>
                <w:lang w:val="sl-SI"/>
              </w:rPr>
              <w:t>virtualizacija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FBD54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4382B01" wp14:editId="0826EF23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56515</wp:posOffset>
                      </wp:positionV>
                      <wp:extent cx="1638300" cy="0"/>
                      <wp:effectExtent l="0" t="0" r="1905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F22CE4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4.45pt" to="123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5F3E39" w14:textId="77777777" w:rsidR="00374798" w:rsidRPr="002F6191" w:rsidRDefault="00EB5682">
            <w:pPr>
              <w:pStyle w:val="eCheckBoxText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Popolna ločitev gostovanih virtualnih strojev.</w:t>
            </w:r>
          </w:p>
          <w:p w14:paraId="30E2CA1A" w14:textId="77777777" w:rsidR="00374798" w:rsidRPr="002F6191" w:rsidRDefault="00EB5682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F6191">
              <w:rPr>
                <w:lang w:val="sl-SI"/>
              </w:rPr>
              <w:t>Ne zahteva posebnih gonilnikov ali sprememb operacijskega sistema.</w:t>
            </w:r>
          </w:p>
        </w:tc>
      </w:tr>
    </w:tbl>
    <w:p w14:paraId="7482F623" w14:textId="77777777" w:rsidR="00A21409" w:rsidRPr="002F6191" w:rsidRDefault="00A21409" w:rsidP="004A7E5F">
      <w:pPr>
        <w:pStyle w:val="eLineBottom"/>
        <w:ind w:left="154"/>
        <w:rPr>
          <w:lang w:val="sl-SI"/>
        </w:rPr>
      </w:pPr>
    </w:p>
    <w:p w14:paraId="5F298889" w14:textId="77777777" w:rsidR="00F1459B" w:rsidRPr="002F6191" w:rsidRDefault="00F1459B" w:rsidP="004A7E5F">
      <w:pPr>
        <w:rPr>
          <w:lang w:val="sl-SI"/>
        </w:rPr>
      </w:pPr>
    </w:p>
    <w:p w14:paraId="5767D84B" w14:textId="77777777" w:rsidR="00374798" w:rsidRPr="002F6191" w:rsidRDefault="00EB5682">
      <w:pPr>
        <w:pStyle w:val="eTask"/>
        <w:rPr>
          <w:lang w:val="sl-SI"/>
        </w:rPr>
      </w:pPr>
      <w:r w:rsidRPr="002F6191">
        <w:rPr>
          <w:lang w:val="sl-SI"/>
        </w:rPr>
        <w:t>Naštejte vsaj 4 panoge, v katerih se uporablja navidezna resničnost</w:t>
      </w:r>
    </w:p>
    <w:p w14:paraId="45E19DFF" w14:textId="77777777" w:rsidR="009C3A3C" w:rsidRPr="002F6191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l-SI"/>
        </w:rPr>
      </w:pPr>
    </w:p>
    <w:p w14:paraId="7B7716ED" w14:textId="77777777" w:rsidR="00374798" w:rsidRPr="002F6191" w:rsidRDefault="00EB5682">
      <w:pPr>
        <w:ind w:left="710" w:hanging="284"/>
        <w:rPr>
          <w:color w:val="FF0000"/>
          <w:u w:val="single"/>
          <w:lang w:val="sl-SI"/>
        </w:rPr>
      </w:pPr>
      <w:r w:rsidRPr="002F6191">
        <w:rPr>
          <w:u w:val="single"/>
          <w:lang w:val="sl-SI"/>
        </w:rPr>
        <w:t>1.</w:t>
      </w:r>
      <w:r w:rsidRPr="002F6191">
        <w:rPr>
          <w:u w:val="single"/>
          <w:lang w:val="sl-SI"/>
        </w:rPr>
        <w:tab/>
      </w:r>
      <w:r w:rsidRPr="002F6191">
        <w:rPr>
          <w:color w:val="FF0000"/>
          <w:u w:val="single"/>
          <w:lang w:val="sl-SI"/>
        </w:rPr>
        <w:t>Medicina</w:t>
      </w:r>
    </w:p>
    <w:p w14:paraId="22B77364" w14:textId="77777777" w:rsidR="009C3A3C" w:rsidRPr="002F6191" w:rsidRDefault="009C3A3C" w:rsidP="009C3A3C">
      <w:pPr>
        <w:ind w:left="710" w:hanging="284"/>
        <w:rPr>
          <w:u w:val="single"/>
          <w:lang w:val="sl-SI"/>
        </w:rPr>
      </w:pPr>
    </w:p>
    <w:p w14:paraId="72D28F61" w14:textId="77777777" w:rsidR="00374798" w:rsidRPr="002F6191" w:rsidRDefault="00EB5682">
      <w:pPr>
        <w:ind w:left="710" w:hanging="284"/>
        <w:rPr>
          <w:color w:val="FF0000"/>
          <w:u w:val="single"/>
          <w:lang w:val="sl-SI"/>
        </w:rPr>
      </w:pPr>
      <w:r w:rsidRPr="002F6191">
        <w:rPr>
          <w:u w:val="single"/>
          <w:lang w:val="sl-SI" w:eastAsia="sk-SK"/>
        </w:rPr>
        <w:t>2.</w:t>
      </w:r>
      <w:r w:rsidRPr="002F6191">
        <w:rPr>
          <w:u w:val="single"/>
          <w:lang w:val="sl-SI"/>
        </w:rPr>
        <w:tab/>
      </w:r>
      <w:r w:rsidRPr="002F6191">
        <w:rPr>
          <w:color w:val="FF0000"/>
          <w:u w:val="single"/>
          <w:lang w:val="sl-SI"/>
        </w:rPr>
        <w:t>Izobraževanje</w:t>
      </w:r>
    </w:p>
    <w:p w14:paraId="12D36418" w14:textId="77777777" w:rsidR="009C3A3C" w:rsidRPr="002F6191" w:rsidRDefault="009C3A3C" w:rsidP="009C3A3C">
      <w:pPr>
        <w:ind w:left="710" w:hanging="284"/>
        <w:rPr>
          <w:u w:val="single"/>
          <w:lang w:val="sl-SI" w:eastAsia="sk-SK"/>
        </w:rPr>
      </w:pPr>
    </w:p>
    <w:p w14:paraId="52B396E7" w14:textId="77777777" w:rsidR="00374798" w:rsidRPr="002F6191" w:rsidRDefault="00EB5682">
      <w:pPr>
        <w:ind w:left="710" w:hanging="284"/>
        <w:rPr>
          <w:color w:val="FF0000"/>
          <w:u w:val="single"/>
          <w:lang w:val="sl-SI"/>
        </w:rPr>
      </w:pPr>
      <w:r w:rsidRPr="002F6191">
        <w:rPr>
          <w:u w:val="single"/>
          <w:lang w:val="sl-SI" w:eastAsia="sk-SK"/>
        </w:rPr>
        <w:t>3.</w:t>
      </w:r>
      <w:r w:rsidRPr="002F6191">
        <w:rPr>
          <w:u w:val="single"/>
          <w:lang w:val="sl-SI"/>
        </w:rPr>
        <w:tab/>
      </w:r>
      <w:r w:rsidRPr="002F6191">
        <w:rPr>
          <w:color w:val="FF0000"/>
          <w:u w:val="single"/>
          <w:lang w:val="sl-SI"/>
        </w:rPr>
        <w:t>Usposabljanje</w:t>
      </w:r>
    </w:p>
    <w:p w14:paraId="4EB0FFDF" w14:textId="77777777" w:rsidR="009C3A3C" w:rsidRPr="002F6191" w:rsidRDefault="009C3A3C" w:rsidP="009C3A3C">
      <w:pPr>
        <w:ind w:left="710" w:hanging="284"/>
        <w:rPr>
          <w:u w:val="single"/>
          <w:lang w:val="sl-SI"/>
        </w:rPr>
      </w:pPr>
    </w:p>
    <w:p w14:paraId="7754F3B0" w14:textId="77777777" w:rsidR="00374798" w:rsidRPr="002F6191" w:rsidRDefault="00EB5682">
      <w:pPr>
        <w:ind w:left="710" w:hanging="284"/>
        <w:rPr>
          <w:color w:val="FF0000"/>
          <w:u w:val="single"/>
          <w:lang w:val="sl-SI"/>
        </w:rPr>
      </w:pPr>
      <w:r w:rsidRPr="002F6191">
        <w:rPr>
          <w:u w:val="single"/>
          <w:lang w:val="sl-SI"/>
        </w:rPr>
        <w:t>4.</w:t>
      </w:r>
      <w:r w:rsidRPr="002F6191">
        <w:rPr>
          <w:u w:val="single"/>
          <w:lang w:val="sl-SI"/>
        </w:rPr>
        <w:tab/>
      </w:r>
      <w:r w:rsidRPr="002F6191">
        <w:rPr>
          <w:color w:val="FF0000"/>
          <w:u w:val="single"/>
          <w:lang w:val="sl-SI"/>
        </w:rPr>
        <w:t xml:space="preserve">Zabava / </w:t>
      </w:r>
      <w:r w:rsidR="005C5E6B" w:rsidRPr="002F6191">
        <w:rPr>
          <w:color w:val="FF0000"/>
          <w:u w:val="single"/>
          <w:lang w:val="sl-SI"/>
        </w:rPr>
        <w:t>prosti čas</w:t>
      </w:r>
    </w:p>
    <w:bookmarkEnd w:id="0"/>
    <w:p w14:paraId="11159370" w14:textId="77777777" w:rsidR="009C3A3C" w:rsidRPr="002F6191" w:rsidRDefault="009C3A3C" w:rsidP="009C3A3C">
      <w:pPr>
        <w:pStyle w:val="eLineBottom"/>
        <w:ind w:left="154"/>
        <w:rPr>
          <w:lang w:val="sl-SI"/>
        </w:rPr>
      </w:pPr>
    </w:p>
    <w:sectPr w:rsidR="009C3A3C" w:rsidRPr="002F619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F10AC" w14:textId="77777777" w:rsidR="00226567" w:rsidRDefault="00226567" w:rsidP="00861A1A">
      <w:r>
        <w:separator/>
      </w:r>
    </w:p>
  </w:endnote>
  <w:endnote w:type="continuationSeparator" w:id="0">
    <w:p w14:paraId="1C2FF92F" w14:textId="77777777" w:rsidR="00226567" w:rsidRDefault="0022656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2EAE5E8" w14:textId="77777777" w:rsidTr="00CA51B5">
      <w:tc>
        <w:tcPr>
          <w:tcW w:w="2518" w:type="dxa"/>
        </w:tcPr>
        <w:p w14:paraId="0FCFFA77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EBF760F" wp14:editId="6220CB8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8C8736F" w14:textId="77777777" w:rsidR="00374798" w:rsidRPr="005568C2" w:rsidRDefault="00EB56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5568C2">
            <w:rPr>
              <w:sz w:val="16"/>
              <w:szCs w:val="16"/>
              <w:lang w:val="de-DE"/>
            </w:rPr>
            <w:t>Ta projekt je financirala Evropska komisija.</w:t>
          </w:r>
        </w:p>
        <w:p w14:paraId="7D0138BF" w14:textId="77777777" w:rsidR="00374798" w:rsidRPr="005568C2" w:rsidRDefault="00EB56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5568C2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6F9383BC" w14:textId="77777777" w:rsidTr="00CA51B5">
      <w:tc>
        <w:tcPr>
          <w:tcW w:w="8472" w:type="dxa"/>
          <w:gridSpan w:val="2"/>
        </w:tcPr>
        <w:p w14:paraId="7882CC1F" w14:textId="77777777" w:rsidR="00374798" w:rsidRPr="005568C2" w:rsidRDefault="00EB5682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5568C2">
            <w:rPr>
              <w:sz w:val="16"/>
              <w:szCs w:val="16"/>
              <w:lang w:val="de-DE"/>
            </w:rPr>
            <w:t xml:space="preserve">DiT4LL </w:t>
          </w:r>
          <w:r w:rsidR="001572EB" w:rsidRPr="005568C2">
            <w:rPr>
              <w:sz w:val="16"/>
              <w:szCs w:val="16"/>
              <w:lang w:val="de-DE"/>
            </w:rPr>
            <w:t xml:space="preserve">- </w:t>
          </w:r>
          <w:r w:rsidRPr="005568C2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4CDDAF1B" w14:textId="77777777" w:rsidR="00374798" w:rsidRDefault="00EB5682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0931B6D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572F4" w14:textId="77777777" w:rsidR="00226567" w:rsidRDefault="00226567" w:rsidP="00861A1A">
      <w:r>
        <w:separator/>
      </w:r>
    </w:p>
  </w:footnote>
  <w:footnote w:type="continuationSeparator" w:id="0">
    <w:p w14:paraId="093B0A4F" w14:textId="77777777" w:rsidR="00226567" w:rsidRDefault="0022656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BDF57" w14:textId="77777777" w:rsidR="00374798" w:rsidRDefault="00EB5682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68DEE9D" wp14:editId="7E07DD3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20B414E7" w14:textId="77777777" w:rsidR="00374798" w:rsidRDefault="00EB5682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Virtualizacija v praksi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4138"/>
    <w:rsid w:val="001B057D"/>
    <w:rsid w:val="001D00A1"/>
    <w:rsid w:val="001F6290"/>
    <w:rsid w:val="00213F2C"/>
    <w:rsid w:val="00222EE8"/>
    <w:rsid w:val="00223478"/>
    <w:rsid w:val="00225015"/>
    <w:rsid w:val="002252B6"/>
    <w:rsid w:val="00226567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7927"/>
    <w:rsid w:val="002F6191"/>
    <w:rsid w:val="00304ADA"/>
    <w:rsid w:val="00306B9F"/>
    <w:rsid w:val="00307892"/>
    <w:rsid w:val="00315203"/>
    <w:rsid w:val="00337851"/>
    <w:rsid w:val="00342883"/>
    <w:rsid w:val="00347E4D"/>
    <w:rsid w:val="00351AF3"/>
    <w:rsid w:val="00374798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568C2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87A4D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151F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2054F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456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61C1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5682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1AFA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DCC7D5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E792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E79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E7927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C34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C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docId:7E226637203E840FC263B1C8D5AC4D93</cp:keywords>
  <cp:lastModifiedBy>Nevosad, Marek</cp:lastModifiedBy>
  <cp:revision>2</cp:revision>
  <cp:lastPrinted>2013-05-24T14:00:00Z</cp:lastPrinted>
  <dcterms:created xsi:type="dcterms:W3CDTF">2023-01-26T14:22:00Z</dcterms:created>
  <dcterms:modified xsi:type="dcterms:W3CDTF">2023-01-26T14:22:00Z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