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1893CFD6" w:rsidR="00063674" w:rsidRPr="00201094" w:rsidRDefault="00201094" w:rsidP="00201094">
      <w:pPr>
        <w:pStyle w:val="eTask"/>
        <w:rPr>
          <w:lang w:val="sl-SI"/>
        </w:rPr>
      </w:pPr>
      <w:bookmarkStart w:id="0" w:name="_Hlk97716694"/>
      <w:r w:rsidRPr="00F236EA">
        <w:rPr>
          <w:lang w:val="sl-SI"/>
        </w:rPr>
        <w:t xml:space="preserve">Z metodo getElementById poiščite </w:t>
      </w:r>
      <w:r w:rsidRPr="00201094">
        <w:t>element</w:t>
      </w:r>
      <w:r w:rsidRPr="00F236EA">
        <w:rPr>
          <w:lang w:val="sl-SI"/>
        </w:rPr>
        <w:t xml:space="preserve"> &lt;p&gt; in spremenite besedilo v "Novo besedilo".</w:t>
      </w:r>
    </w:p>
    <w:p w14:paraId="1FF01119" w14:textId="10C18FB0" w:rsidR="00A0599A" w:rsidRPr="00031743" w:rsidRDefault="00A0599A" w:rsidP="000C01E0">
      <w:pPr>
        <w:pStyle w:val="eTask"/>
        <w:numPr>
          <w:ilvl w:val="0"/>
          <w:numId w:val="0"/>
        </w:numPr>
        <w:ind w:left="720"/>
      </w:pPr>
    </w:p>
    <w:p w14:paraId="5254C463" w14:textId="1161FA8D" w:rsidR="00BC1251" w:rsidRPr="00031743" w:rsidRDefault="00BC1251" w:rsidP="000C01E0">
      <w:pPr>
        <w:spacing w:before="60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r w:rsidR="00201094" w:rsidRPr="00F236EA">
        <w:rPr>
          <w:lang w:val="sl-SI"/>
        </w:rPr>
        <w:t>Staro besedilo</w:t>
      </w:r>
      <w:r w:rsidRPr="00031743">
        <w:t>&lt;/p&gt;</w:t>
      </w:r>
    </w:p>
    <w:p w14:paraId="049311BA" w14:textId="6A90294C" w:rsidR="00BC1251" w:rsidRPr="00031743" w:rsidRDefault="00BC1251" w:rsidP="000C01E0">
      <w:pPr>
        <w:spacing w:before="60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18226CEC" w14:textId="473F73A3" w:rsidR="00BC1251" w:rsidRPr="00031743" w:rsidRDefault="000C01E0" w:rsidP="000C01E0">
      <w:pPr>
        <w:spacing w:before="60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71A10B" wp14:editId="5919438E">
                <wp:simplePos x="0" y="0"/>
                <wp:positionH relativeFrom="column">
                  <wp:posOffset>-38100</wp:posOffset>
                </wp:positionH>
                <wp:positionV relativeFrom="paragraph">
                  <wp:posOffset>30480</wp:posOffset>
                </wp:positionV>
                <wp:extent cx="3209925" cy="238125"/>
                <wp:effectExtent l="0" t="0" r="28575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8F487" id="Pravokotnik: zaokroženi vogali 9" o:spid="_x0000_s1026" style="position:absolute;margin-left:-3pt;margin-top:2.4pt;width:252.75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106EB1" w:rsidRPr="00F236EA">
        <w:rPr>
          <w:color w:val="FF0000"/>
          <w:lang w:val="sl-SI"/>
        </w:rPr>
        <w:t>document.getElementById("example").innerHTML</w:t>
      </w:r>
      <w:r w:rsidR="00BC1251" w:rsidRPr="00031743">
        <w:t xml:space="preserve"> </w:t>
      </w:r>
      <w:r>
        <w:t xml:space="preserve"> </w:t>
      </w:r>
      <w:r w:rsidR="00BC1251" w:rsidRPr="00031743">
        <w:t>= "</w:t>
      </w:r>
      <w:r w:rsidR="00201094" w:rsidRPr="00F236EA">
        <w:rPr>
          <w:lang w:val="sl-SI"/>
        </w:rPr>
        <w:t>Novo besedilo</w:t>
      </w:r>
      <w:r w:rsidR="00BC1251" w:rsidRPr="00031743">
        <w:t>";</w:t>
      </w:r>
    </w:p>
    <w:p w14:paraId="7BB947A9" w14:textId="15232FEA" w:rsidR="00BC1251" w:rsidRDefault="00BC1251" w:rsidP="000C01E0">
      <w:pPr>
        <w:spacing w:before="60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6D204EEE" w14:textId="77777777" w:rsidR="000C01E0" w:rsidRPr="000C01E0" w:rsidRDefault="000C01E0" w:rsidP="000C01E0">
      <w:pPr>
        <w:pStyle w:val="eLineBottom"/>
      </w:pPr>
    </w:p>
    <w:p w14:paraId="25BAA19F" w14:textId="77777777" w:rsidR="000C01E0" w:rsidRPr="00031743" w:rsidRDefault="000C01E0" w:rsidP="00BC1251"/>
    <w:p w14:paraId="7C175781" w14:textId="680E4714" w:rsidR="00876353" w:rsidRPr="0046521F" w:rsidRDefault="00201094" w:rsidP="000C01E0">
      <w:pPr>
        <w:pStyle w:val="eTask"/>
        <w:rPr>
          <w:lang w:val="cs-CZ"/>
        </w:rPr>
      </w:pPr>
      <w:r w:rsidRPr="00F236EA">
        <w:rPr>
          <w:lang w:val="sl-SI"/>
        </w:rPr>
        <w:t>Povežite pravilne razlage metod</w:t>
      </w:r>
    </w:p>
    <w:p w14:paraId="7D352D49" w14:textId="77777777" w:rsidR="00876353" w:rsidRPr="0046521F" w:rsidRDefault="00876353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031743" w:rsidRPr="00031743" w14:paraId="2B858D39" w14:textId="77777777" w:rsidTr="00201094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031C06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innerHTML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6122A08B" w:rsidR="00031743" w:rsidRPr="00031743" w:rsidRDefault="00106EB1" w:rsidP="00031743">
            <w:pPr>
              <w:pStyle w:val="eCheckBoxText"/>
              <w:ind w:left="0" w:firstLine="0"/>
              <w:contextualSpacing/>
              <w:jc w:val="center"/>
            </w:pPr>
            <w:r w:rsidRPr="00106EB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A5625E8" wp14:editId="46A3D044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213360</wp:posOffset>
                      </wp:positionV>
                      <wp:extent cx="2255520" cy="1572895"/>
                      <wp:effectExtent l="0" t="0" r="30480" b="27305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55520" cy="15728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C114BD" id="3 Conector recto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16.8pt" to="175.25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106EB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B60B4F6" wp14:editId="0BC6A693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224155</wp:posOffset>
                      </wp:positionV>
                      <wp:extent cx="2258060" cy="733425"/>
                      <wp:effectExtent l="0" t="0" r="27940" b="2857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58060" cy="733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FF48B5" id="3 Conector recto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17.65pt" to="175.4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106EB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A25D433" wp14:editId="4C95323A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1723390</wp:posOffset>
                      </wp:positionV>
                      <wp:extent cx="2256155" cy="739775"/>
                      <wp:effectExtent l="0" t="0" r="29845" b="2222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56155" cy="7397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640503" id="3 Conector recto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135.7pt" to="175.3pt,1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106EB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8C9CEDD" wp14:editId="3A7FD0D6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968375</wp:posOffset>
                      </wp:positionV>
                      <wp:extent cx="2254885" cy="1494790"/>
                      <wp:effectExtent l="0" t="0" r="31115" b="2921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54885" cy="14947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DE9AF9" id="3 Conector recto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pt,76.25pt" to="175.25pt,1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51A34C39" w:rsidR="00031743" w:rsidRPr="00031743" w:rsidRDefault="00201094" w:rsidP="00201094">
            <w:pPr>
              <w:pStyle w:val="eCheckBoxText"/>
              <w:ind w:left="0" w:firstLine="0"/>
              <w:contextualSpacing/>
              <w:jc w:val="center"/>
            </w:pPr>
            <w:r w:rsidRPr="00F236EA">
              <w:rPr>
                <w:lang w:val="sl-SI"/>
              </w:rPr>
              <w:t>Metoda, ki se uporablja za iskanje elementa po id.</w:t>
            </w:r>
          </w:p>
        </w:tc>
      </w:tr>
      <w:tr w:rsidR="00031743" w:rsidRPr="00031743" w14:paraId="64CBCFB3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EF541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B14DA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3426ADB4" w14:textId="77777777" w:rsidTr="00201094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ADB27E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getElementById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292E3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28096EB9" w:rsidR="00031743" w:rsidRPr="00031743" w:rsidRDefault="00201094" w:rsidP="00201094">
            <w:pPr>
              <w:pStyle w:val="eCheckBoxText"/>
              <w:ind w:left="0" w:firstLine="0"/>
              <w:contextualSpacing/>
              <w:jc w:val="center"/>
            </w:pPr>
            <w:r w:rsidRPr="00F236EA">
              <w:rPr>
                <w:lang w:val="sl-SI"/>
              </w:rPr>
              <w:t>Metoda za odstranitev podrejenega elementa HTML.</w:t>
            </w:r>
          </w:p>
        </w:tc>
      </w:tr>
      <w:tr w:rsidR="00031743" w:rsidRPr="00031743" w14:paraId="4EAE0C4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328F3E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64FF4A03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5FB0F97D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setAttribute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D12A7D2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CFA69" w14:textId="068C9001" w:rsidR="00031743" w:rsidRPr="00031743" w:rsidRDefault="00201094" w:rsidP="00031743">
            <w:pPr>
              <w:pStyle w:val="eCheckBoxText"/>
              <w:ind w:left="0" w:firstLine="0"/>
              <w:contextualSpacing/>
              <w:jc w:val="center"/>
            </w:pPr>
            <w:r w:rsidRPr="00F236EA">
              <w:rPr>
                <w:lang w:val="sl-SI"/>
              </w:rPr>
              <w:t xml:space="preserve">Lastnost, ki se uporablja za nastavljanje ali vračanje vsebine HTML elementa. </w:t>
            </w:r>
          </w:p>
        </w:tc>
      </w:tr>
      <w:tr w:rsidR="00031743" w:rsidRPr="00031743" w14:paraId="19DE13D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DD26B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0BDF9AA7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CCCA3B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removeChild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7FBD0A16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</w:tcPr>
          <w:p w14:paraId="057C47EA" w14:textId="2DA6D3E7" w:rsidR="00031743" w:rsidRPr="00031743" w:rsidRDefault="00201094" w:rsidP="00201094">
            <w:pPr>
              <w:pStyle w:val="eCheckBoxText"/>
              <w:ind w:left="0" w:firstLine="0"/>
              <w:contextualSpacing/>
              <w:jc w:val="center"/>
            </w:pPr>
            <w:r w:rsidRPr="00F236EA">
              <w:rPr>
                <w:lang w:val="sl-SI"/>
              </w:rPr>
              <w:t>Metoda za spreminjanje vrednosti atributa v</w:t>
            </w:r>
            <w:r>
              <w:rPr>
                <w:lang w:val="sl-SI"/>
              </w:rPr>
              <w:t> </w:t>
            </w:r>
            <w:r w:rsidRPr="00F236EA">
              <w:rPr>
                <w:lang w:val="sl-SI"/>
              </w:rPr>
              <w:t>dokumentu HTML.</w:t>
            </w:r>
          </w:p>
        </w:tc>
      </w:tr>
    </w:tbl>
    <w:p w14:paraId="3FBEC89E" w14:textId="77777777" w:rsidR="000C01E0" w:rsidRPr="000C01E0" w:rsidRDefault="000C01E0" w:rsidP="000C01E0">
      <w:pPr>
        <w:pStyle w:val="eLineBottom"/>
      </w:pPr>
    </w:p>
    <w:p w14:paraId="646E46B9" w14:textId="77777777" w:rsidR="00F1459B" w:rsidRPr="00031743" w:rsidRDefault="00F1459B" w:rsidP="004A7E5F"/>
    <w:p w14:paraId="07B402D8" w14:textId="794A763E" w:rsidR="00DA3B3D" w:rsidRPr="00031743" w:rsidRDefault="00201094" w:rsidP="000C01E0">
      <w:pPr>
        <w:pStyle w:val="eTask"/>
      </w:pPr>
      <w:r w:rsidRPr="00F236EA">
        <w:rPr>
          <w:lang w:val="sl-SI"/>
        </w:rPr>
        <w:t>Z metodo getElementsByTagName poiščite prvi element &lt;p&gt; in spremenite besedilo v "Novo besedilo".</w:t>
      </w:r>
    </w:p>
    <w:p w14:paraId="1FDDDB15" w14:textId="77777777" w:rsidR="00DA3B3D" w:rsidRPr="00031743" w:rsidRDefault="00DA3B3D" w:rsidP="000C01E0">
      <w:pPr>
        <w:pStyle w:val="eTask"/>
        <w:numPr>
          <w:ilvl w:val="0"/>
          <w:numId w:val="0"/>
        </w:numPr>
        <w:ind w:left="720"/>
      </w:pPr>
    </w:p>
    <w:p w14:paraId="7DEE76DF" w14:textId="2978AC78" w:rsidR="00AC26F9" w:rsidRPr="00031743" w:rsidRDefault="00AC26F9" w:rsidP="000C01E0">
      <w:pPr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r w:rsidR="00201094" w:rsidRPr="00F236EA">
        <w:rPr>
          <w:lang w:val="sl-SI"/>
        </w:rPr>
        <w:t>Staro besedilo</w:t>
      </w:r>
      <w:r w:rsidRPr="00031743">
        <w:t>&lt;/p&gt;</w:t>
      </w:r>
    </w:p>
    <w:p w14:paraId="40533E0D" w14:textId="5A266581" w:rsidR="00AC26F9" w:rsidRPr="00031743" w:rsidRDefault="00AC26F9" w:rsidP="000C01E0">
      <w:pPr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54E5EA0C" w14:textId="34A4A5E9" w:rsidR="00D33CBB" w:rsidRPr="00031743" w:rsidRDefault="00106EB1" w:rsidP="00106EB1">
      <w:pPr>
        <w:spacing w:before="80"/>
        <w:ind w:left="142"/>
        <w:rPr>
          <w:color w:val="FF0000"/>
        </w:rPr>
      </w:pPr>
      <w:r w:rsidRPr="00F236EA">
        <w:rPr>
          <w:color w:val="FF0000"/>
          <w:lang w:val="sl-SI"/>
        </w:rPr>
        <w:t>dokument.</w:t>
      </w:r>
      <w:r w:rsidR="000C01E0"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6A19F5" wp14:editId="67395154">
                <wp:simplePos x="0" y="0"/>
                <wp:positionH relativeFrom="column">
                  <wp:posOffset>48895</wp:posOffset>
                </wp:positionH>
                <wp:positionV relativeFrom="paragraph">
                  <wp:posOffset>44288</wp:posOffset>
                </wp:positionV>
                <wp:extent cx="709295" cy="238125"/>
                <wp:effectExtent l="0" t="0" r="14605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89FA9" id="Pravokotnik: zaokroženi vogali 9" o:spid="_x0000_s1026" style="position:absolute;margin-left:3.85pt;margin-top:3.5pt;width:55.85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183A7F3D" w14:textId="095B470E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924C90" wp14:editId="4C2484DD">
                <wp:simplePos x="0" y="0"/>
                <wp:positionH relativeFrom="column">
                  <wp:posOffset>48260</wp:posOffset>
                </wp:positionH>
                <wp:positionV relativeFrom="paragraph">
                  <wp:posOffset>169072</wp:posOffset>
                </wp:positionV>
                <wp:extent cx="1574165" cy="238125"/>
                <wp:effectExtent l="0" t="0" r="26035" b="2857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31E50E" id="Pravokotnik: zaokroženi vogali 9" o:spid="_x0000_s1026" style="position:absolute;margin-left:3.8pt;margin-top:13.3pt;width:123.95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0B7AF046" w14:textId="3DD3AF07" w:rsidR="00106EB1" w:rsidRPr="00F236EA" w:rsidRDefault="00106EB1" w:rsidP="00106EB1">
      <w:pPr>
        <w:rPr>
          <w:color w:val="FF0000"/>
          <w:lang w:val="sl-SI"/>
        </w:rPr>
      </w:pPr>
      <w:r>
        <w:rPr>
          <w:color w:val="FF0000"/>
          <w:lang w:val="sl-SI"/>
        </w:rPr>
        <w:t xml:space="preserve">  </w:t>
      </w:r>
      <w:r w:rsidRPr="00F236EA">
        <w:rPr>
          <w:color w:val="FF0000"/>
          <w:lang w:val="sl-SI"/>
        </w:rPr>
        <w:t>getElementByTagName</w:t>
      </w:r>
    </w:p>
    <w:p w14:paraId="7D0508F7" w14:textId="4609FCEC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C72A9C" wp14:editId="3299A91D">
                <wp:simplePos x="0" y="0"/>
                <wp:positionH relativeFrom="column">
                  <wp:posOffset>48422</wp:posOffset>
                </wp:positionH>
                <wp:positionV relativeFrom="paragraph">
                  <wp:posOffset>165735</wp:posOffset>
                </wp:positionV>
                <wp:extent cx="431165" cy="238125"/>
                <wp:effectExtent l="0" t="0" r="26035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D38EE" id="Pravokotnik: zaokroženi vogali 9" o:spid="_x0000_s1026" style="position:absolute;margin-left:3.8pt;margin-top:13.05pt;width:33.95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61B6AD2A" w14:textId="64CE5DCC" w:rsidR="00106EB1" w:rsidRPr="00F236EA" w:rsidRDefault="00106EB1" w:rsidP="00106EB1">
      <w:pPr>
        <w:rPr>
          <w:color w:val="FF0000"/>
          <w:lang w:val="sl-SI"/>
        </w:rPr>
      </w:pPr>
      <w:r>
        <w:rPr>
          <w:color w:val="FF0000"/>
          <w:lang w:val="sl-SI"/>
        </w:rPr>
        <w:t xml:space="preserve">  </w:t>
      </w:r>
      <w:r w:rsidRPr="00F236EA">
        <w:rPr>
          <w:color w:val="FF0000"/>
          <w:lang w:val="sl-SI"/>
        </w:rPr>
        <w:t>("p")</w:t>
      </w:r>
    </w:p>
    <w:p w14:paraId="0B37C3AB" w14:textId="3F1271D6" w:rsidR="00D33CBB" w:rsidRPr="00031743" w:rsidRDefault="00D33CBB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CBA266" wp14:editId="01179D5E">
                <wp:simplePos x="0" y="0"/>
                <wp:positionH relativeFrom="column">
                  <wp:posOffset>47787</wp:posOffset>
                </wp:positionH>
                <wp:positionV relativeFrom="paragraph">
                  <wp:posOffset>156845</wp:posOffset>
                </wp:positionV>
                <wp:extent cx="431597" cy="238125"/>
                <wp:effectExtent l="0" t="0" r="26035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97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BB1564" id="Pravokotnik: zaokroženi vogali 9" o:spid="_x0000_s1026" style="position:absolute;margin-left:3.75pt;margin-top:12.35pt;width:34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</w:p>
    <w:p w14:paraId="2146088E" w14:textId="7E7A5A91" w:rsidR="00D33CBB" w:rsidRPr="00031743" w:rsidRDefault="00106EB1" w:rsidP="000C01E0">
      <w:pPr>
        <w:ind w:left="142"/>
        <w:rPr>
          <w:color w:val="FF0000"/>
        </w:rPr>
      </w:pPr>
      <w:r w:rsidRPr="00F236EA">
        <w:rPr>
          <w:color w:val="FF0000"/>
          <w:lang w:val="sl-SI"/>
        </w:rPr>
        <w:t>[0]</w:t>
      </w:r>
    </w:p>
    <w:p w14:paraId="50454F30" w14:textId="77777777" w:rsidR="00D33CBB" w:rsidRPr="00031743" w:rsidRDefault="00D33CBB" w:rsidP="000C01E0">
      <w:pPr>
        <w:ind w:left="142"/>
        <w:rPr>
          <w:color w:val="FF0000"/>
          <w:sz w:val="16"/>
        </w:rPr>
      </w:pPr>
    </w:p>
    <w:p w14:paraId="0DB3FBFC" w14:textId="77777777" w:rsidR="00D33CBB" w:rsidRPr="00031743" w:rsidRDefault="00AC26F9" w:rsidP="000C01E0">
      <w:pPr>
        <w:ind w:left="142"/>
      </w:pPr>
      <w:r w:rsidRPr="00031743">
        <w:t>.</w:t>
      </w:r>
      <w:proofErr w:type="spellStart"/>
      <w:r w:rsidRPr="00031743">
        <w:t>innerHTML</w:t>
      </w:r>
      <w:proofErr w:type="spellEnd"/>
      <w:r w:rsidRPr="00031743">
        <w:t xml:space="preserve"> </w:t>
      </w:r>
    </w:p>
    <w:p w14:paraId="54804812" w14:textId="09CF0774" w:rsidR="00AC26F9" w:rsidRPr="00031743" w:rsidRDefault="00AC26F9" w:rsidP="00AC26F9">
      <w:r w:rsidRPr="00031743">
        <w:t>= "</w:t>
      </w:r>
      <w:r w:rsidR="00201094" w:rsidRPr="00F236EA">
        <w:rPr>
          <w:lang w:val="sl-SI"/>
        </w:rPr>
        <w:t>Novo besedilo</w:t>
      </w:r>
      <w:r w:rsidRPr="00031743">
        <w:t>";</w:t>
      </w:r>
    </w:p>
    <w:p w14:paraId="5859C217" w14:textId="540CA858" w:rsidR="00AC26F9" w:rsidRDefault="00AC26F9" w:rsidP="00AC26F9"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4A328AA" w14:textId="77777777" w:rsidR="00031743" w:rsidRPr="00031743" w:rsidRDefault="00031743" w:rsidP="00AC26F9">
      <w:pPr>
        <w:rPr>
          <w:sz w:val="18"/>
        </w:rPr>
      </w:pPr>
    </w:p>
    <w:p w14:paraId="338AFA54" w14:textId="6F567181" w:rsidR="00472F18" w:rsidRDefault="00201094" w:rsidP="00472F18">
      <w:r w:rsidRPr="008F0806">
        <w:rPr>
          <w:lang w:val="sl-SI"/>
        </w:rPr>
        <w:t>Izbira: document., getElementByTagName, ("p"), [0]</w:t>
      </w:r>
    </w:p>
    <w:p w14:paraId="54D36DC1" w14:textId="00F45E7E" w:rsidR="002629E4" w:rsidRPr="000C01E0" w:rsidRDefault="00201094" w:rsidP="00201094">
      <w:pPr>
        <w:pStyle w:val="eTask"/>
        <w:rPr>
          <w:lang w:val="cs-CZ"/>
        </w:rPr>
      </w:pPr>
      <w:proofErr w:type="spellStart"/>
      <w:r w:rsidRPr="00201094">
        <w:rPr>
          <w:lang w:val="cs-CZ"/>
        </w:rPr>
        <w:lastRenderedPageBreak/>
        <w:t>Spremenite</w:t>
      </w:r>
      <w:proofErr w:type="spellEnd"/>
      <w:r w:rsidRPr="00201094">
        <w:rPr>
          <w:lang w:val="cs-CZ"/>
        </w:rPr>
        <w:t xml:space="preserve"> barvo </w:t>
      </w:r>
      <w:proofErr w:type="spellStart"/>
      <w:r w:rsidRPr="00201094">
        <w:t>besedila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elementa</w:t>
      </w:r>
      <w:proofErr w:type="spellEnd"/>
      <w:r w:rsidRPr="00201094">
        <w:rPr>
          <w:lang w:val="cs-CZ"/>
        </w:rPr>
        <w:t xml:space="preserve"> &lt;p&gt; v "</w:t>
      </w:r>
      <w:proofErr w:type="spellStart"/>
      <w:r w:rsidRPr="00201094">
        <w:rPr>
          <w:lang w:val="cs-CZ"/>
        </w:rPr>
        <w:t>rumeno</w:t>
      </w:r>
      <w:proofErr w:type="spellEnd"/>
      <w:r w:rsidRPr="00201094">
        <w:rPr>
          <w:lang w:val="cs-CZ"/>
        </w:rPr>
        <w:t>"</w:t>
      </w:r>
    </w:p>
    <w:p w14:paraId="4E265BF4" w14:textId="77777777" w:rsidR="002629E4" w:rsidRPr="000C01E0" w:rsidRDefault="002629E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04EB753C" w14:textId="72F16FE0" w:rsidR="00DD7B2B" w:rsidRPr="00031743" w:rsidRDefault="00DD7B2B" w:rsidP="000C01E0">
      <w:pPr>
        <w:spacing w:before="4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7FD21F0" w14:textId="382E16F3" w:rsidR="00DD7B2B" w:rsidRPr="00031743" w:rsidRDefault="00CB3339" w:rsidP="000C01E0">
      <w:pPr>
        <w:spacing w:before="4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8210D1" wp14:editId="7B631FD1">
                <wp:simplePos x="0" y="0"/>
                <wp:positionH relativeFrom="column">
                  <wp:posOffset>3406391</wp:posOffset>
                </wp:positionH>
                <wp:positionV relativeFrom="paragraph">
                  <wp:posOffset>151809</wp:posOffset>
                </wp:positionV>
                <wp:extent cx="648586" cy="238125"/>
                <wp:effectExtent l="0" t="0" r="18415" b="28575"/>
                <wp:wrapNone/>
                <wp:docPr id="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86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08393" id="Pravokotnik: zaokroženi vogali 9" o:spid="_x0000_s1026" style="position:absolute;margin-left:268.2pt;margin-top:11.95pt;width:51.05pt;height:1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F7F5B9" wp14:editId="4B205635">
                <wp:simplePos x="0" y="0"/>
                <wp:positionH relativeFrom="column">
                  <wp:posOffset>2376805</wp:posOffset>
                </wp:positionH>
                <wp:positionV relativeFrom="paragraph">
                  <wp:posOffset>156845</wp:posOffset>
                </wp:positionV>
                <wp:extent cx="762000" cy="238125"/>
                <wp:effectExtent l="0" t="0" r="1905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1D45875" id="Pravokotnik: zaokroženi vogali 9" o:spid="_x0000_s1026" style="position:absolute;margin-left:187.15pt;margin-top:12.35pt;width:60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" filled="f" strokecolor="black [3213]" strokeweight="1pt">
                <v:stroke joinstyle="miter"/>
              </v:roundrect>
            </w:pict>
          </mc:Fallback>
        </mc:AlternateContent>
      </w:r>
      <w:r w:rsidR="00DD7B2B" w:rsidRPr="00031743">
        <w:t>&lt;</w:t>
      </w:r>
      <w:proofErr w:type="spellStart"/>
      <w:r w:rsidR="00DD7B2B" w:rsidRPr="00031743">
        <w:t>script</w:t>
      </w:r>
      <w:proofErr w:type="spellEnd"/>
      <w:r w:rsidR="00DD7B2B" w:rsidRPr="00031743">
        <w:t>&gt;</w:t>
      </w:r>
    </w:p>
    <w:p w14:paraId="250BD54C" w14:textId="7AC242FE" w:rsidR="00DD7B2B" w:rsidRPr="00031743" w:rsidRDefault="00DD7B2B" w:rsidP="000C01E0">
      <w:pPr>
        <w:spacing w:before="4"/>
      </w:pPr>
      <w:proofErr w:type="spellStart"/>
      <w:r w:rsidRPr="00031743">
        <w:t>document.getElementById</w:t>
      </w:r>
      <w:proofErr w:type="spellEnd"/>
      <w:r w:rsidRPr="00031743">
        <w:t>("</w:t>
      </w:r>
      <w:proofErr w:type="spellStart"/>
      <w:proofErr w:type="gramStart"/>
      <w:r w:rsidRPr="00031743">
        <w:t>example</w:t>
      </w:r>
      <w:proofErr w:type="spellEnd"/>
      <w:r w:rsidRPr="00031743">
        <w:t>")</w:t>
      </w:r>
      <w:r w:rsidR="00106EB1">
        <w:t xml:space="preserve"> </w:t>
      </w:r>
      <w:r w:rsidR="00106EB1" w:rsidRPr="00F236EA">
        <w:rPr>
          <w:color w:val="FF0000"/>
          <w:lang w:val="sl-SI"/>
        </w:rPr>
        <w:t>.style</w:t>
      </w:r>
      <w:proofErr w:type="gramEnd"/>
      <w:r w:rsidR="00106EB1" w:rsidRPr="00F236EA">
        <w:rPr>
          <w:color w:val="FF0000"/>
          <w:lang w:val="sl-SI"/>
        </w:rPr>
        <w:t>.color</w:t>
      </w:r>
      <w:r w:rsidR="0046521F">
        <w:rPr>
          <w:color w:val="FF0000"/>
        </w:rPr>
        <w:t xml:space="preserve">  </w:t>
      </w:r>
      <w:r w:rsidR="000C01E0">
        <w:t xml:space="preserve"> </w:t>
      </w:r>
      <w:r w:rsidRPr="00031743">
        <w:t>= "</w:t>
      </w:r>
      <w:r w:rsidR="000C01E0">
        <w:t xml:space="preserve">  </w:t>
      </w:r>
      <w:r w:rsidR="0046521F">
        <w:t xml:space="preserve"> </w:t>
      </w:r>
      <w:r w:rsidR="00106EB1" w:rsidRPr="00F236EA">
        <w:rPr>
          <w:color w:val="FF0000"/>
          <w:lang w:val="sl-SI"/>
        </w:rPr>
        <w:t>yellow</w:t>
      </w:r>
      <w:r w:rsidR="0046521F">
        <w:t xml:space="preserve">    </w:t>
      </w:r>
      <w:r w:rsidRPr="00031743">
        <w:t>";</w:t>
      </w:r>
    </w:p>
    <w:p w14:paraId="520287AB" w14:textId="54A3A612" w:rsidR="00DD7B2B" w:rsidRPr="00031743" w:rsidRDefault="00DD7B2B" w:rsidP="000C01E0">
      <w:pPr>
        <w:spacing w:before="4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5D16B5EA" w14:textId="77777777" w:rsidR="000C01E0" w:rsidRPr="000C01E0" w:rsidRDefault="000C01E0" w:rsidP="000C01E0">
      <w:pPr>
        <w:pStyle w:val="eLineBottom"/>
      </w:pPr>
    </w:p>
    <w:p w14:paraId="54127D67" w14:textId="73855A73" w:rsidR="000C6FB8" w:rsidRPr="00031743" w:rsidRDefault="000C6FB8" w:rsidP="000C01E0">
      <w:pPr>
        <w:pStyle w:val="eTask"/>
        <w:numPr>
          <w:ilvl w:val="0"/>
          <w:numId w:val="0"/>
        </w:numPr>
        <w:ind w:left="720"/>
      </w:pPr>
    </w:p>
    <w:p w14:paraId="759C1739" w14:textId="72681197" w:rsidR="009C3A3C" w:rsidRPr="00031743" w:rsidRDefault="00201094" w:rsidP="00201094">
      <w:pPr>
        <w:pStyle w:val="eTask"/>
      </w:pPr>
      <w:proofErr w:type="spellStart"/>
      <w:r w:rsidRPr="00201094">
        <w:t>Navedite</w:t>
      </w:r>
      <w:proofErr w:type="spellEnd"/>
      <w:r w:rsidRPr="00201094">
        <w:t xml:space="preserve"> </w:t>
      </w:r>
      <w:proofErr w:type="spellStart"/>
      <w:r w:rsidRPr="00201094">
        <w:t>vsaj</w:t>
      </w:r>
      <w:proofErr w:type="spellEnd"/>
      <w:r w:rsidRPr="00201094">
        <w:t xml:space="preserve"> </w:t>
      </w:r>
      <w:proofErr w:type="spellStart"/>
      <w:r w:rsidRPr="00201094">
        <w:t>eno</w:t>
      </w:r>
      <w:proofErr w:type="spellEnd"/>
      <w:r w:rsidRPr="00201094">
        <w:t xml:space="preserve"> </w:t>
      </w:r>
      <w:proofErr w:type="spellStart"/>
      <w:r w:rsidRPr="00201094">
        <w:t>metodo</w:t>
      </w:r>
      <w:proofErr w:type="spellEnd"/>
      <w:r w:rsidRPr="00201094">
        <w:t xml:space="preserve"> </w:t>
      </w:r>
      <w:proofErr w:type="spellStart"/>
      <w:r w:rsidRPr="00201094">
        <w:t>za</w:t>
      </w:r>
      <w:proofErr w:type="spellEnd"/>
      <w:r w:rsidRPr="00201094">
        <w:t xml:space="preserve"> </w:t>
      </w:r>
      <w:proofErr w:type="spellStart"/>
      <w:r w:rsidRPr="00201094">
        <w:t>odstranjevanje</w:t>
      </w:r>
      <w:proofErr w:type="spellEnd"/>
      <w:r w:rsidRPr="00201094">
        <w:t xml:space="preserve"> </w:t>
      </w:r>
      <w:proofErr w:type="spellStart"/>
      <w:r w:rsidRPr="00201094">
        <w:t>elementov</w:t>
      </w:r>
      <w:proofErr w:type="spellEnd"/>
      <w:r w:rsidRPr="00201094">
        <w:t xml:space="preserve">. </w:t>
      </w:r>
      <w:proofErr w:type="spellStart"/>
      <w:r w:rsidRPr="00201094">
        <w:t>Uporabite</w:t>
      </w:r>
      <w:proofErr w:type="spellEnd"/>
      <w:r w:rsidRPr="00201094">
        <w:t xml:space="preserve"> </w:t>
      </w:r>
      <w:proofErr w:type="spellStart"/>
      <w:r w:rsidRPr="00201094">
        <w:t>samo</w:t>
      </w:r>
      <w:proofErr w:type="spellEnd"/>
      <w:r w:rsidRPr="00201094">
        <w:t xml:space="preserve"> </w:t>
      </w:r>
      <w:proofErr w:type="spellStart"/>
      <w:r w:rsidRPr="00201094">
        <w:t>besede</w:t>
      </w:r>
      <w:proofErr w:type="spellEnd"/>
      <w:r w:rsidRPr="00201094">
        <w:t xml:space="preserve"> s</w:t>
      </w:r>
      <w:r>
        <w:t> </w:t>
      </w:r>
      <w:proofErr w:type="spellStart"/>
      <w:r w:rsidRPr="00201094">
        <w:t>pravilnim</w:t>
      </w:r>
      <w:proofErr w:type="spellEnd"/>
      <w:r w:rsidRPr="00201094">
        <w:t xml:space="preserve"> </w:t>
      </w:r>
      <w:proofErr w:type="spellStart"/>
      <w:r w:rsidRPr="00201094">
        <w:t>stavkom</w:t>
      </w:r>
      <w:proofErr w:type="spellEnd"/>
      <w:r w:rsidRPr="00201094">
        <w:t xml:space="preserve">, </w:t>
      </w:r>
      <w:proofErr w:type="spellStart"/>
      <w:r w:rsidRPr="00201094">
        <w:t>brez</w:t>
      </w:r>
      <w:proofErr w:type="spellEnd"/>
      <w:r w:rsidRPr="00201094">
        <w:t xml:space="preserve"> </w:t>
      </w:r>
      <w:proofErr w:type="spellStart"/>
      <w:r w:rsidRPr="00201094">
        <w:t>oklepajev</w:t>
      </w:r>
      <w:proofErr w:type="spellEnd"/>
      <w:r w:rsidRPr="00201094">
        <w:t>.</w:t>
      </w:r>
    </w:p>
    <w:p w14:paraId="0033D4C1" w14:textId="5F4D41CE" w:rsidR="009C3A3C" w:rsidRPr="00031743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256F20CA" w:rsidR="0037508F" w:rsidRPr="0046521F" w:rsidRDefault="00510E34" w:rsidP="0037508F">
      <w:pPr>
        <w:pStyle w:val="Odstavecseseznamem"/>
        <w:numPr>
          <w:ilvl w:val="0"/>
          <w:numId w:val="14"/>
        </w:numPr>
        <w:rPr>
          <w:u w:val="single"/>
        </w:rPr>
      </w:pPr>
      <w:r>
        <w:rPr>
          <w:color w:val="FF0000"/>
          <w:u w:val="single"/>
          <w:lang w:val="sl-SI"/>
        </w:rPr>
        <w:t>remove</w:t>
      </w:r>
      <w:bookmarkStart w:id="1" w:name="_GoBack"/>
      <w:bookmarkEnd w:id="1"/>
    </w:p>
    <w:p w14:paraId="7184CA1A" w14:textId="06B20EAB" w:rsidR="00514303" w:rsidRPr="00031743" w:rsidRDefault="00514303" w:rsidP="00514303">
      <w:pPr>
        <w:pStyle w:val="Odstavecseseznamem"/>
        <w:ind w:left="786"/>
        <w:rPr>
          <w:color w:val="FF0000"/>
          <w:u w:val="single"/>
        </w:rPr>
      </w:pPr>
    </w:p>
    <w:p w14:paraId="5F20490D" w14:textId="2714BCFC" w:rsidR="0046521F" w:rsidRPr="0046521F" w:rsidRDefault="00106EB1" w:rsidP="0046521F">
      <w:pPr>
        <w:pStyle w:val="Odstavecseseznamem"/>
        <w:numPr>
          <w:ilvl w:val="0"/>
          <w:numId w:val="14"/>
        </w:numPr>
        <w:rPr>
          <w:u w:val="single"/>
        </w:rPr>
      </w:pPr>
      <w:r w:rsidRPr="00F236EA">
        <w:rPr>
          <w:color w:val="FF0000"/>
          <w:u w:val="single"/>
          <w:lang w:val="sl-SI"/>
        </w:rPr>
        <w:t>removeChild</w:t>
      </w:r>
    </w:p>
    <w:p w14:paraId="54F033A8" w14:textId="77777777" w:rsidR="00514303" w:rsidRPr="00031743" w:rsidRDefault="00514303" w:rsidP="00514303">
      <w:pPr>
        <w:rPr>
          <w:color w:val="FF0000"/>
          <w:u w:val="single"/>
        </w:rPr>
      </w:pPr>
    </w:p>
    <w:p w14:paraId="2529A205" w14:textId="0B80F308" w:rsidR="00514303" w:rsidRPr="000C01E0" w:rsidRDefault="00514303" w:rsidP="000C01E0">
      <w:pPr>
        <w:pStyle w:val="eLineBottom"/>
      </w:pPr>
    </w:p>
    <w:p w14:paraId="6CF8230A" w14:textId="77777777" w:rsidR="000C01E0" w:rsidRPr="00031743" w:rsidRDefault="000C01E0" w:rsidP="00514303">
      <w:pPr>
        <w:rPr>
          <w:color w:val="FF0000"/>
          <w:u w:val="single"/>
        </w:rPr>
      </w:pPr>
    </w:p>
    <w:p w14:paraId="5A5C4DC5" w14:textId="5DFDB98B" w:rsidR="00C2167F" w:rsidRPr="00201094" w:rsidRDefault="00201094" w:rsidP="00201094">
      <w:pPr>
        <w:pStyle w:val="eTask"/>
        <w:rPr>
          <w:lang w:val="cs-CZ"/>
        </w:rPr>
      </w:pPr>
      <w:r w:rsidRPr="00201094">
        <w:rPr>
          <w:lang w:val="cs-CZ"/>
        </w:rPr>
        <w:t xml:space="preserve">Velikost </w:t>
      </w:r>
      <w:proofErr w:type="spellStart"/>
      <w:r w:rsidRPr="00201094">
        <w:rPr>
          <w:lang w:val="cs-CZ"/>
        </w:rPr>
        <w:t>pisave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elementa</w:t>
      </w:r>
      <w:proofErr w:type="spellEnd"/>
      <w:r w:rsidRPr="00201094">
        <w:rPr>
          <w:lang w:val="cs-CZ"/>
        </w:rPr>
        <w:t xml:space="preserve"> &lt;p&gt; </w:t>
      </w:r>
      <w:proofErr w:type="spellStart"/>
      <w:r w:rsidRPr="00201094">
        <w:rPr>
          <w:lang w:val="cs-CZ"/>
        </w:rPr>
        <w:t>spremenite</w:t>
      </w:r>
      <w:proofErr w:type="spellEnd"/>
      <w:r w:rsidRPr="00201094">
        <w:rPr>
          <w:lang w:val="cs-CZ"/>
        </w:rPr>
        <w:t xml:space="preserve"> na 15 </w:t>
      </w:r>
      <w:proofErr w:type="spellStart"/>
      <w:r w:rsidRPr="00201094">
        <w:rPr>
          <w:lang w:val="cs-CZ"/>
        </w:rPr>
        <w:t>pikslov</w:t>
      </w:r>
      <w:proofErr w:type="spellEnd"/>
      <w:r>
        <w:rPr>
          <w:lang w:val="cs-CZ"/>
        </w:rPr>
        <w:t>.</w:t>
      </w:r>
    </w:p>
    <w:p w14:paraId="22206957" w14:textId="0AB64E5C" w:rsidR="00C2167F" w:rsidRPr="00201094" w:rsidRDefault="00C2167F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5076023A" w14:textId="03E8F527" w:rsidR="00C2167F" w:rsidRPr="00031743" w:rsidRDefault="00C2167F" w:rsidP="000C01E0">
      <w:pPr>
        <w:spacing w:before="40"/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A4039D2" w14:textId="320AEFEC" w:rsidR="00C2167F" w:rsidRPr="00031743" w:rsidRDefault="00C2167F" w:rsidP="000C01E0">
      <w:pPr>
        <w:spacing w:before="40"/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6CF70374" w14:textId="61FEC879" w:rsidR="00C2167F" w:rsidRPr="00031743" w:rsidRDefault="0046521F" w:rsidP="000C01E0">
      <w:pPr>
        <w:spacing w:before="40"/>
        <w:ind w:left="142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F04179" wp14:editId="3AD9D2E3">
                <wp:simplePos x="0" y="0"/>
                <wp:positionH relativeFrom="column">
                  <wp:posOffset>3745392</wp:posOffset>
                </wp:positionH>
                <wp:positionV relativeFrom="paragraph">
                  <wp:posOffset>15875</wp:posOffset>
                </wp:positionV>
                <wp:extent cx="393065" cy="248285"/>
                <wp:effectExtent l="0" t="0" r="26035" b="1841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5" cy="2482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D1C8D2" id="Pravokotnik: zaokroženi vogali 9" o:spid="_x0000_s1026" style="position:absolute;margin-left:294.9pt;margin-top:1.25pt;width:30.95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="00580991"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3F5C86" wp14:editId="2050FF09">
                <wp:simplePos x="0" y="0"/>
                <wp:positionH relativeFrom="column">
                  <wp:posOffset>2460093</wp:posOffset>
                </wp:positionH>
                <wp:positionV relativeFrom="paragraph">
                  <wp:posOffset>11652</wp:posOffset>
                </wp:positionV>
                <wp:extent cx="946298" cy="238125"/>
                <wp:effectExtent l="0" t="0" r="25400" b="28575"/>
                <wp:wrapNone/>
                <wp:docPr id="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98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84D31" id="Pravokotnik: zaokroženi vogali 9" o:spid="_x0000_s1026" style="position:absolute;margin-left:193.7pt;margin-top:.9pt;width:74.5pt;height:18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  <w:proofErr w:type="spellStart"/>
      <w:r w:rsidR="00C2167F" w:rsidRPr="00031743">
        <w:t>document.getElementById</w:t>
      </w:r>
      <w:proofErr w:type="spellEnd"/>
      <w:r w:rsidR="00C2167F" w:rsidRPr="00031743">
        <w:t>("</w:t>
      </w:r>
      <w:proofErr w:type="spellStart"/>
      <w:proofErr w:type="gramStart"/>
      <w:r w:rsidR="00C2167F" w:rsidRPr="00031743">
        <w:t>example</w:t>
      </w:r>
      <w:proofErr w:type="spellEnd"/>
      <w:r w:rsidR="00C2167F" w:rsidRPr="00031743">
        <w:t>")</w:t>
      </w:r>
      <w:r w:rsidR="00106EB1" w:rsidRPr="00F236EA">
        <w:rPr>
          <w:color w:val="FF0000"/>
          <w:lang w:val="sl-SI"/>
        </w:rPr>
        <w:t>.style</w:t>
      </w:r>
      <w:proofErr w:type="gramEnd"/>
      <w:r w:rsidR="00106EB1" w:rsidRPr="00F236EA">
        <w:rPr>
          <w:color w:val="FF0000"/>
          <w:lang w:val="sl-SI"/>
        </w:rPr>
        <w:t>.fontSize</w:t>
      </w:r>
      <w:r>
        <w:t xml:space="preserve">   </w:t>
      </w:r>
      <w:r w:rsidR="00C2167F" w:rsidRPr="00031743">
        <w:t xml:space="preserve">= </w:t>
      </w:r>
      <w:r w:rsidR="000C01E0">
        <w:t xml:space="preserve"> </w:t>
      </w:r>
      <w:r w:rsidR="00106EB1">
        <w:t xml:space="preserve"> </w:t>
      </w:r>
      <w:r w:rsidR="00C2167F" w:rsidRPr="00031743">
        <w:t>"</w:t>
      </w:r>
      <w:r w:rsidR="000C01E0">
        <w:t xml:space="preserve"> </w:t>
      </w:r>
      <w:r>
        <w:t xml:space="preserve"> </w:t>
      </w:r>
      <w:r w:rsidR="00106EB1" w:rsidRPr="00F236EA">
        <w:rPr>
          <w:color w:val="FF0000"/>
          <w:lang w:val="sl-SI"/>
        </w:rPr>
        <w:t>15px</w:t>
      </w:r>
      <w:r>
        <w:t xml:space="preserve">  </w:t>
      </w:r>
      <w:r w:rsidR="00C2167F" w:rsidRPr="00031743">
        <w:t>";</w:t>
      </w:r>
    </w:p>
    <w:p w14:paraId="5B4C74FF" w14:textId="77777777" w:rsidR="00C2167F" w:rsidRPr="00031743" w:rsidRDefault="00C2167F" w:rsidP="000C01E0">
      <w:pPr>
        <w:spacing w:before="40"/>
        <w:ind w:left="142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753B1579" w14:textId="06652C20" w:rsidR="005D6039" w:rsidRDefault="005D6039" w:rsidP="00514303">
      <w:pPr>
        <w:rPr>
          <w:u w:val="single"/>
        </w:rPr>
      </w:pPr>
    </w:p>
    <w:p w14:paraId="725A73E8" w14:textId="77777777" w:rsidR="000C01E0" w:rsidRPr="000C01E0" w:rsidRDefault="000C01E0" w:rsidP="000C01E0">
      <w:pPr>
        <w:pStyle w:val="eLineBottom"/>
      </w:pPr>
    </w:p>
    <w:p w14:paraId="6E2B9849" w14:textId="77777777" w:rsidR="00431414" w:rsidRPr="00031743" w:rsidRDefault="00431414" w:rsidP="00431414">
      <w:pPr>
        <w:rPr>
          <w:u w:val="single"/>
        </w:rPr>
      </w:pPr>
    </w:p>
    <w:p w14:paraId="4BE161E8" w14:textId="01CB93A8" w:rsidR="00031743" w:rsidRPr="00201094" w:rsidRDefault="00201094" w:rsidP="00201094">
      <w:pPr>
        <w:pStyle w:val="eTask"/>
        <w:rPr>
          <w:lang w:val="cs-CZ"/>
        </w:rPr>
      </w:pPr>
      <w:proofErr w:type="spellStart"/>
      <w:r w:rsidRPr="00201094">
        <w:rPr>
          <w:lang w:val="cs-CZ"/>
        </w:rPr>
        <w:t>Dodelite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pravilni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vrstni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red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lastnosti</w:t>
      </w:r>
      <w:proofErr w:type="spellEnd"/>
      <w:r w:rsidRPr="00201094">
        <w:rPr>
          <w:lang w:val="cs-CZ"/>
        </w:rPr>
        <w:t xml:space="preserve">, </w:t>
      </w:r>
      <w:proofErr w:type="spellStart"/>
      <w:r w:rsidRPr="00201094">
        <w:rPr>
          <w:lang w:val="cs-CZ"/>
        </w:rPr>
        <w:t>ko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želimo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ustvariti</w:t>
      </w:r>
      <w:proofErr w:type="spellEnd"/>
      <w:r w:rsidRPr="00201094">
        <w:rPr>
          <w:lang w:val="cs-CZ"/>
        </w:rPr>
        <w:t xml:space="preserve"> nov element z </w:t>
      </w:r>
      <w:proofErr w:type="spellStart"/>
      <w:r w:rsidRPr="00201094">
        <w:rPr>
          <w:lang w:val="cs-CZ"/>
        </w:rPr>
        <w:t>besedilom</w:t>
      </w:r>
      <w:proofErr w:type="spellEnd"/>
      <w:r w:rsidRPr="00201094">
        <w:rPr>
          <w:lang w:val="cs-CZ"/>
        </w:rPr>
        <w:t xml:space="preserve"> in </w:t>
      </w:r>
      <w:proofErr w:type="spellStart"/>
      <w:r w:rsidRPr="00201094">
        <w:rPr>
          <w:lang w:val="cs-CZ"/>
        </w:rPr>
        <w:t>ga</w:t>
      </w:r>
      <w:proofErr w:type="spellEnd"/>
      <w:r w:rsidRPr="00201094">
        <w:rPr>
          <w:lang w:val="cs-CZ"/>
        </w:rPr>
        <w:t xml:space="preserve"> dodati v </w:t>
      </w:r>
      <w:proofErr w:type="spellStart"/>
      <w:r w:rsidRPr="00201094">
        <w:rPr>
          <w:lang w:val="cs-CZ"/>
        </w:rPr>
        <w:t>obstoječo</w:t>
      </w:r>
      <w:proofErr w:type="spellEnd"/>
      <w:r w:rsidRPr="00201094">
        <w:rPr>
          <w:lang w:val="cs-CZ"/>
        </w:rPr>
        <w:t xml:space="preserve"> strukturo</w:t>
      </w:r>
      <w:r w:rsidR="00031743" w:rsidRPr="00201094">
        <w:rPr>
          <w:lang w:val="cs-CZ"/>
        </w:rPr>
        <w:t xml:space="preserve">. </w:t>
      </w:r>
    </w:p>
    <w:p w14:paraId="0081BA9F" w14:textId="6D076ADB" w:rsidR="002629E4" w:rsidRPr="00031743" w:rsidRDefault="006D64F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  <w:r w:rsidRPr="0003174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BBF2F8" wp14:editId="5CDBB83D">
                <wp:simplePos x="0" y="0"/>
                <wp:positionH relativeFrom="column">
                  <wp:posOffset>234010</wp:posOffset>
                </wp:positionH>
                <wp:positionV relativeFrom="paragraph">
                  <wp:posOffset>155499</wp:posOffset>
                </wp:positionV>
                <wp:extent cx="1303020" cy="238125"/>
                <wp:effectExtent l="0" t="0" r="11430" b="28575"/>
                <wp:wrapNone/>
                <wp:docPr id="27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FD8E3BB" id="Pravokotnik: zaokroženi vogali 9" o:spid="_x0000_s1026" style="position:absolute;margin-left:18.45pt;margin-top:12.25pt;width:102.6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" filled="f" strokecolor="black [3213]" strokeweight="1pt">
                <v:stroke joinstyle="miter"/>
              </v:roundrect>
            </w:pict>
          </mc:Fallback>
        </mc:AlternateContent>
      </w:r>
    </w:p>
    <w:p w14:paraId="0BE11F89" w14:textId="0E0E97B9" w:rsidR="002629E4" w:rsidRPr="00031743" w:rsidRDefault="002629E4" w:rsidP="002629E4">
      <w:pPr>
        <w:pStyle w:val="eText"/>
        <w:tabs>
          <w:tab w:val="left" w:pos="510"/>
          <w:tab w:val="left" w:pos="885"/>
        </w:tabs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E7676C" wp14:editId="348DE2B4">
                <wp:simplePos x="0" y="0"/>
                <wp:positionH relativeFrom="column">
                  <wp:posOffset>252730</wp:posOffset>
                </wp:positionH>
                <wp:positionV relativeFrom="paragraph">
                  <wp:posOffset>357505</wp:posOffset>
                </wp:positionV>
                <wp:extent cx="1303020" cy="238125"/>
                <wp:effectExtent l="0" t="0" r="11430" b="28575"/>
                <wp:wrapNone/>
                <wp:docPr id="2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D678627" id="Pravokotnik: zaokroženi vogali 9" o:spid="_x0000_s1026" style="position:absolute;margin-left:19.9pt;margin-top:28.15pt;width:102.6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tab/>
      </w:r>
      <w:r w:rsidR="00106EB1" w:rsidRPr="00F236EA">
        <w:rPr>
          <w:color w:val="FF0000"/>
          <w:lang w:val="sl-SI"/>
        </w:rPr>
        <w:t>createElement</w:t>
      </w:r>
    </w:p>
    <w:p w14:paraId="56837FF8" w14:textId="0ADD8B71" w:rsidR="002629E4" w:rsidRPr="00031743" w:rsidRDefault="000C01E0" w:rsidP="002629E4">
      <w:pPr>
        <w:pStyle w:val="eText"/>
        <w:rPr>
          <w:color w:val="FF0000"/>
        </w:rPr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0D5E1B" wp14:editId="2C33C13F">
                <wp:simplePos x="0" y="0"/>
                <wp:positionH relativeFrom="column">
                  <wp:posOffset>233680</wp:posOffset>
                </wp:positionH>
                <wp:positionV relativeFrom="paragraph">
                  <wp:posOffset>365287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B23C0D" id="Pravokotnik: zaokroženi vogali 9" o:spid="_x0000_s1026" style="position:absolute;margin-left:18.4pt;margin-top:28.75pt;width:102.6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="002629E4" w:rsidRPr="00031743">
        <w:rPr>
          <w:color w:val="FF0000"/>
        </w:rPr>
        <w:t xml:space="preserve">        </w:t>
      </w:r>
      <w:r w:rsidR="00106EB1" w:rsidRPr="00F236EA">
        <w:rPr>
          <w:color w:val="FF0000"/>
          <w:lang w:val="sl-SI"/>
        </w:rPr>
        <w:t xml:space="preserve">createTextNode    </w:t>
      </w:r>
    </w:p>
    <w:p w14:paraId="0DD13117" w14:textId="1B5B797E" w:rsidR="002629E4" w:rsidRPr="00031743" w:rsidRDefault="002629E4" w:rsidP="002629E4">
      <w:pPr>
        <w:pStyle w:val="eText"/>
      </w:pPr>
      <w:r w:rsidRPr="00031743">
        <w:rPr>
          <w:color w:val="FF0000"/>
        </w:rPr>
        <w:t xml:space="preserve">       </w:t>
      </w:r>
      <w:r w:rsidR="000C01E0">
        <w:rPr>
          <w:color w:val="FF0000"/>
        </w:rPr>
        <w:t xml:space="preserve"> </w:t>
      </w:r>
      <w:r w:rsidR="00106EB1" w:rsidRPr="00F236EA">
        <w:rPr>
          <w:color w:val="FF0000"/>
          <w:lang w:val="sl-SI"/>
        </w:rPr>
        <w:t>appendChild</w:t>
      </w:r>
    </w:p>
    <w:p w14:paraId="2E620DA6" w14:textId="77777777" w:rsidR="002629E4" w:rsidRPr="00031743" w:rsidRDefault="002629E4" w:rsidP="002629E4">
      <w:pPr>
        <w:rPr>
          <w:sz w:val="22"/>
          <w:szCs w:val="22"/>
        </w:rPr>
      </w:pPr>
    </w:p>
    <w:p w14:paraId="02B25EB1" w14:textId="35F1BD9C" w:rsidR="002629E4" w:rsidRPr="00031743" w:rsidRDefault="00201094" w:rsidP="006D64F4">
      <w:r w:rsidRPr="00201094">
        <w:t xml:space="preserve">Možnosti: </w:t>
      </w:r>
      <w:proofErr w:type="spellStart"/>
      <w:r w:rsidRPr="00201094">
        <w:t>createElement</w:t>
      </w:r>
      <w:proofErr w:type="spellEnd"/>
      <w:r w:rsidRPr="00201094">
        <w:t xml:space="preserve">, </w:t>
      </w:r>
      <w:proofErr w:type="spellStart"/>
      <w:r w:rsidRPr="00201094">
        <w:t>createTextNode</w:t>
      </w:r>
      <w:proofErr w:type="spellEnd"/>
      <w:r w:rsidRPr="00201094">
        <w:t xml:space="preserve">, </w:t>
      </w:r>
      <w:proofErr w:type="spellStart"/>
      <w:r w:rsidRPr="00201094">
        <w:t>appendChild</w:t>
      </w:r>
      <w:proofErr w:type="spellEnd"/>
    </w:p>
    <w:p w14:paraId="7E6ECFB6" w14:textId="77777777" w:rsidR="00431414" w:rsidRPr="00031743" w:rsidRDefault="00431414" w:rsidP="00514303">
      <w:pPr>
        <w:rPr>
          <w:u w:val="single"/>
        </w:rPr>
      </w:pPr>
    </w:p>
    <w:sectPr w:rsidR="00431414" w:rsidRPr="0003174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A3CEB" w14:textId="77777777" w:rsidR="007C5A2A" w:rsidRDefault="007C5A2A" w:rsidP="00861A1A">
      <w:r>
        <w:separator/>
      </w:r>
    </w:p>
  </w:endnote>
  <w:endnote w:type="continuationSeparator" w:id="0">
    <w:p w14:paraId="5DAE40B7" w14:textId="77777777" w:rsidR="007C5A2A" w:rsidRDefault="007C5A2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59441EE" w14:textId="77777777" w:rsidR="00201094" w:rsidRPr="00201094" w:rsidRDefault="00201094" w:rsidP="0020109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201094">
            <w:rPr>
              <w:sz w:val="16"/>
              <w:szCs w:val="16"/>
              <w:lang w:val="de-DE"/>
            </w:rPr>
            <w:t>Ta</w:t>
          </w:r>
          <w:proofErr w:type="spellEnd"/>
          <w:r w:rsidRPr="00201094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de-DE"/>
            </w:rPr>
            <w:t>projekt</w:t>
          </w:r>
          <w:proofErr w:type="spellEnd"/>
          <w:r w:rsidRPr="00201094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201094">
            <w:rPr>
              <w:sz w:val="16"/>
              <w:szCs w:val="16"/>
              <w:lang w:val="de-DE"/>
            </w:rPr>
            <w:t>financirala</w:t>
          </w:r>
          <w:proofErr w:type="spellEnd"/>
          <w:r w:rsidRPr="00201094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de-DE"/>
            </w:rPr>
            <w:t>Evropska</w:t>
          </w:r>
          <w:proofErr w:type="spellEnd"/>
          <w:r w:rsidRPr="00201094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de-DE"/>
            </w:rPr>
            <w:t>komisija</w:t>
          </w:r>
          <w:proofErr w:type="spellEnd"/>
          <w:r w:rsidRPr="00201094">
            <w:rPr>
              <w:sz w:val="16"/>
              <w:szCs w:val="16"/>
              <w:lang w:val="de-DE"/>
            </w:rPr>
            <w:t>.</w:t>
          </w:r>
        </w:p>
        <w:p w14:paraId="06D86257" w14:textId="33B21CCE" w:rsidR="00BF5E09" w:rsidRPr="00510E34" w:rsidRDefault="00201094" w:rsidP="0020109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510E34">
            <w:rPr>
              <w:sz w:val="16"/>
              <w:szCs w:val="16"/>
              <w:lang w:val="de-DE"/>
            </w:rPr>
            <w:t>Ta publikacija [sporočilo] odraža le stališča avtorja in Komisija ni odgovorna za kakršno koli uporabo informacij, ki jih vsebuje.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23020" w14:textId="77777777" w:rsidR="007C5A2A" w:rsidRDefault="007C5A2A" w:rsidP="00861A1A">
      <w:r>
        <w:separator/>
      </w:r>
    </w:p>
  </w:footnote>
  <w:footnote w:type="continuationSeparator" w:id="0">
    <w:p w14:paraId="68C39EFA" w14:textId="77777777" w:rsidR="007C5A2A" w:rsidRDefault="007C5A2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1F4C6B26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201094" w:rsidRPr="00201094">
      <w:rPr>
        <w:rFonts w:ascii="Calibri" w:hAnsi="Calibri"/>
        <w:b/>
        <w:smallCaps/>
        <w:noProof/>
      </w:rPr>
      <w:t>DELOVNI LIST</w:t>
    </w:r>
  </w:p>
  <w:p w14:paraId="568ED691" w14:textId="7236DEE8" w:rsidR="00C148FD" w:rsidRPr="00C148FD" w:rsidRDefault="00DD1E99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CE20E7A"/>
    <w:lvl w:ilvl="0" w:tplc="CC847B2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1743"/>
    <w:rsid w:val="00032CD7"/>
    <w:rsid w:val="00034D46"/>
    <w:rsid w:val="00036C37"/>
    <w:rsid w:val="00045BEB"/>
    <w:rsid w:val="000557D2"/>
    <w:rsid w:val="00055D82"/>
    <w:rsid w:val="00063674"/>
    <w:rsid w:val="00073ADF"/>
    <w:rsid w:val="0007473C"/>
    <w:rsid w:val="000750C9"/>
    <w:rsid w:val="00085D12"/>
    <w:rsid w:val="00087EAC"/>
    <w:rsid w:val="00094A16"/>
    <w:rsid w:val="00095C2F"/>
    <w:rsid w:val="000A233F"/>
    <w:rsid w:val="000A55B3"/>
    <w:rsid w:val="000C01E0"/>
    <w:rsid w:val="000C1409"/>
    <w:rsid w:val="000C4CF6"/>
    <w:rsid w:val="000C6B3A"/>
    <w:rsid w:val="000C6FB8"/>
    <w:rsid w:val="00106E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0FF"/>
    <w:rsid w:val="00165F85"/>
    <w:rsid w:val="00170E7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01094"/>
    <w:rsid w:val="002050AD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E61CA"/>
    <w:rsid w:val="00304ADA"/>
    <w:rsid w:val="00306B9F"/>
    <w:rsid w:val="00307892"/>
    <w:rsid w:val="00315203"/>
    <w:rsid w:val="003203D9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06071"/>
    <w:rsid w:val="00417ED2"/>
    <w:rsid w:val="00431414"/>
    <w:rsid w:val="00435704"/>
    <w:rsid w:val="0044547E"/>
    <w:rsid w:val="00447D87"/>
    <w:rsid w:val="00451B13"/>
    <w:rsid w:val="00454529"/>
    <w:rsid w:val="0046521F"/>
    <w:rsid w:val="0046567F"/>
    <w:rsid w:val="00472203"/>
    <w:rsid w:val="00472F18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2E67"/>
    <w:rsid w:val="004D6BA8"/>
    <w:rsid w:val="004E5E95"/>
    <w:rsid w:val="004E70EA"/>
    <w:rsid w:val="004F5AFF"/>
    <w:rsid w:val="00510E34"/>
    <w:rsid w:val="005132B0"/>
    <w:rsid w:val="00514303"/>
    <w:rsid w:val="00517E3A"/>
    <w:rsid w:val="0052284C"/>
    <w:rsid w:val="0052400D"/>
    <w:rsid w:val="00526288"/>
    <w:rsid w:val="00560A89"/>
    <w:rsid w:val="00561B7B"/>
    <w:rsid w:val="00561C5A"/>
    <w:rsid w:val="00563AEB"/>
    <w:rsid w:val="005728B3"/>
    <w:rsid w:val="005738D5"/>
    <w:rsid w:val="0057504E"/>
    <w:rsid w:val="00580991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14E"/>
    <w:rsid w:val="005E5A22"/>
    <w:rsid w:val="005F0B45"/>
    <w:rsid w:val="005F17A1"/>
    <w:rsid w:val="005F5FA1"/>
    <w:rsid w:val="006034EC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4F4"/>
    <w:rsid w:val="006D6A7E"/>
    <w:rsid w:val="006D74BB"/>
    <w:rsid w:val="006E21B3"/>
    <w:rsid w:val="006E598F"/>
    <w:rsid w:val="006F0D5B"/>
    <w:rsid w:val="006F787A"/>
    <w:rsid w:val="00710301"/>
    <w:rsid w:val="00717C90"/>
    <w:rsid w:val="0073574D"/>
    <w:rsid w:val="007440D4"/>
    <w:rsid w:val="007460F9"/>
    <w:rsid w:val="00753C36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A2A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76353"/>
    <w:rsid w:val="00881BEB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7175A"/>
    <w:rsid w:val="00974B16"/>
    <w:rsid w:val="009802AD"/>
    <w:rsid w:val="009A1391"/>
    <w:rsid w:val="009A5F9E"/>
    <w:rsid w:val="009A6DD0"/>
    <w:rsid w:val="009B638C"/>
    <w:rsid w:val="009B7912"/>
    <w:rsid w:val="009C3A3C"/>
    <w:rsid w:val="009C7B24"/>
    <w:rsid w:val="009D5FD4"/>
    <w:rsid w:val="009E2A2A"/>
    <w:rsid w:val="009F6E5E"/>
    <w:rsid w:val="00A01805"/>
    <w:rsid w:val="00A0599A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B375D"/>
    <w:rsid w:val="00AC26F9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2680A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251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48FD"/>
    <w:rsid w:val="00C2167F"/>
    <w:rsid w:val="00C2393A"/>
    <w:rsid w:val="00C455F4"/>
    <w:rsid w:val="00C55039"/>
    <w:rsid w:val="00C5580D"/>
    <w:rsid w:val="00C57915"/>
    <w:rsid w:val="00C6010E"/>
    <w:rsid w:val="00C6032E"/>
    <w:rsid w:val="00C7264E"/>
    <w:rsid w:val="00C732C3"/>
    <w:rsid w:val="00C767C9"/>
    <w:rsid w:val="00C81506"/>
    <w:rsid w:val="00C878F0"/>
    <w:rsid w:val="00C879EB"/>
    <w:rsid w:val="00CA51B5"/>
    <w:rsid w:val="00CB2DE2"/>
    <w:rsid w:val="00CB3199"/>
    <w:rsid w:val="00CB333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33CBB"/>
    <w:rsid w:val="00D506B7"/>
    <w:rsid w:val="00D573B0"/>
    <w:rsid w:val="00D6535B"/>
    <w:rsid w:val="00D71B81"/>
    <w:rsid w:val="00D773FA"/>
    <w:rsid w:val="00DA0AB5"/>
    <w:rsid w:val="00DA18A6"/>
    <w:rsid w:val="00DA1F5C"/>
    <w:rsid w:val="00DA24E3"/>
    <w:rsid w:val="00DA3B3D"/>
    <w:rsid w:val="00DB2F24"/>
    <w:rsid w:val="00DB674B"/>
    <w:rsid w:val="00DC1C3F"/>
    <w:rsid w:val="00DC1DC7"/>
    <w:rsid w:val="00DC6A92"/>
    <w:rsid w:val="00DD085D"/>
    <w:rsid w:val="00DD1E99"/>
    <w:rsid w:val="00DD34CF"/>
    <w:rsid w:val="00DD5F7A"/>
    <w:rsid w:val="00DD6149"/>
    <w:rsid w:val="00DD7B2B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A7826"/>
    <w:rsid w:val="00FB201E"/>
    <w:rsid w:val="00FD3686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67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C01E0"/>
    <w:pPr>
      <w:numPr>
        <w:numId w:val="2"/>
      </w:numPr>
      <w:ind w:left="470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</cp:revision>
  <cp:lastPrinted>2023-02-27T14:28:00Z</cp:lastPrinted>
  <dcterms:created xsi:type="dcterms:W3CDTF">2023-02-27T14:51:00Z</dcterms:created>
  <dcterms:modified xsi:type="dcterms:W3CDTF">2023-02-27T15:07:00Z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