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352A4" w14:textId="77777777" w:rsidR="00880692" w:rsidRPr="00AA2FA1" w:rsidRDefault="00880692" w:rsidP="00880692">
      <w:pPr>
        <w:pStyle w:val="eTask"/>
        <w:numPr>
          <w:ilvl w:val="0"/>
          <w:numId w:val="15"/>
        </w:numPr>
        <w:ind w:hanging="360"/>
        <w:rPr>
          <w:lang w:val="sk-SK"/>
        </w:rPr>
      </w:pPr>
      <w:bookmarkStart w:id="0" w:name="_Hlk97716694"/>
      <w:r w:rsidRPr="00AA2FA1">
        <w:rPr>
          <w:lang w:val="sk-SK"/>
        </w:rPr>
        <w:t>Zoznam kategórií overovania</w:t>
      </w:r>
    </w:p>
    <w:p w14:paraId="2E4BABE2" w14:textId="77777777" w:rsidR="001922A0" w:rsidRPr="00AA2FA1" w:rsidRDefault="001922A0" w:rsidP="00683A34"/>
    <w:p w14:paraId="280DBC45" w14:textId="38B1A4D0" w:rsidR="00EB6B74" w:rsidRPr="00AA2FA1" w:rsidRDefault="00EB6B74" w:rsidP="004A7E5F">
      <w:pPr>
        <w:ind w:left="992" w:hanging="425"/>
        <w:rPr>
          <w:u w:val="single"/>
        </w:rPr>
      </w:pPr>
      <w:r w:rsidRPr="00AA2FA1">
        <w:t>1.</w:t>
      </w:r>
      <w:r w:rsidRPr="00AA2FA1">
        <w:tab/>
      </w:r>
      <w:r w:rsidR="00880692" w:rsidRPr="00AA2FA1">
        <w:rPr>
          <w:color w:val="FF0000"/>
          <w:u w:val="single"/>
        </w:rPr>
        <w:t>Kto si</w:t>
      </w:r>
    </w:p>
    <w:p w14:paraId="31FC5B44" w14:textId="77777777" w:rsidR="00EB6B74" w:rsidRPr="00AA2FA1" w:rsidRDefault="00EB6B74" w:rsidP="004A7E5F">
      <w:pPr>
        <w:ind w:left="992" w:hanging="425"/>
      </w:pPr>
    </w:p>
    <w:p w14:paraId="3945FC05" w14:textId="75313301" w:rsidR="00EB6B74" w:rsidRPr="00AA2FA1" w:rsidRDefault="00EB6B74" w:rsidP="004A7E5F">
      <w:pPr>
        <w:ind w:left="992" w:hanging="425"/>
        <w:rPr>
          <w:lang w:eastAsia="sk-SK"/>
        </w:rPr>
      </w:pPr>
      <w:r w:rsidRPr="00AA2FA1">
        <w:rPr>
          <w:lang w:eastAsia="sk-SK"/>
        </w:rPr>
        <w:t>2.</w:t>
      </w:r>
      <w:r w:rsidRPr="00AA2FA1">
        <w:tab/>
      </w:r>
      <w:r w:rsidR="00880692" w:rsidRPr="00AA2FA1">
        <w:rPr>
          <w:color w:val="FF0000"/>
          <w:u w:val="single"/>
        </w:rPr>
        <w:t>Čo vieš</w:t>
      </w:r>
    </w:p>
    <w:p w14:paraId="4CE22E1F" w14:textId="77777777" w:rsidR="00EB6B74" w:rsidRPr="00AA2FA1" w:rsidRDefault="00EB6B74" w:rsidP="004A7E5F">
      <w:pPr>
        <w:ind w:left="992" w:hanging="425"/>
        <w:rPr>
          <w:lang w:eastAsia="sk-SK"/>
        </w:rPr>
      </w:pPr>
    </w:p>
    <w:p w14:paraId="1C104117" w14:textId="0F983D93" w:rsidR="00EB6B74" w:rsidRPr="00AA2FA1" w:rsidRDefault="00EB6B74" w:rsidP="004A7E5F">
      <w:pPr>
        <w:ind w:left="992" w:hanging="425"/>
      </w:pPr>
      <w:r w:rsidRPr="00AA2FA1">
        <w:rPr>
          <w:lang w:eastAsia="sk-SK"/>
        </w:rPr>
        <w:t>3.</w:t>
      </w:r>
      <w:r w:rsidRPr="00AA2FA1">
        <w:tab/>
      </w:r>
      <w:r w:rsidR="00880692" w:rsidRPr="00AA2FA1">
        <w:rPr>
          <w:color w:val="FF0000"/>
          <w:u w:val="single"/>
        </w:rPr>
        <w:t>Čo máš</w:t>
      </w:r>
    </w:p>
    <w:p w14:paraId="369DE36D" w14:textId="77777777" w:rsidR="00F01181" w:rsidRPr="00AA2FA1" w:rsidRDefault="00F01181" w:rsidP="004A7E5F">
      <w:pPr>
        <w:ind w:left="992" w:hanging="425"/>
        <w:rPr>
          <w:lang w:eastAsia="sk-SK"/>
        </w:rPr>
      </w:pPr>
    </w:p>
    <w:p w14:paraId="181AB58E" w14:textId="77777777" w:rsidR="00C148FD" w:rsidRPr="00AA2FA1" w:rsidRDefault="00C148FD" w:rsidP="00BF590A">
      <w:pPr>
        <w:pStyle w:val="eLineBottom"/>
        <w:ind w:left="154"/>
      </w:pPr>
    </w:p>
    <w:p w14:paraId="53B3B9F6" w14:textId="77777777" w:rsidR="00C148FD" w:rsidRPr="00AA2FA1" w:rsidRDefault="00C148FD" w:rsidP="00BF590A">
      <w:pPr>
        <w:ind w:left="154"/>
      </w:pPr>
    </w:p>
    <w:p w14:paraId="021AC66A" w14:textId="258BFEA8" w:rsidR="00880692" w:rsidRPr="00AA2FA1" w:rsidRDefault="00880692" w:rsidP="00F45D9F">
      <w:pPr>
        <w:pStyle w:val="eTask"/>
        <w:numPr>
          <w:ilvl w:val="0"/>
          <w:numId w:val="15"/>
        </w:numPr>
        <w:ind w:hanging="436"/>
        <w:rPr>
          <w:lang w:val="sk-SK"/>
        </w:rPr>
      </w:pPr>
      <w:r w:rsidRPr="00AA2FA1">
        <w:rPr>
          <w:lang w:val="sk-SK"/>
        </w:rPr>
        <w:t>Opravte text tak, aby nasledujúce tvrdenia boli pravdivé</w:t>
      </w:r>
    </w:p>
    <w:p w14:paraId="7322FA04" w14:textId="77777777" w:rsidR="00C6032E" w:rsidRPr="00AA2FA1" w:rsidRDefault="00C6032E" w:rsidP="00C6032E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14:paraId="605AA0DF" w14:textId="5B51C0C7" w:rsidR="00C6032E" w:rsidRPr="00AA2FA1" w:rsidRDefault="00880692" w:rsidP="00C6032E">
      <w:pPr>
        <w:pStyle w:val="eCheckBoxText"/>
        <w:spacing w:line="360" w:lineRule="auto"/>
        <w:ind w:left="708" w:firstLine="0"/>
      </w:pPr>
      <w:r w:rsidRPr="00AA2FA1">
        <w:t xml:space="preserve">Entita alebo skupina subjektov hľadajúcich </w:t>
      </w:r>
      <w:r w:rsidR="00C37A8E">
        <w:t xml:space="preserve">autentifikáciu </w:t>
      </w:r>
      <w:r w:rsidRPr="00AA2FA1">
        <w:t xml:space="preserve">používa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rozlišovaciu charakteristiku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charakteristiku</m:t>
                </m:r>
              </m:e>
            </m:eqArr>
          </m:e>
        </m:d>
      </m:oMath>
      <w:r w:rsidR="00C6032E" w:rsidRPr="00AA2FA1">
        <w:t xml:space="preserve"> </w:t>
      </w:r>
      <w:r w:rsidR="00C37A8E">
        <w:t xml:space="preserve">od </w:t>
      </w:r>
      <w:r w:rsidRPr="00AA2FA1">
        <w:t>entity/</w:t>
      </w:r>
      <w:r w:rsidR="00B3430F" w:rsidRPr="00AA2FA1">
        <w:t xml:space="preserve">entít, ktoré sú overované. </w:t>
      </w:r>
    </w:p>
    <w:p w14:paraId="0FDA6C59" w14:textId="10304DD7" w:rsidR="00C6032E" w:rsidRPr="00AA2FA1" w:rsidRDefault="00B3430F" w:rsidP="00C6032E">
      <w:pPr>
        <w:pStyle w:val="eCheckBoxText"/>
        <w:spacing w:line="360" w:lineRule="auto"/>
        <w:ind w:left="708" w:firstLine="0"/>
      </w:pPr>
      <w:r w:rsidRPr="00AA2FA1">
        <w:t xml:space="preserve">Proces autentifikácie </w:t>
      </w:r>
      <m:oMath>
        <m:d>
          <m:dPr>
            <m:ctrlPr>
              <w:rPr>
                <w:rFonts w:ascii="Cambria Math" w:hAnsi="Cambria Math"/>
                <w:iCs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zahŕňa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nezahŕňa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</m:eqArr>
          </m:e>
        </m:d>
      </m:oMath>
      <w:r w:rsidR="00C6032E" w:rsidRPr="00AA2FA1">
        <w:t xml:space="preserve"> </w:t>
      </w:r>
      <w:r w:rsidR="00A55C3C" w:rsidRPr="00AA2FA1">
        <w:t>autentifikátor a autentifikačný mechanizmus.</w:t>
      </w:r>
      <w:r w:rsidR="00C6032E" w:rsidRPr="00AA2FA1">
        <w:t xml:space="preserve"> </w:t>
      </w:r>
    </w:p>
    <w:p w14:paraId="497B43EF" w14:textId="2D15C410" w:rsidR="00C6032E" w:rsidRPr="00AA2FA1" w:rsidRDefault="00A55C3C" w:rsidP="00C6032E">
      <w:pPr>
        <w:pStyle w:val="eCheckBoxText"/>
        <w:spacing w:line="360" w:lineRule="auto"/>
        <w:ind w:left="708" w:firstLine="0"/>
      </w:pPr>
      <w:r w:rsidRPr="00AA2FA1">
        <w:t>Autentifikácia "čo viete" využíva v</w:t>
      </w:r>
      <w:r w:rsidR="00F45D9F" w:rsidRPr="00AA2FA1">
        <w:t xml:space="preserve"> rámci </w:t>
      </w:r>
      <w:r w:rsidRPr="00AA2FA1">
        <w:t>proces</w:t>
      </w:r>
      <w:r w:rsidR="00F45D9F" w:rsidRPr="00AA2FA1">
        <w:t>u</w:t>
      </w:r>
      <w:r w:rsidRPr="00AA2FA1">
        <w:t xml:space="preserve"> autentifikácie </w:t>
      </w:r>
      <w:r w:rsidR="00C6032E" w:rsidRPr="00AA2FA1">
        <w:t xml:space="preserve"> </w:t>
      </w:r>
      <m:oMath>
        <m:d>
          <m:dPr>
            <m:ctrlPr>
              <w:rPr>
                <w:rFonts w:ascii="Cambria Math" w:hAnsi="Cambria Math"/>
                <w:iCs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otlačky prstov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heslá</m:t>
                </m:r>
                <m:ctrlPr>
                  <w:rPr>
                    <w:rFonts w:ascii="Cambria Math" w:eastAsia="Cambria Math" w:hAnsi="Cambria Math" w:cs="Cambria Math"/>
                    <w:iCs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čipové karty</m:t>
                </m:r>
              </m:e>
            </m:eqArr>
          </m:e>
        </m:d>
      </m:oMath>
      <w:r w:rsidR="00C6032E" w:rsidRPr="00AA2FA1">
        <w:t xml:space="preserve">. </w:t>
      </w:r>
    </w:p>
    <w:p w14:paraId="338715C3" w14:textId="77777777" w:rsidR="00C6032E" w:rsidRPr="00AA2FA1" w:rsidRDefault="00C6032E" w:rsidP="00C6032E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14:paraId="444E86D2" w14:textId="77777777" w:rsidR="006E598F" w:rsidRPr="00AA2FA1" w:rsidRDefault="006E598F" w:rsidP="006E598F">
      <w:pPr>
        <w:pStyle w:val="eLineBottom"/>
        <w:ind w:left="154"/>
      </w:pPr>
    </w:p>
    <w:p w14:paraId="1396FE55" w14:textId="77777777" w:rsidR="00F1459B" w:rsidRPr="00AA2FA1" w:rsidRDefault="00F1459B" w:rsidP="00F1459B"/>
    <w:p w14:paraId="6ACF7334" w14:textId="4CD3CD16" w:rsidR="00AC207C" w:rsidRPr="00AA2FA1" w:rsidRDefault="00AC207C" w:rsidP="00F45D9F">
      <w:pPr>
        <w:pStyle w:val="eTask"/>
        <w:numPr>
          <w:ilvl w:val="0"/>
          <w:numId w:val="15"/>
        </w:numPr>
        <w:ind w:hanging="436"/>
        <w:rPr>
          <w:lang w:val="sk-SK"/>
        </w:rPr>
      </w:pPr>
      <w:r w:rsidRPr="00AA2FA1">
        <w:rPr>
          <w:lang w:val="sk-SK"/>
        </w:rPr>
        <w:t xml:space="preserve">Vyberte správne </w:t>
      </w:r>
      <w:r w:rsidR="00AA2FA1" w:rsidRPr="00AA2FA1">
        <w:rPr>
          <w:lang w:val="sk-SK"/>
        </w:rPr>
        <w:t xml:space="preserve">názvy </w:t>
      </w:r>
      <w:r w:rsidRPr="00AA2FA1">
        <w:rPr>
          <w:lang w:val="sk-SK"/>
        </w:rPr>
        <w:t xml:space="preserve">zo zoznamu a napíšte ich </w:t>
      </w:r>
      <w:r w:rsidRPr="0008340A">
        <w:rPr>
          <w:lang w:val="sk-SK"/>
        </w:rPr>
        <w:t>do obrázka</w:t>
      </w:r>
      <w:r w:rsidRPr="00AA2FA1">
        <w:rPr>
          <w:lang w:val="sk-SK"/>
        </w:rPr>
        <w:t xml:space="preserve">, aby ste opísali, ako </w:t>
      </w:r>
      <w:r w:rsidR="00933BF0" w:rsidRPr="00AA2FA1">
        <w:rPr>
          <w:lang w:val="sk-SK"/>
        </w:rPr>
        <w:t xml:space="preserve">pracuje technika </w:t>
      </w:r>
      <w:r w:rsidR="008A06C1">
        <w:rPr>
          <w:lang w:val="sk-SK"/>
        </w:rPr>
        <w:t>solené hašovanie.</w:t>
      </w:r>
    </w:p>
    <w:p w14:paraId="002066C4" w14:textId="2DE9295C" w:rsidR="00164D05" w:rsidRPr="00AA2FA1" w:rsidRDefault="001C4AC0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9BD375" wp14:editId="156C4329">
                <wp:simplePos x="0" y="0"/>
                <wp:positionH relativeFrom="column">
                  <wp:posOffset>1982213</wp:posOffset>
                </wp:positionH>
                <wp:positionV relativeFrom="paragraph">
                  <wp:posOffset>88523</wp:posOffset>
                </wp:positionV>
                <wp:extent cx="857320" cy="513567"/>
                <wp:effectExtent l="0" t="0" r="0" b="0"/>
                <wp:wrapNone/>
                <wp:docPr id="22" name="PoljeZBesedilo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7E98DA-3DB8-4DA0-B50A-E31217C97A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320" cy="51356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C00DF0" w14:textId="0E2AF25D" w:rsidR="00164D05" w:rsidRPr="00AA2FA1" w:rsidRDefault="00AA2FA1" w:rsidP="001C4AC0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soľ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BD375" id="_x0000_t202" coordsize="21600,21600" o:spt="202" path="m,l,21600r21600,l21600,xe">
                <v:stroke joinstyle="miter"/>
                <v:path gradientshapeok="t" o:connecttype="rect"/>
              </v:shapetype>
              <v:shape id="PoljeZBesedilom 21" o:spid="_x0000_s1026" type="#_x0000_t202" style="position:absolute;margin-left:156.1pt;margin-top:6.95pt;width:67.5pt;height:40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" filled="f" stroked="f">
                <v:textbox>
                  <w:txbxContent>
                    <w:p w14:paraId="1FC00DF0" w14:textId="0E2AF25D" w:rsidR="00164D05" w:rsidRPr="00AA2FA1" w:rsidRDefault="00AA2FA1" w:rsidP="001C4AC0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  <w:t>soľ</w:t>
                      </w:r>
                    </w:p>
                  </w:txbxContent>
                </v:textbox>
              </v:shape>
            </w:pict>
          </mc:Fallback>
        </mc:AlternateContent>
      </w:r>
      <w:r w:rsidR="00A655EE" w:rsidRPr="00AA2FA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3BB02B" wp14:editId="144F6B10">
                <wp:simplePos x="0" y="0"/>
                <wp:positionH relativeFrom="column">
                  <wp:posOffset>1839073</wp:posOffset>
                </wp:positionH>
                <wp:positionV relativeFrom="paragraph">
                  <wp:posOffset>105949</wp:posOffset>
                </wp:positionV>
                <wp:extent cx="1081413" cy="512445"/>
                <wp:effectExtent l="0" t="0" r="23495" b="20955"/>
                <wp:wrapNone/>
                <wp:docPr id="1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413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360AD8" id="Pravokotnik: zaokroženi vogali 9" o:spid="_x0000_s1026" style="position:absolute;margin-left:144.8pt;margin-top:8.35pt;width:85.15pt;height:40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" filled="f" strokecolor="black [3213]" strokeweight="1pt">
                <v:stroke joinstyle="miter"/>
              </v:roundrect>
            </w:pict>
          </mc:Fallback>
        </mc:AlternateContent>
      </w:r>
      <w:r w:rsidR="00A655EE" w:rsidRPr="00AA2FA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C1D380" wp14:editId="0EDF41F4">
                <wp:simplePos x="0" y="0"/>
                <wp:positionH relativeFrom="column">
                  <wp:posOffset>582452</wp:posOffset>
                </wp:positionH>
                <wp:positionV relativeFrom="paragraph">
                  <wp:posOffset>114900</wp:posOffset>
                </wp:positionV>
                <wp:extent cx="1081413" cy="512445"/>
                <wp:effectExtent l="0" t="0" r="23495" b="20955"/>
                <wp:wrapNone/>
                <wp:docPr id="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413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E6E98B" id="Pravokotnik: zaokroženi vogali 9" o:spid="_x0000_s1026" style="position:absolute;margin-left:45.85pt;margin-top:9.05pt;width:85.15pt;height:40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164D05"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7202CD" wp14:editId="4919A0BF">
                <wp:simplePos x="0" y="0"/>
                <wp:positionH relativeFrom="column">
                  <wp:posOffset>582452</wp:posOffset>
                </wp:positionH>
                <wp:positionV relativeFrom="paragraph">
                  <wp:posOffset>114899</wp:posOffset>
                </wp:positionV>
                <wp:extent cx="994254" cy="517743"/>
                <wp:effectExtent l="0" t="0" r="0" b="0"/>
                <wp:wrapNone/>
                <wp:docPr id="20" name="PoljeZBesedilom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02A293-42B5-4776-98A0-1DD7D22187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254" cy="51774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87D756" w14:textId="4D7A29F6" w:rsidR="00164D05" w:rsidRPr="00AA2FA1" w:rsidRDefault="00AA2FA1" w:rsidP="00A655EE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heslo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202CD" id="PoljeZBesedilom 19" o:spid="_x0000_s1027" type="#_x0000_t202" style="position:absolute;margin-left:45.85pt;margin-top:9.05pt;width:78.3pt;height:4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" filled="f" stroked="f">
                <v:textbox>
                  <w:txbxContent>
                    <w:p w14:paraId="6A87D756" w14:textId="4D7A29F6" w:rsidR="00164D05" w:rsidRPr="00AA2FA1" w:rsidRDefault="00AA2FA1" w:rsidP="00A655EE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  <w:t>heslo</w:t>
                      </w:r>
                    </w:p>
                  </w:txbxContent>
                </v:textbox>
              </v:shape>
            </w:pict>
          </mc:Fallback>
        </mc:AlternateContent>
      </w:r>
    </w:p>
    <w:p w14:paraId="76132CF7" w14:textId="3EF090A0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CF9DAA" wp14:editId="4CE03A6E">
                <wp:simplePos x="0" y="0"/>
                <wp:positionH relativeFrom="column">
                  <wp:posOffset>1649730</wp:posOffset>
                </wp:positionH>
                <wp:positionV relativeFrom="paragraph">
                  <wp:posOffset>979170</wp:posOffset>
                </wp:positionV>
                <wp:extent cx="1350615" cy="369332"/>
                <wp:effectExtent l="0" t="0" r="0" b="0"/>
                <wp:wrapNone/>
                <wp:docPr id="4" name="PoljeZBesedilo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05B054" w14:textId="2861A493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F9DAA" id="PoljeZBesedilom 6" o:spid="_x0000_s1028" type="#_x0000_t202" style="position:absolute;margin-left:129.9pt;margin-top:77.1pt;width:106.35pt;height:29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" filled="f" stroked="f">
                <v:textbox style="mso-fit-shape-to-text:t">
                  <w:txbxContent>
                    <w:p w14:paraId="2105B054" w14:textId="2861A493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qwe963</w:t>
                      </w:r>
                    </w:p>
                  </w:txbxContent>
                </v:textbox>
              </v:shape>
            </w:pict>
          </mc:Fallback>
        </mc:AlternateContent>
      </w: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2E663A" wp14:editId="7C1497DB">
                <wp:simplePos x="0" y="0"/>
                <wp:positionH relativeFrom="column">
                  <wp:posOffset>2313940</wp:posOffset>
                </wp:positionH>
                <wp:positionV relativeFrom="paragraph">
                  <wp:posOffset>559435</wp:posOffset>
                </wp:positionV>
                <wp:extent cx="11353" cy="419917"/>
                <wp:effectExtent l="38100" t="0" r="65405" b="56515"/>
                <wp:wrapNone/>
                <wp:docPr id="24" name="Raven puščični povezovalnik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0DAC0D-BEC4-4F09-B315-1F10E50A1D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53" cy="419917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836C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23" o:spid="_x0000_s1026" type="#_x0000_t32" style="position:absolute;margin-left:182.2pt;margin-top:44.05pt;width:.9pt;height:33.0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58B0EFAC" w14:textId="77777777" w:rsidR="00164D05" w:rsidRPr="00AA2FA1" w:rsidRDefault="00164D05" w:rsidP="00164D05">
      <w:pPr>
        <w:rPr>
          <w:sz w:val="22"/>
          <w:szCs w:val="22"/>
        </w:rPr>
      </w:pPr>
    </w:p>
    <w:p w14:paraId="16E78FF3" w14:textId="77777777" w:rsidR="00164D05" w:rsidRPr="00AA2FA1" w:rsidRDefault="00164D05" w:rsidP="00164D05">
      <w:pPr>
        <w:rPr>
          <w:sz w:val="22"/>
          <w:szCs w:val="22"/>
        </w:rPr>
      </w:pPr>
    </w:p>
    <w:p w14:paraId="4C8A176C" w14:textId="77777777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12B621" wp14:editId="11E1D659">
                <wp:simplePos x="0" y="0"/>
                <wp:positionH relativeFrom="column">
                  <wp:posOffset>898230</wp:posOffset>
                </wp:positionH>
                <wp:positionV relativeFrom="paragraph">
                  <wp:posOffset>3314</wp:posOffset>
                </wp:positionV>
                <wp:extent cx="183711" cy="394133"/>
                <wp:effectExtent l="38100" t="0" r="26035" b="63500"/>
                <wp:wrapNone/>
                <wp:docPr id="23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09EB64-E0E2-42AD-9194-6CA753ABB1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3711" cy="394133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95FA37" id="Raven puščični povezovalnik 22" o:spid="_x0000_s1026" type="#_x0000_t32" style="position:absolute;margin-left:70.75pt;margin-top:.25pt;width:14.45pt;height:31.0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68B16246" w14:textId="77777777" w:rsidR="00164D05" w:rsidRPr="00AA2FA1" w:rsidRDefault="00164D05" w:rsidP="00164D05">
      <w:pPr>
        <w:rPr>
          <w:sz w:val="22"/>
          <w:szCs w:val="22"/>
        </w:rPr>
      </w:pPr>
    </w:p>
    <w:p w14:paraId="781401AD" w14:textId="77777777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E8DD51" wp14:editId="437F1CC1">
                <wp:simplePos x="0" y="0"/>
                <wp:positionH relativeFrom="column">
                  <wp:posOffset>243466</wp:posOffset>
                </wp:positionH>
                <wp:positionV relativeFrom="paragraph">
                  <wp:posOffset>96564</wp:posOffset>
                </wp:positionV>
                <wp:extent cx="1350615" cy="369332"/>
                <wp:effectExtent l="0" t="0" r="0" b="0"/>
                <wp:wrapNone/>
                <wp:docPr id="6" name="PoljeZBesedilo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1C3A61-7D9B-4621-B0B6-50CCA42F71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54DA4F" w14:textId="0929CF0F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8DD51" id="PoljeZBesedilom 5" o:spid="_x0000_s1029" type="#_x0000_t202" style="position:absolute;margin-left:19.15pt;margin-top:7.6pt;width:106.35pt;height:2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" filled="f" stroked="f">
                <v:textbox style="mso-fit-shape-to-text:t">
                  <w:txbxContent>
                    <w:p w14:paraId="2454DA4F" w14:textId="0929CF0F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</w:t>
                      </w:r>
                    </w:p>
                  </w:txbxContent>
                </v:textbox>
              </v:shape>
            </w:pict>
          </mc:Fallback>
        </mc:AlternateContent>
      </w:r>
    </w:p>
    <w:p w14:paraId="3291396B" w14:textId="77777777" w:rsidR="00164D05" w:rsidRPr="00AA2FA1" w:rsidRDefault="00164D05" w:rsidP="00164D05">
      <w:pPr>
        <w:rPr>
          <w:sz w:val="22"/>
          <w:szCs w:val="22"/>
        </w:rPr>
      </w:pPr>
    </w:p>
    <w:p w14:paraId="0854832F" w14:textId="77777777" w:rsidR="00164D05" w:rsidRPr="00AA2FA1" w:rsidRDefault="00164D05" w:rsidP="00164D05">
      <w:pPr>
        <w:rPr>
          <w:sz w:val="22"/>
          <w:szCs w:val="22"/>
        </w:rPr>
      </w:pPr>
    </w:p>
    <w:p w14:paraId="2D39563A" w14:textId="77777777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7EF805" wp14:editId="67FDC4D6">
                <wp:simplePos x="0" y="0"/>
                <wp:positionH relativeFrom="column">
                  <wp:posOffset>939165</wp:posOffset>
                </wp:positionH>
                <wp:positionV relativeFrom="paragraph">
                  <wp:posOffset>33655</wp:posOffset>
                </wp:positionV>
                <wp:extent cx="263525" cy="704215"/>
                <wp:effectExtent l="0" t="0" r="60325" b="57785"/>
                <wp:wrapNone/>
                <wp:docPr id="17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774EA9-767E-443C-8DE8-F1D8510962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525" cy="70421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1CC9B9" id="Raven puščični povezovalnik 22" o:spid="_x0000_s1026" type="#_x0000_t32" style="position:absolute;margin-left:73.95pt;margin-top:2.65pt;width:20.75pt;height:55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D752AAD" wp14:editId="62F2D5A9">
                <wp:simplePos x="0" y="0"/>
                <wp:positionH relativeFrom="column">
                  <wp:posOffset>1437292</wp:posOffset>
                </wp:positionH>
                <wp:positionV relativeFrom="paragraph">
                  <wp:posOffset>34168</wp:posOffset>
                </wp:positionV>
                <wp:extent cx="1041349" cy="696680"/>
                <wp:effectExtent l="38100" t="0" r="26035" b="65405"/>
                <wp:wrapNone/>
                <wp:docPr id="19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B0A86-1176-4E45-A0D6-57ECC56FCF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41349" cy="69668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86DC3E" id="Raven puščični povezovalnik 22" o:spid="_x0000_s1026" type="#_x0000_t32" style="position:absolute;margin-left:113.15pt;margin-top:2.7pt;width:82pt;height:54.85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0BADB2BC" w14:textId="77777777" w:rsidR="00164D05" w:rsidRPr="00AA2FA1" w:rsidRDefault="00164D05" w:rsidP="00164D05">
      <w:pPr>
        <w:rPr>
          <w:sz w:val="22"/>
          <w:szCs w:val="22"/>
        </w:rPr>
      </w:pPr>
    </w:p>
    <w:p w14:paraId="21AE8A99" w14:textId="77777777" w:rsidR="00164D05" w:rsidRPr="00AA2FA1" w:rsidRDefault="00164D05" w:rsidP="00164D05">
      <w:pPr>
        <w:rPr>
          <w:sz w:val="22"/>
          <w:szCs w:val="22"/>
        </w:rPr>
      </w:pPr>
    </w:p>
    <w:p w14:paraId="4007E12E" w14:textId="77777777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FB91AF" wp14:editId="06109F86">
                <wp:simplePos x="0" y="0"/>
                <wp:positionH relativeFrom="column">
                  <wp:posOffset>2450048</wp:posOffset>
                </wp:positionH>
                <wp:positionV relativeFrom="paragraph">
                  <wp:posOffset>3758</wp:posOffset>
                </wp:positionV>
                <wp:extent cx="1348717" cy="742946"/>
                <wp:effectExtent l="0" t="0" r="23495" b="19685"/>
                <wp:wrapNone/>
                <wp:docPr id="10" name="Pravokotnik: zaokroženi vogali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80268-842B-49CE-88BA-D5E2CA1F4F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17" cy="7429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0F1CC8F6" id="Pravokotnik: zaokroženi vogali 9" o:spid="_x0000_s1026" style="position:absolute;margin-left:192.9pt;margin-top:.3pt;width:106.2pt;height:58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" filled="f" strokecolor="black [3213]" strokeweight="1pt">
                <v:stroke joinstyle="miter"/>
              </v:roundrect>
            </w:pict>
          </mc:Fallback>
        </mc:AlternateContent>
      </w:r>
    </w:p>
    <w:p w14:paraId="09567423" w14:textId="77777777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C48CF4" wp14:editId="20660764">
                <wp:simplePos x="0" y="0"/>
                <wp:positionH relativeFrom="column">
                  <wp:posOffset>2484945</wp:posOffset>
                </wp:positionH>
                <wp:positionV relativeFrom="paragraph">
                  <wp:posOffset>6664</wp:posOffset>
                </wp:positionV>
                <wp:extent cx="1264734" cy="523220"/>
                <wp:effectExtent l="0" t="0" r="0" b="0"/>
                <wp:wrapNone/>
                <wp:docPr id="3" name="PoljeZBesedilo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734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88A849" w14:textId="4E3300DC" w:rsidR="00164D05" w:rsidRPr="00AA2FA1" w:rsidRDefault="00AA2FA1" w:rsidP="00164D05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hašovacia funkcia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48CF4" id="PoljeZBesedilom 10" o:spid="_x0000_s1030" type="#_x0000_t202" style="position:absolute;margin-left:195.65pt;margin-top:.5pt;width:99.6pt;height:41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" filled="f" stroked="f">
                <v:textbox style="mso-fit-shape-to-text:t">
                  <w:txbxContent>
                    <w:p w14:paraId="6D88A849" w14:textId="4E3300DC" w:rsidR="00164D05" w:rsidRPr="00AA2FA1" w:rsidRDefault="00AA2FA1" w:rsidP="00164D05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kern w:val="24"/>
                          <w:sz w:val="28"/>
                          <w:szCs w:val="28"/>
                        </w:rPr>
                        <w:t>hašovacia funkcia</w:t>
                      </w:r>
                    </w:p>
                  </w:txbxContent>
                </v:textbox>
              </v:shape>
            </w:pict>
          </mc:Fallback>
        </mc:AlternateContent>
      </w: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5444A7" wp14:editId="25DAB853">
                <wp:simplePos x="0" y="0"/>
                <wp:positionH relativeFrom="column">
                  <wp:posOffset>4478046</wp:posOffset>
                </wp:positionH>
                <wp:positionV relativeFrom="paragraph">
                  <wp:posOffset>5550</wp:posOffset>
                </wp:positionV>
                <wp:extent cx="1987463" cy="368935"/>
                <wp:effectExtent l="0" t="0" r="0" b="0"/>
                <wp:wrapNone/>
                <wp:docPr id="15" name="PoljeZBesedilo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24E9E3-A62B-4760-AB69-A23AB1C3AE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46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EB61A9" w14:textId="77777777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5ede2394533faa2ff9e809bc8be124e3a50907a6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5444A7" id="PoljeZBesedilom 14" o:spid="_x0000_s1031" type="#_x0000_t202" style="position:absolute;margin-left:352.6pt;margin-top:.45pt;width:156.5pt;height:29.0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" filled="f" stroked="f">
                <v:textbox style="mso-fit-shape-to-text:t">
                  <w:txbxContent>
                    <w:p w14:paraId="3CEB61A9" w14:textId="77777777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5ede2394533faa2ff9e809bc8be124e3a50907a6</w:t>
                      </w:r>
                    </w:p>
                  </w:txbxContent>
                </v:textbox>
              </v:shape>
            </w:pict>
          </mc:Fallback>
        </mc:AlternateContent>
      </w: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DE1328" wp14:editId="2C91B88E">
                <wp:simplePos x="0" y="0"/>
                <wp:positionH relativeFrom="column">
                  <wp:posOffset>283923</wp:posOffset>
                </wp:positionH>
                <wp:positionV relativeFrom="paragraph">
                  <wp:posOffset>137621</wp:posOffset>
                </wp:positionV>
                <wp:extent cx="2098564" cy="369332"/>
                <wp:effectExtent l="0" t="0" r="0" b="0"/>
                <wp:wrapNone/>
                <wp:docPr id="9" name="PoljeZBesedilo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CB0BE2-EE19-45D1-9C91-8FA686808C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56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9B2B22" w14:textId="179EE88B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DE1328" id="PoljeZBesedilom 8" o:spid="_x0000_s1032" type="#_x0000_t202" style="position:absolute;margin-left:22.35pt;margin-top:10.85pt;width:165.25pt;height:29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" filled="f" stroked="f">
                <v:textbox style="mso-fit-shape-to-text:t">
                  <w:txbxContent>
                    <w:p w14:paraId="1D9B2B22" w14:textId="179EE88B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abc123qwe963</w:t>
                      </w:r>
                    </w:p>
                  </w:txbxContent>
                </v:textbox>
              </v:shape>
            </w:pict>
          </mc:Fallback>
        </mc:AlternateContent>
      </w:r>
    </w:p>
    <w:p w14:paraId="54B20EB2" w14:textId="77777777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61DCF3" wp14:editId="5E664D69">
                <wp:simplePos x="0" y="0"/>
                <wp:positionH relativeFrom="column">
                  <wp:posOffset>3922317</wp:posOffset>
                </wp:positionH>
                <wp:positionV relativeFrom="paragraph">
                  <wp:posOffset>100895</wp:posOffset>
                </wp:positionV>
                <wp:extent cx="599018" cy="0"/>
                <wp:effectExtent l="0" t="76200" r="10795" b="95250"/>
                <wp:wrapNone/>
                <wp:docPr id="5" name="Raven puščični povezoval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018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7D9773" id="Raven puščični povezovalnik 11" o:spid="_x0000_s1026" type="#_x0000_t32" style="position:absolute;margin-left:308.85pt;margin-top:7.95pt;width:47.1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B4AE28" wp14:editId="4F89F56B">
                <wp:simplePos x="0" y="0"/>
                <wp:positionH relativeFrom="column">
                  <wp:posOffset>1980226</wp:posOffset>
                </wp:positionH>
                <wp:positionV relativeFrom="paragraph">
                  <wp:posOffset>121041</wp:posOffset>
                </wp:positionV>
                <wp:extent cx="448624" cy="0"/>
                <wp:effectExtent l="0" t="76200" r="27940" b="95250"/>
                <wp:wrapNone/>
                <wp:docPr id="16" name="Raven puščični povezovalnik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9C3865-AF2F-4AB0-A0C0-DA598588641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8624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A76361" id="Raven puščični povezovalnik 15" o:spid="_x0000_s1026" type="#_x0000_t32" style="position:absolute;margin-left:155.9pt;margin-top:9.55pt;width:35.3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4DEAB468" w14:textId="77777777" w:rsidR="00164D05" w:rsidRPr="00AA2FA1" w:rsidRDefault="00164D05" w:rsidP="00164D05">
      <w:pPr>
        <w:rPr>
          <w:sz w:val="22"/>
          <w:szCs w:val="22"/>
        </w:rPr>
      </w:pPr>
    </w:p>
    <w:p w14:paraId="4017C948" w14:textId="77777777" w:rsidR="00164D05" w:rsidRPr="00AA2FA1" w:rsidRDefault="00164D05" w:rsidP="00164D05">
      <w:pPr>
        <w:rPr>
          <w:sz w:val="22"/>
          <w:szCs w:val="22"/>
        </w:rPr>
      </w:pPr>
    </w:p>
    <w:p w14:paraId="5B66E308" w14:textId="1D0B6963" w:rsidR="00AC207C" w:rsidRPr="00AA2FA1" w:rsidRDefault="00AC207C" w:rsidP="001B68B7">
      <w:r w:rsidRPr="00AA2FA1">
        <w:t>Možnosti</w:t>
      </w:r>
      <w:r w:rsidR="00164D05" w:rsidRPr="00AA2FA1">
        <w:t xml:space="preserve">: </w:t>
      </w:r>
      <w:r w:rsidRPr="00AA2FA1">
        <w:t>soľ</w:t>
      </w:r>
      <w:r w:rsidR="00AA2FA1">
        <w:t xml:space="preserve"> (salt</w:t>
      </w:r>
      <w:r w:rsidRPr="00AA2FA1">
        <w:t>)</w:t>
      </w:r>
      <w:r w:rsidR="00164D05" w:rsidRPr="00AA2FA1">
        <w:t xml:space="preserve">, </w:t>
      </w:r>
      <w:r w:rsidRPr="00AA2FA1">
        <w:t>heslo</w:t>
      </w:r>
      <w:r w:rsidR="00164D05" w:rsidRPr="00AA2FA1">
        <w:t xml:space="preserve">, </w:t>
      </w:r>
      <w:r w:rsidRPr="00AA2FA1">
        <w:t>hašovacia funkcia</w:t>
      </w:r>
    </w:p>
    <w:p w14:paraId="2D917B63" w14:textId="15209D99" w:rsidR="00164D05" w:rsidRPr="00AA2FA1" w:rsidRDefault="00164D05" w:rsidP="00164D05">
      <w:pPr>
        <w:pStyle w:val="eTask"/>
        <w:numPr>
          <w:ilvl w:val="0"/>
          <w:numId w:val="0"/>
        </w:numPr>
        <w:ind w:left="720"/>
        <w:rPr>
          <w:lang w:val="sk-SK"/>
        </w:rPr>
      </w:pPr>
    </w:p>
    <w:p w14:paraId="1E675A46" w14:textId="77777777" w:rsidR="00AA2FA1" w:rsidRDefault="00AA2FA1">
      <w:pPr>
        <w:rPr>
          <w:b/>
        </w:rPr>
      </w:pPr>
      <w:r>
        <w:br w:type="page"/>
      </w:r>
    </w:p>
    <w:p w14:paraId="420B37D7" w14:textId="56799014" w:rsidR="00AA2FA1" w:rsidRPr="00AA2FA1" w:rsidRDefault="00AA2FA1" w:rsidP="008A06C1">
      <w:pPr>
        <w:pStyle w:val="eTask"/>
        <w:numPr>
          <w:ilvl w:val="0"/>
          <w:numId w:val="15"/>
        </w:numPr>
        <w:ind w:hanging="436"/>
        <w:rPr>
          <w:lang w:val="sk-SK"/>
        </w:rPr>
      </w:pPr>
      <w:r w:rsidRPr="00AA2FA1">
        <w:rPr>
          <w:lang w:val="sk"/>
        </w:rPr>
        <w:lastRenderedPageBreak/>
        <w:t>Prira</w:t>
      </w:r>
      <w:r>
        <w:rPr>
          <w:lang w:val="sk"/>
        </w:rPr>
        <w:t>ďt</w:t>
      </w:r>
      <w:r w:rsidRPr="00AA2FA1">
        <w:rPr>
          <w:lang w:val="sk"/>
        </w:rPr>
        <w:t>e výraz</w:t>
      </w:r>
      <w:r>
        <w:rPr>
          <w:lang w:val="sk"/>
        </w:rPr>
        <w:t>y</w:t>
      </w:r>
      <w:r w:rsidRPr="00AA2FA1">
        <w:rPr>
          <w:lang w:val="sk"/>
        </w:rPr>
        <w:t xml:space="preserve"> z ľavého stĺpca k príslušným popisom vpravo</w:t>
      </w:r>
    </w:p>
    <w:p w14:paraId="249DDE31" w14:textId="24876755" w:rsidR="00FA7826" w:rsidRPr="00AA2FA1" w:rsidRDefault="00FA7826" w:rsidP="00FA7826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14:paraId="45560DBF" w14:textId="75BEE141" w:rsidR="00FA7826" w:rsidRPr="00AA2FA1" w:rsidRDefault="00FA7826" w:rsidP="00FA7826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FA7826" w:rsidRPr="00AA2FA1" w14:paraId="2B858D39" w14:textId="77777777" w:rsidTr="00FA7826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7857C661" w:rsidR="00FA7826" w:rsidRPr="00AA2FA1" w:rsidRDefault="00AA2FA1" w:rsidP="00E86ABB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lang w:val="sk"/>
              </w:rPr>
              <w:t>Solené ha</w:t>
            </w:r>
            <w:r w:rsidR="00CF14CB">
              <w:rPr>
                <w:lang w:val="sk"/>
              </w:rPr>
              <w:t>š</w:t>
            </w:r>
            <w:r w:rsidRPr="00AA2FA1">
              <w:rPr>
                <w:lang w:val="sk"/>
              </w:rPr>
              <w:t>ovanie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54DBFA83" w:rsidR="00FA7826" w:rsidRPr="00AA2FA1" w:rsidRDefault="00FA7826" w:rsidP="00E86ABB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6AF6422" wp14:editId="391F47BA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1623695</wp:posOffset>
                      </wp:positionV>
                      <wp:extent cx="2229485" cy="1090295"/>
                      <wp:effectExtent l="0" t="0" r="37465" b="3365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9485" cy="109029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193F22" id="3 Conector recto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5pt,127.85pt" to="173.05pt,2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6AA0166C" w:rsidR="00FA7826" w:rsidRPr="00AA2FA1" w:rsidRDefault="003E66DE" w:rsidP="00E86ABB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lang w:val="sk"/>
              </w:rPr>
              <w:t>Heslo je uložené v</w:t>
            </w:r>
            <w:r w:rsidR="003C134A">
              <w:rPr>
                <w:lang w:val="sk"/>
              </w:rPr>
              <w:t> </w:t>
            </w:r>
            <w:r w:rsidRPr="00AA2FA1">
              <w:rPr>
                <w:lang w:val="sk"/>
              </w:rPr>
              <w:t>špeciálnom formáte</w:t>
            </w:r>
            <w:r w:rsidR="003C134A">
              <w:t>.</w:t>
            </w:r>
          </w:p>
        </w:tc>
      </w:tr>
      <w:tr w:rsidR="00FA7826" w:rsidRPr="00AA2FA1" w14:paraId="64CBCFB3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77777777" w:rsidR="00FA7826" w:rsidRPr="00AA2FA1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1EF541E9" w:rsidR="00FA7826" w:rsidRPr="00AA2FA1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B14DA" w14:textId="77777777" w:rsidR="00FA7826" w:rsidRPr="00AA2FA1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AA2FA1" w14:paraId="3426ADB4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06F080E8" w:rsidR="00FA7826" w:rsidRPr="00AA2FA1" w:rsidRDefault="00AA2FA1" w:rsidP="00FA7826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lang w:val="sk"/>
              </w:rPr>
              <w:t>Ha</w:t>
            </w:r>
            <w:r w:rsidR="00CF14CB">
              <w:rPr>
                <w:lang w:val="sk"/>
              </w:rPr>
              <w:t>š</w:t>
            </w:r>
            <w:r w:rsidRPr="00AA2FA1">
              <w:rPr>
                <w:lang w:val="sk"/>
              </w:rPr>
              <w:t>ovanie hesiel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048E354B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A265A5E" wp14:editId="4B7C0083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-501650</wp:posOffset>
                      </wp:positionV>
                      <wp:extent cx="2228850" cy="1637030"/>
                      <wp:effectExtent l="0" t="0" r="19050" b="2032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8850" cy="16370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6680BE" id="3 Conector recto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39.5pt" to="173.15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1A891949" w:rsidR="00FA7826" w:rsidRPr="00AA2FA1" w:rsidRDefault="003E66DE" w:rsidP="00FA7826">
            <w:pPr>
              <w:pStyle w:val="eCheckBoxText"/>
              <w:ind w:left="0" w:firstLine="0"/>
              <w:contextualSpacing/>
              <w:jc w:val="center"/>
            </w:pPr>
            <w:r>
              <w:t>Špeciálny typ útoku na heslo pomocou hrubej sily</w:t>
            </w:r>
            <w:r w:rsidR="003C134A">
              <w:t>.</w:t>
            </w:r>
            <w:bookmarkStart w:id="1" w:name="_GoBack"/>
            <w:bookmarkEnd w:id="1"/>
          </w:p>
        </w:tc>
      </w:tr>
      <w:tr w:rsidR="00FA7826" w:rsidRPr="00AA2FA1" w14:paraId="4EAE0C46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28F3E" w14:textId="77777777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AA2FA1" w14:paraId="64FF4A03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2C15996D" w:rsidR="00FA7826" w:rsidRPr="00AA2FA1" w:rsidRDefault="00CF14CB" w:rsidP="00FA7826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lang w:val="sk"/>
              </w:rPr>
              <w:t>Slovníkový útok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3AC4FFBB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8F1EA88" wp14:editId="450DFFE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-1497965</wp:posOffset>
                      </wp:positionV>
                      <wp:extent cx="2229485" cy="765175"/>
                      <wp:effectExtent l="0" t="0" r="37465" b="3492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29485" cy="7651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546680" id="3 Conector recto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117.95pt" to="173.2pt,-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CFA69" w14:textId="7943797A" w:rsidR="00FA7826" w:rsidRPr="00AA2FA1" w:rsidRDefault="008A06C1" w:rsidP="003C134A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lang w:val="sk"/>
              </w:rPr>
              <w:t>Heslo a náhodná množina znakov sa skombinujú a</w:t>
            </w:r>
            <w:r w:rsidR="003C134A">
              <w:rPr>
                <w:lang w:val="sk"/>
              </w:rPr>
              <w:t> </w:t>
            </w:r>
            <w:r w:rsidRPr="00AA2FA1">
              <w:rPr>
                <w:lang w:val="sk"/>
              </w:rPr>
              <w:t>potom uložia v</w:t>
            </w:r>
            <w:r w:rsidR="003C134A">
              <w:rPr>
                <w:lang w:val="sk"/>
              </w:rPr>
              <w:t> </w:t>
            </w:r>
            <w:r w:rsidRPr="00AA2FA1">
              <w:rPr>
                <w:lang w:val="sk"/>
              </w:rPr>
              <w:t>špeciálnom formáte.</w:t>
            </w:r>
          </w:p>
        </w:tc>
      </w:tr>
      <w:tr w:rsidR="00FA7826" w:rsidRPr="00AA2FA1" w14:paraId="19DE13D6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DD26B" w14:textId="77777777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AA2FA1" w14:paraId="0BDF9AA7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7AEDA973" w:rsidR="00FA7826" w:rsidRPr="00AA2FA1" w:rsidRDefault="003E66DE" w:rsidP="00FA7826">
            <w:pPr>
              <w:pStyle w:val="eCheckBoxText"/>
              <w:ind w:left="0" w:firstLine="0"/>
              <w:contextualSpacing/>
              <w:jc w:val="center"/>
            </w:pPr>
            <w:r>
              <w:t xml:space="preserve">Útok pomocou </w:t>
            </w:r>
            <w:r w:rsidR="00FA7826" w:rsidRPr="00AA2FA1">
              <w:t xml:space="preserve">Rainbow Table 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04E944BD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55EEAAF" wp14:editId="53C386D5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-1723390</wp:posOffset>
                      </wp:positionV>
                      <wp:extent cx="2229485" cy="1764665"/>
                      <wp:effectExtent l="0" t="0" r="37465" b="2603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29485" cy="17646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D9A57C" id="3 Conector recto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135.7pt" to="173.2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23C731" w14:textId="77777777" w:rsidR="008A06C1" w:rsidRDefault="008A06C1" w:rsidP="00D25912">
            <w:pPr>
              <w:pStyle w:val="eCheckBoxText"/>
              <w:ind w:left="0" w:firstLine="0"/>
              <w:contextualSpacing/>
              <w:jc w:val="center"/>
              <w:rPr>
                <w:lang w:val="sk"/>
              </w:rPr>
            </w:pPr>
          </w:p>
          <w:p w14:paraId="57CCD067" w14:textId="40A43F78" w:rsidR="003E66DE" w:rsidRDefault="003E66DE" w:rsidP="00D25912">
            <w:pPr>
              <w:pStyle w:val="eCheckBoxText"/>
              <w:ind w:left="0" w:firstLine="0"/>
              <w:contextualSpacing/>
              <w:jc w:val="center"/>
              <w:rPr>
                <w:lang w:val="sk"/>
              </w:rPr>
            </w:pPr>
            <w:r w:rsidRPr="00AA2FA1">
              <w:rPr>
                <w:lang w:val="sk"/>
              </w:rPr>
              <w:t>Útočník sa pokúsi dostať do systému chráneného heslom pomocou</w:t>
            </w:r>
            <w:r>
              <w:rPr>
                <w:lang w:val="sk"/>
              </w:rPr>
              <w:t xml:space="preserve"> </w:t>
            </w:r>
            <w:r w:rsidRPr="00AA2FA1">
              <w:rPr>
                <w:lang w:val="sk"/>
              </w:rPr>
              <w:t xml:space="preserve">množiny slov. </w:t>
            </w:r>
          </w:p>
          <w:p w14:paraId="057C47EA" w14:textId="2B19719C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</w:pPr>
          </w:p>
        </w:tc>
      </w:tr>
    </w:tbl>
    <w:p w14:paraId="5EDFA8A8" w14:textId="77777777" w:rsidR="00FA7826" w:rsidRPr="00AA2FA1" w:rsidRDefault="00FA7826" w:rsidP="00FA7826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14:paraId="6F38785C" w14:textId="77777777" w:rsidR="00A21409" w:rsidRPr="00AA2FA1" w:rsidRDefault="00A21409" w:rsidP="004A7E5F">
      <w:pPr>
        <w:pStyle w:val="eLineBottom"/>
        <w:ind w:left="154"/>
      </w:pPr>
    </w:p>
    <w:p w14:paraId="646E46B9" w14:textId="77777777" w:rsidR="00F1459B" w:rsidRPr="00AA2FA1" w:rsidRDefault="00F1459B" w:rsidP="004A7E5F"/>
    <w:p w14:paraId="759C1739" w14:textId="48D30E57" w:rsidR="009C3A3C" w:rsidRPr="00AA2FA1" w:rsidRDefault="008A06C1" w:rsidP="00F45D9F">
      <w:pPr>
        <w:pStyle w:val="eTask"/>
        <w:numPr>
          <w:ilvl w:val="0"/>
          <w:numId w:val="15"/>
        </w:numPr>
        <w:ind w:hanging="436"/>
        <w:rPr>
          <w:lang w:val="sk-SK"/>
        </w:rPr>
      </w:pPr>
      <w:r w:rsidRPr="00AA2FA1">
        <w:rPr>
          <w:lang w:val="sk"/>
        </w:rPr>
        <w:t>Uveďte aspoň 3 správcov hesiel</w:t>
      </w:r>
    </w:p>
    <w:p w14:paraId="0033D4C1" w14:textId="77777777" w:rsidR="009C3A3C" w:rsidRPr="00AA2FA1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77777777" w:rsidR="0037508F" w:rsidRPr="00AA2FA1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r w:rsidRPr="00AA2FA1">
        <w:rPr>
          <w:color w:val="FF0000"/>
          <w:u w:val="single"/>
        </w:rPr>
        <w:t>LastPass</w:t>
      </w:r>
    </w:p>
    <w:p w14:paraId="7184CA1A" w14:textId="77777777" w:rsidR="00514303" w:rsidRPr="00AA2FA1" w:rsidRDefault="00514303" w:rsidP="00514303">
      <w:pPr>
        <w:pStyle w:val="Odstavecseseznamem"/>
        <w:ind w:left="786"/>
        <w:rPr>
          <w:color w:val="FF0000"/>
          <w:u w:val="single"/>
        </w:rPr>
      </w:pPr>
    </w:p>
    <w:p w14:paraId="274BA79E" w14:textId="77777777" w:rsidR="0037508F" w:rsidRPr="00AA2FA1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r w:rsidRPr="00AA2FA1">
        <w:rPr>
          <w:color w:val="FF0000"/>
          <w:u w:val="single"/>
        </w:rPr>
        <w:t>Dashlane</w:t>
      </w:r>
    </w:p>
    <w:p w14:paraId="54F033A8" w14:textId="77777777" w:rsidR="00514303" w:rsidRPr="00AA2FA1" w:rsidRDefault="00514303" w:rsidP="00514303">
      <w:pPr>
        <w:rPr>
          <w:color w:val="FF0000"/>
          <w:u w:val="single"/>
        </w:rPr>
      </w:pPr>
    </w:p>
    <w:p w14:paraId="29293DBF" w14:textId="77777777" w:rsidR="0037508F" w:rsidRPr="00AA2FA1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r w:rsidRPr="00AA2FA1">
        <w:rPr>
          <w:color w:val="FF0000"/>
          <w:u w:val="single"/>
        </w:rPr>
        <w:t>1Password</w:t>
      </w:r>
    </w:p>
    <w:p w14:paraId="2529A205" w14:textId="77777777" w:rsidR="00514303" w:rsidRPr="00AA2FA1" w:rsidRDefault="00514303" w:rsidP="00514303">
      <w:pPr>
        <w:rPr>
          <w:color w:val="FF0000"/>
          <w:u w:val="single"/>
        </w:rPr>
      </w:pPr>
    </w:p>
    <w:p w14:paraId="1563EC24" w14:textId="5AC74184" w:rsidR="009C3A3C" w:rsidRPr="00AA2FA1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r w:rsidRPr="00AA2FA1">
        <w:rPr>
          <w:color w:val="FF0000"/>
          <w:u w:val="single"/>
        </w:rPr>
        <w:t>KeePass</w:t>
      </w:r>
    </w:p>
    <w:sectPr w:rsidR="009C3A3C" w:rsidRPr="00AA2FA1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50232" w14:textId="77777777" w:rsidR="00643E85" w:rsidRDefault="00643E85" w:rsidP="00861A1A">
      <w:r>
        <w:separator/>
      </w:r>
    </w:p>
  </w:endnote>
  <w:endnote w:type="continuationSeparator" w:id="0">
    <w:p w14:paraId="225CC97B" w14:textId="77777777" w:rsidR="00643E85" w:rsidRDefault="00643E8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36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6791726" w14:textId="77777777" w:rsidR="000345AE" w:rsidRPr="000345AE" w:rsidRDefault="000345AE" w:rsidP="000345A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345AE">
            <w:rPr>
              <w:sz w:val="16"/>
              <w:szCs w:val="16"/>
              <w:lang w:val="en-US"/>
            </w:rPr>
            <w:t>Tento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projekt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bol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financovaný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0345AE">
            <w:rPr>
              <w:sz w:val="16"/>
              <w:szCs w:val="16"/>
              <w:lang w:val="en-US"/>
            </w:rPr>
            <w:t>podporou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Európskej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Komisie</w:t>
          </w:r>
          <w:proofErr w:type="spellEnd"/>
          <w:r w:rsidRPr="000345AE">
            <w:rPr>
              <w:sz w:val="16"/>
              <w:szCs w:val="16"/>
              <w:lang w:val="en-US"/>
            </w:rPr>
            <w:t>.</w:t>
          </w:r>
        </w:p>
        <w:p w14:paraId="06D86257" w14:textId="0E79D0B1" w:rsidR="00BF5E09" w:rsidRPr="004A7E5F" w:rsidRDefault="000345AE" w:rsidP="000345A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345AE">
            <w:rPr>
              <w:sz w:val="16"/>
              <w:szCs w:val="16"/>
              <w:lang w:val="en-US"/>
            </w:rPr>
            <w:t>Táto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publikácia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345AE">
            <w:rPr>
              <w:sz w:val="16"/>
              <w:szCs w:val="16"/>
              <w:lang w:val="en-US"/>
            </w:rPr>
            <w:t>dokument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345AE">
            <w:rPr>
              <w:sz w:val="16"/>
              <w:szCs w:val="16"/>
              <w:lang w:val="en-US"/>
            </w:rPr>
            <w:t>reprezentuje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výlučne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názor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autora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0345AE">
            <w:rPr>
              <w:sz w:val="16"/>
              <w:szCs w:val="16"/>
              <w:lang w:val="en-US"/>
            </w:rPr>
            <w:t>Komisia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nezodpovedá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za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akékoľvek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použitie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informácií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obsiahnutých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0345AE">
            <w:rPr>
              <w:sz w:val="16"/>
              <w:szCs w:val="16"/>
              <w:lang w:val="en-US"/>
            </w:rPr>
            <w:t>tejto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45AE">
            <w:rPr>
              <w:sz w:val="16"/>
              <w:szCs w:val="16"/>
              <w:lang w:val="en-US"/>
            </w:rPr>
            <w:t>publikácii</w:t>
          </w:r>
          <w:proofErr w:type="spellEnd"/>
          <w:r w:rsidRPr="000345A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345AE">
            <w:rPr>
              <w:sz w:val="16"/>
              <w:szCs w:val="16"/>
              <w:lang w:val="en-US"/>
            </w:rPr>
            <w:t>dokumente</w:t>
          </w:r>
          <w:proofErr w:type="spellEnd"/>
          <w:r w:rsidRPr="000345AE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DC348" w14:textId="77777777" w:rsidR="00643E85" w:rsidRDefault="00643E85" w:rsidP="00861A1A">
      <w:r>
        <w:separator/>
      </w:r>
    </w:p>
  </w:footnote>
  <w:footnote w:type="continuationSeparator" w:id="0">
    <w:p w14:paraId="5FEE287A" w14:textId="77777777" w:rsidR="00643E85" w:rsidRDefault="00643E8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66DCCC54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35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6D1BB1">
      <w:rPr>
        <w:rFonts w:ascii="Calibri" w:hAnsi="Calibri"/>
        <w:b/>
        <w:smallCaps/>
        <w:noProof/>
      </w:rPr>
      <w:t>PRACOVNÝ LIST</w:t>
    </w:r>
  </w:p>
  <w:p w14:paraId="568ED691" w14:textId="7B68F4DA" w:rsidR="00C148FD" w:rsidRPr="00C148FD" w:rsidRDefault="007F4392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7F4392">
      <w:rPr>
        <w:rFonts w:ascii="Calibri" w:hAnsi="Calibri"/>
        <w:smallCaps/>
        <w:noProof/>
        <w:sz w:val="20"/>
        <w:szCs w:val="20"/>
        <w:lang w:val="en-US"/>
      </w:rPr>
      <w:t>Autentifikácia, heslá a digitálne podpisovanie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834F0"/>
    <w:multiLevelType w:val="multilevel"/>
    <w:tmpl w:val="491E8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7BC164B"/>
    <w:multiLevelType w:val="multilevel"/>
    <w:tmpl w:val="1C80A2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0" w15:restartNumberingAfterBreak="0">
    <w:nsid w:val="45080B17"/>
    <w:multiLevelType w:val="multilevel"/>
    <w:tmpl w:val="4E9C4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7B2CA2"/>
    <w:multiLevelType w:val="multilevel"/>
    <w:tmpl w:val="ED9E6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11"/>
  </w:num>
  <w:num w:numId="15">
    <w:abstractNumId w:val="8"/>
  </w:num>
  <w:num w:numId="16">
    <w:abstractNumId w:val="9"/>
  </w:num>
  <w:num w:numId="17">
    <w:abstractNumId w:val="10"/>
  </w:num>
  <w:num w:numId="18">
    <w:abstractNumId w:val="1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qQUAmek/py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45AE"/>
    <w:rsid w:val="00036C37"/>
    <w:rsid w:val="00045BEB"/>
    <w:rsid w:val="00046B89"/>
    <w:rsid w:val="000557D2"/>
    <w:rsid w:val="00063674"/>
    <w:rsid w:val="00073ADF"/>
    <w:rsid w:val="0007473C"/>
    <w:rsid w:val="000750C9"/>
    <w:rsid w:val="0008340A"/>
    <w:rsid w:val="00087EAC"/>
    <w:rsid w:val="00094A16"/>
    <w:rsid w:val="000A233F"/>
    <w:rsid w:val="000A55B3"/>
    <w:rsid w:val="000C1409"/>
    <w:rsid w:val="000C4CF6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F85"/>
    <w:rsid w:val="00170E72"/>
    <w:rsid w:val="0017377E"/>
    <w:rsid w:val="001840EA"/>
    <w:rsid w:val="00185BED"/>
    <w:rsid w:val="001922A0"/>
    <w:rsid w:val="00195A08"/>
    <w:rsid w:val="001B057D"/>
    <w:rsid w:val="001C4AC0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754F7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7508F"/>
    <w:rsid w:val="0039238A"/>
    <w:rsid w:val="003B1326"/>
    <w:rsid w:val="003C134A"/>
    <w:rsid w:val="003C2268"/>
    <w:rsid w:val="003C4DFA"/>
    <w:rsid w:val="003C5B45"/>
    <w:rsid w:val="003D41BB"/>
    <w:rsid w:val="003E01BE"/>
    <w:rsid w:val="003E5D88"/>
    <w:rsid w:val="003E66D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57F93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5E6B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3E85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1616"/>
    <w:rsid w:val="006B5D59"/>
    <w:rsid w:val="006D1BB1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0480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7F4392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37E82"/>
    <w:rsid w:val="00861A1A"/>
    <w:rsid w:val="00864D93"/>
    <w:rsid w:val="00880692"/>
    <w:rsid w:val="00882BE0"/>
    <w:rsid w:val="008836CE"/>
    <w:rsid w:val="00887D8F"/>
    <w:rsid w:val="00891FF5"/>
    <w:rsid w:val="00893E89"/>
    <w:rsid w:val="008A06C1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33BF0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55C3C"/>
    <w:rsid w:val="00A633E1"/>
    <w:rsid w:val="00A655EE"/>
    <w:rsid w:val="00A65E53"/>
    <w:rsid w:val="00A8234A"/>
    <w:rsid w:val="00A964BB"/>
    <w:rsid w:val="00A97C95"/>
    <w:rsid w:val="00AA0506"/>
    <w:rsid w:val="00AA2FA1"/>
    <w:rsid w:val="00AA4009"/>
    <w:rsid w:val="00AA5B23"/>
    <w:rsid w:val="00AC207C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3151A"/>
    <w:rsid w:val="00B3430F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262A"/>
    <w:rsid w:val="00C2393A"/>
    <w:rsid w:val="00C37A8E"/>
    <w:rsid w:val="00C455F4"/>
    <w:rsid w:val="00C55039"/>
    <w:rsid w:val="00C5580D"/>
    <w:rsid w:val="00C57915"/>
    <w:rsid w:val="00C6032E"/>
    <w:rsid w:val="00C7264E"/>
    <w:rsid w:val="00C767C9"/>
    <w:rsid w:val="00C878F0"/>
    <w:rsid w:val="00CA51B5"/>
    <w:rsid w:val="00CB3199"/>
    <w:rsid w:val="00CC2293"/>
    <w:rsid w:val="00CC266E"/>
    <w:rsid w:val="00CD5273"/>
    <w:rsid w:val="00CD6FC8"/>
    <w:rsid w:val="00CD79FC"/>
    <w:rsid w:val="00CE09BA"/>
    <w:rsid w:val="00CF14CB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0AB5"/>
    <w:rsid w:val="00DA18A6"/>
    <w:rsid w:val="00DA1F5C"/>
    <w:rsid w:val="00DA24E3"/>
    <w:rsid w:val="00DB28ED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5D9F"/>
    <w:rsid w:val="00F46B18"/>
    <w:rsid w:val="00F748A6"/>
    <w:rsid w:val="00F82C59"/>
    <w:rsid w:val="00F871C6"/>
    <w:rsid w:val="00F8749B"/>
    <w:rsid w:val="00FA74D9"/>
    <w:rsid w:val="00FA7826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60740444-A01F-47C2-B94D-CCE16794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character" w:styleId="Zdraznn">
    <w:name w:val="Emphasis"/>
    <w:basedOn w:val="Standardnpsmoodstavce"/>
    <w:uiPriority w:val="20"/>
    <w:qFormat/>
    <w:rsid w:val="00933B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10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9</cp:revision>
  <cp:lastPrinted>2023-02-27T15:23:00Z</cp:lastPrinted>
  <dcterms:created xsi:type="dcterms:W3CDTF">2022-07-09T18:45:00Z</dcterms:created>
  <dcterms:modified xsi:type="dcterms:W3CDTF">2023-02-27T15:23:00Z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