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79457818" w:rsidR="00B47571" w:rsidRPr="000B70CB" w:rsidRDefault="00F3659A" w:rsidP="00B47571">
      <w:pPr>
        <w:pStyle w:val="eTask"/>
        <w:rPr>
          <w:lang w:val="sk-SK"/>
        </w:rPr>
      </w:pPr>
      <w:bookmarkStart w:id="0" w:name="_Hlk97716694"/>
      <w:r w:rsidRPr="000B70CB">
        <w:rPr>
          <w:lang w:val="sk-SK"/>
        </w:rPr>
        <w:t>M</w:t>
      </w:r>
      <w:r w:rsidRPr="00A36C33">
        <w:rPr>
          <w:lang w:val="sk-SK"/>
        </w:rPr>
        <w:t xml:space="preserve">OOC je skratka, ktorej význam je Hromadný otvorený online kurz (Massive Open Online Course). Vysvetlite, čo </w:t>
      </w:r>
      <w:r>
        <w:rPr>
          <w:lang w:val="sk-SK"/>
        </w:rPr>
        <w:t xml:space="preserve">bežne predstavuje </w:t>
      </w:r>
      <w:r w:rsidRPr="00A36C33">
        <w:rPr>
          <w:lang w:val="sk-SK"/>
        </w:rPr>
        <w:t>každé slovo z tejto skratky</w:t>
      </w:r>
      <w:r>
        <w:rPr>
          <w:lang w:val="sk-SK"/>
        </w:rPr>
        <w:t xml:space="preserve"> pre MOOC kurz</w:t>
      </w:r>
      <w:r w:rsidRPr="00A36C33">
        <w:rPr>
          <w:lang w:val="sk-SK"/>
        </w:rPr>
        <w:t>. Buďte stručný</w:t>
      </w:r>
      <w:r>
        <w:rPr>
          <w:lang w:val="sk-SK"/>
        </w:rPr>
        <w:t>.</w:t>
      </w:r>
    </w:p>
    <w:p w14:paraId="4BC3F145" w14:textId="77777777" w:rsidR="00B47571" w:rsidRPr="000B70CB" w:rsidRDefault="00B47571" w:rsidP="00B47571">
      <w:pPr>
        <w:rPr>
          <w:sz w:val="12"/>
          <w:szCs w:val="12"/>
          <w:lang w:val="sk-SK"/>
        </w:rPr>
      </w:pPr>
    </w:p>
    <w:p w14:paraId="370BC5EC" w14:textId="088010DD" w:rsidR="00B47571" w:rsidRPr="000B70CB" w:rsidRDefault="00AE61BD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  <w:lang w:val="sk-SK"/>
        </w:rPr>
      </w:pPr>
      <w:r>
        <w:rPr>
          <w:lang w:val="sk-SK"/>
        </w:rPr>
        <w:t>Hromadný</w:t>
      </w:r>
    </w:p>
    <w:p w14:paraId="71C345E6" w14:textId="70B49A2E" w:rsidR="00567D70" w:rsidRPr="000B70CB" w:rsidRDefault="00AE61BD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>
        <w:rPr>
          <w:color w:val="FF0000"/>
          <w:lang w:val="sk-SK"/>
        </w:rPr>
        <w:t>veľké množstvo študentov</w:t>
      </w:r>
    </w:p>
    <w:p w14:paraId="7A011F2B" w14:textId="5F433A33" w:rsidR="00561D90" w:rsidRPr="000B70CB" w:rsidRDefault="00AE61BD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>
        <w:rPr>
          <w:color w:val="FF0000"/>
          <w:lang w:val="sk-SK"/>
        </w:rPr>
        <w:t>bežne tisícky (a viac) študentov</w:t>
      </w:r>
    </w:p>
    <w:p w14:paraId="1815A70A" w14:textId="51508D99" w:rsidR="00561D90" w:rsidRPr="000B70CB" w:rsidRDefault="00AE61BD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>
        <w:rPr>
          <w:color w:val="FF0000"/>
          <w:lang w:val="sk-SK"/>
        </w:rPr>
        <w:t xml:space="preserve">minimálne </w:t>
      </w:r>
      <w:r w:rsidR="00262B68" w:rsidRPr="000B70CB">
        <w:rPr>
          <w:color w:val="FF0000"/>
          <w:lang w:val="sk-SK"/>
        </w:rPr>
        <w:t xml:space="preserve">150 </w:t>
      </w:r>
      <w:r>
        <w:rPr>
          <w:color w:val="FF0000"/>
          <w:lang w:val="sk-SK"/>
        </w:rPr>
        <w:t>účastníkov kurzu</w:t>
      </w:r>
    </w:p>
    <w:p w14:paraId="4134604E" w14:textId="37FF43EC" w:rsidR="00561D90" w:rsidRPr="000B70CB" w:rsidRDefault="00AE61BD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sk-SK"/>
        </w:rPr>
      </w:pPr>
      <w:r>
        <w:rPr>
          <w:lang w:val="sk-SK"/>
        </w:rPr>
        <w:t>Otvorený</w:t>
      </w:r>
    </w:p>
    <w:p w14:paraId="1B4BAC95" w14:textId="7A1BECE3" w:rsidR="00772DDF" w:rsidRPr="000B70CB" w:rsidRDefault="00AE61BD" w:rsidP="00772DDF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>
        <w:rPr>
          <w:color w:val="FF0000"/>
          <w:lang w:val="sk-SK"/>
        </w:rPr>
        <w:t>dostupný všetkým bez obmedzenia</w:t>
      </w:r>
    </w:p>
    <w:p w14:paraId="41289630" w14:textId="643BCE68" w:rsidR="00772DDF" w:rsidRPr="000B70CB" w:rsidRDefault="00AE61BD" w:rsidP="00AE61BD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 w:rsidRPr="00AE61BD">
        <w:rPr>
          <w:color w:val="FF0000"/>
          <w:lang w:val="sk-SK"/>
        </w:rPr>
        <w:t xml:space="preserve">žiadne predbežné znalosti </w:t>
      </w:r>
      <w:r>
        <w:rPr>
          <w:color w:val="FF0000"/>
          <w:lang w:val="sk-SK"/>
        </w:rPr>
        <w:t>nie sú vyžadované</w:t>
      </w:r>
    </w:p>
    <w:p w14:paraId="4D168E69" w14:textId="4A1C6FBF" w:rsidR="00772DDF" w:rsidRPr="000B70CB" w:rsidRDefault="00AE61BD" w:rsidP="00772DDF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>
        <w:rPr>
          <w:color w:val="FF0000"/>
          <w:lang w:val="sk-SK"/>
        </w:rPr>
        <w:t>nie je potrebné žiadne vzdelanie</w:t>
      </w:r>
    </w:p>
    <w:p w14:paraId="115F5845" w14:textId="2E659FB8" w:rsidR="00561D90" w:rsidRPr="000B70CB" w:rsidRDefault="00AE61BD" w:rsidP="00AE61BD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sk-SK"/>
        </w:rPr>
      </w:pPr>
      <w:r w:rsidRPr="00AE61BD">
        <w:rPr>
          <w:color w:val="FF0000"/>
          <w:lang w:val="sk-SK"/>
        </w:rPr>
        <w:t>všetok učebný obsah je zadarmo</w:t>
      </w:r>
    </w:p>
    <w:p w14:paraId="06D81856" w14:textId="0EBEEAA5" w:rsidR="002A4E31" w:rsidRPr="000B70CB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sk-SK"/>
        </w:rPr>
      </w:pPr>
      <w:r w:rsidRPr="000B70CB">
        <w:rPr>
          <w:lang w:val="sk-SK"/>
        </w:rPr>
        <w:t>O</w:t>
      </w:r>
      <w:r w:rsidR="002A4E31" w:rsidRPr="000B70CB">
        <w:rPr>
          <w:lang w:val="sk-SK"/>
        </w:rPr>
        <w:t>n-line</w:t>
      </w:r>
    </w:p>
    <w:p w14:paraId="437692D6" w14:textId="220670A2" w:rsidR="00E9371E" w:rsidRPr="000B70CB" w:rsidRDefault="00857BA6" w:rsidP="00857BA6">
      <w:pPr>
        <w:pStyle w:val="Odstavecseseznamem"/>
        <w:numPr>
          <w:ilvl w:val="1"/>
          <w:numId w:val="19"/>
        </w:numPr>
        <w:spacing w:line="480" w:lineRule="auto"/>
        <w:rPr>
          <w:lang w:val="sk-SK"/>
        </w:rPr>
      </w:pPr>
      <w:r w:rsidRPr="00857BA6">
        <w:rPr>
          <w:color w:val="FF0000"/>
          <w:lang w:val="sk-SK"/>
        </w:rPr>
        <w:t>kurz je dostupný pomocou sietí elektronických komunikácií</w:t>
      </w:r>
      <w:r w:rsidR="00E9371E" w:rsidRPr="000B70CB">
        <w:rPr>
          <w:color w:val="FF0000"/>
          <w:lang w:val="sk-SK"/>
        </w:rPr>
        <w:t xml:space="preserve"> (</w:t>
      </w:r>
      <w:r>
        <w:rPr>
          <w:color w:val="FF0000"/>
          <w:lang w:val="sk-SK"/>
        </w:rPr>
        <w:t>cez I</w:t>
      </w:r>
      <w:r w:rsidR="00E9371E" w:rsidRPr="000B70CB">
        <w:rPr>
          <w:color w:val="FF0000"/>
          <w:lang w:val="sk-SK"/>
        </w:rPr>
        <w:t>nternet)</w:t>
      </w:r>
    </w:p>
    <w:p w14:paraId="2B2A4CFF" w14:textId="4DB6E6B3" w:rsidR="002A4E31" w:rsidRPr="000B70CB" w:rsidRDefault="00857BA6" w:rsidP="00857BA6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sk-SK"/>
        </w:rPr>
      </w:pPr>
      <w:r w:rsidRPr="00857BA6">
        <w:rPr>
          <w:color w:val="FF0000"/>
          <w:lang w:val="sk-SK"/>
        </w:rPr>
        <w:t>všetky aktivity spojené s kurzom prebiehajú na diaľku</w:t>
      </w:r>
    </w:p>
    <w:p w14:paraId="611EAFDB" w14:textId="7C96B7AD" w:rsidR="002A4E31" w:rsidRPr="000B70CB" w:rsidRDefault="00AE61BD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sk-SK"/>
        </w:rPr>
      </w:pPr>
      <w:r>
        <w:rPr>
          <w:lang w:val="sk-SK"/>
        </w:rPr>
        <w:t>Kurz</w:t>
      </w:r>
    </w:p>
    <w:p w14:paraId="7FF1DBF7" w14:textId="0412C30F" w:rsidR="00E9371E" w:rsidRPr="000B70CB" w:rsidRDefault="00857BA6" w:rsidP="00857BA6">
      <w:pPr>
        <w:pStyle w:val="Odstavecseseznamem"/>
        <w:numPr>
          <w:ilvl w:val="1"/>
          <w:numId w:val="20"/>
        </w:numPr>
        <w:spacing w:line="480" w:lineRule="auto"/>
        <w:rPr>
          <w:lang w:val="sk-SK"/>
        </w:rPr>
      </w:pPr>
      <w:r>
        <w:rPr>
          <w:color w:val="FF0000"/>
          <w:lang w:val="sk-SK"/>
        </w:rPr>
        <w:t>m</w:t>
      </w:r>
      <w:r w:rsidRPr="00857BA6">
        <w:rPr>
          <w:color w:val="FF0000"/>
          <w:lang w:val="sk-SK"/>
        </w:rPr>
        <w:t>inimálny rozsah kurzu je 1 ECTS</w:t>
      </w:r>
    </w:p>
    <w:p w14:paraId="714D5087" w14:textId="4A8BD7B2" w:rsidR="002A4E31" w:rsidRPr="000B70CB" w:rsidRDefault="00857BA6" w:rsidP="00857BA6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sk-SK"/>
        </w:rPr>
      </w:pPr>
      <w:r w:rsidRPr="00857BA6">
        <w:rPr>
          <w:color w:val="FF0000"/>
          <w:lang w:val="sk-SK"/>
        </w:rPr>
        <w:t xml:space="preserve">k dispozícii </w:t>
      </w:r>
      <w:r>
        <w:rPr>
          <w:color w:val="FF0000"/>
          <w:lang w:val="sk-SK"/>
        </w:rPr>
        <w:t xml:space="preserve">je </w:t>
      </w:r>
      <w:r w:rsidRPr="00857BA6">
        <w:rPr>
          <w:color w:val="FF0000"/>
          <w:lang w:val="sk-SK"/>
        </w:rPr>
        <w:t>všetko, čo je potrebné na zvládnutie danej problematiky</w:t>
      </w:r>
    </w:p>
    <w:p w14:paraId="790EABB5" w14:textId="77777777" w:rsidR="00B47571" w:rsidRPr="000B70CB" w:rsidRDefault="00B47571" w:rsidP="00B47571">
      <w:pPr>
        <w:pStyle w:val="eLineBottom"/>
        <w:ind w:left="154"/>
        <w:rPr>
          <w:sz w:val="12"/>
          <w:szCs w:val="12"/>
          <w:lang w:val="sk-SK"/>
        </w:rPr>
      </w:pPr>
    </w:p>
    <w:p w14:paraId="42DE3BD9" w14:textId="77777777" w:rsidR="00B47571" w:rsidRPr="000B70CB" w:rsidRDefault="00B47571" w:rsidP="00B47571">
      <w:pPr>
        <w:ind w:left="154"/>
        <w:rPr>
          <w:sz w:val="12"/>
          <w:szCs w:val="12"/>
          <w:lang w:val="sk-SK"/>
        </w:rPr>
      </w:pPr>
    </w:p>
    <w:p w14:paraId="62AAC414" w14:textId="14085FFF" w:rsidR="00B47571" w:rsidRPr="000B70CB" w:rsidRDefault="00FA1BC5" w:rsidP="00B47571">
      <w:pPr>
        <w:pStyle w:val="eTask"/>
        <w:ind w:left="567" w:hanging="425"/>
        <w:rPr>
          <w:lang w:val="sk-SK"/>
        </w:rPr>
      </w:pPr>
      <w:r>
        <w:rPr>
          <w:lang w:val="sk-SK"/>
        </w:rPr>
        <w:t>Uveďte najpopulárnejšie platformy pre MOOC kurzy.</w:t>
      </w:r>
    </w:p>
    <w:p w14:paraId="4C3121B6" w14:textId="77777777" w:rsidR="00B47571" w:rsidRPr="000B70CB" w:rsidRDefault="00B47571" w:rsidP="00B47571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23E3F434" w14:textId="77777777" w:rsidR="00143FC2" w:rsidRPr="000B70CB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0B70CB">
        <w:rPr>
          <w:color w:val="FF0000"/>
          <w:lang w:val="sk-SK"/>
        </w:rPr>
        <w:t>Coursera</w:t>
      </w:r>
    </w:p>
    <w:p w14:paraId="7B1C3D0A" w14:textId="77777777" w:rsidR="00143FC2" w:rsidRPr="000B70CB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0B70CB">
        <w:rPr>
          <w:color w:val="FF0000"/>
          <w:lang w:val="sk-SK"/>
        </w:rPr>
        <w:t>edX</w:t>
      </w:r>
    </w:p>
    <w:p w14:paraId="055E93C9" w14:textId="77777777" w:rsidR="00143FC2" w:rsidRPr="000B70CB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0B70CB">
        <w:rPr>
          <w:color w:val="FF0000"/>
          <w:lang w:val="sk-SK"/>
        </w:rPr>
        <w:t>FutureLearn</w:t>
      </w:r>
    </w:p>
    <w:p w14:paraId="18582FE8" w14:textId="77777777" w:rsidR="00143FC2" w:rsidRPr="000B70CB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0B70CB">
        <w:rPr>
          <w:color w:val="FF0000"/>
          <w:lang w:val="sk-SK"/>
        </w:rPr>
        <w:t>Swayam</w:t>
      </w:r>
    </w:p>
    <w:p w14:paraId="0A329F5E" w14:textId="77777777" w:rsidR="00143FC2" w:rsidRPr="000B70CB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0B70CB">
        <w:rPr>
          <w:color w:val="FF0000"/>
          <w:lang w:val="sk-SK"/>
        </w:rPr>
        <w:t>XuetangX</w:t>
      </w:r>
    </w:p>
    <w:p w14:paraId="26DC9D5C" w14:textId="77777777" w:rsidR="00143FC2" w:rsidRPr="000B70CB" w:rsidRDefault="00143FC2" w:rsidP="00017CC0">
      <w:pPr>
        <w:pStyle w:val="eLineBottom"/>
        <w:pBdr>
          <w:bottom w:val="none" w:sz="0" w:space="0" w:color="auto"/>
        </w:pBdr>
        <w:ind w:left="207"/>
        <w:rPr>
          <w:color w:val="FF0000"/>
          <w:lang w:val="sk-SK"/>
        </w:rPr>
      </w:pPr>
    </w:p>
    <w:p w14:paraId="5845AC0A" w14:textId="19024877" w:rsidR="002A4E31" w:rsidRPr="000B70CB" w:rsidRDefault="00FA1BC5" w:rsidP="00017CC0">
      <w:pPr>
        <w:pStyle w:val="eLineBottom"/>
        <w:pBdr>
          <w:bottom w:val="none" w:sz="0" w:space="0" w:color="auto"/>
        </w:pBdr>
        <w:ind w:left="207"/>
        <w:rPr>
          <w:color w:val="FF0000"/>
          <w:lang w:val="sk-SK"/>
        </w:rPr>
      </w:pPr>
      <w:r>
        <w:rPr>
          <w:color w:val="FF0000"/>
          <w:lang w:val="sk-SK"/>
        </w:rPr>
        <w:t>Existujúce platformy</w:t>
      </w:r>
      <w:r w:rsidR="00143FC2" w:rsidRPr="000B70CB">
        <w:rPr>
          <w:color w:val="FF0000"/>
          <w:lang w:val="sk-SK"/>
        </w:rPr>
        <w:t xml:space="preserve">: Canvas Network, Standfort Lagunita, MéxicoX, France Université Numérique (FUN), Miríadax, EduOpen, Federica Web Learning, European Multiple MOOC Aggregator (EMMA), OpenHPI, MOOC.fi, Prometheus, NPTEL, </w:t>
      </w:r>
      <w:proofErr w:type="spellStart"/>
      <w:r w:rsidR="00143FC2" w:rsidRPr="000B70CB">
        <w:rPr>
          <w:color w:val="FF0000"/>
          <w:lang w:val="sk-SK"/>
        </w:rPr>
        <w:t>JMOOC</w:t>
      </w:r>
      <w:proofErr w:type="spellEnd"/>
      <w:r w:rsidR="00143FC2" w:rsidRPr="000B70CB">
        <w:rPr>
          <w:color w:val="FF0000"/>
          <w:lang w:val="sk-SK"/>
        </w:rPr>
        <w:t xml:space="preserve">, </w:t>
      </w:r>
      <w:proofErr w:type="spellStart"/>
      <w:r w:rsidR="00143FC2" w:rsidRPr="000B70CB">
        <w:rPr>
          <w:color w:val="FF0000"/>
          <w:lang w:val="sk-SK"/>
        </w:rPr>
        <w:t>gacco</w:t>
      </w:r>
      <w:proofErr w:type="spellEnd"/>
      <w:r w:rsidR="00143FC2" w:rsidRPr="000B70CB">
        <w:rPr>
          <w:color w:val="FF0000"/>
          <w:lang w:val="sk-SK"/>
        </w:rPr>
        <w:t xml:space="preserve">, </w:t>
      </w:r>
      <w:proofErr w:type="spellStart"/>
      <w:r w:rsidR="00143FC2" w:rsidRPr="000B70CB">
        <w:rPr>
          <w:color w:val="FF0000"/>
          <w:lang w:val="sk-SK"/>
        </w:rPr>
        <w:t>Fisdom</w:t>
      </w:r>
      <w:proofErr w:type="spellEnd"/>
      <w:r w:rsidR="00143FC2" w:rsidRPr="000B70CB">
        <w:rPr>
          <w:color w:val="FF0000"/>
          <w:lang w:val="sk-SK"/>
        </w:rPr>
        <w:t xml:space="preserve">, </w:t>
      </w:r>
      <w:proofErr w:type="spellStart"/>
      <w:r w:rsidR="00143FC2" w:rsidRPr="000B70CB">
        <w:rPr>
          <w:color w:val="FF0000"/>
          <w:lang w:val="sk-SK"/>
        </w:rPr>
        <w:t>OpenLearning</w:t>
      </w:r>
      <w:proofErr w:type="spellEnd"/>
      <w:r w:rsidR="00143FC2" w:rsidRPr="000B70CB">
        <w:rPr>
          <w:color w:val="FF0000"/>
          <w:lang w:val="sk-SK"/>
        </w:rPr>
        <w:t>, K-</w:t>
      </w:r>
      <w:proofErr w:type="spellStart"/>
      <w:r w:rsidR="00143FC2" w:rsidRPr="000B70CB">
        <w:rPr>
          <w:color w:val="FF0000"/>
          <w:lang w:val="sk-SK"/>
        </w:rPr>
        <w:t>MOOC</w:t>
      </w:r>
      <w:proofErr w:type="spellEnd"/>
      <w:r w:rsidR="00143FC2" w:rsidRPr="000B70CB">
        <w:rPr>
          <w:color w:val="FF0000"/>
          <w:lang w:val="sk-SK"/>
        </w:rPr>
        <w:t xml:space="preserve">, </w:t>
      </w:r>
      <w:proofErr w:type="spellStart"/>
      <w:r w:rsidR="00143FC2" w:rsidRPr="000B70CB">
        <w:rPr>
          <w:color w:val="FF0000"/>
          <w:lang w:val="sk-SK"/>
        </w:rPr>
        <w:t>ThaiMOOC</w:t>
      </w:r>
      <w:proofErr w:type="spellEnd"/>
      <w:r w:rsidR="00143FC2" w:rsidRPr="000B70CB">
        <w:rPr>
          <w:color w:val="FF0000"/>
          <w:lang w:val="sk-SK"/>
        </w:rPr>
        <w:t xml:space="preserve">, </w:t>
      </w:r>
      <w:proofErr w:type="spellStart"/>
      <w:r w:rsidR="00143FC2" w:rsidRPr="000B70CB">
        <w:rPr>
          <w:color w:val="FF0000"/>
          <w:lang w:val="sk-SK"/>
        </w:rPr>
        <w:t>Campus-Il</w:t>
      </w:r>
      <w:proofErr w:type="spellEnd"/>
      <w:r w:rsidR="00C71CA7">
        <w:rPr>
          <w:color w:val="FF0000"/>
          <w:lang w:val="sk-SK"/>
        </w:rPr>
        <w:t xml:space="preserve">, </w:t>
      </w:r>
      <w:r w:rsidR="00143FC2" w:rsidRPr="000B70CB">
        <w:rPr>
          <w:color w:val="FF0000"/>
          <w:lang w:val="sk-SK"/>
        </w:rPr>
        <w:t>…</w:t>
      </w:r>
    </w:p>
    <w:p w14:paraId="3F585779" w14:textId="0BAF1DA7" w:rsidR="00B47571" w:rsidRPr="000B70CB" w:rsidRDefault="00FC6B45" w:rsidP="00FC6B45">
      <w:pPr>
        <w:pStyle w:val="eTask"/>
      </w:pPr>
      <w:r w:rsidRPr="00FC6B45">
        <w:rPr>
          <w:lang w:val="sk-SK"/>
        </w:rPr>
        <w:lastRenderedPageBreak/>
        <w:t xml:space="preserve">Uveďte, do ktorej časti </w:t>
      </w:r>
      <w:r>
        <w:rPr>
          <w:lang w:val="sk-SK"/>
        </w:rPr>
        <w:t>štruktúry MOOC kurzu patrí každý objekt.</w:t>
      </w:r>
      <w:r w:rsidRPr="00FC6B45">
        <w:rPr>
          <w:lang w:val="sk-SK"/>
        </w:rPr>
        <w:t xml:space="preserve"> (Správne miesto označte </w:t>
      </w:r>
      <w:r>
        <w:rPr>
          <w:lang w:val="sk-SK"/>
        </w:rPr>
        <w:t>krížikom</w:t>
      </w:r>
      <w:r w:rsidRPr="00FC6B45">
        <w:rPr>
          <w:lang w:val="sk-SK"/>
        </w:rPr>
        <w:t>.)</w:t>
      </w:r>
    </w:p>
    <w:p w14:paraId="3B20A4CF" w14:textId="4653494A" w:rsidR="00D3462F" w:rsidRPr="000B70CB" w:rsidRDefault="00D3462F" w:rsidP="00D3462F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B77" w:rsidRPr="000B70CB" w14:paraId="18C49370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51A76303" w:rsidR="00514B77" w:rsidRPr="000B70CB" w:rsidRDefault="00FC6B45" w:rsidP="00514B77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Objek</w:t>
            </w:r>
            <w:r w:rsidR="00514B77" w:rsidRPr="000B70CB">
              <w:rPr>
                <w:b/>
                <w:bCs/>
                <w:lang w:val="sk-SK"/>
              </w:rPr>
              <w:t>t</w:t>
            </w:r>
          </w:p>
        </w:tc>
        <w:tc>
          <w:tcPr>
            <w:tcW w:w="2265" w:type="dxa"/>
          </w:tcPr>
          <w:p w14:paraId="082365C7" w14:textId="58152DB8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Opisná časť</w:t>
            </w:r>
          </w:p>
        </w:tc>
        <w:tc>
          <w:tcPr>
            <w:tcW w:w="2266" w:type="dxa"/>
          </w:tcPr>
          <w:p w14:paraId="5104495A" w14:textId="4B2CDA82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Výučbová časť</w:t>
            </w:r>
          </w:p>
        </w:tc>
        <w:tc>
          <w:tcPr>
            <w:tcW w:w="2266" w:type="dxa"/>
          </w:tcPr>
          <w:p w14:paraId="2C7ED52B" w14:textId="7F1CF9E4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Záverečná časť</w:t>
            </w:r>
          </w:p>
        </w:tc>
      </w:tr>
      <w:tr w:rsidR="00514B77" w:rsidRPr="000B70CB" w14:paraId="72DEFB7E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01B8187A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hodnotiaci dotazník</w:t>
            </w:r>
          </w:p>
        </w:tc>
        <w:tc>
          <w:tcPr>
            <w:tcW w:w="2265" w:type="dxa"/>
            <w:vAlign w:val="center"/>
          </w:tcPr>
          <w:p w14:paraId="15BEEC0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2E2F97CA" w14:textId="605B2BFE" w:rsidR="00514B77" w:rsidRPr="000B70CB" w:rsidRDefault="00386F11" w:rsidP="00386F11">
            <w:pPr>
              <w:jc w:val="center"/>
              <w:rPr>
                <w:b/>
                <w:bCs/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</w:tr>
      <w:tr w:rsidR="00514B77" w:rsidRPr="000B70CB" w14:paraId="41A6A347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3C2A912D" w:rsidR="00514B77" w:rsidRPr="000B70CB" w:rsidRDefault="00FC6B45" w:rsidP="00FC6B45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anotácia kurzu</w:t>
            </w:r>
          </w:p>
        </w:tc>
        <w:tc>
          <w:tcPr>
            <w:tcW w:w="2265" w:type="dxa"/>
            <w:vAlign w:val="center"/>
          </w:tcPr>
          <w:p w14:paraId="45D720D8" w14:textId="1A040827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6913DA1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7049830A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3DCEBEE5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komunikácia medzi študentmi</w:t>
            </w:r>
          </w:p>
        </w:tc>
        <w:tc>
          <w:tcPr>
            <w:tcW w:w="2265" w:type="dxa"/>
            <w:vAlign w:val="center"/>
          </w:tcPr>
          <w:p w14:paraId="1E03E10D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15DD7FE6" w14:textId="27B988A0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6D805BAA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0AF61358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3FDE18A8" w:rsidR="00514B77" w:rsidRPr="000B70CB" w:rsidRDefault="00514B77" w:rsidP="00514B77">
            <w:pPr>
              <w:jc w:val="center"/>
              <w:rPr>
                <w:lang w:val="sk-SK"/>
              </w:rPr>
            </w:pPr>
            <w:r w:rsidRPr="000B70CB">
              <w:rPr>
                <w:lang w:val="sk-SK"/>
              </w:rPr>
              <w:t>typ licenc</w:t>
            </w:r>
            <w:r w:rsidR="00FC6B45">
              <w:rPr>
                <w:lang w:val="sk-SK"/>
              </w:rPr>
              <w:t>i</w:t>
            </w:r>
            <w:r w:rsidRPr="000B70CB">
              <w:rPr>
                <w:lang w:val="sk-SK"/>
              </w:rPr>
              <w:t>e</w:t>
            </w:r>
          </w:p>
        </w:tc>
        <w:tc>
          <w:tcPr>
            <w:tcW w:w="2265" w:type="dxa"/>
            <w:vAlign w:val="center"/>
          </w:tcPr>
          <w:p w14:paraId="3F7E06BC" w14:textId="03F85E91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60D53841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6362680C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68E515DC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 xml:space="preserve">úroveň </w:t>
            </w:r>
            <w:r>
              <w:rPr>
                <w:lang w:val="sk-SK"/>
              </w:rPr>
              <w:t>kurzu</w:t>
            </w:r>
          </w:p>
        </w:tc>
        <w:tc>
          <w:tcPr>
            <w:tcW w:w="2265" w:type="dxa"/>
            <w:vAlign w:val="center"/>
          </w:tcPr>
          <w:p w14:paraId="40CC3991" w14:textId="6A508E9B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75C94D42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3032B764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53D44B5F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výučbové video</w:t>
            </w:r>
          </w:p>
        </w:tc>
        <w:tc>
          <w:tcPr>
            <w:tcW w:w="2265" w:type="dxa"/>
            <w:vAlign w:val="center"/>
          </w:tcPr>
          <w:p w14:paraId="64277FE9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5A630587" w14:textId="2F7BB769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23D7FDDC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770A4CBD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7B0702CA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časový plán štúdia</w:t>
            </w:r>
          </w:p>
        </w:tc>
        <w:tc>
          <w:tcPr>
            <w:tcW w:w="2265" w:type="dxa"/>
            <w:vAlign w:val="center"/>
          </w:tcPr>
          <w:p w14:paraId="65A789E6" w14:textId="38380E96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67622048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24D3645B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6AC03473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certifikačný test</w:t>
            </w:r>
          </w:p>
        </w:tc>
        <w:tc>
          <w:tcPr>
            <w:tcW w:w="2265" w:type="dxa"/>
            <w:vAlign w:val="center"/>
          </w:tcPr>
          <w:p w14:paraId="0BDD044C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0006ED8A" w14:textId="5994695B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</w:tr>
      <w:tr w:rsidR="00514B77" w:rsidRPr="000B70CB" w14:paraId="3D94818D" w14:textId="77777777" w:rsidTr="00017CC0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0FE12961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priebežný kontrolný test</w:t>
            </w:r>
          </w:p>
        </w:tc>
        <w:tc>
          <w:tcPr>
            <w:tcW w:w="2265" w:type="dxa"/>
            <w:vAlign w:val="center"/>
          </w:tcPr>
          <w:p w14:paraId="253B121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631728A" w14:textId="2D9AB23C" w:rsidR="00514B77" w:rsidRPr="000B70CB" w:rsidRDefault="00386F11" w:rsidP="00386F11">
            <w:pPr>
              <w:jc w:val="center"/>
              <w:rPr>
                <w:sz w:val="48"/>
                <w:szCs w:val="48"/>
                <w:lang w:val="sk-SK"/>
              </w:rPr>
            </w:pPr>
            <w:r w:rsidRPr="000B70CB">
              <w:rPr>
                <w:b/>
                <w:bCs/>
                <w:color w:val="FF0000"/>
                <w:sz w:val="48"/>
                <w:szCs w:val="48"/>
                <w:lang w:val="sk-SK"/>
              </w:rPr>
              <w:t>X</w:t>
            </w:r>
          </w:p>
        </w:tc>
        <w:tc>
          <w:tcPr>
            <w:tcW w:w="2266" w:type="dxa"/>
            <w:vAlign w:val="center"/>
          </w:tcPr>
          <w:p w14:paraId="1203F9D8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</w:tbl>
    <w:p w14:paraId="1651AD67" w14:textId="77777777" w:rsidR="00D1693A" w:rsidRPr="000B70CB" w:rsidRDefault="00D1693A" w:rsidP="00D1693A">
      <w:pPr>
        <w:pStyle w:val="eLineBottom"/>
        <w:ind w:left="154"/>
        <w:rPr>
          <w:lang w:val="sk-SK"/>
        </w:rPr>
      </w:pPr>
    </w:p>
    <w:p w14:paraId="5676087B" w14:textId="77777777" w:rsidR="00D1693A" w:rsidRPr="000B70CB" w:rsidRDefault="00D1693A" w:rsidP="00D1693A">
      <w:pPr>
        <w:ind w:left="154"/>
        <w:rPr>
          <w:lang w:val="sk-SK"/>
        </w:rPr>
      </w:pPr>
    </w:p>
    <w:p w14:paraId="3BB09640" w14:textId="00FBCC19" w:rsidR="00D1693A" w:rsidRPr="000B70CB" w:rsidRDefault="00FA1BC5" w:rsidP="00D1693A">
      <w:pPr>
        <w:pStyle w:val="eTask"/>
        <w:ind w:left="567" w:hanging="425"/>
        <w:rPr>
          <w:lang w:val="sk-SK"/>
        </w:rPr>
      </w:pPr>
      <w:r>
        <w:rPr>
          <w:lang w:val="sk-SK"/>
        </w:rPr>
        <w:t>Určte aspoň 5 kritérií, ktoré MOOC musí spĺňať.</w:t>
      </w:r>
    </w:p>
    <w:p w14:paraId="0080F8C2" w14:textId="77777777" w:rsidR="00D1693A" w:rsidRPr="000B70CB" w:rsidRDefault="00D1693A" w:rsidP="00D1693A">
      <w:pPr>
        <w:rPr>
          <w:sz w:val="12"/>
          <w:szCs w:val="12"/>
          <w:lang w:val="sk-SK"/>
        </w:rPr>
      </w:pPr>
    </w:p>
    <w:p w14:paraId="1461EAE0" w14:textId="4D4A7E70" w:rsidR="003C776C" w:rsidRPr="000B70CB" w:rsidRDefault="00751828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751828">
        <w:rPr>
          <w:color w:val="FF0000"/>
          <w:lang w:val="sk-SK"/>
        </w:rPr>
        <w:t>technické spracovanie</w:t>
      </w:r>
    </w:p>
    <w:p w14:paraId="0B7C4043" w14:textId="4BE13FCC" w:rsidR="003C776C" w:rsidRPr="000B70CB" w:rsidRDefault="00751828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751828">
        <w:rPr>
          <w:color w:val="FF0000"/>
          <w:lang w:val="sk-SK"/>
        </w:rPr>
        <w:t>didaktické a metodické spracovanie</w:t>
      </w:r>
    </w:p>
    <w:p w14:paraId="38BA01C0" w14:textId="347D88CD" w:rsidR="003C776C" w:rsidRPr="000B70CB" w:rsidRDefault="00751828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751828">
        <w:rPr>
          <w:color w:val="FF0000"/>
          <w:lang w:val="sk-SK"/>
        </w:rPr>
        <w:t>jazyková kultúra</w:t>
      </w:r>
    </w:p>
    <w:p w14:paraId="52E1F5CF" w14:textId="6587548D" w:rsidR="003C776C" w:rsidRPr="000B70CB" w:rsidRDefault="00751828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751828">
        <w:rPr>
          <w:color w:val="FF0000"/>
          <w:lang w:val="sk-SK"/>
        </w:rPr>
        <w:t xml:space="preserve">primeranosť </w:t>
      </w:r>
      <w:r>
        <w:rPr>
          <w:color w:val="FF0000"/>
          <w:lang w:val="sk-SK"/>
        </w:rPr>
        <w:t>(vhodnosť) pre cieľovú</w:t>
      </w:r>
      <w:r w:rsidRPr="00751828">
        <w:rPr>
          <w:color w:val="FF0000"/>
          <w:lang w:val="sk-SK"/>
        </w:rPr>
        <w:t xml:space="preserve"> skupin</w:t>
      </w:r>
      <w:r>
        <w:rPr>
          <w:color w:val="FF0000"/>
          <w:lang w:val="sk-SK"/>
        </w:rPr>
        <w:t>u</w:t>
      </w:r>
    </w:p>
    <w:p w14:paraId="190FA379" w14:textId="5CFF2ABD" w:rsidR="00D1693A" w:rsidRPr="000B70CB" w:rsidRDefault="00751828" w:rsidP="00751828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sk-SK"/>
        </w:rPr>
      </w:pPr>
      <w:r w:rsidRPr="00751828">
        <w:rPr>
          <w:color w:val="FF0000"/>
          <w:lang w:val="sk-SK"/>
        </w:rPr>
        <w:t>odborná správnosť</w:t>
      </w:r>
    </w:p>
    <w:p w14:paraId="29473B7A" w14:textId="6C5DD3BF" w:rsidR="00D1693A" w:rsidRPr="000B70CB" w:rsidRDefault="00751828" w:rsidP="00D1693A">
      <w:pPr>
        <w:pStyle w:val="eLineBottom"/>
        <w:ind w:left="207"/>
        <w:rPr>
          <w:lang w:val="sk-SK"/>
        </w:rPr>
      </w:pPr>
      <w:r>
        <w:rPr>
          <w:color w:val="FF0000"/>
          <w:lang w:val="sk-SK"/>
        </w:rPr>
        <w:t>Ďalšie kritériá</w:t>
      </w:r>
      <w:r w:rsidR="003C776C" w:rsidRPr="000B70CB">
        <w:rPr>
          <w:color w:val="FF0000"/>
          <w:lang w:val="sk-SK"/>
        </w:rPr>
        <w:t xml:space="preserve">: </w:t>
      </w:r>
      <w:r w:rsidRPr="00751828">
        <w:rPr>
          <w:color w:val="FF0000"/>
          <w:lang w:val="sk-SK"/>
        </w:rPr>
        <w:t>dodržiavanie zákonov</w:t>
      </w:r>
      <w:r w:rsidR="003C776C" w:rsidRPr="000B70CB">
        <w:rPr>
          <w:color w:val="FF0000"/>
          <w:lang w:val="sk-SK"/>
        </w:rPr>
        <w:t>, fun</w:t>
      </w:r>
      <w:r>
        <w:rPr>
          <w:color w:val="FF0000"/>
          <w:lang w:val="sk-SK"/>
        </w:rPr>
        <w:t>kcia</w:t>
      </w:r>
      <w:r w:rsidR="003C776C" w:rsidRPr="000B70CB">
        <w:rPr>
          <w:color w:val="FF0000"/>
          <w:lang w:val="sk-SK"/>
        </w:rPr>
        <w:t xml:space="preserve">, </w:t>
      </w:r>
      <w:r w:rsidRPr="00751828">
        <w:rPr>
          <w:color w:val="FF0000"/>
          <w:lang w:val="sk-SK"/>
        </w:rPr>
        <w:t>aktívne učenie</w:t>
      </w:r>
      <w:r w:rsidR="003C776C" w:rsidRPr="000B70CB">
        <w:rPr>
          <w:color w:val="FF0000"/>
          <w:lang w:val="sk-SK"/>
        </w:rPr>
        <w:t xml:space="preserve">, </w:t>
      </w:r>
      <w:r w:rsidRPr="00751828">
        <w:rPr>
          <w:color w:val="FF0000"/>
          <w:lang w:val="sk-SK"/>
        </w:rPr>
        <w:t>používateľská prívetivosť</w:t>
      </w:r>
      <w:r>
        <w:rPr>
          <w:color w:val="FF0000"/>
          <w:lang w:val="sk-SK"/>
        </w:rPr>
        <w:t xml:space="preserve">, </w:t>
      </w:r>
      <w:r w:rsidR="003C776C" w:rsidRPr="000B70CB">
        <w:rPr>
          <w:color w:val="FF0000"/>
          <w:lang w:val="sk-SK"/>
        </w:rPr>
        <w:t>...</w:t>
      </w:r>
    </w:p>
    <w:p w14:paraId="1D7C8105" w14:textId="77777777" w:rsidR="003C776C" w:rsidRPr="000B70CB" w:rsidRDefault="003C776C" w:rsidP="00D1693A">
      <w:pPr>
        <w:pStyle w:val="eLineBottom"/>
        <w:ind w:left="207"/>
        <w:rPr>
          <w:lang w:val="sk-SK"/>
        </w:rPr>
      </w:pPr>
    </w:p>
    <w:p w14:paraId="46938922" w14:textId="77777777" w:rsidR="003E19F1" w:rsidRPr="000B70CB" w:rsidRDefault="003E19F1" w:rsidP="003E19F1">
      <w:pPr>
        <w:ind w:left="154"/>
        <w:rPr>
          <w:lang w:val="sk-SK"/>
        </w:rPr>
      </w:pPr>
    </w:p>
    <w:p w14:paraId="2500C97A" w14:textId="76C779E9" w:rsidR="003E19F1" w:rsidRPr="000B70CB" w:rsidRDefault="000B70CB" w:rsidP="003E19F1">
      <w:pPr>
        <w:pStyle w:val="eTask"/>
        <w:ind w:left="567" w:hanging="425"/>
        <w:rPr>
          <w:lang w:val="sk-SK"/>
        </w:rPr>
      </w:pPr>
      <w:r>
        <w:rPr>
          <w:lang w:val="sk-SK"/>
        </w:rPr>
        <w:t>Vyberte správne hodnoty alebo výrazy do vety</w:t>
      </w:r>
      <w:r w:rsidR="00625C90" w:rsidRPr="000B70CB">
        <w:rPr>
          <w:lang w:val="sk-SK"/>
        </w:rPr>
        <w:t>!</w:t>
      </w:r>
    </w:p>
    <w:p w14:paraId="2A3E04EB" w14:textId="77777777" w:rsidR="003E19F1" w:rsidRPr="000B70CB" w:rsidRDefault="003E19F1" w:rsidP="003E19F1">
      <w:pPr>
        <w:rPr>
          <w:lang w:val="sk-SK"/>
        </w:rPr>
      </w:pPr>
      <w:bookmarkStart w:id="1" w:name="_GoBack"/>
      <w:bookmarkEnd w:id="1"/>
    </w:p>
    <w:p w14:paraId="7E604C7A" w14:textId="37EE7878" w:rsidR="00E34E74" w:rsidRPr="000B70CB" w:rsidRDefault="000B70CB" w:rsidP="00017CC0">
      <w:pPr>
        <w:spacing w:line="360" w:lineRule="auto"/>
        <w:ind w:left="142"/>
        <w:rPr>
          <w:lang w:val="sk-SK"/>
        </w:rPr>
      </w:pPr>
      <w:r>
        <w:rPr>
          <w:lang w:val="sk-SK"/>
        </w:rPr>
        <w:t>Prvý MOOC bo</w:t>
      </w:r>
      <w:r w:rsidR="00F3659A">
        <w:rPr>
          <w:lang w:val="sk-SK"/>
        </w:rPr>
        <w:t>l</w:t>
      </w:r>
      <w:r>
        <w:rPr>
          <w:lang w:val="sk-SK"/>
        </w:rPr>
        <w:t xml:space="preserve"> uvedený v roku</w:t>
      </w:r>
      <w:r w:rsidR="00A4501E" w:rsidRPr="000B70CB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k-SK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k-SK"/>
                    </w:rPr>
                    <m:t>2013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 w:cstheme="minorHAnsi"/>
            <w:lang w:val="sk-SK"/>
          </w:rPr>
          <m:t xml:space="preserve"> </m:t>
        </m:r>
      </m:oMath>
      <w:r w:rsidR="003E19F1" w:rsidRPr="000B70CB">
        <w:rPr>
          <w:lang w:val="sk-SK"/>
        </w:rPr>
        <w:t xml:space="preserve"> </w:t>
      </w:r>
      <w:r>
        <w:rPr>
          <w:lang w:val="sk-SK"/>
        </w:rPr>
        <w:t>a zapísalo si ho približne</w:t>
      </w:r>
      <w:r w:rsidR="00625C90" w:rsidRPr="000B70CB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k-SK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k-SK"/>
                    </w:rPr>
                    <m:t>2000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>
        <w:rPr>
          <w:lang w:val="sk-SK"/>
        </w:rPr>
        <w:t>š</w:t>
      </w:r>
      <w:r w:rsidR="003E19F1" w:rsidRPr="000B70CB">
        <w:rPr>
          <w:lang w:val="sk-SK"/>
        </w:rPr>
        <w:t>tudent</w:t>
      </w:r>
      <w:r>
        <w:rPr>
          <w:lang w:val="sk-SK"/>
        </w:rPr>
        <w:t>ov</w:t>
      </w:r>
      <w:r w:rsidR="003E19F1" w:rsidRPr="000B70CB">
        <w:rPr>
          <w:lang w:val="sk-SK"/>
        </w:rPr>
        <w:t xml:space="preserve">. </w:t>
      </w:r>
      <w:r w:rsidR="00F3659A">
        <w:rPr>
          <w:lang w:val="sk-SK"/>
        </w:rPr>
        <w:t>Najúspešnejší MOOC mal</w:t>
      </w:r>
      <w:r>
        <w:rPr>
          <w:lang w:val="sk-SK"/>
        </w:rPr>
        <w:t xml:space="preserve"> zaregistrovaných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k-SK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k-SK"/>
                    </w:rPr>
                    <m:t>160 000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B917D8" w:rsidRPr="000B70CB">
        <w:rPr>
          <w:lang w:val="sk-SK"/>
        </w:rPr>
        <w:t xml:space="preserve"> </w:t>
      </w:r>
      <w:r>
        <w:rPr>
          <w:lang w:val="sk-SK"/>
        </w:rPr>
        <w:t>účastníkov</w:t>
      </w:r>
      <w:r w:rsidR="003E19F1" w:rsidRPr="000B70CB">
        <w:rPr>
          <w:lang w:val="sk-SK"/>
        </w:rPr>
        <w:t xml:space="preserve">. </w:t>
      </w:r>
      <w:r>
        <w:rPr>
          <w:lang w:val="sk-SK"/>
        </w:rPr>
        <w:t>Platforma pre MOOC s najväčším počtom študentov je</w:t>
      </w:r>
      <w:r w:rsidR="003E19F1" w:rsidRPr="000B70CB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k-SK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k-SK"/>
                    </w:rPr>
                    <m:t>Coursera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3E19F1" w:rsidRPr="000B70CB">
        <w:rPr>
          <w:lang w:val="sk-SK"/>
        </w:rPr>
        <w:t>.</w:t>
      </w:r>
      <w:bookmarkEnd w:id="0"/>
    </w:p>
    <w:sectPr w:rsidR="00E34E74" w:rsidRPr="000B70CB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85937" w14:textId="77777777" w:rsidR="0027164A" w:rsidRDefault="0027164A" w:rsidP="00861A1A">
      <w:r>
        <w:separator/>
      </w:r>
    </w:p>
  </w:endnote>
  <w:endnote w:type="continuationSeparator" w:id="0">
    <w:p w14:paraId="79C9A608" w14:textId="77777777" w:rsidR="0027164A" w:rsidRDefault="0027164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D491603" w14:textId="77777777" w:rsidR="00017CC0" w:rsidRPr="00017CC0" w:rsidRDefault="00017CC0" w:rsidP="00017CC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17CC0">
            <w:rPr>
              <w:sz w:val="16"/>
              <w:szCs w:val="16"/>
              <w:lang w:val="en-US"/>
            </w:rPr>
            <w:t>Tento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projekt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bol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financovaný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017CC0">
            <w:rPr>
              <w:sz w:val="16"/>
              <w:szCs w:val="16"/>
              <w:lang w:val="en-US"/>
            </w:rPr>
            <w:t>podporou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Európskej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Komisie</w:t>
          </w:r>
          <w:proofErr w:type="spellEnd"/>
          <w:r w:rsidRPr="00017CC0">
            <w:rPr>
              <w:sz w:val="16"/>
              <w:szCs w:val="16"/>
              <w:lang w:val="en-US"/>
            </w:rPr>
            <w:t>.</w:t>
          </w:r>
        </w:p>
        <w:p w14:paraId="771AB2AE" w14:textId="57DE5D0F" w:rsidR="00BF5E09" w:rsidRPr="004A7E5F" w:rsidRDefault="00017CC0" w:rsidP="00017CC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17CC0">
            <w:rPr>
              <w:sz w:val="16"/>
              <w:szCs w:val="16"/>
              <w:lang w:val="en-US"/>
            </w:rPr>
            <w:t>Táto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publikácia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17CC0">
            <w:rPr>
              <w:sz w:val="16"/>
              <w:szCs w:val="16"/>
              <w:lang w:val="en-US"/>
            </w:rPr>
            <w:t>dokument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17CC0">
            <w:rPr>
              <w:sz w:val="16"/>
              <w:szCs w:val="16"/>
              <w:lang w:val="en-US"/>
            </w:rPr>
            <w:t>reprezentuje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výlučne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názor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autora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17CC0">
            <w:rPr>
              <w:sz w:val="16"/>
              <w:szCs w:val="16"/>
              <w:lang w:val="en-US"/>
            </w:rPr>
            <w:t>Komisia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nezodpovedá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za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akékoľvek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použitie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informácií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obsiahnutých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017CC0">
            <w:rPr>
              <w:sz w:val="16"/>
              <w:szCs w:val="16"/>
              <w:lang w:val="en-US"/>
            </w:rPr>
            <w:t>tejto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17CC0">
            <w:rPr>
              <w:sz w:val="16"/>
              <w:szCs w:val="16"/>
              <w:lang w:val="en-US"/>
            </w:rPr>
            <w:t>publikácii</w:t>
          </w:r>
          <w:proofErr w:type="spellEnd"/>
          <w:r w:rsidRPr="00017CC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17CC0">
            <w:rPr>
              <w:sz w:val="16"/>
              <w:szCs w:val="16"/>
              <w:lang w:val="en-US"/>
            </w:rPr>
            <w:t>dokumente</w:t>
          </w:r>
          <w:proofErr w:type="spellEnd"/>
          <w:r w:rsidRPr="00017CC0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4DB75" w14:textId="77777777" w:rsidR="0027164A" w:rsidRDefault="0027164A" w:rsidP="00861A1A">
      <w:r>
        <w:separator/>
      </w:r>
    </w:p>
  </w:footnote>
  <w:footnote w:type="continuationSeparator" w:id="0">
    <w:p w14:paraId="4CD04A3E" w14:textId="77777777" w:rsidR="0027164A" w:rsidRDefault="0027164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09013D6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24478" w:rsidRPr="00324478">
      <w:rPr>
        <w:rFonts w:ascii="Calibri" w:hAnsi="Calibri"/>
        <w:b/>
        <w:smallCaps/>
        <w:noProof/>
      </w:rPr>
      <w:t>PRACOVNÝ LIST</w:t>
    </w:r>
  </w:p>
  <w:p w14:paraId="1FBF0F24" w14:textId="15CA13F1" w:rsidR="00C148FD" w:rsidRPr="00C148FD" w:rsidRDefault="00017CC0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24478">
      <w:rPr>
        <w:rFonts w:ascii="Calibri" w:hAnsi="Calibri"/>
        <w:smallCaps/>
        <w:noProof/>
        <w:sz w:val="20"/>
        <w:szCs w:val="20"/>
        <w:lang w:val="en-US"/>
      </w:rPr>
      <w:t xml:space="preserve">Moderné technológie a koncepcie pre vzdelávanie </w:t>
    </w:r>
    <w:r w:rsidR="00324478" w:rsidRPr="00324478">
      <w:rPr>
        <w:rFonts w:ascii="Calibri" w:hAnsi="Calibri"/>
        <w:smallCaps/>
        <w:noProof/>
        <w:sz w:val="20"/>
        <w:szCs w:val="20"/>
        <w:lang w:val="en-US"/>
      </w:rP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17CC0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B70CB"/>
    <w:rsid w:val="000C1409"/>
    <w:rsid w:val="000C1606"/>
    <w:rsid w:val="000C6B3A"/>
    <w:rsid w:val="001301D8"/>
    <w:rsid w:val="0013693D"/>
    <w:rsid w:val="00136968"/>
    <w:rsid w:val="0014373A"/>
    <w:rsid w:val="00143FC2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62B68"/>
    <w:rsid w:val="0027164A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159E2"/>
    <w:rsid w:val="00324478"/>
    <w:rsid w:val="0033777D"/>
    <w:rsid w:val="00337851"/>
    <w:rsid w:val="00342883"/>
    <w:rsid w:val="00347E4D"/>
    <w:rsid w:val="00351AF3"/>
    <w:rsid w:val="00386F11"/>
    <w:rsid w:val="0039238A"/>
    <w:rsid w:val="00394A7C"/>
    <w:rsid w:val="003B1326"/>
    <w:rsid w:val="003C2268"/>
    <w:rsid w:val="003C5B45"/>
    <w:rsid w:val="003C776C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25614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4B77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1828"/>
    <w:rsid w:val="0076745A"/>
    <w:rsid w:val="00772DDF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57BA6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E489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423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3538D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61B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85A1B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1CA7"/>
    <w:rsid w:val="00C7264E"/>
    <w:rsid w:val="00C767C9"/>
    <w:rsid w:val="00C878F0"/>
    <w:rsid w:val="00CA51B5"/>
    <w:rsid w:val="00CB3199"/>
    <w:rsid w:val="00CC2112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E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3659A"/>
    <w:rsid w:val="00F40215"/>
    <w:rsid w:val="00F46B18"/>
    <w:rsid w:val="00F748A6"/>
    <w:rsid w:val="00F82C59"/>
    <w:rsid w:val="00F871C6"/>
    <w:rsid w:val="00F8749B"/>
    <w:rsid w:val="00FA1BC5"/>
    <w:rsid w:val="00FA74D9"/>
    <w:rsid w:val="00FB201E"/>
    <w:rsid w:val="00FC6B45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60DBE1AA-558D-45C7-B51B-63F21466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A3538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353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3538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35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353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AA104-04B6-47FB-B33B-6108A378096D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2.xml><?xml version="1.0" encoding="utf-8"?>
<ds:datastoreItem xmlns:ds="http://schemas.openxmlformats.org/officeDocument/2006/customXml" ds:itemID="{E174C64C-8199-4850-99CA-B00A69DFA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3DC25-680A-4122-B2D8-D1852AE2C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15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6</cp:revision>
  <cp:lastPrinted>2013-05-24T14:00:00Z</cp:lastPrinted>
  <dcterms:created xsi:type="dcterms:W3CDTF">2022-10-01T07:51:00Z</dcterms:created>
  <dcterms:modified xsi:type="dcterms:W3CDTF">2023-02-28T14:21:00Z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