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4ABEA" w14:textId="5CB1E46C" w:rsidR="00B47571" w:rsidRPr="00A36C33" w:rsidRDefault="00514B77" w:rsidP="00B47571">
      <w:pPr>
        <w:pStyle w:val="eTask"/>
        <w:rPr>
          <w:lang w:val="sk-SK"/>
        </w:rPr>
      </w:pPr>
      <w:bookmarkStart w:id="0" w:name="_Hlk97716694"/>
      <w:r w:rsidRPr="000B70CB">
        <w:rPr>
          <w:lang w:val="sk-SK"/>
        </w:rPr>
        <w:t>M</w:t>
      </w:r>
      <w:r w:rsidRPr="00A36C33">
        <w:rPr>
          <w:lang w:val="sk-SK"/>
        </w:rPr>
        <w:t xml:space="preserve">OOC </w:t>
      </w:r>
      <w:r w:rsidR="00FA1BC5" w:rsidRPr="00A36C33">
        <w:rPr>
          <w:lang w:val="sk-SK"/>
        </w:rPr>
        <w:t>je skratka, ktorej význam je</w:t>
      </w:r>
      <w:r w:rsidRPr="00A36C33">
        <w:rPr>
          <w:lang w:val="sk-SK"/>
        </w:rPr>
        <w:t xml:space="preserve"> </w:t>
      </w:r>
      <w:r w:rsidR="00AE61BD" w:rsidRPr="00A36C33">
        <w:rPr>
          <w:lang w:val="sk-SK"/>
        </w:rPr>
        <w:t>Hromadný otvorený online kurz (</w:t>
      </w:r>
      <w:r w:rsidRPr="00A36C33">
        <w:rPr>
          <w:lang w:val="sk-SK"/>
        </w:rPr>
        <w:t>Massive Open Online Course</w:t>
      </w:r>
      <w:r w:rsidR="00AE61BD" w:rsidRPr="00A36C33">
        <w:rPr>
          <w:lang w:val="sk-SK"/>
        </w:rPr>
        <w:t>)</w:t>
      </w:r>
      <w:r w:rsidRPr="00A36C33">
        <w:rPr>
          <w:lang w:val="sk-SK"/>
        </w:rPr>
        <w:t xml:space="preserve">. </w:t>
      </w:r>
      <w:r w:rsidR="00FA1BC5" w:rsidRPr="00A36C33">
        <w:rPr>
          <w:lang w:val="sk-SK"/>
        </w:rPr>
        <w:t xml:space="preserve">Vysvetlite, čo </w:t>
      </w:r>
      <w:r w:rsidR="002722A5">
        <w:rPr>
          <w:lang w:val="sk-SK"/>
        </w:rPr>
        <w:t xml:space="preserve">bežne predstavuje </w:t>
      </w:r>
      <w:r w:rsidR="00AE61BD" w:rsidRPr="00A36C33">
        <w:rPr>
          <w:lang w:val="sk-SK"/>
        </w:rPr>
        <w:t>každé slovo z tejto skratky</w:t>
      </w:r>
      <w:r w:rsidR="002722A5">
        <w:rPr>
          <w:lang w:val="sk-SK"/>
        </w:rPr>
        <w:t xml:space="preserve"> pre MOOC kurz</w:t>
      </w:r>
      <w:r w:rsidR="00AE61BD" w:rsidRPr="00A36C33">
        <w:rPr>
          <w:lang w:val="sk-SK"/>
        </w:rPr>
        <w:t>. Buďte stručný.</w:t>
      </w:r>
    </w:p>
    <w:p w14:paraId="4BC3F145" w14:textId="77777777" w:rsidR="00B47571" w:rsidRPr="00A36C33" w:rsidRDefault="00B47571" w:rsidP="00B47571">
      <w:pPr>
        <w:rPr>
          <w:sz w:val="12"/>
          <w:szCs w:val="12"/>
          <w:lang w:val="sk-SK"/>
        </w:rPr>
      </w:pPr>
    </w:p>
    <w:p w14:paraId="370BC5EC" w14:textId="088010DD" w:rsidR="00B47571" w:rsidRPr="00A36C33" w:rsidRDefault="00AE61BD" w:rsidP="00A36C33">
      <w:pPr>
        <w:pStyle w:val="Odstavecseseznamem"/>
        <w:numPr>
          <w:ilvl w:val="0"/>
          <w:numId w:val="17"/>
        </w:numPr>
        <w:spacing w:line="360" w:lineRule="auto"/>
        <w:ind w:left="924" w:hanging="357"/>
        <w:rPr>
          <w:u w:val="single"/>
          <w:lang w:val="sk-SK"/>
        </w:rPr>
      </w:pPr>
      <w:r w:rsidRPr="00A36C33">
        <w:rPr>
          <w:lang w:val="sk-SK"/>
        </w:rPr>
        <w:t>Hromadný</w:t>
      </w:r>
    </w:p>
    <w:p w14:paraId="71C345E6" w14:textId="1911F5A5" w:rsidR="00567D70" w:rsidRPr="00A36C33" w:rsidRDefault="00A36C33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7A011F2B" w14:textId="0B3BA9E8" w:rsidR="00561D90" w:rsidRPr="00A36C33" w:rsidRDefault="00A36C33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1815A70A" w14:textId="7B6CB31F" w:rsidR="00561D90" w:rsidRPr="00A36C33" w:rsidRDefault="00A36C33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4134604E" w14:textId="37FF43EC" w:rsidR="00561D90" w:rsidRPr="00A36C33" w:rsidRDefault="00AE61BD" w:rsidP="00A36C33">
      <w:pPr>
        <w:pStyle w:val="Odstavecseseznamem"/>
        <w:numPr>
          <w:ilvl w:val="0"/>
          <w:numId w:val="17"/>
        </w:numPr>
        <w:spacing w:line="360" w:lineRule="auto"/>
        <w:ind w:left="924" w:hanging="357"/>
        <w:rPr>
          <w:lang w:val="sk-SK"/>
        </w:rPr>
      </w:pPr>
      <w:r w:rsidRPr="00A36C33">
        <w:rPr>
          <w:lang w:val="sk-SK"/>
        </w:rPr>
        <w:t>Otvorený</w:t>
      </w:r>
    </w:p>
    <w:p w14:paraId="1B4BAC95" w14:textId="4168E6E0" w:rsidR="00772DDF" w:rsidRPr="00A36C33" w:rsidRDefault="00A36C33" w:rsidP="00772DDF">
      <w:pPr>
        <w:pStyle w:val="Odstavecseseznamem"/>
        <w:numPr>
          <w:ilvl w:val="1"/>
          <w:numId w:val="18"/>
        </w:numPr>
        <w:spacing w:line="480" w:lineRule="auto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41289630" w14:textId="469C9D8A" w:rsidR="00772DDF" w:rsidRPr="00A36C33" w:rsidRDefault="00A36C33" w:rsidP="00AE61BD">
      <w:pPr>
        <w:pStyle w:val="Odstavecseseznamem"/>
        <w:numPr>
          <w:ilvl w:val="1"/>
          <w:numId w:val="18"/>
        </w:numPr>
        <w:spacing w:line="480" w:lineRule="auto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4D168E69" w14:textId="24C32CB3" w:rsidR="00772DDF" w:rsidRPr="00A36C33" w:rsidRDefault="00A36C33" w:rsidP="00772DDF">
      <w:pPr>
        <w:pStyle w:val="Odstavecseseznamem"/>
        <w:numPr>
          <w:ilvl w:val="1"/>
          <w:numId w:val="18"/>
        </w:numPr>
        <w:spacing w:line="480" w:lineRule="auto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115F5845" w14:textId="21D6CC7C" w:rsidR="00561D90" w:rsidRPr="00A36C33" w:rsidRDefault="00A36C33" w:rsidP="00AE61BD">
      <w:pPr>
        <w:pStyle w:val="Odstavecseseznamem"/>
        <w:numPr>
          <w:ilvl w:val="1"/>
          <w:numId w:val="18"/>
        </w:numPr>
        <w:spacing w:line="480" w:lineRule="auto"/>
        <w:rPr>
          <w:u w:val="single"/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06D81856" w14:textId="0EBEEAA5" w:rsidR="002A4E31" w:rsidRPr="00A36C33" w:rsidRDefault="00514B77" w:rsidP="00A36C33">
      <w:pPr>
        <w:pStyle w:val="Odstavecseseznamem"/>
        <w:numPr>
          <w:ilvl w:val="0"/>
          <w:numId w:val="17"/>
        </w:numPr>
        <w:spacing w:line="360" w:lineRule="auto"/>
        <w:ind w:left="924" w:hanging="357"/>
        <w:rPr>
          <w:lang w:val="sk-SK"/>
        </w:rPr>
      </w:pPr>
      <w:r w:rsidRPr="00A36C33">
        <w:rPr>
          <w:lang w:val="sk-SK"/>
        </w:rPr>
        <w:t>O</w:t>
      </w:r>
      <w:r w:rsidR="002A4E31" w:rsidRPr="00A36C33">
        <w:rPr>
          <w:lang w:val="sk-SK"/>
        </w:rPr>
        <w:t>n-line</w:t>
      </w:r>
    </w:p>
    <w:p w14:paraId="437692D6" w14:textId="755BEFBE" w:rsidR="00E9371E" w:rsidRPr="00A36C33" w:rsidRDefault="00A36C33" w:rsidP="00857BA6">
      <w:pPr>
        <w:pStyle w:val="Odstavecseseznamem"/>
        <w:numPr>
          <w:ilvl w:val="1"/>
          <w:numId w:val="19"/>
        </w:numPr>
        <w:spacing w:line="480" w:lineRule="auto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2B2A4CFF" w14:textId="77C692EB" w:rsidR="002A4E31" w:rsidRPr="00A36C33" w:rsidRDefault="00A36C33" w:rsidP="00857BA6">
      <w:pPr>
        <w:pStyle w:val="Odstavecseseznamem"/>
        <w:numPr>
          <w:ilvl w:val="1"/>
          <w:numId w:val="19"/>
        </w:numPr>
        <w:spacing w:line="480" w:lineRule="auto"/>
        <w:rPr>
          <w:u w:val="single"/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611EAFDB" w14:textId="7C96B7AD" w:rsidR="002A4E31" w:rsidRPr="00A36C33" w:rsidRDefault="00AE61BD" w:rsidP="00A36C33">
      <w:pPr>
        <w:pStyle w:val="Odstavecseseznamem"/>
        <w:numPr>
          <w:ilvl w:val="0"/>
          <w:numId w:val="17"/>
        </w:numPr>
        <w:spacing w:line="360" w:lineRule="auto"/>
        <w:ind w:left="924" w:hanging="357"/>
        <w:rPr>
          <w:lang w:val="sk-SK"/>
        </w:rPr>
      </w:pPr>
      <w:r w:rsidRPr="00A36C33">
        <w:rPr>
          <w:lang w:val="sk-SK"/>
        </w:rPr>
        <w:t>Kurz</w:t>
      </w:r>
    </w:p>
    <w:p w14:paraId="7FF1DBF7" w14:textId="326A456E" w:rsidR="00E9371E" w:rsidRPr="00A36C33" w:rsidRDefault="00A36C33" w:rsidP="00857BA6">
      <w:pPr>
        <w:pStyle w:val="Odstavecseseznamem"/>
        <w:numPr>
          <w:ilvl w:val="1"/>
          <w:numId w:val="20"/>
        </w:numPr>
        <w:spacing w:line="480" w:lineRule="auto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714D5087" w14:textId="524BD53E" w:rsidR="002A4E31" w:rsidRPr="00A36C33" w:rsidRDefault="00A36C33" w:rsidP="00857BA6">
      <w:pPr>
        <w:pStyle w:val="Odstavecseseznamem"/>
        <w:numPr>
          <w:ilvl w:val="1"/>
          <w:numId w:val="20"/>
        </w:numPr>
        <w:spacing w:line="480" w:lineRule="auto"/>
        <w:rPr>
          <w:u w:val="single"/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790EABB5" w14:textId="77777777" w:rsidR="00B47571" w:rsidRPr="00A36C33" w:rsidRDefault="00B47571" w:rsidP="00B47571">
      <w:pPr>
        <w:pStyle w:val="eLineBottom"/>
        <w:ind w:left="154"/>
        <w:rPr>
          <w:sz w:val="12"/>
          <w:szCs w:val="12"/>
          <w:lang w:val="sk-SK"/>
        </w:rPr>
      </w:pPr>
    </w:p>
    <w:p w14:paraId="42DE3BD9" w14:textId="77777777" w:rsidR="00B47571" w:rsidRPr="00A36C33" w:rsidRDefault="00B47571" w:rsidP="00B47571">
      <w:pPr>
        <w:ind w:left="154"/>
        <w:rPr>
          <w:sz w:val="12"/>
          <w:szCs w:val="12"/>
          <w:lang w:val="sk-SK"/>
        </w:rPr>
      </w:pPr>
    </w:p>
    <w:p w14:paraId="62AAC414" w14:textId="14085FFF" w:rsidR="00B47571" w:rsidRPr="00A36C33" w:rsidRDefault="00FA1BC5" w:rsidP="00B47571">
      <w:pPr>
        <w:pStyle w:val="eTask"/>
        <w:ind w:left="567" w:hanging="425"/>
        <w:rPr>
          <w:lang w:val="sk-SK"/>
        </w:rPr>
      </w:pPr>
      <w:r w:rsidRPr="00A36C33">
        <w:rPr>
          <w:lang w:val="sk-SK"/>
        </w:rPr>
        <w:t>Uveďte najpopulárnejšie platformy pre MOOC kurzy.</w:t>
      </w:r>
    </w:p>
    <w:p w14:paraId="4C3121B6" w14:textId="77777777" w:rsidR="00B47571" w:rsidRPr="00A36C33" w:rsidRDefault="00B47571" w:rsidP="00B47571">
      <w:pPr>
        <w:pStyle w:val="eTask"/>
        <w:numPr>
          <w:ilvl w:val="0"/>
          <w:numId w:val="0"/>
        </w:numPr>
        <w:ind w:left="154"/>
        <w:rPr>
          <w:lang w:val="sk-SK"/>
        </w:rPr>
      </w:pPr>
    </w:p>
    <w:p w14:paraId="23E3F434" w14:textId="1C4A912A" w:rsidR="00143FC2" w:rsidRPr="00A36C33" w:rsidRDefault="00A36C33" w:rsidP="00143FC2">
      <w:pPr>
        <w:pStyle w:val="Odstavecseseznamem"/>
        <w:numPr>
          <w:ilvl w:val="1"/>
          <w:numId w:val="21"/>
        </w:numPr>
        <w:ind w:left="1281" w:hanging="357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79E427BF" w14:textId="77777777" w:rsidR="00A36C33" w:rsidRPr="00A36C33" w:rsidRDefault="00A36C33" w:rsidP="00A36C33">
      <w:pPr>
        <w:pStyle w:val="Odstavecseseznamem"/>
        <w:ind w:left="1281"/>
        <w:rPr>
          <w:sz w:val="20"/>
          <w:lang w:val="sk-SK"/>
        </w:rPr>
      </w:pPr>
    </w:p>
    <w:p w14:paraId="7B1C3D0A" w14:textId="668BB027" w:rsidR="00143FC2" w:rsidRPr="00A36C33" w:rsidRDefault="00A36C33" w:rsidP="00143FC2">
      <w:pPr>
        <w:pStyle w:val="Odstavecseseznamem"/>
        <w:numPr>
          <w:ilvl w:val="1"/>
          <w:numId w:val="21"/>
        </w:numPr>
        <w:ind w:left="1281" w:hanging="357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40D5C5B8" w14:textId="77777777" w:rsidR="00A36C33" w:rsidRPr="00A36C33" w:rsidRDefault="00A36C33" w:rsidP="00A36C33">
      <w:pPr>
        <w:pStyle w:val="Odstavecseseznamem"/>
        <w:ind w:left="1281"/>
        <w:rPr>
          <w:sz w:val="20"/>
          <w:lang w:val="sk-SK"/>
        </w:rPr>
      </w:pPr>
    </w:p>
    <w:p w14:paraId="055E93C9" w14:textId="2BFDB71B" w:rsidR="00143FC2" w:rsidRPr="00A36C33" w:rsidRDefault="00A36C33" w:rsidP="00143FC2">
      <w:pPr>
        <w:pStyle w:val="Odstavecseseznamem"/>
        <w:numPr>
          <w:ilvl w:val="1"/>
          <w:numId w:val="21"/>
        </w:numPr>
        <w:ind w:left="1281" w:hanging="357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640EFD15" w14:textId="77777777" w:rsidR="00A36C33" w:rsidRPr="00A36C33" w:rsidRDefault="00A36C33" w:rsidP="00A36C33">
      <w:pPr>
        <w:pStyle w:val="Odstavecseseznamem"/>
        <w:ind w:left="1281"/>
        <w:rPr>
          <w:sz w:val="20"/>
          <w:lang w:val="sk-SK"/>
        </w:rPr>
      </w:pPr>
    </w:p>
    <w:p w14:paraId="18582FE8" w14:textId="551817AA" w:rsidR="00143FC2" w:rsidRPr="00A36C33" w:rsidRDefault="00A36C33" w:rsidP="00143FC2">
      <w:pPr>
        <w:pStyle w:val="Odstavecseseznamem"/>
        <w:numPr>
          <w:ilvl w:val="1"/>
          <w:numId w:val="21"/>
        </w:numPr>
        <w:ind w:left="1281" w:hanging="357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2E0FF548" w14:textId="77777777" w:rsidR="00A36C33" w:rsidRPr="00A36C33" w:rsidRDefault="00A36C33" w:rsidP="00A36C33">
      <w:pPr>
        <w:pStyle w:val="Odstavecseseznamem"/>
        <w:ind w:left="1281"/>
        <w:rPr>
          <w:sz w:val="20"/>
          <w:lang w:val="sk-SK"/>
        </w:rPr>
      </w:pPr>
    </w:p>
    <w:p w14:paraId="0A329F5E" w14:textId="6E6305EB" w:rsidR="00143FC2" w:rsidRPr="00A36C33" w:rsidRDefault="00A36C33" w:rsidP="00143FC2">
      <w:pPr>
        <w:pStyle w:val="Odstavecseseznamem"/>
        <w:numPr>
          <w:ilvl w:val="1"/>
          <w:numId w:val="21"/>
        </w:numPr>
        <w:ind w:left="1281" w:hanging="357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5845AC0A" w14:textId="67E6FBFC" w:rsidR="002A4E31" w:rsidRPr="000B70CB" w:rsidRDefault="002A4E31" w:rsidP="00A36C33">
      <w:pPr>
        <w:pStyle w:val="eLineBottom"/>
        <w:pBdr>
          <w:bottom w:val="none" w:sz="0" w:space="0" w:color="auto"/>
        </w:pBdr>
        <w:rPr>
          <w:color w:val="FF0000"/>
          <w:lang w:val="sk-SK"/>
        </w:rPr>
      </w:pPr>
    </w:p>
    <w:p w14:paraId="144151A3" w14:textId="77777777" w:rsidR="006229D5" w:rsidRDefault="006229D5">
      <w:pPr>
        <w:rPr>
          <w:b/>
          <w:lang w:val="sk-SK"/>
        </w:rPr>
      </w:pPr>
      <w:r>
        <w:rPr>
          <w:lang w:val="sk-SK"/>
        </w:rPr>
        <w:br w:type="page"/>
      </w:r>
    </w:p>
    <w:p w14:paraId="3F585779" w14:textId="3AA62E0C" w:rsidR="00B47571" w:rsidRPr="006229D5" w:rsidRDefault="00FC6B45" w:rsidP="00FC6B45">
      <w:pPr>
        <w:pStyle w:val="eTask"/>
        <w:rPr>
          <w:lang w:val="sk-SK"/>
        </w:rPr>
      </w:pPr>
      <w:r w:rsidRPr="00FC6B45">
        <w:rPr>
          <w:lang w:val="sk-SK"/>
        </w:rPr>
        <w:lastRenderedPageBreak/>
        <w:t xml:space="preserve">Uveďte, do ktorej časti </w:t>
      </w:r>
      <w:r>
        <w:rPr>
          <w:lang w:val="sk-SK"/>
        </w:rPr>
        <w:t>štruktúry MOOC kurzu patrí každý objekt.</w:t>
      </w:r>
      <w:r w:rsidRPr="00FC6B45">
        <w:rPr>
          <w:lang w:val="sk-SK"/>
        </w:rPr>
        <w:t xml:space="preserve"> (Správne miesto označte </w:t>
      </w:r>
      <w:r>
        <w:rPr>
          <w:lang w:val="sk-SK"/>
        </w:rPr>
        <w:t>krížikom</w:t>
      </w:r>
      <w:r w:rsidRPr="00FC6B45">
        <w:rPr>
          <w:lang w:val="sk-SK"/>
        </w:rPr>
        <w:t>.)</w:t>
      </w:r>
    </w:p>
    <w:p w14:paraId="3B20A4CF" w14:textId="4653494A" w:rsidR="00D3462F" w:rsidRPr="000B70CB" w:rsidRDefault="00D3462F" w:rsidP="00D3462F">
      <w:pPr>
        <w:rPr>
          <w:lang w:val="sk-SK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14B77" w:rsidRPr="000B70CB" w14:paraId="18C49370" w14:textId="77777777" w:rsidTr="006229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0ED3BFE" w14:textId="51A76303" w:rsidR="00514B77" w:rsidRPr="000B70CB" w:rsidRDefault="00FC6B45" w:rsidP="00514B77">
            <w:pPr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Objek</w:t>
            </w:r>
            <w:r w:rsidR="00514B77" w:rsidRPr="000B70CB">
              <w:rPr>
                <w:b/>
                <w:bCs/>
                <w:lang w:val="sk-SK"/>
              </w:rPr>
              <w:t>t</w:t>
            </w:r>
          </w:p>
        </w:tc>
        <w:tc>
          <w:tcPr>
            <w:tcW w:w="2265" w:type="dxa"/>
          </w:tcPr>
          <w:p w14:paraId="082365C7" w14:textId="58152DB8" w:rsidR="00514B77" w:rsidRPr="000B70CB" w:rsidRDefault="00FC6B45" w:rsidP="00FC6B45">
            <w:pPr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Opisná časť</w:t>
            </w:r>
          </w:p>
        </w:tc>
        <w:tc>
          <w:tcPr>
            <w:tcW w:w="2266" w:type="dxa"/>
          </w:tcPr>
          <w:p w14:paraId="5104495A" w14:textId="4B2CDA82" w:rsidR="00514B77" w:rsidRPr="000B70CB" w:rsidRDefault="00FC6B45" w:rsidP="00FC6B45">
            <w:pPr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Výučbová časť</w:t>
            </w:r>
          </w:p>
        </w:tc>
        <w:tc>
          <w:tcPr>
            <w:tcW w:w="2266" w:type="dxa"/>
          </w:tcPr>
          <w:p w14:paraId="2C7ED52B" w14:textId="7F1CF9E4" w:rsidR="00514B77" w:rsidRPr="000B70CB" w:rsidRDefault="00FC6B45" w:rsidP="00FC6B45">
            <w:pPr>
              <w:jc w:val="center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Záverečná časť</w:t>
            </w:r>
          </w:p>
        </w:tc>
      </w:tr>
      <w:tr w:rsidR="00514B77" w:rsidRPr="000B70CB" w14:paraId="72DEFB7E" w14:textId="77777777" w:rsidTr="006229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858E7BC" w14:textId="01B8187A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>hodnotiaci dotazník</w:t>
            </w:r>
          </w:p>
        </w:tc>
        <w:tc>
          <w:tcPr>
            <w:tcW w:w="2265" w:type="dxa"/>
            <w:vAlign w:val="center"/>
          </w:tcPr>
          <w:p w14:paraId="15BEEC0B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5872262E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2E2F97CA" w14:textId="20E3AC91" w:rsidR="00514B77" w:rsidRPr="000B70CB" w:rsidRDefault="00514B77" w:rsidP="00386F11">
            <w:pPr>
              <w:jc w:val="center"/>
              <w:rPr>
                <w:b/>
                <w:bCs/>
                <w:sz w:val="48"/>
                <w:szCs w:val="48"/>
                <w:lang w:val="sk-SK"/>
              </w:rPr>
            </w:pPr>
          </w:p>
        </w:tc>
      </w:tr>
      <w:tr w:rsidR="00514B77" w:rsidRPr="000B70CB" w14:paraId="41A6A347" w14:textId="77777777" w:rsidTr="006229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F630C2E" w14:textId="3C2A912D" w:rsidR="00514B77" w:rsidRPr="000B70CB" w:rsidRDefault="00FC6B45" w:rsidP="00FC6B45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>anotácia kurzu</w:t>
            </w:r>
          </w:p>
        </w:tc>
        <w:tc>
          <w:tcPr>
            <w:tcW w:w="2265" w:type="dxa"/>
            <w:vAlign w:val="center"/>
          </w:tcPr>
          <w:p w14:paraId="45D720D8" w14:textId="52F3C5D1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6913DA1B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39A31D45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  <w:tr w:rsidR="00514B77" w:rsidRPr="000B70CB" w14:paraId="7049830A" w14:textId="77777777" w:rsidTr="006229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30D2B203" w14:textId="3DCEBEE5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>komunikácia medzi študentmi</w:t>
            </w:r>
          </w:p>
        </w:tc>
        <w:tc>
          <w:tcPr>
            <w:tcW w:w="2265" w:type="dxa"/>
            <w:vAlign w:val="center"/>
          </w:tcPr>
          <w:p w14:paraId="1E03E10D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15DD7FE6" w14:textId="5960002E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6D805BAA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  <w:tr w:rsidR="00514B77" w:rsidRPr="000B70CB" w14:paraId="0AF61358" w14:textId="77777777" w:rsidTr="006229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F350141" w14:textId="3FDE18A8" w:rsidR="00514B77" w:rsidRPr="000B70CB" w:rsidRDefault="00514B77" w:rsidP="00514B77">
            <w:pPr>
              <w:jc w:val="center"/>
              <w:rPr>
                <w:lang w:val="sk-SK"/>
              </w:rPr>
            </w:pPr>
            <w:r w:rsidRPr="000B70CB">
              <w:rPr>
                <w:lang w:val="sk-SK"/>
              </w:rPr>
              <w:t>typ licenc</w:t>
            </w:r>
            <w:r w:rsidR="00FC6B45">
              <w:rPr>
                <w:lang w:val="sk-SK"/>
              </w:rPr>
              <w:t>i</w:t>
            </w:r>
            <w:r w:rsidRPr="000B70CB">
              <w:rPr>
                <w:lang w:val="sk-SK"/>
              </w:rPr>
              <w:t>e</w:t>
            </w:r>
          </w:p>
        </w:tc>
        <w:tc>
          <w:tcPr>
            <w:tcW w:w="2265" w:type="dxa"/>
            <w:vAlign w:val="center"/>
          </w:tcPr>
          <w:p w14:paraId="3F7E06BC" w14:textId="6CF8CC59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60D53841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6EDC0D45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  <w:tr w:rsidR="00514B77" w:rsidRPr="000B70CB" w14:paraId="6362680C" w14:textId="77777777" w:rsidTr="006229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D50D370" w14:textId="68E515DC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 xml:space="preserve">úroveň </w:t>
            </w:r>
            <w:r>
              <w:rPr>
                <w:lang w:val="sk-SK"/>
              </w:rPr>
              <w:t>kurzu</w:t>
            </w:r>
          </w:p>
        </w:tc>
        <w:tc>
          <w:tcPr>
            <w:tcW w:w="2265" w:type="dxa"/>
            <w:vAlign w:val="center"/>
          </w:tcPr>
          <w:p w14:paraId="40CC3991" w14:textId="4BEF802C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75C94D42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46A5D829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  <w:tr w:rsidR="00514B77" w:rsidRPr="000B70CB" w14:paraId="3032B764" w14:textId="77777777" w:rsidTr="006229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513E7551" w14:textId="53D44B5F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>výučbové video</w:t>
            </w:r>
          </w:p>
        </w:tc>
        <w:tc>
          <w:tcPr>
            <w:tcW w:w="2265" w:type="dxa"/>
            <w:vAlign w:val="center"/>
          </w:tcPr>
          <w:p w14:paraId="64277FE9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5A630587" w14:textId="1FC461FA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23D7FDDC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  <w:tr w:rsidR="00514B77" w:rsidRPr="000B70CB" w14:paraId="770A4CBD" w14:textId="77777777" w:rsidTr="006229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4B24255" w14:textId="7B0702CA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>časový plán štúdia</w:t>
            </w:r>
          </w:p>
        </w:tc>
        <w:tc>
          <w:tcPr>
            <w:tcW w:w="2265" w:type="dxa"/>
            <w:vAlign w:val="center"/>
          </w:tcPr>
          <w:p w14:paraId="65A789E6" w14:textId="3E14F558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67622048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vAlign w:val="center"/>
          </w:tcPr>
          <w:p w14:paraId="3A7D614B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  <w:tr w:rsidR="00514B77" w:rsidRPr="000B70CB" w14:paraId="24D3645B" w14:textId="77777777" w:rsidTr="006229D5">
        <w:tc>
          <w:tcPr>
            <w:tcW w:w="22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D977FE" w14:textId="6AC03473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>certifikačný test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vAlign w:val="center"/>
          </w:tcPr>
          <w:p w14:paraId="0BDD044C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14:paraId="38FA93DA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14:paraId="0006ED8A" w14:textId="4515173F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  <w:tr w:rsidR="00514B77" w:rsidRPr="000B70CB" w14:paraId="3D94818D" w14:textId="77777777" w:rsidTr="006229D5">
        <w:tc>
          <w:tcPr>
            <w:tcW w:w="22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00F170" w14:textId="0FE12961" w:rsidR="00514B77" w:rsidRPr="000B70CB" w:rsidRDefault="00FC6B45" w:rsidP="00514B77">
            <w:pPr>
              <w:jc w:val="center"/>
              <w:rPr>
                <w:lang w:val="sk-SK"/>
              </w:rPr>
            </w:pPr>
            <w:r w:rsidRPr="00FC6B45">
              <w:rPr>
                <w:lang w:val="sk-SK"/>
              </w:rPr>
              <w:t>priebežný kontrolný test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vAlign w:val="center"/>
          </w:tcPr>
          <w:p w14:paraId="253B1215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14:paraId="6631728A" w14:textId="5529A36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14:paraId="1203F9D8" w14:textId="77777777" w:rsidR="00514B77" w:rsidRPr="000B70CB" w:rsidRDefault="00514B77" w:rsidP="00386F11">
            <w:pPr>
              <w:jc w:val="center"/>
              <w:rPr>
                <w:sz w:val="48"/>
                <w:szCs w:val="48"/>
                <w:lang w:val="sk-SK"/>
              </w:rPr>
            </w:pPr>
          </w:p>
        </w:tc>
      </w:tr>
    </w:tbl>
    <w:p w14:paraId="1651AD67" w14:textId="77777777" w:rsidR="00D1693A" w:rsidRPr="000B70CB" w:rsidRDefault="00D1693A" w:rsidP="00D1693A">
      <w:pPr>
        <w:pStyle w:val="eLineBottom"/>
        <w:ind w:left="154"/>
        <w:rPr>
          <w:lang w:val="sk-SK"/>
        </w:rPr>
      </w:pPr>
    </w:p>
    <w:p w14:paraId="5676087B" w14:textId="77777777" w:rsidR="00D1693A" w:rsidRPr="000B70CB" w:rsidRDefault="00D1693A" w:rsidP="00D1693A">
      <w:pPr>
        <w:ind w:left="154"/>
        <w:rPr>
          <w:lang w:val="sk-SK"/>
        </w:rPr>
      </w:pPr>
    </w:p>
    <w:p w14:paraId="3BB09640" w14:textId="00FBCC19" w:rsidR="00D1693A" w:rsidRPr="000B70CB" w:rsidRDefault="00FA1BC5" w:rsidP="00D1693A">
      <w:pPr>
        <w:pStyle w:val="eTask"/>
        <w:ind w:left="567" w:hanging="425"/>
        <w:rPr>
          <w:lang w:val="sk-SK"/>
        </w:rPr>
      </w:pPr>
      <w:r>
        <w:rPr>
          <w:lang w:val="sk-SK"/>
        </w:rPr>
        <w:t>Určte aspoň 5 kritérií, ktoré MOOC musí spĺňať.</w:t>
      </w:r>
    </w:p>
    <w:p w14:paraId="0080F8C2" w14:textId="77777777" w:rsidR="00D1693A" w:rsidRPr="000B70CB" w:rsidRDefault="00D1693A" w:rsidP="00D1693A">
      <w:pPr>
        <w:rPr>
          <w:sz w:val="12"/>
          <w:szCs w:val="12"/>
          <w:lang w:val="sk-SK"/>
        </w:rPr>
      </w:pPr>
    </w:p>
    <w:p w14:paraId="1461EAE0" w14:textId="1FC85D1D" w:rsidR="003C776C" w:rsidRPr="000B70CB" w:rsidRDefault="00A36C33" w:rsidP="00751828">
      <w:pPr>
        <w:pStyle w:val="Odstavecseseznamem"/>
        <w:numPr>
          <w:ilvl w:val="1"/>
          <w:numId w:val="25"/>
        </w:numPr>
        <w:spacing w:line="480" w:lineRule="auto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0B7C4043" w14:textId="3DAA129F" w:rsidR="003C776C" w:rsidRPr="000B70CB" w:rsidRDefault="00A36C33" w:rsidP="00751828">
      <w:pPr>
        <w:pStyle w:val="Odstavecseseznamem"/>
        <w:numPr>
          <w:ilvl w:val="1"/>
          <w:numId w:val="25"/>
        </w:numPr>
        <w:spacing w:line="480" w:lineRule="auto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38BA01C0" w14:textId="517B1AAB" w:rsidR="003C776C" w:rsidRPr="000B70CB" w:rsidRDefault="00A36C33" w:rsidP="00751828">
      <w:pPr>
        <w:pStyle w:val="Odstavecseseznamem"/>
        <w:numPr>
          <w:ilvl w:val="1"/>
          <w:numId w:val="25"/>
        </w:numPr>
        <w:spacing w:line="480" w:lineRule="auto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52E1F5CF" w14:textId="70400AEF" w:rsidR="003C776C" w:rsidRPr="000B70CB" w:rsidRDefault="00A36C33" w:rsidP="00751828">
      <w:pPr>
        <w:pStyle w:val="Odstavecseseznamem"/>
        <w:numPr>
          <w:ilvl w:val="1"/>
          <w:numId w:val="25"/>
        </w:numPr>
        <w:spacing w:line="480" w:lineRule="auto"/>
        <w:rPr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190FA379" w14:textId="171B4C17" w:rsidR="00D1693A" w:rsidRPr="000B70CB" w:rsidRDefault="00A36C33" w:rsidP="00751828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sk-SK"/>
        </w:rPr>
      </w:pP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  <w:r w:rsidRPr="00A36C33">
        <w:rPr>
          <w:lang w:val="sk-SK"/>
        </w:rPr>
        <w:sym w:font="Symbol" w:char="F05F"/>
      </w:r>
    </w:p>
    <w:p w14:paraId="1D7C8105" w14:textId="77777777" w:rsidR="003C776C" w:rsidRPr="000B70CB" w:rsidRDefault="003C776C" w:rsidP="00D1693A">
      <w:pPr>
        <w:pStyle w:val="eLineBottom"/>
        <w:ind w:left="207"/>
        <w:rPr>
          <w:lang w:val="sk-SK"/>
        </w:rPr>
      </w:pPr>
    </w:p>
    <w:p w14:paraId="46938922" w14:textId="77777777" w:rsidR="003E19F1" w:rsidRPr="000B70CB" w:rsidRDefault="003E19F1" w:rsidP="003E19F1">
      <w:pPr>
        <w:ind w:left="154"/>
        <w:rPr>
          <w:lang w:val="sk-SK"/>
        </w:rPr>
      </w:pPr>
    </w:p>
    <w:p w14:paraId="2500C97A" w14:textId="76C779E9" w:rsidR="003E19F1" w:rsidRPr="000B70CB" w:rsidRDefault="000B70CB" w:rsidP="003E19F1">
      <w:pPr>
        <w:pStyle w:val="eTask"/>
        <w:ind w:left="567" w:hanging="425"/>
        <w:rPr>
          <w:lang w:val="sk-SK"/>
        </w:rPr>
      </w:pPr>
      <w:r>
        <w:rPr>
          <w:lang w:val="sk-SK"/>
        </w:rPr>
        <w:t>Vyberte správne hodnoty alebo výrazy do vety</w:t>
      </w:r>
      <w:r w:rsidR="00625C90" w:rsidRPr="000B70CB">
        <w:rPr>
          <w:lang w:val="sk-SK"/>
        </w:rPr>
        <w:t>!</w:t>
      </w:r>
    </w:p>
    <w:p w14:paraId="2A3E04EB" w14:textId="77777777" w:rsidR="003E19F1" w:rsidRPr="000B70CB" w:rsidRDefault="003E19F1" w:rsidP="003E19F1">
      <w:pPr>
        <w:rPr>
          <w:lang w:val="sk-SK"/>
        </w:rPr>
      </w:pPr>
    </w:p>
    <w:p w14:paraId="7E604C7A" w14:textId="0FAE83BD" w:rsidR="00E34E74" w:rsidRPr="000B70CB" w:rsidRDefault="000B70CB" w:rsidP="006229D5">
      <w:pPr>
        <w:spacing w:line="360" w:lineRule="auto"/>
        <w:rPr>
          <w:lang w:val="sk-SK"/>
        </w:rPr>
      </w:pPr>
      <w:r>
        <w:rPr>
          <w:lang w:val="sk-SK"/>
        </w:rPr>
        <w:t>Prvý MOOC bo</w:t>
      </w:r>
      <w:r w:rsidR="00EC4FD4">
        <w:rPr>
          <w:lang w:val="sk-SK"/>
        </w:rPr>
        <w:t>l</w:t>
      </w:r>
      <w:r>
        <w:rPr>
          <w:lang w:val="sk-SK"/>
        </w:rPr>
        <w:t xml:space="preserve"> uvedený </w:t>
      </w:r>
      <w:r w:rsidRPr="00A36C33">
        <w:rPr>
          <w:lang w:val="sk-SK"/>
        </w:rPr>
        <w:t>v roku</w:t>
      </w:r>
      <w:r w:rsidR="00A4501E" w:rsidRPr="00A36C3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2008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2013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 w:cstheme="minorHAnsi"/>
            <w:lang w:val="sk-SK"/>
          </w:rPr>
          <m:t xml:space="preserve"> </m:t>
        </m:r>
      </m:oMath>
      <w:r w:rsidR="003E19F1" w:rsidRPr="00A36C33">
        <w:rPr>
          <w:lang w:val="sk-SK"/>
        </w:rPr>
        <w:t xml:space="preserve"> </w:t>
      </w:r>
      <w:r w:rsidRPr="00A36C33">
        <w:rPr>
          <w:lang w:val="sk-SK"/>
        </w:rPr>
        <w:t>a zapísalo si ho približne</w:t>
      </w:r>
      <w:r w:rsidR="00625C90" w:rsidRPr="00A36C3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200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2000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Pr="00A36C33">
        <w:rPr>
          <w:lang w:val="sk-SK"/>
        </w:rPr>
        <w:t>š</w:t>
      </w:r>
      <w:r w:rsidR="003E19F1" w:rsidRPr="00A36C33">
        <w:rPr>
          <w:lang w:val="sk-SK"/>
        </w:rPr>
        <w:t>tudent</w:t>
      </w:r>
      <w:r w:rsidRPr="00A36C33">
        <w:rPr>
          <w:lang w:val="sk-SK"/>
        </w:rPr>
        <w:t>ov</w:t>
      </w:r>
      <w:r w:rsidR="003E19F1" w:rsidRPr="00A36C33">
        <w:rPr>
          <w:lang w:val="sk-SK"/>
        </w:rPr>
        <w:t xml:space="preserve">. </w:t>
      </w:r>
      <w:r w:rsidRPr="00A36C33">
        <w:rPr>
          <w:lang w:val="sk-SK"/>
        </w:rPr>
        <w:t>Najú</w:t>
      </w:r>
      <w:r w:rsidR="00EC4FD4">
        <w:rPr>
          <w:lang w:val="sk-SK"/>
        </w:rPr>
        <w:t>spešnejší MOOC mal</w:t>
      </w:r>
      <w:r w:rsidRPr="00A36C33">
        <w:rPr>
          <w:lang w:val="sk-SK"/>
        </w:rPr>
        <w:t xml:space="preserve"> zaregistrovaných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60 000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160 000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B917D8" w:rsidRPr="00A36C33">
        <w:rPr>
          <w:lang w:val="sk-SK"/>
        </w:rPr>
        <w:t xml:space="preserve"> </w:t>
      </w:r>
      <w:r w:rsidRPr="00A36C33">
        <w:rPr>
          <w:lang w:val="sk-SK"/>
        </w:rPr>
        <w:t>účastníkov</w:t>
      </w:r>
      <w:r w:rsidR="003E19F1" w:rsidRPr="00A36C33">
        <w:rPr>
          <w:lang w:val="sk-SK"/>
        </w:rPr>
        <w:t xml:space="preserve">. </w:t>
      </w:r>
      <w:r w:rsidRPr="00A36C33">
        <w:rPr>
          <w:lang w:val="sk-SK"/>
        </w:rPr>
        <w:t>Platforma pre MOOC s najväčším počtom študentov je</w:t>
      </w:r>
      <w:r w:rsidR="003E19F1" w:rsidRPr="00A36C3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edX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Coursera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3E19F1" w:rsidRPr="00A36C33">
        <w:rPr>
          <w:lang w:val="sk-SK"/>
        </w:rPr>
        <w:t>.</w:t>
      </w:r>
      <w:bookmarkStart w:id="1" w:name="_GoBack"/>
      <w:bookmarkEnd w:id="0"/>
      <w:bookmarkEnd w:id="1"/>
    </w:p>
    <w:sectPr w:rsidR="00E34E74" w:rsidRPr="000B70CB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63ECD" w14:textId="77777777" w:rsidR="00853699" w:rsidRDefault="00853699" w:rsidP="00861A1A">
      <w:r>
        <w:separator/>
      </w:r>
    </w:p>
  </w:endnote>
  <w:endnote w:type="continuationSeparator" w:id="0">
    <w:p w14:paraId="2278D895" w14:textId="77777777" w:rsidR="00853699" w:rsidRDefault="0085369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5645B253" w14:textId="77777777" w:rsidTr="00CA51B5">
      <w:tc>
        <w:tcPr>
          <w:tcW w:w="2518" w:type="dxa"/>
        </w:tcPr>
        <w:p w14:paraId="4FC19112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FB70DE" wp14:editId="2925F0F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FE74A50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771AB2AE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1E0ACA8E" w14:textId="77777777" w:rsidTr="00CA51B5">
      <w:tc>
        <w:tcPr>
          <w:tcW w:w="8472" w:type="dxa"/>
          <w:gridSpan w:val="2"/>
        </w:tcPr>
        <w:p w14:paraId="4AD6F06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2D12F27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F0965D5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CFCEE" w14:textId="77777777" w:rsidR="00853699" w:rsidRDefault="00853699" w:rsidP="00861A1A">
      <w:r>
        <w:separator/>
      </w:r>
    </w:p>
  </w:footnote>
  <w:footnote w:type="continuationSeparator" w:id="0">
    <w:p w14:paraId="30F1F9DF" w14:textId="77777777" w:rsidR="00853699" w:rsidRDefault="0085369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5E57" w14:textId="09013D66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82134A3" wp14:editId="6CED26EE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24478" w:rsidRPr="00324478">
      <w:rPr>
        <w:rFonts w:ascii="Calibri" w:hAnsi="Calibri"/>
        <w:b/>
        <w:smallCaps/>
        <w:noProof/>
      </w:rPr>
      <w:t>PRACOVNÝ LIST</w:t>
    </w:r>
  </w:p>
  <w:p w14:paraId="1FBF0F24" w14:textId="342376DB" w:rsidR="00C148FD" w:rsidRPr="00C148FD" w:rsidRDefault="006229D5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324478">
      <w:rPr>
        <w:rFonts w:ascii="Calibri" w:hAnsi="Calibri"/>
        <w:smallCaps/>
        <w:noProof/>
        <w:sz w:val="20"/>
        <w:szCs w:val="20"/>
        <w:lang w:val="en-US"/>
      </w:rPr>
      <w:t>Moderné technológie a koncepcie pre vzdelávanie</w:t>
    </w:r>
    <w:r w:rsidR="00324478" w:rsidRPr="00324478">
      <w:rPr>
        <w:rFonts w:ascii="Calibri" w:hAnsi="Calibri"/>
        <w:smallCaps/>
        <w:noProof/>
        <w:sz w:val="20"/>
        <w:szCs w:val="20"/>
        <w:lang w:val="en-US"/>
      </w:rPr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FB42B5E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6" w15:restartNumberingAfterBreak="0">
    <w:nsid w:val="14EF3B0D"/>
    <w:multiLevelType w:val="hybridMultilevel"/>
    <w:tmpl w:val="67A836F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A2BC9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0" w15:restartNumberingAfterBreak="0">
    <w:nsid w:val="26B6413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 w15:restartNumberingAfterBreak="0">
    <w:nsid w:val="287E1639"/>
    <w:multiLevelType w:val="multilevel"/>
    <w:tmpl w:val="66DA3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2" w15:restartNumberingAfterBreak="0">
    <w:nsid w:val="2933346D"/>
    <w:multiLevelType w:val="hybridMultilevel"/>
    <w:tmpl w:val="EB7A270E"/>
    <w:lvl w:ilvl="0" w:tplc="B11ACCD6">
      <w:start w:val="1"/>
      <w:numFmt w:val="decimal"/>
      <w:lvlText w:val="%1."/>
      <w:lvlJc w:val="left"/>
      <w:pPr>
        <w:ind w:left="987" w:hanging="4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CA9060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4" w15:restartNumberingAfterBreak="0">
    <w:nsid w:val="2CC11840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5" w15:restartNumberingAfterBreak="0">
    <w:nsid w:val="67882CC0"/>
    <w:multiLevelType w:val="hybridMultilevel"/>
    <w:tmpl w:val="0018E95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A2E1383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5"/>
  </w:num>
  <w:num w:numId="15">
    <w:abstractNumId w:val="12"/>
  </w:num>
  <w:num w:numId="16">
    <w:abstractNumId w:val="5"/>
  </w:num>
  <w:num w:numId="17">
    <w:abstractNumId w:val="11"/>
  </w:num>
  <w:num w:numId="18">
    <w:abstractNumId w:val="10"/>
  </w:num>
  <w:num w:numId="19">
    <w:abstractNumId w:val="13"/>
  </w:num>
  <w:num w:numId="20">
    <w:abstractNumId w:val="16"/>
  </w:num>
  <w:num w:numId="21">
    <w:abstractNumId w:val="9"/>
  </w:num>
  <w:num w:numId="22">
    <w:abstractNumId w:val="6"/>
  </w:num>
  <w:num w:numId="23">
    <w:abstractNumId w:val="6"/>
    <w:lvlOverride w:ilvl="0">
      <w:startOverride w:val="1"/>
    </w:lvlOverride>
  </w:num>
  <w:num w:numId="24">
    <w:abstractNumId w:val="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B70CB"/>
    <w:rsid w:val="000C1409"/>
    <w:rsid w:val="000C1606"/>
    <w:rsid w:val="000C6B3A"/>
    <w:rsid w:val="001301D8"/>
    <w:rsid w:val="0013693D"/>
    <w:rsid w:val="00136968"/>
    <w:rsid w:val="0014373A"/>
    <w:rsid w:val="00143FC2"/>
    <w:rsid w:val="00146B77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62B68"/>
    <w:rsid w:val="00272012"/>
    <w:rsid w:val="002722A5"/>
    <w:rsid w:val="002825A8"/>
    <w:rsid w:val="00283A7C"/>
    <w:rsid w:val="002850DE"/>
    <w:rsid w:val="00292860"/>
    <w:rsid w:val="002976A9"/>
    <w:rsid w:val="002A4E31"/>
    <w:rsid w:val="002B0278"/>
    <w:rsid w:val="002B0866"/>
    <w:rsid w:val="002B41A8"/>
    <w:rsid w:val="002C1E4C"/>
    <w:rsid w:val="002E301D"/>
    <w:rsid w:val="00304ADA"/>
    <w:rsid w:val="00306B9F"/>
    <w:rsid w:val="00307892"/>
    <w:rsid w:val="00315203"/>
    <w:rsid w:val="00324478"/>
    <w:rsid w:val="0033777D"/>
    <w:rsid w:val="00337851"/>
    <w:rsid w:val="00342883"/>
    <w:rsid w:val="00347E4D"/>
    <w:rsid w:val="00351AF3"/>
    <w:rsid w:val="00386F11"/>
    <w:rsid w:val="0039238A"/>
    <w:rsid w:val="003B1326"/>
    <w:rsid w:val="003C2268"/>
    <w:rsid w:val="003C5B45"/>
    <w:rsid w:val="003C776C"/>
    <w:rsid w:val="003D4090"/>
    <w:rsid w:val="003D41BB"/>
    <w:rsid w:val="003E01BE"/>
    <w:rsid w:val="003E19F1"/>
    <w:rsid w:val="003F01C4"/>
    <w:rsid w:val="003F03EB"/>
    <w:rsid w:val="003F623C"/>
    <w:rsid w:val="003F7F87"/>
    <w:rsid w:val="00402B09"/>
    <w:rsid w:val="004173F9"/>
    <w:rsid w:val="00417ED2"/>
    <w:rsid w:val="00425614"/>
    <w:rsid w:val="00435704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4B77"/>
    <w:rsid w:val="00517E3A"/>
    <w:rsid w:val="0052284C"/>
    <w:rsid w:val="0052400D"/>
    <w:rsid w:val="00561B7B"/>
    <w:rsid w:val="00561C5A"/>
    <w:rsid w:val="00561D90"/>
    <w:rsid w:val="00563AEB"/>
    <w:rsid w:val="00567D70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B5991"/>
    <w:rsid w:val="005D7525"/>
    <w:rsid w:val="005E1AB1"/>
    <w:rsid w:val="005E20B2"/>
    <w:rsid w:val="005E5A22"/>
    <w:rsid w:val="005F17A1"/>
    <w:rsid w:val="005F5FA1"/>
    <w:rsid w:val="006229D5"/>
    <w:rsid w:val="00625B5A"/>
    <w:rsid w:val="00625C90"/>
    <w:rsid w:val="0063686B"/>
    <w:rsid w:val="006435FE"/>
    <w:rsid w:val="0064494B"/>
    <w:rsid w:val="00654C16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51828"/>
    <w:rsid w:val="0076745A"/>
    <w:rsid w:val="00772DDF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53699"/>
    <w:rsid w:val="00857BA6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2C28"/>
    <w:rsid w:val="00A17111"/>
    <w:rsid w:val="00A21409"/>
    <w:rsid w:val="00A26A28"/>
    <w:rsid w:val="00A30404"/>
    <w:rsid w:val="00A36C33"/>
    <w:rsid w:val="00A41E41"/>
    <w:rsid w:val="00A4501E"/>
    <w:rsid w:val="00A50FFF"/>
    <w:rsid w:val="00A527AF"/>
    <w:rsid w:val="00A54992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E61BD"/>
    <w:rsid w:val="00AF5281"/>
    <w:rsid w:val="00B01599"/>
    <w:rsid w:val="00B15DB4"/>
    <w:rsid w:val="00B177D0"/>
    <w:rsid w:val="00B3151A"/>
    <w:rsid w:val="00B37307"/>
    <w:rsid w:val="00B44FAF"/>
    <w:rsid w:val="00B47571"/>
    <w:rsid w:val="00B5145B"/>
    <w:rsid w:val="00B707D0"/>
    <w:rsid w:val="00B70ED4"/>
    <w:rsid w:val="00B75FF7"/>
    <w:rsid w:val="00B816F4"/>
    <w:rsid w:val="00B822EA"/>
    <w:rsid w:val="00B84417"/>
    <w:rsid w:val="00B85A1B"/>
    <w:rsid w:val="00B917D8"/>
    <w:rsid w:val="00B94FBB"/>
    <w:rsid w:val="00BA3595"/>
    <w:rsid w:val="00BB3CAA"/>
    <w:rsid w:val="00BB48C7"/>
    <w:rsid w:val="00BC1E8F"/>
    <w:rsid w:val="00BC1F6B"/>
    <w:rsid w:val="00BC732E"/>
    <w:rsid w:val="00BD3D30"/>
    <w:rsid w:val="00BD70EA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904BB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1693A"/>
    <w:rsid w:val="00D20A5C"/>
    <w:rsid w:val="00D2650E"/>
    <w:rsid w:val="00D33524"/>
    <w:rsid w:val="00D3462F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4E74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371E"/>
    <w:rsid w:val="00EA1BDF"/>
    <w:rsid w:val="00EA39BF"/>
    <w:rsid w:val="00EB6B74"/>
    <w:rsid w:val="00EB6E4B"/>
    <w:rsid w:val="00EC4FD4"/>
    <w:rsid w:val="00EC77B0"/>
    <w:rsid w:val="00ED2956"/>
    <w:rsid w:val="00EE3197"/>
    <w:rsid w:val="00EF0E96"/>
    <w:rsid w:val="00EF2951"/>
    <w:rsid w:val="00EF758B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1BC5"/>
    <w:rsid w:val="00FA74D9"/>
    <w:rsid w:val="00FB201E"/>
    <w:rsid w:val="00FC6B45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BF3BB9"/>
  <w15:docId w15:val="{5A117A16-DD67-49AC-AC06-B52DE65C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7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d2c289-cb70-4dbd-afe9-1f133a004d25" xsi:nil="true"/>
    <lcf76f155ced4ddcb4097134ff3c332f xmlns="ea40481e-d35b-4a7a-8d1b-277f304aad7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4F7F556C4DF4FA3B30C6313B7DDDC" ma:contentTypeVersion="13" ma:contentTypeDescription="Umožňuje vytvoriť nový dokument." ma:contentTypeScope="" ma:versionID="fb2076aaf20278dfce0207449cf54b80">
  <xsd:schema xmlns:xsd="http://www.w3.org/2001/XMLSchema" xmlns:xs="http://www.w3.org/2001/XMLSchema" xmlns:p="http://schemas.microsoft.com/office/2006/metadata/properties" xmlns:ns2="ea40481e-d35b-4a7a-8d1b-277f304aad73" xmlns:ns3="0ed2c289-cb70-4dbd-afe9-1f133a004d25" targetNamespace="http://schemas.microsoft.com/office/2006/metadata/properties" ma:root="true" ma:fieldsID="01ad15df9e73415ed6b4b94d16fc1d59" ns2:_="" ns3:_="">
    <xsd:import namespace="ea40481e-d35b-4a7a-8d1b-277f304aad73"/>
    <xsd:import namespace="0ed2c289-cb70-4dbd-afe9-1f133a004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20de4301-b1da-46d0-bded-5f1fb5ebe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2c289-cb70-4dbd-afe9-1f133a004d2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cfd6c87-fcdc-4940-b916-5cb597eb14a6}" ma:internalName="TaxCatchAll" ma:showField="CatchAllData" ma:web="0ed2c289-cb70-4dbd-afe9-1f133a004d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AA104-04B6-47FB-B33B-6108A378096D}">
  <ds:schemaRefs>
    <ds:schemaRef ds:uri="http://schemas.microsoft.com/office/2006/metadata/properties"/>
    <ds:schemaRef ds:uri="http://schemas.microsoft.com/office/infopath/2007/PartnerControls"/>
    <ds:schemaRef ds:uri="0ed2c289-cb70-4dbd-afe9-1f133a004d25"/>
    <ds:schemaRef ds:uri="ea40481e-d35b-4a7a-8d1b-277f304aad73"/>
  </ds:schemaRefs>
</ds:datastoreItem>
</file>

<file path=customXml/itemProps2.xml><?xml version="1.0" encoding="utf-8"?>
<ds:datastoreItem xmlns:ds="http://schemas.openxmlformats.org/officeDocument/2006/customXml" ds:itemID="{E174C64C-8199-4850-99CA-B00A69DFA6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53DC25-680A-4122-B2D8-D1852AE2C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0ed2c289-cb70-4dbd-afe9-1f133a004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</cp:revision>
  <cp:lastPrinted>2013-05-24T14:00:00Z</cp:lastPrinted>
  <dcterms:created xsi:type="dcterms:W3CDTF">2022-10-01T09:33:00Z</dcterms:created>
  <dcterms:modified xsi:type="dcterms:W3CDTF">2023-02-28T14:19:00Z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</Properties>
</file>