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35765" w14:textId="177481FA" w:rsidR="0001069B" w:rsidRPr="000C11CE" w:rsidRDefault="003F138A" w:rsidP="0001069B">
      <w:pPr>
        <w:pStyle w:val="eTask"/>
        <w:rPr>
          <w:lang w:val="cs-CZ"/>
        </w:rPr>
      </w:pPr>
      <w:bookmarkStart w:id="0" w:name="_Hlk97716694"/>
      <w:r w:rsidRPr="000C11CE">
        <w:rPr>
          <w:lang w:val="cs-CZ"/>
        </w:rPr>
        <w:t>Uveďte 4 komponenty infra</w:t>
      </w:r>
      <w:r w:rsidR="000C11CE" w:rsidRPr="000C11CE">
        <w:rPr>
          <w:lang w:val="cs-CZ"/>
        </w:rPr>
        <w:t>s</w:t>
      </w:r>
      <w:r w:rsidRPr="000C11CE">
        <w:rPr>
          <w:lang w:val="cs-CZ"/>
        </w:rPr>
        <w:t>trukt</w:t>
      </w:r>
      <w:r w:rsidR="000C11CE" w:rsidRPr="000C11CE">
        <w:rPr>
          <w:lang w:val="cs-CZ"/>
        </w:rPr>
        <w:t>u</w:t>
      </w:r>
      <w:r w:rsidRPr="000C11CE">
        <w:rPr>
          <w:lang w:val="cs-CZ"/>
        </w:rPr>
        <w:t>ry ve</w:t>
      </w:r>
      <w:r w:rsidR="000C11CE" w:rsidRPr="000C11CE">
        <w:rPr>
          <w:lang w:val="cs-CZ"/>
        </w:rPr>
        <w:t>ř</w:t>
      </w:r>
      <w:r w:rsidRPr="000C11CE">
        <w:rPr>
          <w:lang w:val="cs-CZ"/>
        </w:rPr>
        <w:t>ejného k</w:t>
      </w:r>
      <w:r w:rsidR="000C11CE" w:rsidRPr="000C11CE">
        <w:rPr>
          <w:lang w:val="cs-CZ"/>
        </w:rPr>
        <w:t>lí</w:t>
      </w:r>
      <w:r w:rsidRPr="000C11CE">
        <w:rPr>
          <w:lang w:val="cs-CZ"/>
        </w:rPr>
        <w:t>č</w:t>
      </w:r>
      <w:r w:rsidR="000C11CE" w:rsidRPr="000C11CE">
        <w:rPr>
          <w:lang w:val="cs-CZ"/>
        </w:rPr>
        <w:t>e</w:t>
      </w:r>
      <w:r w:rsidR="00826CB8">
        <w:rPr>
          <w:lang w:val="cs-CZ"/>
        </w:rPr>
        <w:t xml:space="preserve"> PK</w:t>
      </w:r>
      <w:r w:rsidR="00A60B23">
        <w:rPr>
          <w:lang w:val="cs-CZ"/>
        </w:rPr>
        <w:t>I</w:t>
      </w:r>
      <w:r w:rsidR="000C11CE">
        <w:rPr>
          <w:lang w:val="cs-CZ"/>
        </w:rPr>
        <w:t>.</w:t>
      </w:r>
    </w:p>
    <w:p w14:paraId="2E4BABE2" w14:textId="77777777" w:rsidR="001922A0" w:rsidRPr="000C11CE" w:rsidRDefault="001922A0" w:rsidP="00683A34"/>
    <w:p w14:paraId="280DBC45" w14:textId="09269A63" w:rsidR="00EB6B74" w:rsidRPr="000C11CE" w:rsidRDefault="00EB6B74" w:rsidP="004A7E5F">
      <w:pPr>
        <w:ind w:left="992" w:hanging="425"/>
        <w:rPr>
          <w:u w:val="single"/>
        </w:rPr>
      </w:pPr>
      <w:r w:rsidRPr="000C11CE">
        <w:t>1.</w:t>
      </w:r>
      <w:r w:rsidRPr="000C11CE">
        <w:tab/>
      </w:r>
      <w:r w:rsidR="000C11CE">
        <w:rPr>
          <w:color w:val="FF0000"/>
          <w:u w:val="single"/>
        </w:rPr>
        <w:t>re</w:t>
      </w:r>
      <w:r w:rsidR="0001069B" w:rsidRPr="000C11CE">
        <w:rPr>
          <w:color w:val="FF0000"/>
          <w:u w:val="single"/>
        </w:rPr>
        <w:t>gistra</w:t>
      </w:r>
      <w:r w:rsidR="003F138A" w:rsidRPr="000C11CE">
        <w:rPr>
          <w:color w:val="FF0000"/>
          <w:u w:val="single"/>
        </w:rPr>
        <w:t>čn</w:t>
      </w:r>
      <w:r w:rsidR="000C11CE">
        <w:rPr>
          <w:color w:val="FF0000"/>
          <w:u w:val="single"/>
        </w:rPr>
        <w:t>í</w:t>
      </w:r>
      <w:r w:rsidR="003F138A" w:rsidRPr="000C11CE">
        <w:rPr>
          <w:color w:val="FF0000"/>
          <w:u w:val="single"/>
        </w:rPr>
        <w:t xml:space="preserve"> autorita</w:t>
      </w:r>
      <w:r w:rsidR="0001069B" w:rsidRPr="000C11CE">
        <w:rPr>
          <w:color w:val="FF0000"/>
          <w:u w:val="single"/>
        </w:rPr>
        <w:t xml:space="preserve"> (RA)</w:t>
      </w:r>
    </w:p>
    <w:p w14:paraId="31FC5B44" w14:textId="77777777" w:rsidR="00EB6B74" w:rsidRPr="000C11CE" w:rsidRDefault="00EB6B74" w:rsidP="004A7E5F">
      <w:pPr>
        <w:ind w:left="992" w:hanging="425"/>
      </w:pPr>
    </w:p>
    <w:p w14:paraId="3945FC05" w14:textId="7FC7F653" w:rsidR="00EB6B74" w:rsidRPr="000C11CE" w:rsidRDefault="00EB6B74" w:rsidP="0001069B">
      <w:pPr>
        <w:ind w:left="992" w:hanging="425"/>
        <w:rPr>
          <w:u w:val="single"/>
        </w:rPr>
      </w:pPr>
      <w:r w:rsidRPr="000C11CE">
        <w:rPr>
          <w:lang w:eastAsia="sk-SK"/>
        </w:rPr>
        <w:t>2.</w:t>
      </w:r>
      <w:r w:rsidRPr="000C11CE">
        <w:tab/>
      </w:r>
      <w:r w:rsidR="000C11CE">
        <w:rPr>
          <w:color w:val="FF0000"/>
          <w:u w:val="single"/>
        </w:rPr>
        <w:t>c</w:t>
      </w:r>
      <w:r w:rsidR="0001069B" w:rsidRPr="000C11CE">
        <w:rPr>
          <w:color w:val="FF0000"/>
          <w:u w:val="single"/>
        </w:rPr>
        <w:t>ertifi</w:t>
      </w:r>
      <w:r w:rsidR="003F138A" w:rsidRPr="000C11CE">
        <w:rPr>
          <w:color w:val="FF0000"/>
          <w:u w:val="single"/>
        </w:rPr>
        <w:t>kačn</w:t>
      </w:r>
      <w:r w:rsidR="000C11CE">
        <w:rPr>
          <w:color w:val="FF0000"/>
          <w:u w:val="single"/>
        </w:rPr>
        <w:t>í</w:t>
      </w:r>
      <w:r w:rsidR="003F138A" w:rsidRPr="000C11CE">
        <w:rPr>
          <w:color w:val="FF0000"/>
          <w:u w:val="single"/>
        </w:rPr>
        <w:t xml:space="preserve"> autorita</w:t>
      </w:r>
      <w:r w:rsidR="0001069B" w:rsidRPr="000C11CE">
        <w:rPr>
          <w:color w:val="FF0000"/>
          <w:u w:val="single"/>
        </w:rPr>
        <w:t xml:space="preserve"> (CA)</w:t>
      </w:r>
    </w:p>
    <w:p w14:paraId="4CE22E1F" w14:textId="77777777" w:rsidR="00EB6B74" w:rsidRPr="000C11CE" w:rsidRDefault="00EB6B74" w:rsidP="004A7E5F">
      <w:pPr>
        <w:ind w:left="992" w:hanging="425"/>
        <w:rPr>
          <w:lang w:eastAsia="sk-SK"/>
        </w:rPr>
      </w:pPr>
    </w:p>
    <w:p w14:paraId="1C104117" w14:textId="0D5BB394" w:rsidR="00EB6B74" w:rsidRPr="000C11CE" w:rsidRDefault="00EB6B74" w:rsidP="004A7E5F">
      <w:pPr>
        <w:ind w:left="992" w:hanging="425"/>
      </w:pPr>
      <w:r w:rsidRPr="000C11CE">
        <w:rPr>
          <w:lang w:eastAsia="sk-SK"/>
        </w:rPr>
        <w:t>3.</w:t>
      </w:r>
      <w:r w:rsidRPr="000C11CE">
        <w:tab/>
      </w:r>
      <w:r w:rsidR="000C11CE">
        <w:rPr>
          <w:color w:val="FF0000"/>
          <w:u w:val="single"/>
        </w:rPr>
        <w:t>v</w:t>
      </w:r>
      <w:r w:rsidR="0001069B" w:rsidRPr="000C11CE">
        <w:rPr>
          <w:color w:val="FF0000"/>
          <w:u w:val="single"/>
        </w:rPr>
        <w:t>alida</w:t>
      </w:r>
      <w:r w:rsidR="003F138A" w:rsidRPr="000C11CE">
        <w:rPr>
          <w:color w:val="FF0000"/>
          <w:u w:val="single"/>
        </w:rPr>
        <w:t>čn</w:t>
      </w:r>
      <w:r w:rsidR="000C11CE">
        <w:rPr>
          <w:color w:val="FF0000"/>
          <w:u w:val="single"/>
        </w:rPr>
        <w:t>í</w:t>
      </w:r>
      <w:r w:rsidR="003F138A" w:rsidRPr="000C11CE">
        <w:rPr>
          <w:color w:val="FF0000"/>
          <w:u w:val="single"/>
        </w:rPr>
        <w:t xml:space="preserve"> autorita</w:t>
      </w:r>
      <w:r w:rsidR="0001069B" w:rsidRPr="000C11CE">
        <w:rPr>
          <w:color w:val="FF0000"/>
          <w:u w:val="single"/>
        </w:rPr>
        <w:t xml:space="preserve"> (VA)</w:t>
      </w:r>
    </w:p>
    <w:p w14:paraId="369DE36D" w14:textId="77777777" w:rsidR="00F01181" w:rsidRPr="000C11CE" w:rsidRDefault="00F01181" w:rsidP="004A7E5F">
      <w:pPr>
        <w:ind w:left="992" w:hanging="425"/>
        <w:rPr>
          <w:lang w:eastAsia="sk-SK"/>
        </w:rPr>
      </w:pPr>
    </w:p>
    <w:p w14:paraId="622A9ECB" w14:textId="5FAD96F2" w:rsidR="004A7E5F" w:rsidRPr="000C11CE" w:rsidRDefault="004A7E5F" w:rsidP="004A7E5F">
      <w:pPr>
        <w:ind w:left="992" w:hanging="425"/>
        <w:rPr>
          <w:color w:val="FF0000"/>
          <w:u w:val="single"/>
          <w:lang w:eastAsia="sk-SK"/>
        </w:rPr>
      </w:pPr>
      <w:r w:rsidRPr="000C11CE">
        <w:rPr>
          <w:lang w:eastAsia="sk-SK"/>
        </w:rPr>
        <w:t>4.</w:t>
      </w:r>
      <w:r w:rsidRPr="000C11CE">
        <w:rPr>
          <w:lang w:eastAsia="sk-SK"/>
        </w:rPr>
        <w:tab/>
      </w:r>
      <w:r w:rsidR="0001069B" w:rsidRPr="000C11CE">
        <w:rPr>
          <w:color w:val="FF0000"/>
          <w:u w:val="single"/>
          <w:lang w:eastAsia="sk-SK"/>
        </w:rPr>
        <w:t>(digit</w:t>
      </w:r>
      <w:r w:rsidR="003F138A" w:rsidRPr="000C11CE">
        <w:rPr>
          <w:color w:val="FF0000"/>
          <w:u w:val="single"/>
          <w:lang w:eastAsia="sk-SK"/>
        </w:rPr>
        <w:t>áln</w:t>
      </w:r>
      <w:r w:rsidR="000C11CE">
        <w:rPr>
          <w:color w:val="FF0000"/>
          <w:u w:val="single"/>
          <w:lang w:eastAsia="sk-SK"/>
        </w:rPr>
        <w:t>í</w:t>
      </w:r>
      <w:r w:rsidR="0001069B" w:rsidRPr="000C11CE">
        <w:rPr>
          <w:color w:val="FF0000"/>
          <w:u w:val="single"/>
          <w:lang w:eastAsia="sk-SK"/>
        </w:rPr>
        <w:t>) certifi</w:t>
      </w:r>
      <w:r w:rsidR="003F138A" w:rsidRPr="000C11CE">
        <w:rPr>
          <w:color w:val="FF0000"/>
          <w:u w:val="single"/>
          <w:lang w:eastAsia="sk-SK"/>
        </w:rPr>
        <w:t>kát</w:t>
      </w:r>
    </w:p>
    <w:p w14:paraId="4207A928" w14:textId="77777777" w:rsidR="00172098" w:rsidRPr="000C11CE" w:rsidRDefault="00172098" w:rsidP="004A7E5F">
      <w:pPr>
        <w:ind w:left="992" w:hanging="425"/>
        <w:rPr>
          <w:lang w:eastAsia="sk-SK"/>
        </w:rPr>
      </w:pPr>
    </w:p>
    <w:p w14:paraId="181AB58E" w14:textId="77777777" w:rsidR="00C148FD" w:rsidRPr="000C11CE" w:rsidRDefault="00C148FD" w:rsidP="00BF590A">
      <w:pPr>
        <w:pStyle w:val="eLineBottom"/>
        <w:ind w:left="154"/>
      </w:pPr>
    </w:p>
    <w:p w14:paraId="53B3B9F6" w14:textId="77777777" w:rsidR="00C148FD" w:rsidRPr="000C11CE" w:rsidRDefault="00C148FD" w:rsidP="00BF590A">
      <w:pPr>
        <w:ind w:left="154"/>
      </w:pPr>
    </w:p>
    <w:p w14:paraId="30F2071B" w14:textId="1A85E595" w:rsidR="00C148FD" w:rsidRPr="000C11CE" w:rsidRDefault="00826CB8" w:rsidP="00BF590A">
      <w:pPr>
        <w:pStyle w:val="eTask"/>
        <w:rPr>
          <w:lang w:val="cs-CZ"/>
        </w:rPr>
      </w:pPr>
      <w:r w:rsidRPr="00826CB8">
        <w:rPr>
          <w:lang w:val="cs-CZ"/>
        </w:rPr>
        <w:t>Opravte následující text tak, aby jednotlivá tvrzení byla pravdivá</w:t>
      </w:r>
      <w:r w:rsidR="008440A4" w:rsidRPr="000C11CE">
        <w:rPr>
          <w:lang w:val="cs-CZ"/>
        </w:rPr>
        <w:t>.</w:t>
      </w:r>
    </w:p>
    <w:p w14:paraId="5007707F" w14:textId="77777777" w:rsidR="00BC1E8F" w:rsidRPr="000C11CE" w:rsidRDefault="00BC1E8F" w:rsidP="00BF590A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14:paraId="14AFBA1E" w14:textId="6682DA92" w:rsidR="009C3A3C" w:rsidRPr="000C11CE" w:rsidRDefault="00A60B23" w:rsidP="003500E0">
      <w:pPr>
        <w:pStyle w:val="eCheckBoxText"/>
        <w:spacing w:line="360" w:lineRule="auto"/>
        <w:ind w:left="567" w:firstLine="0"/>
      </w:pPr>
      <w:r>
        <w:t>A</w:t>
      </w:r>
      <w:r w:rsidRPr="00A60B23">
        <w:t>by mohly obě strany bezpečně komunikovat prostřednictvím asymetrického šifrování, musí tento proces probíhat následujícím způsobem</w:t>
      </w:r>
      <w:r>
        <w:t>: Obě strany si navzájem vymění</w:t>
      </w:r>
      <w:r w:rsidR="00706E57" w:rsidRPr="000C11CE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veřejné klíče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tajné klíče</m:t>
                </m:r>
              </m:e>
            </m:eqArr>
          </m:e>
        </m:d>
      </m:oMath>
      <w:r w:rsidR="00706E57" w:rsidRPr="000C11CE">
        <w:t xml:space="preserve">. </w:t>
      </w:r>
      <w:r w:rsidR="008440A4" w:rsidRPr="00A60B23">
        <w:rPr>
          <w:rStyle w:val="Zdraznnjemn"/>
        </w:rPr>
        <w:t>Osoba 1</w:t>
      </w:r>
      <w:r w:rsidR="008440A4" w:rsidRPr="000C11CE">
        <w:t xml:space="preserve"> zašifruje správu, kt</w:t>
      </w:r>
      <w:r>
        <w:t>e</w:t>
      </w:r>
      <w:r w:rsidR="008440A4" w:rsidRPr="000C11CE">
        <w:t>r</w:t>
      </w:r>
      <w:r>
        <w:t>ou</w:t>
      </w:r>
      <w:r w:rsidR="008440A4" w:rsidRPr="000C11CE">
        <w:t xml:space="preserve"> chce </w:t>
      </w:r>
      <w:r>
        <w:t>ode</w:t>
      </w:r>
      <w:r w:rsidR="008440A4" w:rsidRPr="000C11CE">
        <w:t>sla</w:t>
      </w:r>
      <w:r>
        <w:t>t</w:t>
      </w:r>
      <w:r w:rsidR="008440A4" w:rsidRPr="000C11CE">
        <w:t xml:space="preserve"> pomoc</w:t>
      </w:r>
      <w:r>
        <w:t>í</w:t>
      </w:r>
      <w:r w:rsidR="008440A4" w:rsidRPr="000C11CE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veřejného klíče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color w:val="000000" w:themeColor="text1"/>
                  </w:rPr>
                  <m:t>soukromého klíče</m:t>
                </m:r>
              </m:e>
            </m:eqArr>
          </m:e>
        </m:d>
      </m:oMath>
      <w:r w:rsidR="008440A4" w:rsidRPr="000C11CE">
        <w:t xml:space="preserve"> </w:t>
      </w:r>
      <w:r w:rsidR="008440A4" w:rsidRPr="00A60B23">
        <w:rPr>
          <w:rStyle w:val="Zdraznnjemn"/>
        </w:rPr>
        <w:t>osoby 2</w:t>
      </w:r>
      <w:r w:rsidR="008440A4" w:rsidRPr="000C11CE">
        <w:t xml:space="preserve"> a následn</w:t>
      </w:r>
      <w:r>
        <w:t>ě</w:t>
      </w:r>
      <w:r w:rsidR="008440A4" w:rsidRPr="000C11CE">
        <w:t xml:space="preserve"> j</w:t>
      </w:r>
      <w:r>
        <w:t>i</w:t>
      </w:r>
      <w:r w:rsidR="008440A4" w:rsidRPr="000C11CE">
        <w:t xml:space="preserve"> </w:t>
      </w:r>
      <w:r>
        <w:t>ode</w:t>
      </w:r>
      <w:r w:rsidR="008440A4" w:rsidRPr="000C11CE">
        <w:t>šle</w:t>
      </w:r>
      <w:r>
        <w:t xml:space="preserve"> </w:t>
      </w:r>
      <w:r w:rsidRPr="00A60B23">
        <w:rPr>
          <w:rStyle w:val="Zdraznnjemn"/>
        </w:rPr>
        <w:t>osobě 2</w:t>
      </w:r>
      <w:r w:rsidR="008440A4" w:rsidRPr="000C11CE">
        <w:t xml:space="preserve">. </w:t>
      </w:r>
      <w:r w:rsidR="008440A4" w:rsidRPr="00A60B23">
        <w:rPr>
          <w:rStyle w:val="Zdraznnjemn"/>
        </w:rPr>
        <w:t>Osoba 2</w:t>
      </w:r>
      <w:r w:rsidR="008440A4" w:rsidRPr="000C11CE">
        <w:t xml:space="preserve"> dešifruje p</w:t>
      </w:r>
      <w:r>
        <w:t>ř</w:t>
      </w:r>
      <w:r w:rsidR="008440A4" w:rsidRPr="000C11CE">
        <w:t>ijat</w:t>
      </w:r>
      <w:r>
        <w:t>ou</w:t>
      </w:r>
      <w:r w:rsidR="008440A4" w:rsidRPr="000C11CE">
        <w:t xml:space="preserve"> </w:t>
      </w:r>
      <w:r>
        <w:t>z</w:t>
      </w:r>
      <w:r w:rsidR="008440A4" w:rsidRPr="000C11CE">
        <w:t xml:space="preserve">právu </w:t>
      </w:r>
      <w:r>
        <w:t xml:space="preserve">pomocí </w:t>
      </w:r>
      <w:r w:rsidR="008440A4" w:rsidRPr="000C11CE">
        <w:t>sv</w:t>
      </w:r>
      <w:r>
        <w:t>ého</w:t>
      </w:r>
      <w:r w:rsidR="008440A4" w:rsidRPr="000C11CE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veřejného klíče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soukromého klíče</m:t>
                </m:r>
              </m:e>
            </m:eqArr>
          </m:e>
        </m:d>
      </m:oMath>
      <w:r w:rsidR="00706E57" w:rsidRPr="000C11CE">
        <w:t>.</w:t>
      </w:r>
    </w:p>
    <w:p w14:paraId="444E86D2" w14:textId="77777777" w:rsidR="006E598F" w:rsidRPr="000C11CE" w:rsidRDefault="006E598F" w:rsidP="006E598F">
      <w:pPr>
        <w:pStyle w:val="eLineBottom"/>
        <w:ind w:left="154"/>
      </w:pPr>
    </w:p>
    <w:p w14:paraId="1396FE55" w14:textId="77777777" w:rsidR="00F1459B" w:rsidRPr="000C11CE" w:rsidRDefault="00F1459B" w:rsidP="00F1459B"/>
    <w:p w14:paraId="22A7C6C4" w14:textId="17F0DF03" w:rsidR="009C3A3C" w:rsidRPr="000C11CE" w:rsidRDefault="003500E0" w:rsidP="009C3A3C">
      <w:pPr>
        <w:pStyle w:val="eTask"/>
        <w:rPr>
          <w:lang w:val="cs-CZ"/>
        </w:rPr>
      </w:pPr>
      <w:r w:rsidRPr="000C11CE">
        <w:rPr>
          <w:lang w:val="cs-CZ"/>
        </w:rPr>
        <w:t>Vyberte správn</w:t>
      </w:r>
      <w:r w:rsidR="002322CB">
        <w:rPr>
          <w:lang w:val="cs-CZ"/>
        </w:rPr>
        <w:t>é</w:t>
      </w:r>
      <w:r w:rsidRPr="000C11CE">
        <w:rPr>
          <w:lang w:val="cs-CZ"/>
        </w:rPr>
        <w:t xml:space="preserve"> možnosti (termíny) z</w:t>
      </w:r>
      <w:r w:rsidR="002322CB">
        <w:rPr>
          <w:lang w:val="cs-CZ"/>
        </w:rPr>
        <w:t>e</w:t>
      </w:r>
      <w:r w:rsidRPr="000C11CE">
        <w:rPr>
          <w:lang w:val="cs-CZ"/>
        </w:rPr>
        <w:t xml:space="preserve"> </w:t>
      </w:r>
      <w:r w:rsidR="002322CB">
        <w:rPr>
          <w:lang w:val="cs-CZ"/>
        </w:rPr>
        <w:t>se</w:t>
      </w:r>
      <w:r w:rsidRPr="000C11CE">
        <w:rPr>
          <w:lang w:val="cs-CZ"/>
        </w:rPr>
        <w:t xml:space="preserve">znamu </w:t>
      </w:r>
      <w:r w:rsidR="002322CB">
        <w:rPr>
          <w:lang w:val="cs-CZ"/>
        </w:rPr>
        <w:t>níže</w:t>
      </w:r>
      <w:r w:rsidRPr="000C11CE">
        <w:rPr>
          <w:lang w:val="cs-CZ"/>
        </w:rPr>
        <w:t xml:space="preserve"> a zap</w:t>
      </w:r>
      <w:r w:rsidR="002322CB">
        <w:rPr>
          <w:lang w:val="cs-CZ"/>
        </w:rPr>
        <w:t>i</w:t>
      </w:r>
      <w:r w:rsidRPr="000C11CE">
        <w:rPr>
          <w:lang w:val="cs-CZ"/>
        </w:rPr>
        <w:t>št</w:t>
      </w:r>
      <w:r w:rsidR="002322CB">
        <w:rPr>
          <w:lang w:val="cs-CZ"/>
        </w:rPr>
        <w:t>e je</w:t>
      </w:r>
      <w:r w:rsidRPr="000C11CE">
        <w:rPr>
          <w:lang w:val="cs-CZ"/>
        </w:rPr>
        <w:t xml:space="preserve"> do obrázk</w:t>
      </w:r>
      <w:r w:rsidR="002322CB">
        <w:rPr>
          <w:lang w:val="cs-CZ"/>
        </w:rPr>
        <w:t>u</w:t>
      </w:r>
      <w:r w:rsidRPr="000C11CE">
        <w:rPr>
          <w:lang w:val="cs-CZ"/>
        </w:rPr>
        <w:t xml:space="preserve"> tak, aby vznikl</w:t>
      </w:r>
      <w:r w:rsidR="002322CB">
        <w:rPr>
          <w:lang w:val="cs-CZ"/>
        </w:rPr>
        <w:t>o</w:t>
      </w:r>
      <w:r w:rsidRPr="000C11CE">
        <w:rPr>
          <w:lang w:val="cs-CZ"/>
        </w:rPr>
        <w:t xml:space="preserve"> správn</w:t>
      </w:r>
      <w:r w:rsidR="002322CB">
        <w:rPr>
          <w:lang w:val="cs-CZ"/>
        </w:rPr>
        <w:t>é</w:t>
      </w:r>
      <w:r w:rsidRPr="000C11CE">
        <w:rPr>
          <w:lang w:val="cs-CZ"/>
        </w:rPr>
        <w:t xml:space="preserve"> schéma tvorby a ov</w:t>
      </w:r>
      <w:r w:rsidR="002322CB">
        <w:rPr>
          <w:lang w:val="cs-CZ"/>
        </w:rPr>
        <w:t>ěř</w:t>
      </w:r>
      <w:r w:rsidRPr="000C11CE">
        <w:rPr>
          <w:lang w:val="cs-CZ"/>
        </w:rPr>
        <w:t>en</w:t>
      </w:r>
      <w:r w:rsidR="002322CB">
        <w:rPr>
          <w:lang w:val="cs-CZ"/>
        </w:rPr>
        <w:t>í</w:t>
      </w:r>
      <w:r w:rsidRPr="000C11CE">
        <w:rPr>
          <w:lang w:val="cs-CZ"/>
        </w:rPr>
        <w:t xml:space="preserve"> digitáln</w:t>
      </w:r>
      <w:r w:rsidR="002322CB">
        <w:rPr>
          <w:lang w:val="cs-CZ"/>
        </w:rPr>
        <w:t>í</w:t>
      </w:r>
      <w:r w:rsidRPr="000C11CE">
        <w:rPr>
          <w:lang w:val="cs-CZ"/>
        </w:rPr>
        <w:t>ho podpisu.</w:t>
      </w:r>
    </w:p>
    <w:p w14:paraId="4D31E78F" w14:textId="77777777" w:rsidR="0012763B" w:rsidRPr="000C11CE" w:rsidRDefault="0012763B" w:rsidP="00683A34"/>
    <w:p w14:paraId="78A5998F" w14:textId="32939A0A" w:rsidR="00E15717" w:rsidRPr="000C11CE" w:rsidRDefault="00D9376A" w:rsidP="00683A34">
      <w:r w:rsidRPr="000C11C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AA483E0" wp14:editId="1FE75AFD">
                <wp:simplePos x="0" y="0"/>
                <wp:positionH relativeFrom="column">
                  <wp:posOffset>3639185</wp:posOffset>
                </wp:positionH>
                <wp:positionV relativeFrom="paragraph">
                  <wp:posOffset>826135</wp:posOffset>
                </wp:positionV>
                <wp:extent cx="665480" cy="328930"/>
                <wp:effectExtent l="0" t="0" r="20320" b="13970"/>
                <wp:wrapNone/>
                <wp:docPr id="3" name="Obdĺž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3289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9F25FF" id="Obdĺžnik 3" o:spid="_x0000_s1026" style="position:absolute;margin-left:286.55pt;margin-top:65.05pt;width:52.4pt;height:25.9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" filled="f" strokecolor="black [3213]" strokeweight="1pt"/>
            </w:pict>
          </mc:Fallback>
        </mc:AlternateContent>
      </w:r>
      <w:r w:rsidRPr="000C11C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CAE0FD" wp14:editId="2EA6D1DD">
                <wp:simplePos x="0" y="0"/>
                <wp:positionH relativeFrom="column">
                  <wp:posOffset>3636645</wp:posOffset>
                </wp:positionH>
                <wp:positionV relativeFrom="paragraph">
                  <wp:posOffset>823595</wp:posOffset>
                </wp:positionV>
                <wp:extent cx="701675" cy="1403985"/>
                <wp:effectExtent l="0" t="0" r="3175" b="3810"/>
                <wp:wrapNone/>
                <wp:docPr id="10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D0060F" w14:textId="3351C311" w:rsidR="00DB4576" w:rsidRPr="00B02AFD" w:rsidRDefault="00DB4576" w:rsidP="0012763B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02AFD">
                              <w:rPr>
                                <w:color w:val="FF0000"/>
                                <w:sz w:val="20"/>
                                <w:szCs w:val="20"/>
                              </w:rPr>
                              <w:t>s</w:t>
                            </w:r>
                            <w:r w:rsidR="00B02AFD" w:rsidRPr="00B02AFD">
                              <w:rPr>
                                <w:color w:val="FF0000"/>
                                <w:sz w:val="20"/>
                                <w:szCs w:val="20"/>
                              </w:rPr>
                              <w:t>ou</w:t>
                            </w:r>
                            <w:r w:rsidRPr="00B02AFD">
                              <w:rPr>
                                <w:color w:val="FF0000"/>
                                <w:sz w:val="20"/>
                                <w:szCs w:val="20"/>
                              </w:rPr>
                              <w:t>kromý k</w:t>
                            </w:r>
                            <w:r w:rsidR="00B02AFD" w:rsidRPr="00B02AFD">
                              <w:rPr>
                                <w:color w:val="FF0000"/>
                                <w:sz w:val="20"/>
                                <w:szCs w:val="20"/>
                              </w:rPr>
                              <w:t>lí</w:t>
                            </w:r>
                            <w:r w:rsidRPr="00B02AFD">
                              <w:rPr>
                                <w:color w:val="FF0000"/>
                                <w:sz w:val="20"/>
                                <w:szCs w:val="20"/>
                              </w:rPr>
                              <w:t>č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CAE0FD"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margin-left:286.35pt;margin-top:64.85pt;width:55.2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" filled="f" stroked="f">
                <v:textbox style="mso-fit-shape-to-text:t" inset="0,0,0,0">
                  <w:txbxContent>
                    <w:p w14:paraId="4BD0060F" w14:textId="3351C311" w:rsidR="00DB4576" w:rsidRPr="00B02AFD" w:rsidRDefault="00DB4576" w:rsidP="0012763B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B02AFD">
                        <w:rPr>
                          <w:color w:val="FF0000"/>
                          <w:sz w:val="20"/>
                          <w:szCs w:val="20"/>
                        </w:rPr>
                        <w:t>s</w:t>
                      </w:r>
                      <w:r w:rsidR="00B02AFD" w:rsidRPr="00B02AFD">
                        <w:rPr>
                          <w:color w:val="FF0000"/>
                          <w:sz w:val="20"/>
                          <w:szCs w:val="20"/>
                        </w:rPr>
                        <w:t>ou</w:t>
                      </w:r>
                      <w:r w:rsidRPr="00B02AFD">
                        <w:rPr>
                          <w:color w:val="FF0000"/>
                          <w:sz w:val="20"/>
                          <w:szCs w:val="20"/>
                        </w:rPr>
                        <w:t>kromý k</w:t>
                      </w:r>
                      <w:r w:rsidR="00B02AFD" w:rsidRPr="00B02AFD">
                        <w:rPr>
                          <w:color w:val="FF0000"/>
                          <w:sz w:val="20"/>
                          <w:szCs w:val="20"/>
                        </w:rPr>
                        <w:t>lí</w:t>
                      </w:r>
                      <w:r w:rsidRPr="00B02AFD">
                        <w:rPr>
                          <w:color w:val="FF0000"/>
                          <w:sz w:val="20"/>
                          <w:szCs w:val="20"/>
                        </w:rPr>
                        <w:t>č</w:t>
                      </w:r>
                    </w:p>
                  </w:txbxContent>
                </v:textbox>
              </v:shape>
            </w:pict>
          </mc:Fallback>
        </mc:AlternateContent>
      </w:r>
      <w:r w:rsidRPr="000C11C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69350F" wp14:editId="4A7EC829">
                <wp:simplePos x="0" y="0"/>
                <wp:positionH relativeFrom="column">
                  <wp:posOffset>4132580</wp:posOffset>
                </wp:positionH>
                <wp:positionV relativeFrom="paragraph">
                  <wp:posOffset>2297430</wp:posOffset>
                </wp:positionV>
                <wp:extent cx="921385" cy="1403985"/>
                <wp:effectExtent l="0" t="0" r="12065" b="7620"/>
                <wp:wrapNone/>
                <wp:docPr id="16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38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8E73A" w14:textId="461219D5" w:rsidR="00DB4576" w:rsidRPr="00DB4576" w:rsidRDefault="00DB4576" w:rsidP="0012763B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DB4576">
                              <w:rPr>
                                <w:color w:val="FF0000"/>
                                <w:sz w:val="16"/>
                                <w:szCs w:val="16"/>
                                <w:lang w:val="sk-SK"/>
                              </w:rPr>
                              <w:t>hodnoty ha</w:t>
                            </w:r>
                            <w:r w:rsidR="00B02AFD">
                              <w:rPr>
                                <w:color w:val="FF0000"/>
                                <w:sz w:val="16"/>
                                <w:szCs w:val="16"/>
                                <w:lang w:val="sk-SK"/>
                              </w:rPr>
                              <w:t>shů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69350F" id="_x0000_s1027" type="#_x0000_t202" style="position:absolute;margin-left:325.4pt;margin-top:180.9pt;width:72.55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" filled="f" stroked="f">
                <v:textbox style="mso-fit-shape-to-text:t" inset="0,0,0,0">
                  <w:txbxContent>
                    <w:p w14:paraId="1E98E73A" w14:textId="461219D5" w:rsidR="00DB4576" w:rsidRPr="00DB4576" w:rsidRDefault="00DB4576" w:rsidP="0012763B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DB4576">
                        <w:rPr>
                          <w:color w:val="FF0000"/>
                          <w:sz w:val="16"/>
                          <w:szCs w:val="16"/>
                          <w:lang w:val="sk-SK"/>
                        </w:rPr>
                        <w:t>hodnoty ha</w:t>
                      </w:r>
                      <w:r w:rsidR="00B02AFD">
                        <w:rPr>
                          <w:color w:val="FF0000"/>
                          <w:sz w:val="16"/>
                          <w:szCs w:val="16"/>
                          <w:lang w:val="sk-SK"/>
                        </w:rPr>
                        <w:t>shů</w:t>
                      </w:r>
                    </w:p>
                  </w:txbxContent>
                </v:textbox>
              </v:shape>
            </w:pict>
          </mc:Fallback>
        </mc:AlternateContent>
      </w:r>
      <w:r w:rsidRPr="000C11C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DC063DB" wp14:editId="7322FE9F">
                <wp:simplePos x="0" y="0"/>
                <wp:positionH relativeFrom="column">
                  <wp:posOffset>4250055</wp:posOffset>
                </wp:positionH>
                <wp:positionV relativeFrom="paragraph">
                  <wp:posOffset>2243808</wp:posOffset>
                </wp:positionV>
                <wp:extent cx="665480" cy="229737"/>
                <wp:effectExtent l="0" t="0" r="20320" b="18415"/>
                <wp:wrapNone/>
                <wp:docPr id="4" name="Obdĺž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2297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497BE6" id="Obdĺžnik 4" o:spid="_x0000_s1026" style="position:absolute;margin-left:334.65pt;margin-top:176.7pt;width:52.4pt;height:18.1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" filled="f" strokecolor="black [3213]" strokeweight="1pt"/>
            </w:pict>
          </mc:Fallback>
        </mc:AlternateContent>
      </w:r>
      <w:r w:rsidR="00DB4576" w:rsidRPr="000C11C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3810DC" wp14:editId="179D453F">
                <wp:simplePos x="0" y="0"/>
                <wp:positionH relativeFrom="column">
                  <wp:posOffset>1680210</wp:posOffset>
                </wp:positionH>
                <wp:positionV relativeFrom="paragraph">
                  <wp:posOffset>2649855</wp:posOffset>
                </wp:positionV>
                <wp:extent cx="701675" cy="1403985"/>
                <wp:effectExtent l="0" t="0" r="3175" b="3810"/>
                <wp:wrapNone/>
                <wp:docPr id="15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67AB4" w14:textId="5C184976" w:rsidR="00DB4576" w:rsidRPr="00B02AFD" w:rsidRDefault="00DB4576" w:rsidP="0012763B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02AFD">
                              <w:rPr>
                                <w:color w:val="FF0000"/>
                                <w:sz w:val="20"/>
                                <w:szCs w:val="20"/>
                              </w:rPr>
                              <w:t>ve</w:t>
                            </w:r>
                            <w:r w:rsidR="00B02AFD" w:rsidRPr="00B02AFD">
                              <w:rPr>
                                <w:color w:val="FF0000"/>
                                <w:sz w:val="20"/>
                                <w:szCs w:val="20"/>
                              </w:rPr>
                              <w:t>ř</w:t>
                            </w:r>
                            <w:r w:rsidRPr="00B02AFD">
                              <w:rPr>
                                <w:color w:val="FF0000"/>
                                <w:sz w:val="20"/>
                                <w:szCs w:val="20"/>
                              </w:rPr>
                              <w:t>ejný</w:t>
                            </w:r>
                          </w:p>
                          <w:p w14:paraId="33BB9434" w14:textId="5EACEB14" w:rsidR="00DB4576" w:rsidRPr="00B02AFD" w:rsidRDefault="00DB4576" w:rsidP="0012763B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02AFD">
                              <w:rPr>
                                <w:color w:val="FF0000"/>
                                <w:sz w:val="20"/>
                                <w:szCs w:val="20"/>
                              </w:rPr>
                              <w:t>k</w:t>
                            </w:r>
                            <w:r w:rsidR="00B02AFD" w:rsidRPr="00B02AFD">
                              <w:rPr>
                                <w:color w:val="FF0000"/>
                                <w:sz w:val="20"/>
                                <w:szCs w:val="20"/>
                              </w:rPr>
                              <w:t>lí</w:t>
                            </w:r>
                            <w:r w:rsidRPr="00B02AFD">
                              <w:rPr>
                                <w:color w:val="FF0000"/>
                                <w:sz w:val="20"/>
                                <w:szCs w:val="20"/>
                              </w:rPr>
                              <w:t>č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3810DC" id="_x0000_s1028" type="#_x0000_t202" style="position:absolute;margin-left:132.3pt;margin-top:208.65pt;width:55.2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" filled="f" stroked="f">
                <v:textbox style="mso-fit-shape-to-text:t" inset="0,0,0,0">
                  <w:txbxContent>
                    <w:p w14:paraId="63B67AB4" w14:textId="5C184976" w:rsidR="00DB4576" w:rsidRPr="00B02AFD" w:rsidRDefault="00DB4576" w:rsidP="0012763B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B02AFD">
                        <w:rPr>
                          <w:color w:val="FF0000"/>
                          <w:sz w:val="20"/>
                          <w:szCs w:val="20"/>
                        </w:rPr>
                        <w:t>ve</w:t>
                      </w:r>
                      <w:r w:rsidR="00B02AFD" w:rsidRPr="00B02AFD">
                        <w:rPr>
                          <w:color w:val="FF0000"/>
                          <w:sz w:val="20"/>
                          <w:szCs w:val="20"/>
                        </w:rPr>
                        <w:t>ř</w:t>
                      </w:r>
                      <w:r w:rsidRPr="00B02AFD">
                        <w:rPr>
                          <w:color w:val="FF0000"/>
                          <w:sz w:val="20"/>
                          <w:szCs w:val="20"/>
                        </w:rPr>
                        <w:t>ejný</w:t>
                      </w:r>
                    </w:p>
                    <w:p w14:paraId="33BB9434" w14:textId="5EACEB14" w:rsidR="00DB4576" w:rsidRPr="00B02AFD" w:rsidRDefault="00DB4576" w:rsidP="0012763B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B02AFD">
                        <w:rPr>
                          <w:color w:val="FF0000"/>
                          <w:sz w:val="20"/>
                          <w:szCs w:val="20"/>
                        </w:rPr>
                        <w:t>k</w:t>
                      </w:r>
                      <w:r w:rsidR="00B02AFD" w:rsidRPr="00B02AFD">
                        <w:rPr>
                          <w:color w:val="FF0000"/>
                          <w:sz w:val="20"/>
                          <w:szCs w:val="20"/>
                        </w:rPr>
                        <w:t>lí</w:t>
                      </w:r>
                      <w:r w:rsidRPr="00B02AFD">
                        <w:rPr>
                          <w:color w:val="FF0000"/>
                          <w:sz w:val="20"/>
                          <w:szCs w:val="20"/>
                        </w:rPr>
                        <w:t>č</w:t>
                      </w:r>
                    </w:p>
                  </w:txbxContent>
                </v:textbox>
              </v:shape>
            </w:pict>
          </mc:Fallback>
        </mc:AlternateContent>
      </w:r>
      <w:r w:rsidR="00DB4576" w:rsidRPr="000C11C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8B4772" wp14:editId="638943C1">
                <wp:simplePos x="0" y="0"/>
                <wp:positionH relativeFrom="column">
                  <wp:posOffset>1675130</wp:posOffset>
                </wp:positionH>
                <wp:positionV relativeFrom="paragraph">
                  <wp:posOffset>2640330</wp:posOffset>
                </wp:positionV>
                <wp:extent cx="665480" cy="307975"/>
                <wp:effectExtent l="0" t="0" r="20320" b="15875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307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4C934" id="Obdĺžnik 9" o:spid="_x0000_s1026" style="position:absolute;margin-left:131.9pt;margin-top:207.9pt;width:52.4pt;height:24.2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" filled="f" strokecolor="black [3213]" strokeweight="1pt"/>
            </w:pict>
          </mc:Fallback>
        </mc:AlternateContent>
      </w:r>
      <w:r w:rsidR="0012763B" w:rsidRPr="000C11C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C39E28" wp14:editId="3B960801">
                <wp:simplePos x="0" y="0"/>
                <wp:positionH relativeFrom="column">
                  <wp:posOffset>1718564</wp:posOffset>
                </wp:positionH>
                <wp:positionV relativeFrom="paragraph">
                  <wp:posOffset>357963</wp:posOffset>
                </wp:positionV>
                <wp:extent cx="702259" cy="1403985"/>
                <wp:effectExtent l="0" t="0" r="3175" b="3810"/>
                <wp:wrapNone/>
                <wp:docPr id="307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259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218B4" w14:textId="53DB62B7" w:rsidR="0012763B" w:rsidRPr="00DB4576" w:rsidRDefault="0012763B" w:rsidP="0012763B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DB4576">
                              <w:rPr>
                                <w:color w:val="FF0000"/>
                                <w:sz w:val="20"/>
                                <w:szCs w:val="20"/>
                              </w:rPr>
                              <w:t>ha</w:t>
                            </w:r>
                            <w:r w:rsidR="00B02AFD">
                              <w:rPr>
                                <w:color w:val="FF0000"/>
                                <w:sz w:val="20"/>
                                <w:szCs w:val="20"/>
                              </w:rPr>
                              <w:t>sh</w:t>
                            </w:r>
                            <w:r w:rsidRPr="00DB4576">
                              <w:rPr>
                                <w:color w:val="FF0000"/>
                                <w:sz w:val="20"/>
                                <w:szCs w:val="20"/>
                              </w:rPr>
                              <w:t>ovací</w:t>
                            </w:r>
                          </w:p>
                          <w:p w14:paraId="0FF1B26E" w14:textId="0B8D3EA0" w:rsidR="0012763B" w:rsidRPr="00DB4576" w:rsidRDefault="0012763B" w:rsidP="0012763B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DB4576">
                              <w:rPr>
                                <w:color w:val="FF0000"/>
                                <w:sz w:val="20"/>
                                <w:szCs w:val="20"/>
                              </w:rPr>
                              <w:t>algoritmus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C39E28" id="_x0000_s1029" type="#_x0000_t202" style="position:absolute;margin-left:135.3pt;margin-top:28.2pt;width:55.3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" filled="f" stroked="f">
                <v:textbox style="mso-fit-shape-to-text:t" inset="0,0,0,0">
                  <w:txbxContent>
                    <w:p w14:paraId="1D6218B4" w14:textId="53DB62B7" w:rsidR="0012763B" w:rsidRPr="00DB4576" w:rsidRDefault="0012763B" w:rsidP="0012763B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DB4576">
                        <w:rPr>
                          <w:color w:val="FF0000"/>
                          <w:sz w:val="20"/>
                          <w:szCs w:val="20"/>
                        </w:rPr>
                        <w:t>ha</w:t>
                      </w:r>
                      <w:r w:rsidR="00B02AFD">
                        <w:rPr>
                          <w:color w:val="FF0000"/>
                          <w:sz w:val="20"/>
                          <w:szCs w:val="20"/>
                        </w:rPr>
                        <w:t>sh</w:t>
                      </w:r>
                      <w:r w:rsidRPr="00DB4576">
                        <w:rPr>
                          <w:color w:val="FF0000"/>
                          <w:sz w:val="20"/>
                          <w:szCs w:val="20"/>
                        </w:rPr>
                        <w:t>ovací</w:t>
                      </w:r>
                    </w:p>
                    <w:p w14:paraId="0FF1B26E" w14:textId="0B8D3EA0" w:rsidR="0012763B" w:rsidRPr="00DB4576" w:rsidRDefault="0012763B" w:rsidP="0012763B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DB4576">
                        <w:rPr>
                          <w:color w:val="FF0000"/>
                          <w:sz w:val="20"/>
                          <w:szCs w:val="20"/>
                        </w:rPr>
                        <w:t>algoritmus</w:t>
                      </w:r>
                    </w:p>
                  </w:txbxContent>
                </v:textbox>
              </v:shape>
            </w:pict>
          </mc:Fallback>
        </mc:AlternateContent>
      </w:r>
      <w:r w:rsidR="0012763B" w:rsidRPr="000C11C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C5404F0" wp14:editId="00BBF0F1">
                <wp:simplePos x="0" y="0"/>
                <wp:positionH relativeFrom="column">
                  <wp:posOffset>1784883</wp:posOffset>
                </wp:positionH>
                <wp:positionV relativeFrom="paragraph">
                  <wp:posOffset>358115</wp:posOffset>
                </wp:positionV>
                <wp:extent cx="555956" cy="321868"/>
                <wp:effectExtent l="0" t="0" r="15875" b="21590"/>
                <wp:wrapNone/>
                <wp:docPr id="8" name="Obdĺž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956" cy="3218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223CC9" id="Obdĺžnik 8" o:spid="_x0000_s1026" style="position:absolute;margin-left:140.55pt;margin-top:28.2pt;width:43.8pt;height:25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" fillcolor="white [3212]" strokecolor="black [3213]" strokeweight="1pt"/>
            </w:pict>
          </mc:Fallback>
        </mc:AlternateContent>
      </w:r>
      <w:r w:rsidR="0012763B" w:rsidRPr="000C11CE">
        <w:rPr>
          <w:noProof/>
          <w:lang w:val="en-US" w:eastAsia="en-US"/>
        </w:rPr>
        <w:drawing>
          <wp:inline distT="0" distB="0" distL="0" distR="0" wp14:anchorId="07E63191" wp14:editId="02AF0700">
            <wp:extent cx="5760719" cy="2872078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ok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19" cy="2872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2471E2" w14:textId="77777777" w:rsidR="0012763B" w:rsidRPr="000C11CE" w:rsidRDefault="0012763B" w:rsidP="0012763B">
      <w:pPr>
        <w:ind w:left="360"/>
      </w:pPr>
    </w:p>
    <w:p w14:paraId="77E375A0" w14:textId="434787AC" w:rsidR="0012763B" w:rsidRPr="000C11CE" w:rsidRDefault="0012763B" w:rsidP="0012763B">
      <w:pPr>
        <w:ind w:left="360"/>
      </w:pPr>
      <w:r w:rsidRPr="000C11CE">
        <w:t xml:space="preserve">Možnosti: </w:t>
      </w:r>
      <w:r w:rsidR="00DB4576" w:rsidRPr="000C11CE">
        <w:t>ve</w:t>
      </w:r>
      <w:r w:rsidR="00B02AFD">
        <w:t>ř</w:t>
      </w:r>
      <w:r w:rsidR="00DB4576" w:rsidRPr="000C11CE">
        <w:t>ejný k</w:t>
      </w:r>
      <w:r w:rsidR="00B02AFD">
        <w:t>lí</w:t>
      </w:r>
      <w:r w:rsidR="00DB4576" w:rsidRPr="000C11CE">
        <w:t>č, hodnoty ha</w:t>
      </w:r>
      <w:r w:rsidR="00B02AFD">
        <w:t>shů</w:t>
      </w:r>
      <w:r w:rsidR="00DB4576" w:rsidRPr="000C11CE">
        <w:t xml:space="preserve">, </w:t>
      </w:r>
      <w:r w:rsidRPr="000C11CE">
        <w:t>ha</w:t>
      </w:r>
      <w:r w:rsidR="00B02AFD">
        <w:t>sh</w:t>
      </w:r>
      <w:r w:rsidRPr="000C11CE">
        <w:t>ovací algoritmus, s</w:t>
      </w:r>
      <w:r w:rsidR="00B02AFD">
        <w:t>ou</w:t>
      </w:r>
      <w:r w:rsidRPr="000C11CE">
        <w:t>kromý k</w:t>
      </w:r>
      <w:r w:rsidR="00B02AFD">
        <w:t>lí</w:t>
      </w:r>
      <w:r w:rsidRPr="000C11CE">
        <w:t>č</w:t>
      </w:r>
    </w:p>
    <w:p w14:paraId="32A17A74" w14:textId="77777777" w:rsidR="0012763B" w:rsidRPr="000C11CE" w:rsidRDefault="0012763B" w:rsidP="00683A34"/>
    <w:p w14:paraId="6D347FC8" w14:textId="7B2CDA8E" w:rsidR="00063674" w:rsidRPr="000C11CE" w:rsidRDefault="007B791A" w:rsidP="009C3A3C">
      <w:pPr>
        <w:pStyle w:val="eTask"/>
        <w:rPr>
          <w:lang w:val="cs-CZ"/>
        </w:rPr>
      </w:pPr>
      <w:r w:rsidRPr="007B791A">
        <w:rPr>
          <w:lang w:val="cs-CZ"/>
        </w:rPr>
        <w:t>Přiřaďte termíny z levého sloupce k odpovídajícímu popisu v pravém sloupci.</w:t>
      </w:r>
    </w:p>
    <w:p w14:paraId="121709CE" w14:textId="77777777" w:rsidR="00063674" w:rsidRPr="000C11CE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AD21CD" w:rsidRPr="000C11CE" w14:paraId="041571CA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DFD7EA" w14:textId="06188EB8" w:rsidR="006D6A7E" w:rsidRPr="000C11CE" w:rsidRDefault="00BB5B00" w:rsidP="00F1459B">
            <w:pPr>
              <w:pStyle w:val="eCheckBoxText"/>
              <w:ind w:left="0" w:firstLine="0"/>
              <w:contextualSpacing/>
              <w:jc w:val="center"/>
            </w:pPr>
            <w:r w:rsidRPr="000C11CE">
              <w:t>certifi</w:t>
            </w:r>
            <w:r w:rsidR="00816AC7" w:rsidRPr="000C11CE">
              <w:t>kačn</w:t>
            </w:r>
            <w:r w:rsidR="007B791A">
              <w:t>í</w:t>
            </w:r>
            <w:r w:rsidR="00816AC7" w:rsidRPr="000C11CE">
              <w:t xml:space="preserve"> autorita</w:t>
            </w:r>
            <w:r w:rsidRPr="000C11CE">
              <w:t xml:space="preserve"> (CA)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6AE8B3" w14:textId="77777777" w:rsidR="006D6A7E" w:rsidRPr="000C11CE" w:rsidRDefault="005C5E6B" w:rsidP="00F1459B">
            <w:pPr>
              <w:pStyle w:val="eCheckBoxText"/>
              <w:ind w:left="0" w:firstLine="0"/>
              <w:contextualSpacing/>
              <w:jc w:val="center"/>
            </w:pPr>
            <w:r w:rsidRPr="000C11CE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573B2F79" wp14:editId="5D552879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242570</wp:posOffset>
                      </wp:positionV>
                      <wp:extent cx="2370455" cy="770255"/>
                      <wp:effectExtent l="0" t="0" r="29845" b="2984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0455" cy="770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57E58C" id="3 Conector recto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19.1pt" to="181.8pt,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6DF9D0" w14:textId="651F69D3" w:rsidR="006D6A7E" w:rsidRPr="000C11CE" w:rsidRDefault="00445A56" w:rsidP="00F1459B">
            <w:pPr>
              <w:pStyle w:val="eCheckBoxText"/>
              <w:ind w:left="0" w:firstLine="0"/>
              <w:contextualSpacing/>
              <w:jc w:val="center"/>
            </w:pPr>
            <w:r w:rsidRPr="000C11CE">
              <w:t>N</w:t>
            </w:r>
            <w:r w:rsidR="00463993">
              <w:t>ě</w:t>
            </w:r>
            <w:r w:rsidRPr="000C11CE">
              <w:t>k</w:t>
            </w:r>
            <w:r w:rsidR="00463993">
              <w:t>d</w:t>
            </w:r>
            <w:r w:rsidRPr="000C11CE">
              <w:t xml:space="preserve">o si </w:t>
            </w:r>
            <w:r w:rsidR="00463993">
              <w:t xml:space="preserve">může </w:t>
            </w:r>
            <w:r w:rsidRPr="000C11CE">
              <w:t>zaregistr</w:t>
            </w:r>
            <w:r w:rsidR="00463993">
              <w:t xml:space="preserve">ovat </w:t>
            </w:r>
            <w:r w:rsidRPr="000C11CE">
              <w:t>certifikát u t</w:t>
            </w:r>
            <w:r w:rsidR="00463993">
              <w:t>é</w:t>
            </w:r>
            <w:r w:rsidRPr="000C11CE">
              <w:t>to entity.</w:t>
            </w:r>
          </w:p>
        </w:tc>
      </w:tr>
      <w:tr w:rsidR="00AD21CD" w:rsidRPr="000C11CE" w14:paraId="483BEE5A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B01F6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72152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D6104B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D21CD" w:rsidRPr="000C11CE" w14:paraId="5038664C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DC1F" w14:textId="6353ACB8" w:rsidR="006D6A7E" w:rsidRPr="000C11CE" w:rsidRDefault="007B791A" w:rsidP="00F1459B">
            <w:pPr>
              <w:pStyle w:val="eCheckBoxText"/>
              <w:ind w:left="0" w:firstLine="0"/>
              <w:contextualSpacing/>
              <w:jc w:val="center"/>
            </w:pPr>
            <w:r>
              <w:t>r</w:t>
            </w:r>
            <w:r w:rsidR="00E610AE" w:rsidRPr="000C11CE">
              <w:t>egistra</w:t>
            </w:r>
            <w:r w:rsidR="00816AC7" w:rsidRPr="000C11CE">
              <w:t>čn</w:t>
            </w:r>
            <w:r>
              <w:t>í</w:t>
            </w:r>
            <w:r w:rsidR="00816AC7" w:rsidRPr="000C11CE">
              <w:t xml:space="preserve"> autorita</w:t>
            </w:r>
            <w:r w:rsidR="00E610AE" w:rsidRPr="000C11CE">
              <w:t xml:space="preserve"> (RA)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905A8A" w14:textId="77777777" w:rsidR="006D6A7E" w:rsidRPr="000C11CE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0C11CE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48F1EA88" wp14:editId="137F5AA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-687070</wp:posOffset>
                      </wp:positionV>
                      <wp:extent cx="2370455" cy="780415"/>
                      <wp:effectExtent l="0" t="0" r="29845" b="19685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70455" cy="7804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723113" id="3 Conector recto" o:spid="_x0000_s1026" style="position:absolute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-54.1pt" to="181.8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E76C74" w14:textId="6248FB6B" w:rsidR="006D6A7E" w:rsidRPr="000C11CE" w:rsidRDefault="00816AC7" w:rsidP="008D117E">
            <w:pPr>
              <w:pStyle w:val="eCheckBoxText"/>
              <w:ind w:left="0" w:firstLine="0"/>
              <w:contextualSpacing/>
              <w:jc w:val="center"/>
            </w:pPr>
            <w:r w:rsidRPr="000C11CE">
              <w:t>Vytvá</w:t>
            </w:r>
            <w:r w:rsidR="00463993">
              <w:t>ří</w:t>
            </w:r>
            <w:r w:rsidRPr="000C11CE">
              <w:t xml:space="preserve"> a vydáv</w:t>
            </w:r>
            <w:r w:rsidR="00463993">
              <w:t>á</w:t>
            </w:r>
            <w:r w:rsidRPr="000C11CE">
              <w:t xml:space="preserve"> digitáln</w:t>
            </w:r>
            <w:r w:rsidR="00463993">
              <w:t>í</w:t>
            </w:r>
            <w:r w:rsidRPr="000C11CE">
              <w:t xml:space="preserve"> certifikát</w:t>
            </w:r>
            <w:r w:rsidR="00463993">
              <w:t>y</w:t>
            </w:r>
            <w:r w:rsidRPr="000C11CE">
              <w:t>.</w:t>
            </w:r>
            <w:r w:rsidR="00F123BF" w:rsidRPr="000C11CE">
              <w:t xml:space="preserve"> </w:t>
            </w:r>
          </w:p>
        </w:tc>
      </w:tr>
      <w:tr w:rsidR="00AD21CD" w:rsidRPr="000C11CE" w14:paraId="3F4DB48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B94861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A71C0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8ABBA7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0C11CE" w14:paraId="2C6928FE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AE75" w14:textId="03125FE4" w:rsidR="006D6A7E" w:rsidRPr="000C11CE" w:rsidRDefault="007B791A" w:rsidP="00F1459B">
            <w:pPr>
              <w:pStyle w:val="eCheckBoxText"/>
              <w:ind w:left="0" w:firstLine="0"/>
              <w:contextualSpacing/>
              <w:jc w:val="center"/>
            </w:pPr>
            <w:r>
              <w:t>v</w:t>
            </w:r>
            <w:r w:rsidR="00DD5179" w:rsidRPr="000C11CE">
              <w:t>alida</w:t>
            </w:r>
            <w:r w:rsidR="00816AC7" w:rsidRPr="000C11CE">
              <w:t>čn</w:t>
            </w:r>
            <w:r>
              <w:t>í</w:t>
            </w:r>
            <w:r w:rsidR="00816AC7" w:rsidRPr="000C11CE">
              <w:t xml:space="preserve"> autorita</w:t>
            </w:r>
            <w:r w:rsidR="00DD5179" w:rsidRPr="000C11CE">
              <w:t xml:space="preserve"> (VA)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188B4E" w14:textId="77777777" w:rsidR="006D6A7E" w:rsidRPr="000C11CE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0C11CE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5C9305AC" wp14:editId="15190D7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253365</wp:posOffset>
                      </wp:positionV>
                      <wp:extent cx="2369820" cy="786130"/>
                      <wp:effectExtent l="0" t="0" r="30480" b="3302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69820" cy="7861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8EBB54" id="3 Conector recto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19.95pt" to="181.75pt,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51024" w14:textId="5AC47C30" w:rsidR="006D6A7E" w:rsidRPr="000C11CE" w:rsidRDefault="00463993" w:rsidP="00F1459B">
            <w:pPr>
              <w:pStyle w:val="eCheckBoxText"/>
              <w:ind w:left="0" w:firstLine="0"/>
              <w:contextualSpacing/>
              <w:jc w:val="center"/>
            </w:pPr>
            <w:r>
              <w:t>S</w:t>
            </w:r>
            <w:r w:rsidR="00816AC7" w:rsidRPr="000C11CE">
              <w:t>trukt</w:t>
            </w:r>
            <w:r>
              <w:t>u</w:t>
            </w:r>
            <w:r w:rsidR="00816AC7" w:rsidRPr="000C11CE">
              <w:t>ra</w:t>
            </w:r>
            <w:r w:rsidR="002B1F47" w:rsidRPr="000C11CE">
              <w:t xml:space="preserve"> </w:t>
            </w:r>
            <w:r w:rsidR="00445A56" w:rsidRPr="000C11CE">
              <w:t>obsahuj</w:t>
            </w:r>
            <w:r>
              <w:t>í</w:t>
            </w:r>
            <w:r w:rsidR="00445A56" w:rsidRPr="000C11CE">
              <w:t>c</w:t>
            </w:r>
            <w:r>
              <w:t>í</w:t>
            </w:r>
            <w:r w:rsidR="00445A56" w:rsidRPr="000C11CE">
              <w:t xml:space="preserve"> </w:t>
            </w:r>
            <w:r>
              <w:t xml:space="preserve">údaje pro </w:t>
            </w:r>
            <w:r w:rsidR="00445A56" w:rsidRPr="000C11CE">
              <w:t>identifik</w:t>
            </w:r>
            <w:r>
              <w:t>a</w:t>
            </w:r>
            <w:r w:rsidR="00445A56" w:rsidRPr="000C11CE">
              <w:t>ci, dobu platnosti a ve</w:t>
            </w:r>
            <w:r>
              <w:t>ř</w:t>
            </w:r>
            <w:r w:rsidR="00445A56" w:rsidRPr="000C11CE">
              <w:t>ejný k</w:t>
            </w:r>
            <w:r>
              <w:t>lí</w:t>
            </w:r>
            <w:r w:rsidR="00445A56" w:rsidRPr="000C11CE">
              <w:t>č.</w:t>
            </w:r>
          </w:p>
        </w:tc>
      </w:tr>
      <w:tr w:rsidR="006D6A7E" w:rsidRPr="000C11CE" w14:paraId="049ECDF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567209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1B456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5024C1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0C11CE" w14:paraId="24691ADE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B504C01" w14:textId="3EA31F21" w:rsidR="006D6A7E" w:rsidRPr="000C11CE" w:rsidRDefault="007B791A" w:rsidP="00F1459B">
            <w:pPr>
              <w:pStyle w:val="eCheckBoxText"/>
              <w:ind w:left="0" w:firstLine="0"/>
              <w:contextualSpacing/>
              <w:jc w:val="center"/>
            </w:pPr>
            <w:r>
              <w:t>d</w:t>
            </w:r>
            <w:r w:rsidR="00F123BF" w:rsidRPr="000C11CE">
              <w:t>igit</w:t>
            </w:r>
            <w:r w:rsidR="00816AC7" w:rsidRPr="000C11CE">
              <w:t>áln</w:t>
            </w:r>
            <w:r>
              <w:t>í</w:t>
            </w:r>
            <w:r w:rsidR="00816AC7" w:rsidRPr="000C11CE">
              <w:t xml:space="preserve"> certifikát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80A2F2" w14:textId="77777777" w:rsidR="006D6A7E" w:rsidRPr="000C11CE" w:rsidRDefault="008D117E" w:rsidP="00F1459B">
            <w:pPr>
              <w:pStyle w:val="eCheckBoxText"/>
              <w:ind w:left="0" w:firstLine="0"/>
              <w:contextualSpacing/>
              <w:jc w:val="center"/>
            </w:pPr>
            <w:bookmarkStart w:id="1" w:name="_GoBack"/>
            <w:bookmarkEnd w:id="1"/>
            <w:r w:rsidRPr="000C11CE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2716249B" wp14:editId="6AC846C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-666115</wp:posOffset>
                      </wp:positionV>
                      <wp:extent cx="2369820" cy="775335"/>
                      <wp:effectExtent l="0" t="0" r="30480" b="2476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9820" cy="77533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7B1546" id="3 Conector recto" o:spid="_x0000_s1026" style="position:absolute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-52.45pt" to="181.7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AECFDD" w14:textId="211B404B" w:rsidR="006D6A7E" w:rsidRPr="000C11CE" w:rsidRDefault="00445A56" w:rsidP="008D117E">
            <w:pPr>
              <w:pStyle w:val="eCheckBoxText"/>
              <w:ind w:left="0" w:firstLine="0"/>
              <w:contextualSpacing/>
              <w:jc w:val="center"/>
            </w:pPr>
            <w:r w:rsidRPr="000C11CE">
              <w:t>Kontroluje platnos</w:t>
            </w:r>
            <w:r w:rsidR="00463993">
              <w:t>t</w:t>
            </w:r>
            <w:r w:rsidRPr="000C11CE">
              <w:t xml:space="preserve"> digitáln</w:t>
            </w:r>
            <w:r w:rsidR="00463993">
              <w:t>í</w:t>
            </w:r>
            <w:r w:rsidRPr="000C11CE">
              <w:t>ho certifikátu.</w:t>
            </w:r>
          </w:p>
        </w:tc>
      </w:tr>
    </w:tbl>
    <w:p w14:paraId="6F38785C" w14:textId="77777777" w:rsidR="00A21409" w:rsidRPr="000C11CE" w:rsidRDefault="00A21409" w:rsidP="004A7E5F">
      <w:pPr>
        <w:pStyle w:val="eLineBottom"/>
        <w:ind w:left="154"/>
      </w:pPr>
    </w:p>
    <w:p w14:paraId="7B35F64F" w14:textId="77777777" w:rsidR="00F36471" w:rsidRPr="000C11CE" w:rsidRDefault="00F36471" w:rsidP="004A7E5F">
      <w:pPr>
        <w:pStyle w:val="eLineBottom"/>
        <w:ind w:left="154"/>
      </w:pPr>
    </w:p>
    <w:p w14:paraId="646E46B9" w14:textId="77777777" w:rsidR="00F1459B" w:rsidRPr="000C11CE" w:rsidRDefault="00F1459B" w:rsidP="004A7E5F"/>
    <w:p w14:paraId="759C1739" w14:textId="3A7792A5" w:rsidR="009C3A3C" w:rsidRPr="000C11CE" w:rsidRDefault="00C315F7" w:rsidP="00C315F7">
      <w:pPr>
        <w:pStyle w:val="eTask"/>
        <w:rPr>
          <w:lang w:val="cs-CZ"/>
        </w:rPr>
      </w:pPr>
      <w:r w:rsidRPr="000C11CE">
        <w:rPr>
          <w:lang w:val="cs-CZ"/>
        </w:rPr>
        <w:t>Kt</w:t>
      </w:r>
      <w:r w:rsidR="004C4D2A">
        <w:rPr>
          <w:lang w:val="cs-CZ"/>
        </w:rPr>
        <w:t>e</w:t>
      </w:r>
      <w:r w:rsidRPr="000C11CE">
        <w:rPr>
          <w:lang w:val="cs-CZ"/>
        </w:rPr>
        <w:t>rými fáz</w:t>
      </w:r>
      <w:r w:rsidR="004C4D2A">
        <w:rPr>
          <w:lang w:val="cs-CZ"/>
        </w:rPr>
        <w:t>e</w:t>
      </w:r>
      <w:r w:rsidRPr="000C11CE">
        <w:rPr>
          <w:lang w:val="cs-CZ"/>
        </w:rPr>
        <w:t xml:space="preserve">mi </w:t>
      </w:r>
      <w:r w:rsidR="004C4D2A">
        <w:rPr>
          <w:lang w:val="cs-CZ"/>
        </w:rPr>
        <w:t>lze popsat</w:t>
      </w:r>
      <w:r w:rsidRPr="000C11CE">
        <w:rPr>
          <w:lang w:val="cs-CZ"/>
        </w:rPr>
        <w:t xml:space="preserve"> životn</w:t>
      </w:r>
      <w:r w:rsidR="004C4D2A">
        <w:rPr>
          <w:lang w:val="cs-CZ"/>
        </w:rPr>
        <w:t>í</w:t>
      </w:r>
      <w:r w:rsidRPr="000C11CE">
        <w:rPr>
          <w:lang w:val="cs-CZ"/>
        </w:rPr>
        <w:t xml:space="preserve"> cyklus digitáln</w:t>
      </w:r>
      <w:r w:rsidR="004C4D2A">
        <w:rPr>
          <w:lang w:val="cs-CZ"/>
        </w:rPr>
        <w:t>í</w:t>
      </w:r>
      <w:r w:rsidRPr="000C11CE">
        <w:rPr>
          <w:lang w:val="cs-CZ"/>
        </w:rPr>
        <w:t>ho certifikátu?</w:t>
      </w:r>
    </w:p>
    <w:p w14:paraId="0033D4C1" w14:textId="77777777" w:rsidR="009C3A3C" w:rsidRPr="000C11CE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5F75AB15" w14:textId="7FEFF0F0" w:rsidR="009C3A3C" w:rsidRPr="000C11CE" w:rsidRDefault="009C3A3C" w:rsidP="009C3A3C">
      <w:pPr>
        <w:ind w:left="710" w:hanging="284"/>
        <w:rPr>
          <w:color w:val="FF0000"/>
          <w:u w:val="single"/>
        </w:rPr>
      </w:pPr>
      <w:r w:rsidRPr="00EC526F">
        <w:t>1.</w:t>
      </w:r>
      <w:r w:rsidRPr="00EC526F">
        <w:tab/>
      </w:r>
      <w:r w:rsidR="004C4D2A">
        <w:rPr>
          <w:color w:val="FF0000"/>
          <w:u w:val="single"/>
        </w:rPr>
        <w:t>r</w:t>
      </w:r>
      <w:r w:rsidR="00775D29" w:rsidRPr="000C11CE">
        <w:rPr>
          <w:color w:val="FF0000"/>
          <w:u w:val="single"/>
        </w:rPr>
        <w:t>egistr</w:t>
      </w:r>
      <w:r w:rsidR="004C4D2A">
        <w:rPr>
          <w:color w:val="FF0000"/>
          <w:u w:val="single"/>
        </w:rPr>
        <w:t>a</w:t>
      </w:r>
      <w:r w:rsidR="00775D29" w:rsidRPr="000C11CE">
        <w:rPr>
          <w:color w:val="FF0000"/>
          <w:u w:val="single"/>
        </w:rPr>
        <w:t>c</w:t>
      </w:r>
      <w:r w:rsidR="004C4D2A">
        <w:rPr>
          <w:color w:val="FF0000"/>
          <w:u w:val="single"/>
        </w:rPr>
        <w:t>e</w:t>
      </w:r>
      <w:r w:rsidR="00775D29" w:rsidRPr="000C11CE">
        <w:rPr>
          <w:color w:val="FF0000"/>
          <w:u w:val="single"/>
        </w:rPr>
        <w:t xml:space="preserve"> certifikátu</w:t>
      </w:r>
    </w:p>
    <w:p w14:paraId="40311C99" w14:textId="77777777" w:rsidR="009C3A3C" w:rsidRPr="000C11CE" w:rsidRDefault="009C3A3C" w:rsidP="009C3A3C">
      <w:pPr>
        <w:ind w:left="710" w:hanging="284"/>
        <w:rPr>
          <w:u w:val="single"/>
        </w:rPr>
      </w:pPr>
    </w:p>
    <w:p w14:paraId="3722E4E3" w14:textId="10D0B4B4" w:rsidR="009C3A3C" w:rsidRPr="000C11CE" w:rsidRDefault="009C3A3C" w:rsidP="009C3A3C">
      <w:pPr>
        <w:ind w:left="710" w:hanging="284"/>
        <w:rPr>
          <w:color w:val="FF0000"/>
          <w:u w:val="single"/>
        </w:rPr>
      </w:pPr>
      <w:r w:rsidRPr="00EC526F">
        <w:rPr>
          <w:lang w:eastAsia="sk-SK"/>
        </w:rPr>
        <w:t>2.</w:t>
      </w:r>
      <w:r w:rsidRPr="00EC526F">
        <w:tab/>
      </w:r>
      <w:r w:rsidR="004C4D2A">
        <w:rPr>
          <w:color w:val="FF0000"/>
          <w:u w:val="single"/>
        </w:rPr>
        <w:t>vy</w:t>
      </w:r>
      <w:r w:rsidR="00775D29" w:rsidRPr="000C11CE">
        <w:rPr>
          <w:color w:val="FF0000"/>
          <w:u w:val="single"/>
        </w:rPr>
        <w:t>d</w:t>
      </w:r>
      <w:r w:rsidR="004C4D2A">
        <w:rPr>
          <w:color w:val="FF0000"/>
          <w:u w:val="single"/>
        </w:rPr>
        <w:t>á</w:t>
      </w:r>
      <w:r w:rsidR="00775D29" w:rsidRPr="000C11CE">
        <w:rPr>
          <w:color w:val="FF0000"/>
          <w:u w:val="single"/>
        </w:rPr>
        <w:t>n</w:t>
      </w:r>
      <w:r w:rsidR="004C4D2A">
        <w:rPr>
          <w:color w:val="FF0000"/>
          <w:u w:val="single"/>
        </w:rPr>
        <w:t>í</w:t>
      </w:r>
      <w:r w:rsidR="00775D29" w:rsidRPr="000C11CE">
        <w:rPr>
          <w:color w:val="FF0000"/>
          <w:u w:val="single"/>
        </w:rPr>
        <w:t xml:space="preserve"> certifikátu</w:t>
      </w:r>
    </w:p>
    <w:p w14:paraId="50B3A0FF" w14:textId="77777777" w:rsidR="009C3A3C" w:rsidRPr="000C11CE" w:rsidRDefault="009C3A3C" w:rsidP="009C3A3C">
      <w:pPr>
        <w:ind w:left="710" w:hanging="284"/>
        <w:rPr>
          <w:u w:val="single"/>
          <w:lang w:eastAsia="sk-SK"/>
        </w:rPr>
      </w:pPr>
    </w:p>
    <w:p w14:paraId="163429E3" w14:textId="0A972BCD" w:rsidR="009C3A3C" w:rsidRPr="000C11CE" w:rsidRDefault="009C3A3C" w:rsidP="009C3A3C">
      <w:pPr>
        <w:ind w:left="710" w:hanging="284"/>
        <w:rPr>
          <w:color w:val="FF0000"/>
          <w:u w:val="single"/>
        </w:rPr>
      </w:pPr>
      <w:r w:rsidRPr="00EC526F">
        <w:rPr>
          <w:lang w:eastAsia="sk-SK"/>
        </w:rPr>
        <w:t>3.</w:t>
      </w:r>
      <w:r w:rsidRPr="00EC526F">
        <w:tab/>
      </w:r>
      <w:r w:rsidR="004C4D2A">
        <w:rPr>
          <w:color w:val="FF0000"/>
          <w:u w:val="single"/>
        </w:rPr>
        <w:t>o</w:t>
      </w:r>
      <w:r w:rsidR="00775D29" w:rsidRPr="000C11CE">
        <w:rPr>
          <w:color w:val="FF0000"/>
          <w:u w:val="single"/>
        </w:rPr>
        <w:t>v</w:t>
      </w:r>
      <w:r w:rsidR="004C4D2A">
        <w:rPr>
          <w:color w:val="FF0000"/>
          <w:u w:val="single"/>
        </w:rPr>
        <w:t>ěř</w:t>
      </w:r>
      <w:r w:rsidR="00775D29" w:rsidRPr="000C11CE">
        <w:rPr>
          <w:color w:val="FF0000"/>
          <w:u w:val="single"/>
        </w:rPr>
        <w:t>en</w:t>
      </w:r>
      <w:r w:rsidR="004C4D2A">
        <w:rPr>
          <w:color w:val="FF0000"/>
          <w:u w:val="single"/>
        </w:rPr>
        <w:t>í</w:t>
      </w:r>
      <w:r w:rsidR="00775D29" w:rsidRPr="000C11CE">
        <w:rPr>
          <w:color w:val="FF0000"/>
          <w:u w:val="single"/>
        </w:rPr>
        <w:t xml:space="preserve"> certifikátu</w:t>
      </w:r>
    </w:p>
    <w:p w14:paraId="6A37955F" w14:textId="77777777" w:rsidR="009C3A3C" w:rsidRPr="000C11CE" w:rsidRDefault="009C3A3C" w:rsidP="009C3A3C">
      <w:pPr>
        <w:ind w:left="710" w:hanging="284"/>
        <w:rPr>
          <w:u w:val="single"/>
        </w:rPr>
      </w:pPr>
    </w:p>
    <w:p w14:paraId="716A4848" w14:textId="1C0B813B" w:rsidR="009C3A3C" w:rsidRPr="000C11CE" w:rsidRDefault="009C3A3C" w:rsidP="009C3A3C">
      <w:pPr>
        <w:ind w:left="710" w:hanging="284"/>
        <w:rPr>
          <w:color w:val="FF0000"/>
          <w:u w:val="single"/>
        </w:rPr>
      </w:pPr>
      <w:r w:rsidRPr="00EC526F">
        <w:t>4.</w:t>
      </w:r>
      <w:r w:rsidRPr="00EC526F">
        <w:tab/>
      </w:r>
      <w:r w:rsidR="004C4D2A">
        <w:rPr>
          <w:color w:val="FF0000"/>
          <w:u w:val="single"/>
        </w:rPr>
        <w:t>z</w:t>
      </w:r>
      <w:r w:rsidR="00775D29" w:rsidRPr="000C11CE">
        <w:rPr>
          <w:color w:val="FF0000"/>
          <w:u w:val="single"/>
        </w:rPr>
        <w:t>rušen</w:t>
      </w:r>
      <w:r w:rsidR="004C4D2A">
        <w:rPr>
          <w:color w:val="FF0000"/>
          <w:u w:val="single"/>
        </w:rPr>
        <w:t>í</w:t>
      </w:r>
      <w:r w:rsidR="00775D29" w:rsidRPr="000C11CE">
        <w:rPr>
          <w:color w:val="FF0000"/>
          <w:u w:val="single"/>
        </w:rPr>
        <w:t xml:space="preserve"> certifikátu</w:t>
      </w:r>
    </w:p>
    <w:p w14:paraId="4348455E" w14:textId="77777777" w:rsidR="00005B98" w:rsidRPr="000C11CE" w:rsidRDefault="00005B98" w:rsidP="00005B98">
      <w:pPr>
        <w:ind w:left="710" w:hanging="284"/>
        <w:rPr>
          <w:u w:val="single"/>
        </w:rPr>
      </w:pPr>
    </w:p>
    <w:p w14:paraId="238BD1FC" w14:textId="66962962" w:rsidR="00005B98" w:rsidRPr="000C11CE" w:rsidRDefault="00005B98" w:rsidP="00005B98">
      <w:pPr>
        <w:ind w:left="710" w:hanging="284"/>
        <w:rPr>
          <w:color w:val="FF0000"/>
          <w:u w:val="single"/>
        </w:rPr>
      </w:pPr>
      <w:r w:rsidRPr="00EC526F">
        <w:t>5.</w:t>
      </w:r>
      <w:r w:rsidRPr="00EC526F">
        <w:tab/>
      </w:r>
      <w:r w:rsidR="004C4D2A">
        <w:rPr>
          <w:color w:val="FF0000"/>
          <w:u w:val="single"/>
        </w:rPr>
        <w:t>o</w:t>
      </w:r>
      <w:r w:rsidR="00775D29" w:rsidRPr="000C11CE">
        <w:rPr>
          <w:color w:val="FF0000"/>
          <w:u w:val="single"/>
        </w:rPr>
        <w:t>bnova certifikátu</w:t>
      </w:r>
      <w:bookmarkEnd w:id="0"/>
    </w:p>
    <w:sectPr w:rsidR="00005B98" w:rsidRPr="000C11CE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C0760" w14:textId="77777777" w:rsidR="005F40C8" w:rsidRDefault="005F40C8" w:rsidP="00861A1A">
      <w:r>
        <w:separator/>
      </w:r>
    </w:p>
  </w:endnote>
  <w:endnote w:type="continuationSeparator" w:id="0">
    <w:p w14:paraId="0501D5C6" w14:textId="77777777" w:rsidR="005F40C8" w:rsidRDefault="005F40C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46AF97F" w14:textId="77777777" w:rsidR="00690542" w:rsidRPr="00690542" w:rsidRDefault="00690542" w:rsidP="0069054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690542">
            <w:rPr>
              <w:sz w:val="16"/>
              <w:szCs w:val="16"/>
              <w:lang w:val="en-US"/>
            </w:rPr>
            <w:t>Tento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projekt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byl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realizován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za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finanční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podpory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Evropské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unie</w:t>
          </w:r>
          <w:proofErr w:type="spellEnd"/>
          <w:r w:rsidRPr="00690542">
            <w:rPr>
              <w:sz w:val="16"/>
              <w:szCs w:val="16"/>
              <w:lang w:val="en-US"/>
            </w:rPr>
            <w:t>.</w:t>
          </w:r>
        </w:p>
        <w:p w14:paraId="06D86257" w14:textId="06F252EF" w:rsidR="00BF5E09" w:rsidRPr="004A7E5F" w:rsidRDefault="00690542" w:rsidP="0069054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690542">
            <w:rPr>
              <w:sz w:val="16"/>
              <w:szCs w:val="16"/>
              <w:lang w:val="en-US"/>
            </w:rPr>
            <w:t>Za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obsah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publikací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690542">
            <w:rPr>
              <w:sz w:val="16"/>
              <w:szCs w:val="16"/>
              <w:lang w:val="en-US"/>
            </w:rPr>
            <w:t>sdělení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690542">
            <w:rPr>
              <w:sz w:val="16"/>
              <w:szCs w:val="16"/>
              <w:lang w:val="en-US"/>
            </w:rPr>
            <w:t>odpovídá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výlučně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autor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690542">
            <w:rPr>
              <w:sz w:val="16"/>
              <w:szCs w:val="16"/>
              <w:lang w:val="en-US"/>
            </w:rPr>
            <w:t>Publikace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690542">
            <w:rPr>
              <w:sz w:val="16"/>
              <w:szCs w:val="16"/>
              <w:lang w:val="en-US"/>
            </w:rPr>
            <w:t>sdělení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690542">
            <w:rPr>
              <w:sz w:val="16"/>
              <w:szCs w:val="16"/>
              <w:lang w:val="en-US"/>
            </w:rPr>
            <w:t>nereprezentují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názory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Evropské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komise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690542">
            <w:rPr>
              <w:sz w:val="16"/>
              <w:szCs w:val="16"/>
              <w:lang w:val="en-US"/>
            </w:rPr>
            <w:t>Evropská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komise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neodpovídá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za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použití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informací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690542">
            <w:rPr>
              <w:sz w:val="16"/>
              <w:szCs w:val="16"/>
              <w:lang w:val="en-US"/>
            </w:rPr>
            <w:t>jež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jsou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jejich</w:t>
          </w:r>
          <w:proofErr w:type="spellEnd"/>
          <w:r w:rsidRPr="00690542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90542">
            <w:rPr>
              <w:sz w:val="16"/>
              <w:szCs w:val="16"/>
              <w:lang w:val="en-US"/>
            </w:rPr>
            <w:t>obsahem</w:t>
          </w:r>
          <w:proofErr w:type="spellEnd"/>
          <w:r w:rsidRPr="00690542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51BCE" w14:textId="77777777" w:rsidR="005F40C8" w:rsidRDefault="005F40C8" w:rsidP="00861A1A">
      <w:r>
        <w:separator/>
      </w:r>
    </w:p>
  </w:footnote>
  <w:footnote w:type="continuationSeparator" w:id="0">
    <w:p w14:paraId="5593E8BF" w14:textId="77777777" w:rsidR="005F40C8" w:rsidRDefault="005F40C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2403A65B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513D51">
      <w:rPr>
        <w:rFonts w:ascii="Calibri" w:hAnsi="Calibri"/>
        <w:b/>
        <w:smallCaps/>
        <w:noProof/>
      </w:rPr>
      <w:t>PRACOVN</w:t>
    </w:r>
    <w:r w:rsidR="00757D63">
      <w:rPr>
        <w:rFonts w:ascii="Calibri" w:hAnsi="Calibri"/>
        <w:b/>
        <w:smallCaps/>
        <w:noProof/>
      </w:rPr>
      <w:t>Í</w:t>
    </w:r>
    <w:r w:rsidR="00513D51">
      <w:rPr>
        <w:rFonts w:ascii="Calibri" w:hAnsi="Calibri"/>
        <w:b/>
        <w:smallCaps/>
        <w:noProof/>
      </w:rPr>
      <w:t xml:space="preserve"> LIST</w:t>
    </w:r>
  </w:p>
  <w:p w14:paraId="568ED691" w14:textId="7FD32310" w:rsidR="00C148FD" w:rsidRPr="00C148FD" w:rsidRDefault="0011727D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11727D">
      <w:rPr>
        <w:rFonts w:ascii="Calibri" w:hAnsi="Calibri"/>
        <w:smallCaps/>
        <w:noProof/>
        <w:sz w:val="20"/>
        <w:szCs w:val="20"/>
        <w:lang w:val="en-US"/>
      </w:rPr>
      <w:t>Ověřování identity, hesla a digitální podpis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AUA3B1I2iwAAAA="/>
  </w:docVars>
  <w:rsids>
    <w:rsidRoot w:val="00563AEB"/>
    <w:rsid w:val="000030DF"/>
    <w:rsid w:val="00005B98"/>
    <w:rsid w:val="0000673F"/>
    <w:rsid w:val="0001069B"/>
    <w:rsid w:val="00016AD8"/>
    <w:rsid w:val="00017595"/>
    <w:rsid w:val="00021197"/>
    <w:rsid w:val="00030EDA"/>
    <w:rsid w:val="0003446C"/>
    <w:rsid w:val="00036C37"/>
    <w:rsid w:val="00045BEB"/>
    <w:rsid w:val="000557D2"/>
    <w:rsid w:val="00063674"/>
    <w:rsid w:val="00073ADF"/>
    <w:rsid w:val="000740EE"/>
    <w:rsid w:val="0007473C"/>
    <w:rsid w:val="000750C9"/>
    <w:rsid w:val="00087EAC"/>
    <w:rsid w:val="00094A16"/>
    <w:rsid w:val="000A233F"/>
    <w:rsid w:val="000A55B3"/>
    <w:rsid w:val="000C11CE"/>
    <w:rsid w:val="000C1409"/>
    <w:rsid w:val="000C4CF6"/>
    <w:rsid w:val="000C6B3A"/>
    <w:rsid w:val="001158FC"/>
    <w:rsid w:val="0011727D"/>
    <w:rsid w:val="0012763B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2098"/>
    <w:rsid w:val="0017377E"/>
    <w:rsid w:val="001840EA"/>
    <w:rsid w:val="00185BED"/>
    <w:rsid w:val="001922A0"/>
    <w:rsid w:val="00195A08"/>
    <w:rsid w:val="001B057D"/>
    <w:rsid w:val="001C5DBA"/>
    <w:rsid w:val="001D00A1"/>
    <w:rsid w:val="001F6290"/>
    <w:rsid w:val="00213F2C"/>
    <w:rsid w:val="00222EE8"/>
    <w:rsid w:val="00223478"/>
    <w:rsid w:val="00225015"/>
    <w:rsid w:val="002252B6"/>
    <w:rsid w:val="002322CB"/>
    <w:rsid w:val="002373F1"/>
    <w:rsid w:val="00262EB4"/>
    <w:rsid w:val="00272012"/>
    <w:rsid w:val="0028190D"/>
    <w:rsid w:val="002825A8"/>
    <w:rsid w:val="00283A7C"/>
    <w:rsid w:val="002850DE"/>
    <w:rsid w:val="00292860"/>
    <w:rsid w:val="002976A9"/>
    <w:rsid w:val="002B0278"/>
    <w:rsid w:val="002B0866"/>
    <w:rsid w:val="002B1F47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00E0"/>
    <w:rsid w:val="00351AF3"/>
    <w:rsid w:val="0039238A"/>
    <w:rsid w:val="003B1326"/>
    <w:rsid w:val="003C2268"/>
    <w:rsid w:val="003C5B45"/>
    <w:rsid w:val="003D41BB"/>
    <w:rsid w:val="003E01BE"/>
    <w:rsid w:val="003F03EB"/>
    <w:rsid w:val="003F138A"/>
    <w:rsid w:val="003F623C"/>
    <w:rsid w:val="003F7F87"/>
    <w:rsid w:val="00402B09"/>
    <w:rsid w:val="0040565B"/>
    <w:rsid w:val="00417ED2"/>
    <w:rsid w:val="00421FE0"/>
    <w:rsid w:val="00433A73"/>
    <w:rsid w:val="00435704"/>
    <w:rsid w:val="0044547E"/>
    <w:rsid w:val="00445A56"/>
    <w:rsid w:val="00454529"/>
    <w:rsid w:val="00463993"/>
    <w:rsid w:val="0046567F"/>
    <w:rsid w:val="00472203"/>
    <w:rsid w:val="00475954"/>
    <w:rsid w:val="004767EE"/>
    <w:rsid w:val="0048711F"/>
    <w:rsid w:val="00492966"/>
    <w:rsid w:val="004A01E5"/>
    <w:rsid w:val="004A0446"/>
    <w:rsid w:val="004A7B44"/>
    <w:rsid w:val="004A7E5F"/>
    <w:rsid w:val="004C0E36"/>
    <w:rsid w:val="004C4D2A"/>
    <w:rsid w:val="004D3CA6"/>
    <w:rsid w:val="004D6BA8"/>
    <w:rsid w:val="004E5E95"/>
    <w:rsid w:val="004E70EA"/>
    <w:rsid w:val="004F5AFF"/>
    <w:rsid w:val="005132B0"/>
    <w:rsid w:val="00513D51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5E6B"/>
    <w:rsid w:val="005D7525"/>
    <w:rsid w:val="005E1AB1"/>
    <w:rsid w:val="005E20B2"/>
    <w:rsid w:val="005E5A22"/>
    <w:rsid w:val="005F17A1"/>
    <w:rsid w:val="005F40C8"/>
    <w:rsid w:val="005F5FA1"/>
    <w:rsid w:val="00625B5A"/>
    <w:rsid w:val="0063686B"/>
    <w:rsid w:val="006435FE"/>
    <w:rsid w:val="0064494B"/>
    <w:rsid w:val="00654C16"/>
    <w:rsid w:val="0065559F"/>
    <w:rsid w:val="0066326F"/>
    <w:rsid w:val="0068067D"/>
    <w:rsid w:val="0068131D"/>
    <w:rsid w:val="00683A34"/>
    <w:rsid w:val="00685008"/>
    <w:rsid w:val="00690542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06E57"/>
    <w:rsid w:val="00710301"/>
    <w:rsid w:val="0073574D"/>
    <w:rsid w:val="007460F9"/>
    <w:rsid w:val="00757D63"/>
    <w:rsid w:val="0076745A"/>
    <w:rsid w:val="007738BD"/>
    <w:rsid w:val="00775D29"/>
    <w:rsid w:val="007837ED"/>
    <w:rsid w:val="00786441"/>
    <w:rsid w:val="00790D07"/>
    <w:rsid w:val="007959F2"/>
    <w:rsid w:val="007A6930"/>
    <w:rsid w:val="007B3E6F"/>
    <w:rsid w:val="007B791A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16AC7"/>
    <w:rsid w:val="00825830"/>
    <w:rsid w:val="00826CB2"/>
    <w:rsid w:val="00826CB8"/>
    <w:rsid w:val="00830375"/>
    <w:rsid w:val="00831014"/>
    <w:rsid w:val="00832323"/>
    <w:rsid w:val="00837E82"/>
    <w:rsid w:val="008440A4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216D2"/>
    <w:rsid w:val="00930877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2FBD"/>
    <w:rsid w:val="009A5F9E"/>
    <w:rsid w:val="009A6DD0"/>
    <w:rsid w:val="009B638C"/>
    <w:rsid w:val="009C3A3C"/>
    <w:rsid w:val="009C7B24"/>
    <w:rsid w:val="009E2A2A"/>
    <w:rsid w:val="009F1344"/>
    <w:rsid w:val="009F6E5E"/>
    <w:rsid w:val="00A17111"/>
    <w:rsid w:val="00A21409"/>
    <w:rsid w:val="00A26A28"/>
    <w:rsid w:val="00A41E41"/>
    <w:rsid w:val="00A4615B"/>
    <w:rsid w:val="00A50FFF"/>
    <w:rsid w:val="00A527AF"/>
    <w:rsid w:val="00A54992"/>
    <w:rsid w:val="00A60B23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02AFD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B5B00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315F7"/>
    <w:rsid w:val="00C40A93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D79FC"/>
    <w:rsid w:val="00CE09BA"/>
    <w:rsid w:val="00CF4DFA"/>
    <w:rsid w:val="00CF718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7921"/>
    <w:rsid w:val="00D9376A"/>
    <w:rsid w:val="00DA18A6"/>
    <w:rsid w:val="00DA1F5C"/>
    <w:rsid w:val="00DA24E3"/>
    <w:rsid w:val="00DB2F24"/>
    <w:rsid w:val="00DB4576"/>
    <w:rsid w:val="00DB674B"/>
    <w:rsid w:val="00DC1DC7"/>
    <w:rsid w:val="00DC6A92"/>
    <w:rsid w:val="00DD085D"/>
    <w:rsid w:val="00DD34CF"/>
    <w:rsid w:val="00DD5179"/>
    <w:rsid w:val="00DD6149"/>
    <w:rsid w:val="00DD6545"/>
    <w:rsid w:val="00DE3438"/>
    <w:rsid w:val="00DE3767"/>
    <w:rsid w:val="00E0343F"/>
    <w:rsid w:val="00E10571"/>
    <w:rsid w:val="00E10DD0"/>
    <w:rsid w:val="00E11170"/>
    <w:rsid w:val="00E14EEB"/>
    <w:rsid w:val="00E15717"/>
    <w:rsid w:val="00E2272B"/>
    <w:rsid w:val="00E352FF"/>
    <w:rsid w:val="00E41087"/>
    <w:rsid w:val="00E516D7"/>
    <w:rsid w:val="00E5359D"/>
    <w:rsid w:val="00E54A46"/>
    <w:rsid w:val="00E610AE"/>
    <w:rsid w:val="00E65738"/>
    <w:rsid w:val="00E76759"/>
    <w:rsid w:val="00E8518C"/>
    <w:rsid w:val="00E879F9"/>
    <w:rsid w:val="00E90BD9"/>
    <w:rsid w:val="00EA1BDF"/>
    <w:rsid w:val="00EA39BF"/>
    <w:rsid w:val="00EB6B74"/>
    <w:rsid w:val="00EB6E4B"/>
    <w:rsid w:val="00EC526F"/>
    <w:rsid w:val="00EC77B0"/>
    <w:rsid w:val="00ED2956"/>
    <w:rsid w:val="00EE2FE3"/>
    <w:rsid w:val="00EE3197"/>
    <w:rsid w:val="00EF2951"/>
    <w:rsid w:val="00F01181"/>
    <w:rsid w:val="00F03DBA"/>
    <w:rsid w:val="00F123BF"/>
    <w:rsid w:val="00F1459B"/>
    <w:rsid w:val="00F168D6"/>
    <w:rsid w:val="00F24638"/>
    <w:rsid w:val="00F248A4"/>
    <w:rsid w:val="00F36471"/>
    <w:rsid w:val="00F366FE"/>
    <w:rsid w:val="00F40215"/>
    <w:rsid w:val="00F46B18"/>
    <w:rsid w:val="00F748A6"/>
    <w:rsid w:val="00F82C59"/>
    <w:rsid w:val="00F871C6"/>
    <w:rsid w:val="00F8749B"/>
    <w:rsid w:val="00FA74D9"/>
    <w:rsid w:val="00FB201E"/>
    <w:rsid w:val="00FC32EC"/>
    <w:rsid w:val="00FD44CB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D8CE1F80-8CEB-4487-8358-26088A97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A60B2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106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25</cp:revision>
  <cp:lastPrinted>2013-05-24T14:00:00Z</cp:lastPrinted>
  <dcterms:created xsi:type="dcterms:W3CDTF">2022-05-08T10:45:00Z</dcterms:created>
  <dcterms:modified xsi:type="dcterms:W3CDTF">2023-02-27T15:16:00Z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