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06BE7" w14:textId="77777777" w:rsidR="001922A0" w:rsidRPr="00260D44" w:rsidRDefault="009D45EC" w:rsidP="00D24F08">
      <w:pPr>
        <w:pStyle w:val="eTask"/>
        <w:rPr>
          <w:lang w:val="cs-CZ"/>
        </w:rPr>
      </w:pPr>
      <w:bookmarkStart w:id="0" w:name="_Hlk97716694"/>
      <w:r w:rsidRPr="00260D44">
        <w:rPr>
          <w:lang w:val="cs-CZ"/>
        </w:rPr>
        <w:t>Vyjmenujte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tři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úrovně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klasifikace</w:t>
      </w:r>
      <w:r w:rsidR="004319BE" w:rsidRPr="00260D44">
        <w:rPr>
          <w:lang w:val="cs-CZ"/>
        </w:rPr>
        <w:t xml:space="preserve"> c</w:t>
      </w:r>
      <w:r w:rsidRPr="00260D44">
        <w:rPr>
          <w:lang w:val="cs-CZ"/>
        </w:rPr>
        <w:t>ílů</w:t>
      </w:r>
      <w:r w:rsidR="004319BE" w:rsidRPr="00260D44">
        <w:rPr>
          <w:lang w:val="cs-CZ"/>
        </w:rPr>
        <w:t xml:space="preserve"> vzd</w:t>
      </w:r>
      <w:r w:rsidRPr="00260D44">
        <w:rPr>
          <w:lang w:val="cs-CZ"/>
        </w:rPr>
        <w:t>ě</w:t>
      </w:r>
      <w:r w:rsidR="004319BE" w:rsidRPr="00260D44">
        <w:rPr>
          <w:lang w:val="cs-CZ"/>
        </w:rPr>
        <w:t>láv</w:t>
      </w:r>
      <w:r w:rsidRPr="00260D44">
        <w:rPr>
          <w:lang w:val="cs-CZ"/>
        </w:rPr>
        <w:t>á</w:t>
      </w:r>
      <w:r w:rsidR="004319BE" w:rsidRPr="00260D44">
        <w:rPr>
          <w:lang w:val="cs-CZ"/>
        </w:rPr>
        <w:t>n</w:t>
      </w:r>
      <w:r w:rsidRPr="00260D44">
        <w:rPr>
          <w:lang w:val="cs-CZ"/>
        </w:rPr>
        <w:t>í</w:t>
      </w:r>
      <w:r w:rsidR="004319BE" w:rsidRPr="00260D44">
        <w:rPr>
          <w:lang w:val="cs-CZ"/>
        </w:rPr>
        <w:t xml:space="preserve"> pod</w:t>
      </w:r>
      <w:r w:rsidRPr="00260D44">
        <w:rPr>
          <w:lang w:val="cs-CZ"/>
        </w:rPr>
        <w:t>le</w:t>
      </w:r>
      <w:r w:rsidR="004319BE" w:rsidRPr="00260D44">
        <w:rPr>
          <w:lang w:val="cs-CZ"/>
        </w:rPr>
        <w:t xml:space="preserve"> </w:t>
      </w:r>
      <w:proofErr w:type="spellStart"/>
      <w:r w:rsidR="004319BE" w:rsidRPr="00260D44">
        <w:rPr>
          <w:lang w:val="cs-CZ"/>
        </w:rPr>
        <w:t>Bloomov</w:t>
      </w:r>
      <w:r w:rsidRPr="00260D44">
        <w:rPr>
          <w:lang w:val="cs-CZ"/>
        </w:rPr>
        <w:t>y</w:t>
      </w:r>
      <w:proofErr w:type="spellEnd"/>
      <w:r w:rsidR="004319BE" w:rsidRPr="00260D44">
        <w:rPr>
          <w:lang w:val="cs-CZ"/>
        </w:rPr>
        <w:t xml:space="preserve"> taxon</w:t>
      </w:r>
      <w:r w:rsidRPr="00260D44">
        <w:rPr>
          <w:lang w:val="cs-CZ"/>
        </w:rPr>
        <w:t>o</w:t>
      </w:r>
      <w:r w:rsidR="004319BE" w:rsidRPr="00260D44">
        <w:rPr>
          <w:lang w:val="cs-CZ"/>
        </w:rPr>
        <w:t>mie.</w:t>
      </w:r>
      <w:r w:rsidR="00D24F08" w:rsidRPr="00260D44">
        <w:rPr>
          <w:lang w:val="cs-CZ"/>
        </w:rPr>
        <w:t xml:space="preserve"> </w:t>
      </w:r>
    </w:p>
    <w:p w14:paraId="484836C3" w14:textId="77777777" w:rsidR="001922A0" w:rsidRPr="00260D44" w:rsidRDefault="001922A0" w:rsidP="00683A34"/>
    <w:p w14:paraId="1569B960" w14:textId="77777777" w:rsidR="00EB6B74" w:rsidRPr="00260D44" w:rsidRDefault="00EB6B74" w:rsidP="004A7E5F">
      <w:pPr>
        <w:ind w:left="992" w:hanging="425"/>
        <w:rPr>
          <w:u w:val="single"/>
        </w:rPr>
      </w:pPr>
      <w:r w:rsidRPr="00260D44">
        <w:t>1.</w:t>
      </w:r>
      <w:r w:rsidRPr="00260D44">
        <w:tab/>
      </w:r>
      <w:r w:rsidR="004319BE" w:rsidRPr="00260D44">
        <w:rPr>
          <w:color w:val="FF0000"/>
          <w:u w:val="single"/>
        </w:rPr>
        <w:t>K</w:t>
      </w:r>
      <w:r w:rsidR="004C6E63" w:rsidRPr="00260D44">
        <w:rPr>
          <w:color w:val="FF0000"/>
          <w:u w:val="single"/>
        </w:rPr>
        <w:t>ognit</w:t>
      </w:r>
      <w:r w:rsidR="006E5FEF" w:rsidRPr="00260D44">
        <w:rPr>
          <w:color w:val="FF0000"/>
          <w:u w:val="single"/>
        </w:rPr>
        <w:t>i</w:t>
      </w:r>
      <w:r w:rsidR="004C6E63" w:rsidRPr="00260D44">
        <w:rPr>
          <w:color w:val="FF0000"/>
          <w:u w:val="single"/>
        </w:rPr>
        <w:t>v</w:t>
      </w:r>
      <w:r w:rsidR="004319BE" w:rsidRPr="00260D44">
        <w:rPr>
          <w:color w:val="FF0000"/>
          <w:u w:val="single"/>
        </w:rPr>
        <w:t>n</w:t>
      </w:r>
      <w:r w:rsidR="006E5FEF" w:rsidRPr="00260D44">
        <w:rPr>
          <w:color w:val="FF0000"/>
          <w:u w:val="single"/>
        </w:rPr>
        <w:t>í</w:t>
      </w:r>
    </w:p>
    <w:p w14:paraId="13F945E2" w14:textId="77777777" w:rsidR="00EB6B74" w:rsidRPr="00260D44" w:rsidRDefault="00EB6B74" w:rsidP="004A7E5F">
      <w:pPr>
        <w:ind w:left="992" w:hanging="425"/>
      </w:pPr>
    </w:p>
    <w:p w14:paraId="5CFAB6CE" w14:textId="77777777" w:rsidR="00EB6B74" w:rsidRPr="00260D44" w:rsidRDefault="00EB6B74" w:rsidP="004A7E5F">
      <w:pPr>
        <w:ind w:left="992" w:hanging="425"/>
        <w:rPr>
          <w:lang w:eastAsia="sk-SK"/>
        </w:rPr>
      </w:pPr>
      <w:r w:rsidRPr="00260D44">
        <w:rPr>
          <w:lang w:eastAsia="sk-SK"/>
        </w:rPr>
        <w:t>2.</w:t>
      </w:r>
      <w:r w:rsidRPr="00260D44">
        <w:tab/>
      </w:r>
      <w:r w:rsidR="004C6E63" w:rsidRPr="00260D44">
        <w:rPr>
          <w:color w:val="FF0000"/>
          <w:u w:val="single"/>
        </w:rPr>
        <w:t>Afe</w:t>
      </w:r>
      <w:r w:rsidR="004319BE" w:rsidRPr="00260D44">
        <w:rPr>
          <w:color w:val="FF0000"/>
          <w:u w:val="single"/>
        </w:rPr>
        <w:t>k</w:t>
      </w:r>
      <w:r w:rsidR="004C6E63" w:rsidRPr="00260D44">
        <w:rPr>
          <w:color w:val="FF0000"/>
          <w:u w:val="single"/>
        </w:rPr>
        <w:t>t</w:t>
      </w:r>
      <w:r w:rsidR="006E5FEF" w:rsidRPr="00260D44">
        <w:rPr>
          <w:color w:val="FF0000"/>
          <w:u w:val="single"/>
        </w:rPr>
        <w:t>i</w:t>
      </w:r>
      <w:r w:rsidR="004C6E63" w:rsidRPr="00260D44">
        <w:rPr>
          <w:color w:val="FF0000"/>
          <w:u w:val="single"/>
        </w:rPr>
        <w:t>v</w:t>
      </w:r>
      <w:r w:rsidR="004319BE" w:rsidRPr="00260D44">
        <w:rPr>
          <w:color w:val="FF0000"/>
          <w:u w:val="single"/>
        </w:rPr>
        <w:t>n</w:t>
      </w:r>
      <w:r w:rsidR="006E5FEF" w:rsidRPr="00260D44">
        <w:rPr>
          <w:color w:val="FF0000"/>
          <w:u w:val="single"/>
        </w:rPr>
        <w:t>í</w:t>
      </w:r>
    </w:p>
    <w:p w14:paraId="1943F686" w14:textId="77777777" w:rsidR="00EB6B74" w:rsidRPr="00260D44" w:rsidRDefault="00EB6B74" w:rsidP="004A7E5F">
      <w:pPr>
        <w:ind w:left="992" w:hanging="425"/>
        <w:rPr>
          <w:lang w:eastAsia="sk-SK"/>
        </w:rPr>
      </w:pPr>
    </w:p>
    <w:p w14:paraId="5F55258E" w14:textId="77777777" w:rsidR="00EB6B74" w:rsidRPr="00260D44" w:rsidRDefault="00EB6B74" w:rsidP="004A7E5F">
      <w:pPr>
        <w:ind w:left="992" w:hanging="425"/>
      </w:pPr>
      <w:r w:rsidRPr="00260D44">
        <w:rPr>
          <w:lang w:eastAsia="sk-SK"/>
        </w:rPr>
        <w:t>3.</w:t>
      </w:r>
      <w:r w:rsidRPr="00260D44">
        <w:tab/>
      </w:r>
      <w:r w:rsidR="004C6E63" w:rsidRPr="00260D44">
        <w:rPr>
          <w:color w:val="FF0000"/>
          <w:u w:val="single"/>
        </w:rPr>
        <w:t>Psychomotor</w:t>
      </w:r>
      <w:r w:rsidR="004319BE" w:rsidRPr="00260D44">
        <w:rPr>
          <w:color w:val="FF0000"/>
          <w:u w:val="single"/>
        </w:rPr>
        <w:t>ická</w:t>
      </w:r>
    </w:p>
    <w:p w14:paraId="608E9F3C" w14:textId="77777777" w:rsidR="00F01181" w:rsidRPr="00260D44" w:rsidRDefault="00F01181" w:rsidP="004A7E5F">
      <w:pPr>
        <w:ind w:left="992" w:hanging="425"/>
        <w:rPr>
          <w:lang w:eastAsia="sk-SK"/>
        </w:rPr>
      </w:pPr>
    </w:p>
    <w:p w14:paraId="5A7FBB27" w14:textId="77777777" w:rsidR="00C148FD" w:rsidRPr="00260D44" w:rsidRDefault="00C148FD" w:rsidP="00BF590A">
      <w:pPr>
        <w:pStyle w:val="eLineBottom"/>
        <w:ind w:left="154"/>
      </w:pPr>
    </w:p>
    <w:p w14:paraId="713BB8C2" w14:textId="77777777" w:rsidR="00C148FD" w:rsidRPr="00260D44" w:rsidRDefault="00C148FD" w:rsidP="00BF590A">
      <w:pPr>
        <w:ind w:left="154"/>
      </w:pPr>
    </w:p>
    <w:p w14:paraId="1B2BD268" w14:textId="77777777" w:rsidR="00C148FD" w:rsidRPr="00260D44" w:rsidRDefault="006E5FEF" w:rsidP="004319BE">
      <w:pPr>
        <w:pStyle w:val="eTask"/>
        <w:rPr>
          <w:lang w:val="cs-CZ"/>
        </w:rPr>
      </w:pPr>
      <w:r w:rsidRPr="00260D44">
        <w:rPr>
          <w:bCs/>
          <w:color w:val="000000"/>
          <w:shd w:val="clear" w:color="auto" w:fill="FFFFFF"/>
          <w:lang w:val="cs-CZ" w:eastAsia="sk-SK"/>
        </w:rPr>
        <w:t>Opravte následující tvrzení (přeškrtnutím nehodících se textů) tak, aby byla pravdivá</w:t>
      </w:r>
      <w:r w:rsidRPr="00260D44">
        <w:rPr>
          <w:lang w:val="cs-CZ"/>
        </w:rPr>
        <w:t>.</w:t>
      </w:r>
    </w:p>
    <w:p w14:paraId="7B3390DB" w14:textId="77777777" w:rsidR="00BC1E8F" w:rsidRPr="00260D44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044920CA" w14:textId="77777777" w:rsidR="00685008" w:rsidRPr="00260D44" w:rsidRDefault="005F5A3C" w:rsidP="004A7E5F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Metody vyučování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Modely vyučování</m:t>
                </m:r>
              </m:e>
            </m:eqArr>
          </m:e>
        </m:d>
      </m:oMath>
      <w:r w:rsidR="004C6E63" w:rsidRPr="00260D44">
        <w:t xml:space="preserve"> </w:t>
      </w:r>
      <w:r w:rsidR="00260D44" w:rsidRPr="00260D44">
        <w:t>můžeme definovat j</w:t>
      </w:r>
      <w:r w:rsidR="007A5902" w:rsidRPr="00260D44">
        <w:t>ako s</w:t>
      </w:r>
      <w:r w:rsidR="00260D44" w:rsidRPr="00260D44">
        <w:t>ou</w:t>
      </w:r>
      <w:r w:rsidR="007A5902" w:rsidRPr="00260D44">
        <w:t>bor postup</w:t>
      </w:r>
      <w:r w:rsidR="00260D44" w:rsidRPr="00260D44">
        <w:t>ů</w:t>
      </w:r>
      <w:r w:rsidR="007A5902" w:rsidRPr="00260D44">
        <w:t xml:space="preserve"> založených na vyučovacích technikách, </w:t>
      </w:r>
      <w:r w:rsidR="00260D44" w:rsidRPr="00260D44">
        <w:t xml:space="preserve">jejichž účelem je dosažení </w:t>
      </w:r>
      <w:r w:rsidR="0004546E" w:rsidRPr="00260D44">
        <w:t>c</w:t>
      </w:r>
      <w:r w:rsidR="00260D44" w:rsidRPr="00260D44">
        <w:t>ílů</w:t>
      </w:r>
      <w:r w:rsidR="0004546E" w:rsidRPr="00260D44">
        <w:t xml:space="preserve"> vyučov</w:t>
      </w:r>
      <w:r w:rsidR="00260D44" w:rsidRPr="00260D44">
        <w:t>á</w:t>
      </w:r>
      <w:r w:rsidR="0004546E" w:rsidRPr="00260D44">
        <w:t>n</w:t>
      </w:r>
      <w:r w:rsidR="00260D44" w:rsidRPr="00260D44">
        <w:t>í</w:t>
      </w:r>
      <w:r w:rsidR="00D24F08" w:rsidRPr="00260D44">
        <w:t>.</w:t>
      </w:r>
    </w:p>
    <w:p w14:paraId="047BA959" w14:textId="28FEDAA2" w:rsidR="00802398" w:rsidRPr="00260D44" w:rsidRDefault="00773C90" w:rsidP="004A7E5F">
      <w:pPr>
        <w:pStyle w:val="eCheckBoxText"/>
        <w:spacing w:line="360" w:lineRule="auto"/>
        <w:ind w:left="567" w:firstLine="0"/>
      </w:pPr>
      <w:r w:rsidRPr="00260D44">
        <w:t>K</w:t>
      </w:r>
      <w:r w:rsidR="00BD2E8E" w:rsidRPr="00260D44">
        <w:t>on</w:t>
      </w:r>
      <w:r w:rsidR="00260D44" w:rsidRPr="00260D44">
        <w:t>s</w:t>
      </w:r>
      <w:r w:rsidR="00BD2E8E" w:rsidRPr="00260D44">
        <w:t>tru</w:t>
      </w:r>
      <w:r w:rsidRPr="00260D44">
        <w:t>k</w:t>
      </w:r>
      <w:r w:rsidR="00BD2E8E" w:rsidRPr="00260D44">
        <w:t>tivi</w:t>
      </w:r>
      <w:r w:rsidR="00277B75">
        <w:t>s</w:t>
      </w:r>
      <w:r w:rsidR="00BD2E8E" w:rsidRPr="00260D44">
        <w:t>m</w:t>
      </w:r>
      <w:r w:rsidRPr="00260D44">
        <w:t>us</w:t>
      </w:r>
      <w:r w:rsidR="00BD2E8E" w:rsidRPr="00260D44">
        <w:t xml:space="preserve"> (</w:t>
      </w:r>
      <w:r w:rsidRPr="00260D44">
        <w:t>pod</w:t>
      </w:r>
      <w:r w:rsidR="00260D44" w:rsidRPr="00260D44">
        <w:t>le</w:t>
      </w:r>
      <w:r w:rsidRPr="00260D44">
        <w:t xml:space="preserve"> </w:t>
      </w:r>
      <w:proofErr w:type="spellStart"/>
      <w:r w:rsidR="00BD2E8E" w:rsidRPr="00260D44">
        <w:t>Piaget</w:t>
      </w:r>
      <w:r w:rsidRPr="00260D44">
        <w:t>a</w:t>
      </w:r>
      <w:proofErr w:type="spellEnd"/>
      <w:r w:rsidR="00BD2E8E" w:rsidRPr="00260D44">
        <w:t xml:space="preserve">, </w:t>
      </w:r>
      <w:r w:rsidRPr="00260D44">
        <w:t>jedn</w:t>
      </w:r>
      <w:r w:rsidR="00260D44" w:rsidRPr="00260D44">
        <w:t>o</w:t>
      </w:r>
      <w:r w:rsidRPr="00260D44">
        <w:t>ho z</w:t>
      </w:r>
      <w:r w:rsidR="00260D44">
        <w:t xml:space="preserve"> jeho </w:t>
      </w:r>
      <w:r w:rsidRPr="00260D44">
        <w:t>pr</w:t>
      </w:r>
      <w:r w:rsidR="00260D44" w:rsidRPr="00260D44">
        <w:t>ů</w:t>
      </w:r>
      <w:r w:rsidRPr="00260D44">
        <w:t>kopník</w:t>
      </w:r>
      <w:r w:rsidR="00260D44" w:rsidRPr="00260D44">
        <w:t>ů</w:t>
      </w:r>
      <w:r w:rsidR="00BD2E8E" w:rsidRPr="00260D44">
        <w:t xml:space="preserve">) </w:t>
      </w:r>
      <w:r w:rsidRPr="00260D44">
        <w:t>tvrdí,</w:t>
      </w:r>
      <w:r w:rsidR="00BD2E8E" w:rsidRPr="00260D44">
        <w:t xml:space="preserve"> </w:t>
      </w:r>
      <w:r w:rsidRPr="00260D44">
        <w:t>že učen</w:t>
      </w:r>
      <w:r w:rsidR="00260D44" w:rsidRPr="00260D44">
        <w:t>í</w:t>
      </w:r>
      <w:r w:rsidRPr="00260D44">
        <w:t xml:space="preserve"> je proces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konsolidace pojmů pomocí opakování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budování znalostí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</w:rPr>
                  <m:t>afektivní dimenze lidí</m:t>
                </m:r>
              </m:e>
            </m:eqArr>
          </m:e>
        </m:d>
      </m:oMath>
      <w:r w:rsidR="009C3A3C" w:rsidRPr="00260D44">
        <w:t>.</w:t>
      </w:r>
    </w:p>
    <w:p w14:paraId="171C6525" w14:textId="77777777" w:rsidR="009C3A3C" w:rsidRPr="00260D44" w:rsidRDefault="00260D44" w:rsidP="004A7E5F">
      <w:pPr>
        <w:pStyle w:val="eCheckBoxText"/>
        <w:spacing w:line="360" w:lineRule="auto"/>
        <w:ind w:left="567" w:firstLine="0"/>
      </w:pPr>
      <w:r w:rsidRPr="00260D44">
        <w:t>S</w:t>
      </w:r>
      <w:r w:rsidR="006F2DE3" w:rsidRPr="00260D44">
        <w:t>mysluplné učen</w:t>
      </w:r>
      <w:r w:rsidRPr="00260D44">
        <w:t>í</w:t>
      </w:r>
      <w:r w:rsidR="006F2DE3" w:rsidRPr="00260D44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není</m:t>
                </m:r>
              </m:e>
            </m:eqArr>
          </m:e>
        </m:d>
      </m:oMath>
      <w:r w:rsidR="009C3A3C" w:rsidRPr="00260D44">
        <w:t xml:space="preserve"> </w:t>
      </w:r>
      <w:r w:rsidR="006F2DE3" w:rsidRPr="00260D44">
        <w:t>založen</w:t>
      </w:r>
      <w:r w:rsidRPr="00260D44">
        <w:t>o</w:t>
      </w:r>
      <w:r w:rsidR="006F2DE3" w:rsidRPr="00260D44">
        <w:t xml:space="preserve"> na </w:t>
      </w:r>
      <w:r w:rsidRPr="00260D44">
        <w:t>přijímání,</w:t>
      </w:r>
      <w:r w:rsidR="006F2DE3" w:rsidRPr="00260D44">
        <w:t xml:space="preserve"> ale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ne na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na</m:t>
                </m:r>
              </m:e>
            </m:eqArr>
          </m:e>
        </m:d>
        <m:r>
          <w:rPr>
            <w:rFonts w:ascii="Cambria Math" w:hAnsi="Cambria Math"/>
          </w:rPr>
          <m:t xml:space="preserve"> </m:t>
        </m:r>
      </m:oMath>
      <w:r w:rsidR="00BB43B8">
        <w:t>budování znalostí</w:t>
      </w:r>
      <w:r w:rsidR="009C3A3C" w:rsidRPr="00260D44">
        <w:t>.</w:t>
      </w:r>
    </w:p>
    <w:p w14:paraId="3760FD8E" w14:textId="77777777" w:rsidR="006E598F" w:rsidRPr="00260D44" w:rsidRDefault="005F5A3C" w:rsidP="006F2DE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Aktivní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Neaktivní</m:t>
                </m:r>
              </m:e>
            </m:eqArr>
          </m:e>
        </m:d>
      </m:oMath>
      <w:r w:rsidR="009C3A3C" w:rsidRPr="00260D44">
        <w:t xml:space="preserve"> </w:t>
      </w:r>
      <w:r w:rsidR="002B6222" w:rsidRPr="00260D44">
        <w:t>form</w:t>
      </w:r>
      <w:r w:rsidR="004319BE" w:rsidRPr="00260D44">
        <w:t>y</w:t>
      </w:r>
      <w:r w:rsidR="002B6222" w:rsidRPr="00260D44">
        <w:t xml:space="preserve"> </w:t>
      </w:r>
      <w:r w:rsidR="004319BE" w:rsidRPr="00260D44">
        <w:t>vyučov</w:t>
      </w:r>
      <w:r w:rsidR="00260D44">
        <w:t>á</w:t>
      </w:r>
      <w:r w:rsidR="004319BE" w:rsidRPr="00260D44">
        <w:t>n</w:t>
      </w:r>
      <w:r w:rsidR="00260D44">
        <w:t>í</w:t>
      </w:r>
      <w:r w:rsidR="004319BE" w:rsidRPr="00260D44">
        <w:t xml:space="preserve"> s</w:t>
      </w:r>
      <w:r w:rsidR="00260D44">
        <w:t>e</w:t>
      </w:r>
      <w:r w:rsidR="004319BE" w:rsidRPr="00260D44">
        <w:t xml:space="preserve"> </w:t>
      </w:r>
      <w:r w:rsidR="00453D08">
        <w:t xml:space="preserve">zaměřují </w:t>
      </w:r>
      <w:r w:rsidR="004319BE" w:rsidRPr="00260D44">
        <w:t xml:space="preserve">na </w:t>
      </w:r>
      <w:r w:rsidR="00453D08" w:rsidRPr="00453D08">
        <w:t>vstřebávání znalostí a memorování</w:t>
      </w:r>
      <w:r w:rsidR="006F2DE3" w:rsidRPr="00260D44">
        <w:t>.</w:t>
      </w:r>
    </w:p>
    <w:p w14:paraId="1EEC0482" w14:textId="77777777" w:rsidR="00BF6FA1" w:rsidRPr="00260D44" w:rsidRDefault="00BF6FA1">
      <w:pPr>
        <w:rPr>
          <w:b/>
        </w:rPr>
      </w:pPr>
      <w:r w:rsidRPr="00260D44">
        <w:br w:type="page"/>
      </w:r>
    </w:p>
    <w:p w14:paraId="5F75B37C" w14:textId="77777777" w:rsidR="00063674" w:rsidRPr="00260D44" w:rsidRDefault="006E5FEF" w:rsidP="009C3A3C">
      <w:pPr>
        <w:pStyle w:val="eTask"/>
        <w:rPr>
          <w:lang w:val="cs-CZ"/>
        </w:rPr>
      </w:pPr>
      <w:r w:rsidRPr="00260D44">
        <w:rPr>
          <w:lang w:val="cs-CZ"/>
        </w:rPr>
        <w:lastRenderedPageBreak/>
        <w:t>Přiřaďte termíny v levém sloupci k odpovídajícímu popisu ve sloupci pravém.</w:t>
      </w:r>
    </w:p>
    <w:p w14:paraId="41738818" w14:textId="77777777" w:rsidR="00063674" w:rsidRPr="00260D44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29"/>
        <w:gridCol w:w="2941"/>
      </w:tblGrid>
      <w:tr w:rsidR="00AD21CD" w:rsidRPr="00260D44" w14:paraId="449250B0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38D7B7" w14:textId="77777777" w:rsidR="006D6A7E" w:rsidRPr="00260D44" w:rsidRDefault="00B83B7F" w:rsidP="00F1459B">
            <w:pPr>
              <w:pStyle w:val="eCheckBoxText"/>
              <w:ind w:left="0" w:firstLine="0"/>
              <w:contextualSpacing/>
              <w:jc w:val="center"/>
            </w:pPr>
            <w:r w:rsidRPr="00260D44">
              <w:t>Cvičen</w:t>
            </w:r>
            <w:r w:rsidR="00890D4C">
              <w:t>í</w:t>
            </w:r>
            <w:r w:rsidRPr="00260D44">
              <w:t xml:space="preserve"> založen</w:t>
            </w:r>
            <w:r w:rsidR="00890D4C">
              <w:t>á</w:t>
            </w:r>
            <w:r w:rsidRPr="00260D44">
              <w:t xml:space="preserve"> na </w:t>
            </w:r>
            <w:r w:rsidR="00890D4C">
              <w:t>ř</w:t>
            </w:r>
            <w:r w:rsidRPr="00260D44">
              <w:t xml:space="preserve">ešení </w:t>
            </w:r>
            <w:r w:rsidR="00890D4C">
              <w:t>p</w:t>
            </w:r>
            <w:r w:rsidRPr="00260D44">
              <w:t>roblém</w:t>
            </w:r>
            <w:r w:rsidR="00890D4C">
              <w:t>ů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8368A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11024E" w14:textId="77777777" w:rsidR="006D6A7E" w:rsidRPr="00260D44" w:rsidRDefault="00890D4C" w:rsidP="00F1459B">
            <w:pPr>
              <w:pStyle w:val="eCheckBoxText"/>
              <w:ind w:left="0" w:firstLine="0"/>
              <w:contextualSpacing/>
              <w:jc w:val="center"/>
            </w:pPr>
            <w:r w:rsidRPr="00890D4C">
              <w:t>Studenti pracují společně v</w:t>
            </w:r>
            <w:r>
              <w:t> </w:t>
            </w:r>
            <w:r w:rsidRPr="00890D4C">
              <w:t>malých skupinách na</w:t>
            </w:r>
            <w:r>
              <w:t> </w:t>
            </w:r>
            <w:r w:rsidRPr="00890D4C">
              <w:t>strukturované aktivitě. Za svou práci zodpovídají jednotlivě</w:t>
            </w:r>
            <w:r>
              <w:t>,</w:t>
            </w:r>
            <w:r w:rsidRPr="00890D4C">
              <w:t xml:space="preserve"> a je hodnocena i</w:t>
            </w:r>
            <w:r>
              <w:t> </w:t>
            </w:r>
            <w:r w:rsidRPr="00890D4C">
              <w:t>práce skupiny jako celku.</w:t>
            </w:r>
          </w:p>
        </w:tc>
      </w:tr>
      <w:tr w:rsidR="00AD21CD" w:rsidRPr="00260D44" w14:paraId="1C389110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2E4E6C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360F2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B0A57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260D44" w14:paraId="02CC84F7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C40A" w14:textId="77777777" w:rsidR="006D6A7E" w:rsidRPr="00260D44" w:rsidRDefault="00B83B7F" w:rsidP="00B83B7F">
            <w:pPr>
              <w:pStyle w:val="eCheckBoxText"/>
              <w:ind w:left="0" w:firstLine="0"/>
              <w:contextualSpacing/>
              <w:jc w:val="center"/>
            </w:pPr>
            <w:r w:rsidRPr="00260D44">
              <w:t>K</w:t>
            </w:r>
            <w:r w:rsidR="003A4C94" w:rsidRPr="00260D44">
              <w:t>ooperat</w:t>
            </w:r>
            <w:r w:rsidR="00890D4C">
              <w:t>i</w:t>
            </w:r>
            <w:r w:rsidR="003A4C94" w:rsidRPr="00260D44">
              <w:t>v</w:t>
            </w:r>
            <w:r w:rsidRPr="00260D44">
              <w:t>n</w:t>
            </w:r>
            <w:r w:rsidR="00890D4C">
              <w:t>í</w:t>
            </w:r>
            <w:r w:rsidRPr="00260D44">
              <w:t xml:space="preserve"> učen</w:t>
            </w:r>
            <w:r w:rsidR="00890D4C">
              <w:t>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9A6F" w14:textId="77777777" w:rsidR="006D6A7E" w:rsidRPr="00260D44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00C729B" wp14:editId="28958890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-902335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AA83852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71.05pt" to="173.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37641" w14:textId="77777777" w:rsidR="006D6A7E" w:rsidRPr="00260D44" w:rsidRDefault="00890D4C" w:rsidP="008D117E">
            <w:pPr>
              <w:pStyle w:val="eCheckBoxText"/>
              <w:ind w:left="0" w:firstLine="0"/>
              <w:contextualSpacing/>
              <w:jc w:val="center"/>
            </w:pPr>
            <w:r>
              <w:t>Vyučující</w:t>
            </w:r>
            <w:r w:rsidRPr="00890D4C">
              <w:t xml:space="preserve"> předkládá studentům praktický pří</w:t>
            </w:r>
            <w:r>
              <w:t>kl</w:t>
            </w:r>
            <w:r w:rsidRPr="00890D4C">
              <w:t xml:space="preserve">ad založený na </w:t>
            </w:r>
            <w:r>
              <w:t xml:space="preserve">skutečných </w:t>
            </w:r>
            <w:r w:rsidRPr="00890D4C">
              <w:t>faktech a nabízí návod</w:t>
            </w:r>
            <w:r w:rsidR="007A7141">
              <w:t>.</w:t>
            </w:r>
          </w:p>
        </w:tc>
      </w:tr>
      <w:tr w:rsidR="00AD21CD" w:rsidRPr="00260D44" w14:paraId="54855B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BA0A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0853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3F17EC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260D44" w14:paraId="6334D1B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615B" w14:textId="77777777" w:rsidR="006D6A7E" w:rsidRPr="00260D44" w:rsidRDefault="00B83B7F" w:rsidP="00B83B7F">
            <w:pPr>
              <w:pStyle w:val="eCheckBoxText"/>
              <w:ind w:left="0" w:firstLine="0"/>
              <w:contextualSpacing/>
              <w:jc w:val="center"/>
            </w:pPr>
            <w:r w:rsidRPr="00260D44">
              <w:t>P</w:t>
            </w:r>
            <w:r w:rsidR="00890D4C">
              <w:t>ř</w:t>
            </w:r>
            <w:r w:rsidRPr="00260D44">
              <w:t xml:space="preserve">ípadová </w:t>
            </w:r>
            <w:r w:rsidR="00890D4C">
              <w:t>s</w:t>
            </w:r>
            <w:r w:rsidRPr="00260D44">
              <w:t>t</w:t>
            </w:r>
            <w:r w:rsidR="00890D4C">
              <w:t>u</w:t>
            </w:r>
            <w:r w:rsidRPr="00260D44">
              <w:t>di</w:t>
            </w:r>
            <w:r w:rsidR="00890D4C">
              <w:t>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149F01" w14:textId="77777777" w:rsidR="006D6A7E" w:rsidRPr="00260D44" w:rsidRDefault="00064FA5" w:rsidP="00F1459B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BA4D7A7" wp14:editId="247B652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-1939290</wp:posOffset>
                      </wp:positionV>
                      <wp:extent cx="2275205" cy="2024380"/>
                      <wp:effectExtent l="0" t="0" r="29845" b="3302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5205" cy="20243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1186EB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152.7pt" to="174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="008D117E"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F4C24F" wp14:editId="6FCF266A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-782320</wp:posOffset>
                      </wp:positionV>
                      <wp:extent cx="2295525" cy="87630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728014A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-61.6pt" to="174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48CA8" w14:textId="77777777" w:rsidR="006D6A7E" w:rsidRPr="00260D44" w:rsidRDefault="007A7141" w:rsidP="00F1459B">
            <w:pPr>
              <w:pStyle w:val="eCheckBoxText"/>
              <w:ind w:left="0" w:firstLine="0"/>
              <w:contextualSpacing/>
              <w:jc w:val="center"/>
            </w:pPr>
            <w:r w:rsidRPr="007A7141">
              <w:t xml:space="preserve">Výuková metoda, </w:t>
            </w:r>
            <w:r>
              <w:t xml:space="preserve">kdy vyučující zadává studentům </w:t>
            </w:r>
            <w:r w:rsidRPr="007A7141">
              <w:t xml:space="preserve">cvičení nebo </w:t>
            </w:r>
            <w:r>
              <w:t xml:space="preserve">jednoduché </w:t>
            </w:r>
            <w:r w:rsidRPr="007A7141">
              <w:t>problémy.</w:t>
            </w:r>
          </w:p>
        </w:tc>
      </w:tr>
      <w:tr w:rsidR="006D6A7E" w:rsidRPr="00260D44" w14:paraId="2B489842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5E144C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D9801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FD2386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260D44" w14:paraId="07270AF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05E7E2" w14:textId="5CBDF5C4" w:rsidR="006D6A7E" w:rsidRPr="00260D44" w:rsidRDefault="00815B63" w:rsidP="00B83B7F">
            <w:pPr>
              <w:pStyle w:val="eCheckBoxText"/>
              <w:ind w:left="0" w:firstLine="0"/>
              <w:contextualSpacing/>
              <w:jc w:val="center"/>
            </w:pPr>
            <w:r>
              <w:t xml:space="preserve">Učební </w:t>
            </w:r>
            <w:r w:rsidR="00890D4C">
              <w:t>smlouva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9D7CA7" w14:textId="77777777" w:rsidR="006D6A7E" w:rsidRPr="00260D44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01A8EA" wp14:editId="4FBA155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1513B31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C3EB4F" w14:textId="77777777" w:rsidR="006D6A7E" w:rsidRPr="00260D44" w:rsidRDefault="007A7141" w:rsidP="008D117E">
            <w:pPr>
              <w:pStyle w:val="eCheckBoxText"/>
              <w:ind w:left="0" w:firstLine="0"/>
              <w:contextualSpacing/>
              <w:jc w:val="center"/>
            </w:pPr>
            <w:r w:rsidRPr="007A7141">
              <w:t xml:space="preserve">Studenti podepisují pevný závazek s uvedením doby trvání a počtu úkolů, které mají </w:t>
            </w:r>
            <w:r>
              <w:t>splnit</w:t>
            </w:r>
            <w:r w:rsidR="00B83B7F" w:rsidRPr="00260D44">
              <w:t>.</w:t>
            </w:r>
          </w:p>
        </w:tc>
      </w:tr>
    </w:tbl>
    <w:p w14:paraId="7FDC9AB1" w14:textId="2CE42C16" w:rsidR="00A21409" w:rsidRDefault="00A21409" w:rsidP="004A7E5F">
      <w:pPr>
        <w:pStyle w:val="eLineBottom"/>
        <w:ind w:left="154"/>
      </w:pPr>
    </w:p>
    <w:p w14:paraId="487C1432" w14:textId="77777777" w:rsidR="00B71A3D" w:rsidRPr="00260D44" w:rsidRDefault="00B71A3D" w:rsidP="004A7E5F">
      <w:pPr>
        <w:pStyle w:val="eLineBottom"/>
        <w:ind w:left="154"/>
      </w:pPr>
    </w:p>
    <w:p w14:paraId="4D2766E5" w14:textId="77777777" w:rsidR="00F1459B" w:rsidRPr="00260D44" w:rsidRDefault="00F1459B" w:rsidP="004A7E5F"/>
    <w:p w14:paraId="7BA33CEC" w14:textId="77777777" w:rsidR="00A01C29" w:rsidRPr="00260D44" w:rsidRDefault="00ED73DC" w:rsidP="00472CF5">
      <w:pPr>
        <w:pStyle w:val="eTask"/>
        <w:rPr>
          <w:lang w:val="cs-CZ"/>
        </w:rPr>
      </w:pPr>
      <w:r w:rsidRPr="00260D44">
        <w:rPr>
          <w:lang w:val="cs-CZ"/>
        </w:rPr>
        <w:t>Vy</w:t>
      </w:r>
      <w:r w:rsidR="00890D4C">
        <w:rPr>
          <w:lang w:val="cs-CZ"/>
        </w:rPr>
        <w:t>j</w:t>
      </w:r>
      <w:r w:rsidRPr="00260D44">
        <w:rPr>
          <w:lang w:val="cs-CZ"/>
        </w:rPr>
        <w:t xml:space="preserve">menujte </w:t>
      </w:r>
      <w:r w:rsidR="00890D4C">
        <w:rPr>
          <w:lang w:val="cs-CZ"/>
        </w:rPr>
        <w:t>č</w:t>
      </w:r>
      <w:r w:rsidRPr="00260D44">
        <w:rPr>
          <w:lang w:val="cs-CZ"/>
        </w:rPr>
        <w:t>ty</w:t>
      </w:r>
      <w:r w:rsidR="00890D4C">
        <w:rPr>
          <w:lang w:val="cs-CZ"/>
        </w:rPr>
        <w:t>ř</w:t>
      </w:r>
      <w:r w:rsidRPr="00260D44">
        <w:rPr>
          <w:lang w:val="cs-CZ"/>
        </w:rPr>
        <w:t xml:space="preserve">i typy </w:t>
      </w:r>
      <w:r w:rsidR="00890D4C">
        <w:rPr>
          <w:lang w:val="cs-CZ"/>
        </w:rPr>
        <w:t>s</w:t>
      </w:r>
      <w:r w:rsidRPr="00260D44">
        <w:rPr>
          <w:lang w:val="cs-CZ"/>
        </w:rPr>
        <w:t>tudent</w:t>
      </w:r>
      <w:r w:rsidR="00890D4C">
        <w:rPr>
          <w:lang w:val="cs-CZ"/>
        </w:rPr>
        <w:t>ů</w:t>
      </w:r>
      <w:r w:rsidRPr="00260D44">
        <w:rPr>
          <w:lang w:val="cs-CZ"/>
        </w:rPr>
        <w:t xml:space="preserve"> pod</w:t>
      </w:r>
      <w:r w:rsidR="00890D4C">
        <w:rPr>
          <w:lang w:val="cs-CZ"/>
        </w:rPr>
        <w:t>le</w:t>
      </w:r>
      <w:r w:rsidRPr="00260D44">
        <w:rPr>
          <w:lang w:val="cs-CZ"/>
        </w:rPr>
        <w:t xml:space="preserve"> Kolba.</w:t>
      </w:r>
    </w:p>
    <w:p w14:paraId="406532DA" w14:textId="77777777" w:rsidR="009C3A3C" w:rsidRPr="00260D44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055CBEA0" w14:textId="77777777" w:rsidR="00FA5AC2" w:rsidRPr="00260D44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260D44">
        <w:rPr>
          <w:color w:val="FF0000"/>
          <w:u w:val="single"/>
        </w:rPr>
        <w:t>Divergent</w:t>
      </w:r>
      <w:r w:rsidR="00ED73DC" w:rsidRPr="00260D44">
        <w:rPr>
          <w:color w:val="FF0000"/>
          <w:u w:val="single"/>
        </w:rPr>
        <w:t>ní</w:t>
      </w:r>
    </w:p>
    <w:p w14:paraId="5209A30A" w14:textId="77777777" w:rsidR="00FA5AC2" w:rsidRPr="00260D44" w:rsidRDefault="00FA5AC2" w:rsidP="00FA5AC2">
      <w:pPr>
        <w:rPr>
          <w:color w:val="FF0000"/>
          <w:u w:val="single"/>
        </w:rPr>
      </w:pPr>
    </w:p>
    <w:p w14:paraId="56C0A932" w14:textId="77777777" w:rsidR="00FA5AC2" w:rsidRPr="00260D44" w:rsidRDefault="00ED73D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260D44">
        <w:rPr>
          <w:color w:val="FF0000"/>
          <w:u w:val="single"/>
        </w:rPr>
        <w:t>K</w:t>
      </w:r>
      <w:r w:rsidR="00472CF5" w:rsidRPr="00260D44">
        <w:rPr>
          <w:color w:val="FF0000"/>
          <w:u w:val="single"/>
        </w:rPr>
        <w:t>onvergent</w:t>
      </w:r>
      <w:r w:rsidRPr="00260D44">
        <w:rPr>
          <w:color w:val="FF0000"/>
          <w:u w:val="single"/>
        </w:rPr>
        <w:t>ní</w:t>
      </w:r>
    </w:p>
    <w:p w14:paraId="3827D8F4" w14:textId="77777777" w:rsidR="00FA5AC2" w:rsidRPr="00260D44" w:rsidRDefault="00FA5AC2" w:rsidP="00FA5AC2">
      <w:pPr>
        <w:rPr>
          <w:color w:val="FF0000"/>
          <w:u w:val="single"/>
        </w:rPr>
      </w:pPr>
    </w:p>
    <w:p w14:paraId="6BBAD0CB" w14:textId="77777777" w:rsidR="00FA5AC2" w:rsidRPr="00260D44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260D44">
        <w:rPr>
          <w:color w:val="FF0000"/>
          <w:u w:val="single"/>
        </w:rPr>
        <w:t>Asimila</w:t>
      </w:r>
      <w:r w:rsidR="00FA5AC2" w:rsidRPr="00260D44">
        <w:rPr>
          <w:color w:val="FF0000"/>
          <w:u w:val="single"/>
        </w:rPr>
        <w:t>ční</w:t>
      </w:r>
    </w:p>
    <w:p w14:paraId="78E8F8E0" w14:textId="77777777" w:rsidR="00FA5AC2" w:rsidRPr="00260D44" w:rsidRDefault="00FA5AC2" w:rsidP="00FA5AC2">
      <w:pPr>
        <w:rPr>
          <w:color w:val="FF0000"/>
          <w:u w:val="single"/>
        </w:rPr>
      </w:pPr>
    </w:p>
    <w:p w14:paraId="1CA09067" w14:textId="77777777" w:rsidR="009C3A3C" w:rsidRPr="00260D44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260D44">
        <w:rPr>
          <w:color w:val="FF0000"/>
          <w:u w:val="single"/>
        </w:rPr>
        <w:t>A</w:t>
      </w:r>
      <w:r w:rsidR="00FA5AC2" w:rsidRPr="00260D44">
        <w:rPr>
          <w:color w:val="FF0000"/>
          <w:u w:val="single"/>
        </w:rPr>
        <w:t>nalytick</w:t>
      </w:r>
      <w:r w:rsidR="00890D4C">
        <w:rPr>
          <w:color w:val="FF0000"/>
          <w:u w:val="single"/>
        </w:rPr>
        <w:t>ý</w:t>
      </w:r>
      <w:r w:rsidR="00FA5AC2" w:rsidRPr="00260D44">
        <w:rPr>
          <w:color w:val="FF0000"/>
          <w:u w:val="single"/>
        </w:rPr>
        <w:t>/ak</w:t>
      </w:r>
      <w:r w:rsidRPr="00260D44">
        <w:rPr>
          <w:color w:val="FF0000"/>
          <w:u w:val="single"/>
        </w:rPr>
        <w:t>omoda</w:t>
      </w:r>
      <w:r w:rsidR="00FA5AC2" w:rsidRPr="00260D44">
        <w:rPr>
          <w:color w:val="FF0000"/>
          <w:u w:val="single"/>
        </w:rPr>
        <w:t>ční</w:t>
      </w:r>
    </w:p>
    <w:bookmarkEnd w:id="0"/>
    <w:p w14:paraId="56D08FF7" w14:textId="77777777" w:rsidR="00C46664" w:rsidRPr="00260D44" w:rsidRDefault="00C46664">
      <w:pPr>
        <w:rPr>
          <w:szCs w:val="20"/>
        </w:rPr>
      </w:pPr>
      <w:r w:rsidRPr="00260D44">
        <w:br w:type="page"/>
      </w:r>
    </w:p>
    <w:p w14:paraId="1A2FDAB0" w14:textId="77777777" w:rsidR="00C46664" w:rsidRPr="00260D44" w:rsidRDefault="006E5FEF" w:rsidP="00BF6FA1">
      <w:pPr>
        <w:pStyle w:val="eTask"/>
        <w:rPr>
          <w:lang w:val="cs-CZ"/>
        </w:rPr>
      </w:pPr>
      <w:r w:rsidRPr="00260D44">
        <w:rPr>
          <w:lang w:val="cs-CZ"/>
        </w:rPr>
        <w:lastRenderedPageBreak/>
        <w:t>Přiřaďte termíny v levém sloupci k odpovídajícímu popisu ve sloupci pravém.</w:t>
      </w:r>
    </w:p>
    <w:p w14:paraId="38E55141" w14:textId="77777777" w:rsidR="00C46664" w:rsidRPr="00260D44" w:rsidRDefault="00C46664" w:rsidP="00C46664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39"/>
        <w:gridCol w:w="2932"/>
      </w:tblGrid>
      <w:tr w:rsidR="00073A2A" w:rsidRPr="00260D44" w14:paraId="3BF48C8A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6AF0BF" w14:textId="77777777" w:rsidR="00C46664" w:rsidRPr="00260D44" w:rsidRDefault="00C46664" w:rsidP="00D62816">
            <w:pPr>
              <w:pStyle w:val="eCheckBoxText"/>
              <w:ind w:left="0" w:firstLine="0"/>
              <w:contextualSpacing/>
              <w:jc w:val="center"/>
            </w:pPr>
            <w:r w:rsidRPr="00260D44">
              <w:t>Hybrid</w:t>
            </w:r>
            <w:r w:rsidR="00D62816" w:rsidRPr="00260D44">
              <w:t>n</w:t>
            </w:r>
            <w:r w:rsidR="00EA46CF">
              <w:t>í</w:t>
            </w:r>
            <w:r w:rsidR="00D62816" w:rsidRPr="00260D44">
              <w:t xml:space="preserve"> model výu</w:t>
            </w:r>
            <w:r w:rsidR="00EA46CF">
              <w:t>k</w:t>
            </w:r>
            <w:r w:rsidR="00D62816" w:rsidRPr="00260D44">
              <w:t>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A2A9D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59E6B5" w14:textId="77777777" w:rsidR="00C46664" w:rsidRPr="00260D44" w:rsidRDefault="00EA46CF" w:rsidP="00F221B0">
            <w:pPr>
              <w:pStyle w:val="eCheckBoxText"/>
              <w:ind w:left="0" w:firstLine="0"/>
              <w:contextualSpacing/>
              <w:jc w:val="center"/>
            </w:pPr>
            <w:r w:rsidRPr="00EA46CF">
              <w:t xml:space="preserve">Prohlášení, které jasně </w:t>
            </w:r>
            <w:r>
              <w:t>sděluje</w:t>
            </w:r>
            <w:r w:rsidRPr="00EA46CF">
              <w:t xml:space="preserve">, co by měl student </w:t>
            </w:r>
            <w:r>
              <w:t>prokazatelně zvládnout</w:t>
            </w:r>
            <w:r w:rsidRPr="00EA46CF">
              <w:t xml:space="preserve"> na konci </w:t>
            </w:r>
            <w:r>
              <w:t xml:space="preserve">výukové </w:t>
            </w:r>
            <w:r w:rsidRPr="00EA46CF">
              <w:t>etapy nebo období</w:t>
            </w:r>
            <w:r>
              <w:t>.</w:t>
            </w:r>
          </w:p>
        </w:tc>
      </w:tr>
      <w:tr w:rsidR="00073A2A" w:rsidRPr="00260D44" w14:paraId="29FCB026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05B5B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D8801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D74EF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41A378B3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6803" w14:textId="77777777" w:rsidR="00C46664" w:rsidRPr="00260D44" w:rsidRDefault="00EA46CF" w:rsidP="00D62816">
            <w:pPr>
              <w:pStyle w:val="eCheckBoxText"/>
              <w:ind w:left="0" w:firstLine="0"/>
              <w:contextualSpacing/>
              <w:jc w:val="center"/>
            </w:pPr>
            <w:r>
              <w:t>Výukový cíl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91C80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D08517" wp14:editId="77A2453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-862965</wp:posOffset>
                      </wp:positionV>
                      <wp:extent cx="2350135" cy="935355"/>
                      <wp:effectExtent l="0" t="0" r="31115" b="36195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50135" cy="9353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C63E85" id="3 Conector recto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67.95pt" to="179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71313" w14:textId="77777777" w:rsidR="00C46664" w:rsidRPr="00260D44" w:rsidRDefault="00EA46CF" w:rsidP="000C608E">
            <w:pPr>
              <w:pStyle w:val="eCheckBoxText"/>
              <w:ind w:left="0" w:firstLine="0"/>
              <w:contextualSpacing/>
              <w:jc w:val="center"/>
            </w:pPr>
            <w:r w:rsidRPr="00EA46CF">
              <w:t xml:space="preserve">Metodika </w:t>
            </w:r>
            <w:r>
              <w:t>výuky</w:t>
            </w:r>
            <w:r w:rsidRPr="00EA46CF">
              <w:t xml:space="preserve">, která klade důraz na </w:t>
            </w:r>
            <w:r>
              <w:t>zapojení</w:t>
            </w:r>
            <w:r w:rsidRPr="00EA46CF">
              <w:t xml:space="preserve"> studenta </w:t>
            </w:r>
            <w:r w:rsidR="00073A2A">
              <w:t>do</w:t>
            </w:r>
            <w:r w:rsidRPr="00EA46CF">
              <w:t xml:space="preserve"> procesu učení</w:t>
            </w:r>
            <w:r>
              <w:t>.</w:t>
            </w:r>
          </w:p>
        </w:tc>
      </w:tr>
      <w:tr w:rsidR="00073A2A" w:rsidRPr="00260D44" w14:paraId="056D4318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5A38BB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F1F46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9F82E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3CACE813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02A" w14:textId="77777777" w:rsidR="00C46664" w:rsidRPr="00260D44" w:rsidRDefault="00EA46CF" w:rsidP="00D62816">
            <w:pPr>
              <w:pStyle w:val="eCheckBoxText"/>
              <w:ind w:left="0" w:firstLine="0"/>
              <w:contextualSpacing/>
              <w:jc w:val="center"/>
            </w:pPr>
            <w:r w:rsidRPr="00EA46CF">
              <w:t>Metodika aktivní výuky (zaměřená na studenta).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AE67AF" w14:textId="6387EA2B" w:rsidR="00C46664" w:rsidRPr="00260D44" w:rsidRDefault="00B71A3D" w:rsidP="00947037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1B8343C" wp14:editId="15EBD06B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-923925</wp:posOffset>
                      </wp:positionV>
                      <wp:extent cx="2286000" cy="1003300"/>
                      <wp:effectExtent l="0" t="0" r="19050" b="25400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003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1631D0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72.75pt" to="174.3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  <w:r w:rsidR="00C46664"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CA0900" wp14:editId="1AE163C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-1849120</wp:posOffset>
                      </wp:positionV>
                      <wp:extent cx="2275205" cy="1928495"/>
                      <wp:effectExtent l="0" t="0" r="29845" b="33655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5205" cy="19284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68BDA" id="3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145.6pt" to="174.3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C88E7" w14:textId="77777777" w:rsidR="00C46664" w:rsidRPr="00260D44" w:rsidRDefault="00073A2A" w:rsidP="00D62816">
            <w:pPr>
              <w:pStyle w:val="eCheckBoxText"/>
              <w:ind w:left="0" w:firstLine="0"/>
              <w:contextualSpacing/>
              <w:jc w:val="center"/>
            </w:pPr>
            <w:r w:rsidRPr="00073A2A">
              <w:t xml:space="preserve">Forma výuky, která kombinuje nástroje a zdroje prezenční a distanční výuky s cílem zlepšit zkušenost studentů </w:t>
            </w:r>
            <w:r>
              <w:t>i samotný</w:t>
            </w:r>
            <w:r w:rsidRPr="00073A2A">
              <w:t xml:space="preserve"> proces učení.</w:t>
            </w:r>
          </w:p>
        </w:tc>
      </w:tr>
      <w:tr w:rsidR="00073A2A" w:rsidRPr="00260D44" w14:paraId="207B6C0B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4FF8CB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8600F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59F0E6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4C48D0FE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EC9639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260D44">
              <w:t>ECTS (</w:t>
            </w:r>
            <w:r w:rsidR="00D62816" w:rsidRPr="00260D44">
              <w:t>E</w:t>
            </w:r>
            <w:r w:rsidR="00EA46CF">
              <w:t>v</w:t>
            </w:r>
            <w:r w:rsidR="00D62816" w:rsidRPr="00260D44">
              <w:t>r</w:t>
            </w:r>
            <w:r w:rsidR="00EA46CF">
              <w:t>o</w:t>
            </w:r>
            <w:r w:rsidR="00D62816" w:rsidRPr="00260D44">
              <w:t>psk</w:t>
            </w:r>
            <w:r w:rsidR="00EA46CF">
              <w:t>ý</w:t>
            </w:r>
            <w:r w:rsidR="00D62816" w:rsidRPr="00260D44">
              <w:t xml:space="preserve"> systém p</w:t>
            </w:r>
            <w:r w:rsidR="00EA46CF">
              <w:t>ř</w:t>
            </w:r>
            <w:r w:rsidR="00D62816" w:rsidRPr="00260D44">
              <w:t>enosu a</w:t>
            </w:r>
            <w:r w:rsidR="00EA46CF">
              <w:t> akumulace</w:t>
            </w:r>
            <w:r w:rsidR="00D62816" w:rsidRPr="00260D44">
              <w:t xml:space="preserve"> kredit</w:t>
            </w:r>
            <w:r w:rsidR="00EA46CF">
              <w:t>ů</w:t>
            </w:r>
            <w:r w:rsidRPr="00260D44">
              <w:t>)</w:t>
            </w:r>
          </w:p>
        </w:tc>
        <w:bookmarkStart w:id="1" w:name="_GoBack"/>
        <w:bookmarkEnd w:id="1"/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BD356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260D44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188FE" wp14:editId="3D5145D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77A14E6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vXvY&#10;R9kBAAAN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F760C9" w14:textId="77777777" w:rsidR="00C46664" w:rsidRPr="00260D44" w:rsidRDefault="00073A2A" w:rsidP="00C46664">
            <w:pPr>
              <w:pStyle w:val="eCheckBoxText"/>
              <w:ind w:left="0" w:firstLine="0"/>
              <w:contextualSpacing/>
              <w:jc w:val="center"/>
            </w:pPr>
            <w:r w:rsidRPr="00073A2A">
              <w:t xml:space="preserve">Měří </w:t>
            </w:r>
            <w:r>
              <w:t>studijní</w:t>
            </w:r>
            <w:r w:rsidRPr="00073A2A">
              <w:t xml:space="preserve"> zátěž </w:t>
            </w:r>
            <w:r>
              <w:t>(</w:t>
            </w:r>
            <w:r w:rsidRPr="00073A2A">
              <w:t xml:space="preserve">hodiny </w:t>
            </w:r>
            <w:r>
              <w:t xml:space="preserve">strávené </w:t>
            </w:r>
            <w:r w:rsidRPr="00073A2A">
              <w:t>studi</w:t>
            </w:r>
            <w:r>
              <w:t>em);</w:t>
            </w:r>
            <w:r w:rsidRPr="00073A2A">
              <w:t xml:space="preserve"> </w:t>
            </w:r>
            <w:r>
              <w:t xml:space="preserve">zohledňuje </w:t>
            </w:r>
            <w:r w:rsidRPr="00073A2A">
              <w:t xml:space="preserve">dobu </w:t>
            </w:r>
            <w:r>
              <w:t xml:space="preserve">samostatného </w:t>
            </w:r>
            <w:r w:rsidRPr="00073A2A">
              <w:t>studia, tutoriály, stáže, projekty atd.</w:t>
            </w:r>
          </w:p>
        </w:tc>
      </w:tr>
    </w:tbl>
    <w:p w14:paraId="20866F2D" w14:textId="5B1F9196" w:rsidR="00C46664" w:rsidRDefault="00C46664" w:rsidP="00C46664">
      <w:pPr>
        <w:pStyle w:val="eLineBottom"/>
        <w:ind w:left="154"/>
      </w:pPr>
    </w:p>
    <w:p w14:paraId="65211602" w14:textId="77777777" w:rsidR="00B71A3D" w:rsidRPr="00260D44" w:rsidRDefault="00B71A3D" w:rsidP="00C46664">
      <w:pPr>
        <w:pStyle w:val="eLineBottom"/>
        <w:ind w:left="154"/>
      </w:pPr>
    </w:p>
    <w:p w14:paraId="6063CF16" w14:textId="77777777" w:rsidR="00C46664" w:rsidRPr="00260D44" w:rsidRDefault="00C46664" w:rsidP="00C46664"/>
    <w:sectPr w:rsidR="00C46664" w:rsidRPr="00260D4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A0A42" w16cex:dateUtc="2022-12-18T2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1711" w14:textId="77777777" w:rsidR="005F5A3C" w:rsidRDefault="005F5A3C" w:rsidP="00861A1A">
      <w:r>
        <w:separator/>
      </w:r>
    </w:p>
  </w:endnote>
  <w:endnote w:type="continuationSeparator" w:id="0">
    <w:p w14:paraId="7C721A3A" w14:textId="77777777" w:rsidR="005F5A3C" w:rsidRDefault="005F5A3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CB36095" w14:textId="77777777" w:rsidTr="00CA51B5">
      <w:tc>
        <w:tcPr>
          <w:tcW w:w="2518" w:type="dxa"/>
        </w:tcPr>
        <w:p w14:paraId="5D7B2776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54111FBB" wp14:editId="2FFB222D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B73EBFB" w14:textId="77777777" w:rsidR="00B71A3D" w:rsidRPr="00B71A3D" w:rsidRDefault="00B71A3D" w:rsidP="00B71A3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71A3D">
            <w:rPr>
              <w:sz w:val="16"/>
              <w:szCs w:val="16"/>
              <w:lang w:val="en-US"/>
            </w:rPr>
            <w:t>Tento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projekt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byl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realizován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za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finanční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podpory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Evropské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unie</w:t>
          </w:r>
          <w:proofErr w:type="spellEnd"/>
          <w:r w:rsidRPr="00B71A3D">
            <w:rPr>
              <w:sz w:val="16"/>
              <w:szCs w:val="16"/>
              <w:lang w:val="en-US"/>
            </w:rPr>
            <w:t>.</w:t>
          </w:r>
        </w:p>
        <w:p w14:paraId="682B3594" w14:textId="4930BAF9" w:rsidR="00BF5E09" w:rsidRPr="004A7E5F" w:rsidRDefault="00B71A3D" w:rsidP="00B71A3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71A3D">
            <w:rPr>
              <w:sz w:val="16"/>
              <w:szCs w:val="16"/>
              <w:lang w:val="en-US"/>
            </w:rPr>
            <w:t>Za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obsah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publikací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71A3D">
            <w:rPr>
              <w:sz w:val="16"/>
              <w:szCs w:val="16"/>
              <w:lang w:val="en-US"/>
            </w:rPr>
            <w:t>sdělení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71A3D">
            <w:rPr>
              <w:sz w:val="16"/>
              <w:szCs w:val="16"/>
              <w:lang w:val="en-US"/>
            </w:rPr>
            <w:t>odpovídá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výlučně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autor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B71A3D">
            <w:rPr>
              <w:sz w:val="16"/>
              <w:szCs w:val="16"/>
              <w:lang w:val="en-US"/>
            </w:rPr>
            <w:t>Publikace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71A3D">
            <w:rPr>
              <w:sz w:val="16"/>
              <w:szCs w:val="16"/>
              <w:lang w:val="en-US"/>
            </w:rPr>
            <w:t>sdělení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71A3D">
            <w:rPr>
              <w:sz w:val="16"/>
              <w:szCs w:val="16"/>
              <w:lang w:val="en-US"/>
            </w:rPr>
            <w:t>nereprezentují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názory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Evropské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komise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B71A3D">
            <w:rPr>
              <w:sz w:val="16"/>
              <w:szCs w:val="16"/>
              <w:lang w:val="en-US"/>
            </w:rPr>
            <w:t>Evropská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komise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neodpovídá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za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použití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informací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B71A3D">
            <w:rPr>
              <w:sz w:val="16"/>
              <w:szCs w:val="16"/>
              <w:lang w:val="en-US"/>
            </w:rPr>
            <w:t>jež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jsou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jejich</w:t>
          </w:r>
          <w:proofErr w:type="spellEnd"/>
          <w:r w:rsidRPr="00B71A3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71A3D">
            <w:rPr>
              <w:sz w:val="16"/>
              <w:szCs w:val="16"/>
              <w:lang w:val="en-US"/>
            </w:rPr>
            <w:t>obsahem</w:t>
          </w:r>
          <w:proofErr w:type="spellEnd"/>
          <w:r w:rsidRPr="00B71A3D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18BFF83" w14:textId="77777777" w:rsidTr="00CA51B5">
      <w:tc>
        <w:tcPr>
          <w:tcW w:w="8472" w:type="dxa"/>
          <w:gridSpan w:val="2"/>
        </w:tcPr>
        <w:p w14:paraId="688D0A98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05DC5A9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2D62852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5E2A0" w14:textId="77777777" w:rsidR="005F5A3C" w:rsidRDefault="005F5A3C" w:rsidP="00861A1A">
      <w:r>
        <w:separator/>
      </w:r>
    </w:p>
  </w:footnote>
  <w:footnote w:type="continuationSeparator" w:id="0">
    <w:p w14:paraId="5196C716" w14:textId="77777777" w:rsidR="005F5A3C" w:rsidRDefault="005F5A3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6705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A6B8868" wp14:editId="7A5CC57C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FA" w:rsidRPr="00492FFA">
      <w:rPr>
        <w:rFonts w:ascii="Calibri" w:hAnsi="Calibri"/>
        <w:b/>
        <w:smallCaps/>
        <w:noProof/>
      </w:rPr>
      <w:t>PRACOVN</w:t>
    </w:r>
    <w:r w:rsidR="00DE5C45">
      <w:rPr>
        <w:rFonts w:ascii="Calibri" w:hAnsi="Calibri"/>
        <w:b/>
        <w:smallCaps/>
        <w:noProof/>
      </w:rPr>
      <w:t>Í</w:t>
    </w:r>
    <w:r w:rsidR="00492FFA" w:rsidRPr="00492FFA">
      <w:rPr>
        <w:rFonts w:ascii="Calibri" w:hAnsi="Calibri"/>
        <w:b/>
        <w:smallCaps/>
        <w:noProof/>
      </w:rPr>
      <w:t xml:space="preserve"> LIST</w:t>
    </w:r>
  </w:p>
  <w:p w14:paraId="5E5227A5" w14:textId="54FC450A" w:rsidR="00C148FD" w:rsidRPr="00C148FD" w:rsidRDefault="00B71A3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92FFA">
      <w:rPr>
        <w:rFonts w:ascii="Calibri" w:hAnsi="Calibri"/>
        <w:smallCaps/>
        <w:noProof/>
        <w:sz w:val="20"/>
        <w:szCs w:val="20"/>
        <w:lang w:val="en-US"/>
      </w:rPr>
      <w:t>Modern</w:t>
    </w:r>
    <w:r>
      <w:rPr>
        <w:rFonts w:ascii="Calibri" w:hAnsi="Calibri"/>
        <w:smallCaps/>
        <w:noProof/>
        <w:sz w:val="20"/>
        <w:szCs w:val="20"/>
        <w:lang w:val="en-US"/>
      </w:rPr>
      <w:t>í</w:t>
    </w: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 technol</w:t>
    </w:r>
    <w:r>
      <w:rPr>
        <w:rFonts w:ascii="Calibri" w:hAnsi="Calibri"/>
        <w:smallCaps/>
        <w:noProof/>
        <w:sz w:val="20"/>
        <w:szCs w:val="20"/>
        <w:lang w:val="en-US"/>
      </w:rPr>
      <w:t>o</w:t>
    </w:r>
    <w:r w:rsidRPr="00492FFA">
      <w:rPr>
        <w:rFonts w:ascii="Calibri" w:hAnsi="Calibri"/>
        <w:smallCaps/>
        <w:noProof/>
        <w:sz w:val="20"/>
        <w:szCs w:val="20"/>
        <w:lang w:val="en-US"/>
      </w:rPr>
      <w:t>gie a koncepce pr</w:t>
    </w:r>
    <w:r>
      <w:rPr>
        <w:rFonts w:ascii="Calibri" w:hAnsi="Calibri"/>
        <w:smallCaps/>
        <w:noProof/>
        <w:sz w:val="20"/>
        <w:szCs w:val="20"/>
        <w:lang w:val="en-US"/>
      </w:rPr>
      <w:t>o</w:t>
    </w: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 vzd</w:t>
    </w:r>
    <w:r>
      <w:rPr>
        <w:rFonts w:ascii="Calibri" w:hAnsi="Calibri"/>
        <w:smallCaps/>
        <w:noProof/>
        <w:sz w:val="20"/>
        <w:szCs w:val="20"/>
        <w:lang w:val="en-US"/>
      </w:rPr>
      <w:t>ě</w:t>
    </w:r>
    <w:r w:rsidRPr="00492FFA">
      <w:rPr>
        <w:rFonts w:ascii="Calibri" w:hAnsi="Calibri"/>
        <w:smallCaps/>
        <w:noProof/>
        <w:sz w:val="20"/>
        <w:szCs w:val="20"/>
        <w:lang w:val="en-US"/>
      </w:rPr>
      <w:t>láv</w:t>
    </w:r>
    <w:r>
      <w:rPr>
        <w:rFonts w:ascii="Calibri" w:hAnsi="Calibri"/>
        <w:smallCaps/>
        <w:noProof/>
        <w:sz w:val="20"/>
        <w:szCs w:val="20"/>
        <w:lang w:val="en-US"/>
      </w:rPr>
      <w:t>á</w:t>
    </w:r>
    <w:r w:rsidRPr="00492FFA">
      <w:rPr>
        <w:rFonts w:ascii="Calibri" w:hAnsi="Calibri"/>
        <w:smallCaps/>
        <w:noProof/>
        <w:sz w:val="20"/>
        <w:szCs w:val="20"/>
        <w:lang w:val="en-US"/>
      </w:rPr>
      <w:t>n</w:t>
    </w:r>
    <w:r>
      <w:rPr>
        <w:rFonts w:ascii="Calibri" w:hAnsi="Calibri"/>
        <w:smallCaps/>
        <w:noProof/>
        <w:sz w:val="20"/>
        <w:szCs w:val="20"/>
        <w:lang w:val="en-US"/>
      </w:rPr>
      <w:t>í</w:t>
    </w:r>
    <w:r w:rsidR="00492FFA" w:rsidRPr="00492FFA">
      <w:rPr>
        <w:rFonts w:ascii="Calibri" w:hAnsi="Calibri"/>
        <w:smallCaps/>
        <w:noProof/>
        <w:sz w:val="20"/>
        <w:szCs w:val="20"/>
        <w:lang w:val="en-US"/>
      </w:rPr>
      <w:t xml:space="preserve">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46E"/>
    <w:rsid w:val="00045BEB"/>
    <w:rsid w:val="000557D2"/>
    <w:rsid w:val="00063674"/>
    <w:rsid w:val="00064FA5"/>
    <w:rsid w:val="00073A2A"/>
    <w:rsid w:val="00073ADF"/>
    <w:rsid w:val="0007473C"/>
    <w:rsid w:val="000750C9"/>
    <w:rsid w:val="00087954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60D44"/>
    <w:rsid w:val="00272012"/>
    <w:rsid w:val="00277B75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C2BCE"/>
    <w:rsid w:val="002E301D"/>
    <w:rsid w:val="002E7D83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19BE"/>
    <w:rsid w:val="00435704"/>
    <w:rsid w:val="0044547E"/>
    <w:rsid w:val="00453D08"/>
    <w:rsid w:val="00454529"/>
    <w:rsid w:val="004632E4"/>
    <w:rsid w:val="0046567F"/>
    <w:rsid w:val="00472203"/>
    <w:rsid w:val="00472CF5"/>
    <w:rsid w:val="00475954"/>
    <w:rsid w:val="004767EE"/>
    <w:rsid w:val="00492966"/>
    <w:rsid w:val="00492FFA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A3C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4D7"/>
    <w:rsid w:val="006E598F"/>
    <w:rsid w:val="006E5FEF"/>
    <w:rsid w:val="006F0D5B"/>
    <w:rsid w:val="006F2DE3"/>
    <w:rsid w:val="006F787A"/>
    <w:rsid w:val="00710301"/>
    <w:rsid w:val="00716A91"/>
    <w:rsid w:val="0072455A"/>
    <w:rsid w:val="0073574D"/>
    <w:rsid w:val="007447BD"/>
    <w:rsid w:val="007460F9"/>
    <w:rsid w:val="0076745A"/>
    <w:rsid w:val="007738BD"/>
    <w:rsid w:val="00773C90"/>
    <w:rsid w:val="007837ED"/>
    <w:rsid w:val="00790D07"/>
    <w:rsid w:val="007959F2"/>
    <w:rsid w:val="007A5902"/>
    <w:rsid w:val="007A7141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15B63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0D4C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19A8"/>
    <w:rsid w:val="009C3A3C"/>
    <w:rsid w:val="009C7B24"/>
    <w:rsid w:val="009D45EC"/>
    <w:rsid w:val="009E2A2A"/>
    <w:rsid w:val="009F64C4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56676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1A3D"/>
    <w:rsid w:val="00B75FF7"/>
    <w:rsid w:val="00B816F4"/>
    <w:rsid w:val="00B822EA"/>
    <w:rsid w:val="00B83B7F"/>
    <w:rsid w:val="00B84417"/>
    <w:rsid w:val="00B94FBB"/>
    <w:rsid w:val="00BA3595"/>
    <w:rsid w:val="00BA5D59"/>
    <w:rsid w:val="00BB3CAA"/>
    <w:rsid w:val="00BB43B8"/>
    <w:rsid w:val="00BB48C7"/>
    <w:rsid w:val="00BC1E8F"/>
    <w:rsid w:val="00BC1F6B"/>
    <w:rsid w:val="00BC732E"/>
    <w:rsid w:val="00BD2E8E"/>
    <w:rsid w:val="00BD307B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5BFE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573B0"/>
    <w:rsid w:val="00D6281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C45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0FA"/>
    <w:rsid w:val="00E65738"/>
    <w:rsid w:val="00E8518C"/>
    <w:rsid w:val="00E879F9"/>
    <w:rsid w:val="00E90BD9"/>
    <w:rsid w:val="00EA1BDF"/>
    <w:rsid w:val="00EA39BF"/>
    <w:rsid w:val="00EA46CF"/>
    <w:rsid w:val="00EB6B74"/>
    <w:rsid w:val="00EB6E4B"/>
    <w:rsid w:val="00EC77B0"/>
    <w:rsid w:val="00ED2956"/>
    <w:rsid w:val="00ED6A27"/>
    <w:rsid w:val="00ED73DC"/>
    <w:rsid w:val="00EE3197"/>
    <w:rsid w:val="00EE7BB1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5AC2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35B936"/>
  <w15:docId w15:val="{7C41FE4D-4556-452D-A61F-1C87B86D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paragraph" w:styleId="Revize">
    <w:name w:val="Revision"/>
    <w:hidden/>
    <w:uiPriority w:val="99"/>
    <w:semiHidden/>
    <w:rsid w:val="00277B75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77B7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77B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77B75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77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77B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91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12</cp:revision>
  <cp:lastPrinted>2013-05-24T14:00:00Z</cp:lastPrinted>
  <dcterms:created xsi:type="dcterms:W3CDTF">2022-08-22T10:37:00Z</dcterms:created>
  <dcterms:modified xsi:type="dcterms:W3CDTF">2023-02-28T13:11:00Z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