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60CF3" w14:textId="3BED1035" w:rsidR="001922A0" w:rsidRPr="004F630C" w:rsidRDefault="00DF3689" w:rsidP="00BF590A">
      <w:pPr>
        <w:pStyle w:val="eTask"/>
        <w:rPr>
          <w:lang w:val="cs-CZ"/>
        </w:rPr>
      </w:pPr>
      <w:bookmarkStart w:id="0" w:name="_Hlk97716694"/>
      <w:r w:rsidRPr="004F630C">
        <w:rPr>
          <w:lang w:val="cs-CZ"/>
        </w:rPr>
        <w:t>Uveďte kateg</w:t>
      </w:r>
      <w:r w:rsidR="004F630C" w:rsidRPr="004F630C">
        <w:rPr>
          <w:lang w:val="cs-CZ"/>
        </w:rPr>
        <w:t>o</w:t>
      </w:r>
      <w:r w:rsidRPr="004F630C">
        <w:rPr>
          <w:lang w:val="cs-CZ"/>
        </w:rPr>
        <w:t xml:space="preserve">rie </w:t>
      </w:r>
      <w:r w:rsidR="00263351">
        <w:rPr>
          <w:lang w:val="cs-CZ"/>
        </w:rPr>
        <w:t>ověřen</w:t>
      </w:r>
      <w:r w:rsidR="00C845AC">
        <w:rPr>
          <w:lang w:val="cs-CZ"/>
        </w:rPr>
        <w:t>í</w:t>
      </w:r>
      <w:r w:rsidR="00263351">
        <w:rPr>
          <w:lang w:val="cs-CZ"/>
        </w:rPr>
        <w:t xml:space="preserve"> identity</w:t>
      </w:r>
      <w:r w:rsidR="004F630C">
        <w:rPr>
          <w:lang w:val="cs-CZ"/>
        </w:rPr>
        <w:t xml:space="preserve"> dle faktoru, podle kterého s</w:t>
      </w:r>
      <w:bookmarkStart w:id="1" w:name="_GoBack"/>
      <w:bookmarkEnd w:id="1"/>
      <w:r w:rsidR="004F630C">
        <w:rPr>
          <w:lang w:val="cs-CZ"/>
        </w:rPr>
        <w:t>e r</w:t>
      </w:r>
      <w:r w:rsidRPr="004F630C">
        <w:rPr>
          <w:lang w:val="cs-CZ"/>
        </w:rPr>
        <w:t>ealizuje</w:t>
      </w:r>
      <w:r w:rsidR="004F630C">
        <w:rPr>
          <w:lang w:val="cs-CZ"/>
        </w:rPr>
        <w:t>:</w:t>
      </w:r>
    </w:p>
    <w:p w14:paraId="2E4BABE2" w14:textId="77777777" w:rsidR="001922A0" w:rsidRPr="004F630C" w:rsidRDefault="001922A0" w:rsidP="00683A34"/>
    <w:p w14:paraId="1C239F81" w14:textId="77777777" w:rsidR="002A6192" w:rsidRPr="00CE5719" w:rsidRDefault="002A6192" w:rsidP="002A6192">
      <w:pPr>
        <w:ind w:left="992" w:hanging="425"/>
        <w:rPr>
          <w:u w:val="single"/>
          <w:lang w:val="en-US"/>
        </w:rPr>
      </w:pPr>
      <w:r w:rsidRPr="00DF3689">
        <w:rPr>
          <w:lang w:val="sk-SK"/>
        </w:rPr>
        <w:t>1.</w:t>
      </w:r>
      <w:r w:rsidRPr="00DF3689">
        <w:rPr>
          <w:lang w:val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1DAADE73" w14:textId="77777777" w:rsidR="002A6192" w:rsidRPr="00DF3689" w:rsidRDefault="002A6192" w:rsidP="002A6192">
      <w:pPr>
        <w:ind w:left="992" w:hanging="425"/>
        <w:rPr>
          <w:lang w:val="sk-SK"/>
        </w:rPr>
      </w:pPr>
    </w:p>
    <w:p w14:paraId="3F24994D" w14:textId="77777777" w:rsidR="002A6192" w:rsidRPr="00DF3689" w:rsidRDefault="002A6192" w:rsidP="002A6192">
      <w:pPr>
        <w:ind w:left="992" w:hanging="425"/>
        <w:rPr>
          <w:lang w:val="sk-SK" w:eastAsia="sk-SK"/>
        </w:rPr>
      </w:pPr>
      <w:r w:rsidRPr="00DF3689">
        <w:rPr>
          <w:lang w:val="sk-SK" w:eastAsia="sk-SK"/>
        </w:rPr>
        <w:t>2.</w:t>
      </w:r>
      <w:r w:rsidRPr="00DF3689">
        <w:rPr>
          <w:lang w:val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7A19E94C" w14:textId="77777777" w:rsidR="002A6192" w:rsidRPr="00DF3689" w:rsidRDefault="002A6192" w:rsidP="002A6192">
      <w:pPr>
        <w:ind w:left="992" w:hanging="425"/>
        <w:rPr>
          <w:lang w:val="sk-SK" w:eastAsia="sk-SK"/>
        </w:rPr>
      </w:pPr>
    </w:p>
    <w:p w14:paraId="369DE36D" w14:textId="68AFB610" w:rsidR="00F01181" w:rsidRDefault="002A6192" w:rsidP="004C23AC">
      <w:pPr>
        <w:ind w:left="992" w:hanging="425"/>
        <w:rPr>
          <w:lang w:val="sk-SK"/>
        </w:rPr>
      </w:pPr>
      <w:r w:rsidRPr="00DF3689">
        <w:rPr>
          <w:lang w:val="sk-SK" w:eastAsia="sk-SK"/>
        </w:rPr>
        <w:t>3.</w:t>
      </w:r>
      <w:r w:rsidRPr="00DF3689">
        <w:rPr>
          <w:lang w:val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37E86213" w14:textId="77777777" w:rsidR="004C23AC" w:rsidRPr="004C23AC" w:rsidRDefault="004C23AC" w:rsidP="004C23AC">
      <w:pPr>
        <w:ind w:left="992" w:hanging="425"/>
        <w:rPr>
          <w:lang w:val="sk-SK"/>
        </w:rPr>
      </w:pPr>
    </w:p>
    <w:p w14:paraId="181AB58E" w14:textId="77777777" w:rsidR="00C148FD" w:rsidRPr="004F630C" w:rsidRDefault="00C148FD" w:rsidP="00BF590A">
      <w:pPr>
        <w:pStyle w:val="eLineBottom"/>
        <w:ind w:left="154"/>
      </w:pPr>
    </w:p>
    <w:p w14:paraId="53B3B9F6" w14:textId="77777777" w:rsidR="00C148FD" w:rsidRPr="004F630C" w:rsidRDefault="00C148FD" w:rsidP="00BF590A">
      <w:pPr>
        <w:ind w:left="154"/>
      </w:pPr>
    </w:p>
    <w:p w14:paraId="30F2071B" w14:textId="6089F95F" w:rsidR="00C148FD" w:rsidRPr="004F630C" w:rsidRDefault="00E92244" w:rsidP="00BF590A">
      <w:pPr>
        <w:pStyle w:val="eTask"/>
        <w:rPr>
          <w:lang w:val="cs-CZ"/>
        </w:rPr>
      </w:pPr>
      <w:r w:rsidRPr="004F630C">
        <w:rPr>
          <w:lang w:val="cs-CZ"/>
        </w:rPr>
        <w:t xml:space="preserve">Opravte </w:t>
      </w:r>
      <w:r w:rsidR="00861636">
        <w:rPr>
          <w:lang w:val="cs-CZ"/>
        </w:rPr>
        <w:t xml:space="preserve">následující </w:t>
      </w:r>
      <w:r w:rsidRPr="004F630C">
        <w:rPr>
          <w:lang w:val="cs-CZ"/>
        </w:rPr>
        <w:t xml:space="preserve">text tak, aby </w:t>
      </w:r>
      <w:r w:rsidR="00861636">
        <w:rPr>
          <w:lang w:val="cs-CZ"/>
        </w:rPr>
        <w:t>jednotlivá tvrzení byla</w:t>
      </w:r>
      <w:r w:rsidRPr="004F630C">
        <w:rPr>
          <w:lang w:val="cs-CZ"/>
        </w:rPr>
        <w:t xml:space="preserve"> pravdiv</w:t>
      </w:r>
      <w:r w:rsidR="00861636">
        <w:rPr>
          <w:lang w:val="cs-CZ"/>
        </w:rPr>
        <w:t>á.</w:t>
      </w:r>
    </w:p>
    <w:p w14:paraId="7322FA04" w14:textId="77777777" w:rsidR="00C6032E" w:rsidRPr="004F630C" w:rsidRDefault="00C6032E" w:rsidP="00C6032E">
      <w:pPr>
        <w:pStyle w:val="eTask"/>
        <w:numPr>
          <w:ilvl w:val="0"/>
          <w:numId w:val="0"/>
        </w:numPr>
        <w:ind w:left="720" w:hanging="360"/>
        <w:rPr>
          <w:lang w:val="cs-CZ"/>
        </w:rPr>
      </w:pPr>
    </w:p>
    <w:p w14:paraId="605AA0DF" w14:textId="02F77C7A" w:rsidR="00C6032E" w:rsidRPr="004F630C" w:rsidRDefault="00BC670B" w:rsidP="00C6032E">
      <w:pPr>
        <w:pStyle w:val="eCheckBoxText"/>
        <w:spacing w:line="360" w:lineRule="auto"/>
        <w:ind w:left="708" w:firstLine="0"/>
      </w:pPr>
      <w:r>
        <w:t>Identifikace subjektu nebo skupiny subjektů vy</w:t>
      </w:r>
      <w:r w:rsidR="00E92244" w:rsidRPr="004F630C">
        <w:t>žaduj</w:t>
      </w:r>
      <w:r>
        <w:t>e proces</w:t>
      </w:r>
      <w:r w:rsidR="00E92244" w:rsidRPr="004F630C">
        <w:t xml:space="preserve"> autentifik</w:t>
      </w:r>
      <w:r>
        <w:t>a</w:t>
      </w:r>
      <w:r w:rsidR="00E92244" w:rsidRPr="004F630C">
        <w:t>c</w:t>
      </w:r>
      <w:r>
        <w:t>e</w:t>
      </w:r>
      <w:r w:rsidR="00E92244" w:rsidRPr="004F630C">
        <w:t xml:space="preserve"> </w:t>
      </w:r>
      <w:r>
        <w:t>a vy</w:t>
      </w:r>
      <w:r w:rsidR="00C11B21" w:rsidRPr="004F630C">
        <w:t>užív</w:t>
      </w:r>
      <w:r>
        <w:t>á</w:t>
      </w:r>
      <w:r w:rsidR="00E92244" w:rsidRPr="004F630C">
        <w:t xml:space="preserve"> </w:t>
      </w:r>
      <w:r w:rsidR="00C11B21" w:rsidRPr="004F630C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rozlišovací znak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vlastnost</m:t>
                </m:r>
              </m:e>
            </m:eqArr>
          </m:e>
        </m:d>
      </m:oMath>
      <w:r w:rsidR="00BE09DC" w:rsidRPr="004F630C">
        <w:t xml:space="preserve"> </w:t>
      </w:r>
      <w:r w:rsidRPr="00BC670B">
        <w:t>od subjektu nebo skupiny subjektů, jejichž pravost se jím ověřuje</w:t>
      </w:r>
      <w:r w:rsidR="00C6032E" w:rsidRPr="004F630C">
        <w:t>.</w:t>
      </w:r>
    </w:p>
    <w:p w14:paraId="0FDA6C59" w14:textId="529F189B" w:rsidR="00C6032E" w:rsidRPr="004F630C" w:rsidRDefault="00E10EF0" w:rsidP="00C6032E">
      <w:pPr>
        <w:pStyle w:val="eCheckBoxText"/>
        <w:spacing w:line="360" w:lineRule="auto"/>
        <w:ind w:left="708" w:firstLine="0"/>
      </w:pPr>
      <w:r w:rsidRPr="004F630C">
        <w:t>Proces autentifik</w:t>
      </w:r>
      <w:r w:rsidR="005C4F23">
        <w:t>a</w:t>
      </w:r>
      <w:r w:rsidRPr="004F630C">
        <w:t>ce</w:t>
      </w:r>
      <w:r w:rsidR="00C6032E" w:rsidRPr="004F630C">
        <w:t xml:space="preserve"> </w:t>
      </w:r>
      <m:oMath>
        <m:d>
          <m:dPr>
            <m:ctrlPr>
              <w:rPr>
                <w:rFonts w:ascii="Cambria Math" w:hAnsi="Cambria Math"/>
                <w:iCs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využívá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nevyužívá </m:t>
                </m:r>
              </m:e>
            </m:eqArr>
          </m:e>
        </m:d>
      </m:oMath>
      <w:r w:rsidR="00C6032E" w:rsidRPr="004F630C">
        <w:t xml:space="preserve"> </w:t>
      </w:r>
      <w:r w:rsidRPr="004F630C">
        <w:t>autenti</w:t>
      </w:r>
      <w:r w:rsidR="005C4F23">
        <w:t>z</w:t>
      </w:r>
      <w:r w:rsidRPr="004F630C">
        <w:t>átor</w:t>
      </w:r>
      <w:r w:rsidR="005C4F23">
        <w:t>a</w:t>
      </w:r>
      <w:r w:rsidRPr="004F630C">
        <w:t xml:space="preserve"> a autentifikačn</w:t>
      </w:r>
      <w:r w:rsidR="005C4F23">
        <w:t>í</w:t>
      </w:r>
      <w:r w:rsidRPr="004F630C">
        <w:t xml:space="preserve"> algoritmus</w:t>
      </w:r>
      <w:r w:rsidR="00C6032E" w:rsidRPr="004F630C">
        <w:t>.</w:t>
      </w:r>
    </w:p>
    <w:p w14:paraId="497B43EF" w14:textId="20C7E404" w:rsidR="00C6032E" w:rsidRPr="004F630C" w:rsidRDefault="00E10EF0" w:rsidP="00C6032E">
      <w:pPr>
        <w:pStyle w:val="eCheckBoxText"/>
        <w:spacing w:line="360" w:lineRule="auto"/>
        <w:ind w:left="708" w:firstLine="0"/>
      </w:pPr>
      <w:r w:rsidRPr="004F630C">
        <w:t>Autentifik</w:t>
      </w:r>
      <w:r w:rsidR="005C4F23">
        <w:t>a</w:t>
      </w:r>
      <w:r w:rsidRPr="004F630C">
        <w:t>c</w:t>
      </w:r>
      <w:r w:rsidR="005C4F23">
        <w:t>e</w:t>
      </w:r>
      <w:r w:rsidRPr="004F630C">
        <w:t xml:space="preserve"> založená na princ</w:t>
      </w:r>
      <w:r w:rsidR="005C4F23">
        <w:t>i</w:t>
      </w:r>
      <w:r w:rsidRPr="004F630C">
        <w:t>p</w:t>
      </w:r>
      <w:r w:rsidR="005C4F23">
        <w:t>u</w:t>
      </w:r>
      <w:r w:rsidRPr="004F630C">
        <w:t xml:space="preserve"> „</w:t>
      </w:r>
      <w:r w:rsidR="005C4F23">
        <w:t>něc</w:t>
      </w:r>
      <w:r w:rsidRPr="004F630C">
        <w:t xml:space="preserve">o, </w:t>
      </w:r>
      <w:r w:rsidR="005C4F23">
        <w:t>c</w:t>
      </w:r>
      <w:r w:rsidRPr="004F630C">
        <w:t xml:space="preserve">o </w:t>
      </w:r>
      <w:r w:rsidR="002C56C4">
        <w:t xml:space="preserve">uživatel </w:t>
      </w:r>
      <w:r w:rsidRPr="004F630C">
        <w:t>zná“ využív</w:t>
      </w:r>
      <w:r w:rsidR="005C4F23">
        <w:t xml:space="preserve">á pro autentifikaci </w:t>
      </w:r>
      <m:oMath>
        <m:d>
          <m:dPr>
            <m:ctrlPr>
              <w:rPr>
                <w:rFonts w:ascii="Cambria Math" w:hAnsi="Cambria Math"/>
                <w:iCs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otisky prstů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hesla</m:t>
                </m:r>
                <m:ctrlPr>
                  <w:rPr>
                    <w:rFonts w:ascii="Cambria Math" w:eastAsia="Cambria Math" w:hAnsi="Cambria Math" w:cs="Cambria Math"/>
                    <w:iCs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čipové karty </m:t>
                </m:r>
              </m:e>
            </m:eqArr>
          </m:e>
        </m:d>
      </m:oMath>
      <w:r w:rsidR="00C6032E" w:rsidRPr="004F630C">
        <w:t>.</w:t>
      </w:r>
    </w:p>
    <w:p w14:paraId="338715C3" w14:textId="77777777" w:rsidR="00C6032E" w:rsidRPr="004F630C" w:rsidRDefault="00C6032E" w:rsidP="00C6032E">
      <w:pPr>
        <w:pStyle w:val="eTask"/>
        <w:numPr>
          <w:ilvl w:val="0"/>
          <w:numId w:val="0"/>
        </w:numPr>
        <w:ind w:left="720" w:hanging="360"/>
        <w:rPr>
          <w:lang w:val="cs-CZ"/>
        </w:rPr>
      </w:pPr>
    </w:p>
    <w:p w14:paraId="444E86D2" w14:textId="77777777" w:rsidR="006E598F" w:rsidRPr="004F630C" w:rsidRDefault="006E598F" w:rsidP="006E598F">
      <w:pPr>
        <w:pStyle w:val="eLineBottom"/>
        <w:ind w:left="154"/>
      </w:pPr>
    </w:p>
    <w:p w14:paraId="1396FE55" w14:textId="77777777" w:rsidR="00F1459B" w:rsidRPr="004F630C" w:rsidRDefault="00F1459B" w:rsidP="00F1459B"/>
    <w:p w14:paraId="7B8388B4" w14:textId="0CAA5C69" w:rsidR="00164D05" w:rsidRPr="004F630C" w:rsidRDefault="00E20FE3" w:rsidP="00164D05">
      <w:pPr>
        <w:pStyle w:val="eTask"/>
        <w:rPr>
          <w:lang w:val="cs-CZ"/>
        </w:rPr>
      </w:pPr>
      <w:r w:rsidRPr="004F630C">
        <w:rPr>
          <w:lang w:val="cs-CZ"/>
        </w:rPr>
        <w:t>Vyberte správn</w:t>
      </w:r>
      <w:r w:rsidR="00523E4A">
        <w:rPr>
          <w:lang w:val="cs-CZ"/>
        </w:rPr>
        <w:t>é</w:t>
      </w:r>
      <w:r w:rsidRPr="004F630C">
        <w:rPr>
          <w:lang w:val="cs-CZ"/>
        </w:rPr>
        <w:t xml:space="preserve"> termíny z</w:t>
      </w:r>
      <w:r w:rsidR="00523E4A">
        <w:rPr>
          <w:lang w:val="cs-CZ"/>
        </w:rPr>
        <w:t>e</w:t>
      </w:r>
      <w:r w:rsidRPr="004F630C">
        <w:rPr>
          <w:lang w:val="cs-CZ"/>
        </w:rPr>
        <w:t xml:space="preserve"> </w:t>
      </w:r>
      <w:r w:rsidR="00523E4A">
        <w:rPr>
          <w:lang w:val="cs-CZ"/>
        </w:rPr>
        <w:t>se</w:t>
      </w:r>
      <w:r w:rsidRPr="004F630C">
        <w:rPr>
          <w:lang w:val="cs-CZ"/>
        </w:rPr>
        <w:t>znamu a v</w:t>
      </w:r>
      <w:r w:rsidR="00523E4A">
        <w:rPr>
          <w:lang w:val="cs-CZ"/>
        </w:rPr>
        <w:t>e</w:t>
      </w:r>
      <w:r w:rsidRPr="004F630C">
        <w:rPr>
          <w:lang w:val="cs-CZ"/>
        </w:rPr>
        <w:t>p</w:t>
      </w:r>
      <w:r w:rsidR="00523E4A">
        <w:rPr>
          <w:lang w:val="cs-CZ"/>
        </w:rPr>
        <w:t>i</w:t>
      </w:r>
      <w:r w:rsidRPr="004F630C">
        <w:rPr>
          <w:lang w:val="cs-CZ"/>
        </w:rPr>
        <w:t>št</w:t>
      </w:r>
      <w:r w:rsidR="00523E4A">
        <w:rPr>
          <w:lang w:val="cs-CZ"/>
        </w:rPr>
        <w:t>e je</w:t>
      </w:r>
      <w:r w:rsidRPr="004F630C">
        <w:rPr>
          <w:lang w:val="cs-CZ"/>
        </w:rPr>
        <w:t xml:space="preserve"> do obrázku</w:t>
      </w:r>
      <w:r w:rsidR="00F57456">
        <w:rPr>
          <w:lang w:val="cs-CZ"/>
        </w:rPr>
        <w:t xml:space="preserve"> tak</w:t>
      </w:r>
      <w:r w:rsidRPr="004F630C">
        <w:rPr>
          <w:lang w:val="cs-CZ"/>
        </w:rPr>
        <w:t>, aby obráz</w:t>
      </w:r>
      <w:r w:rsidR="00523E4A">
        <w:rPr>
          <w:lang w:val="cs-CZ"/>
        </w:rPr>
        <w:t>e</w:t>
      </w:r>
      <w:r w:rsidRPr="004F630C">
        <w:rPr>
          <w:lang w:val="cs-CZ"/>
        </w:rPr>
        <w:t>k správn</w:t>
      </w:r>
      <w:r w:rsidR="00523E4A">
        <w:rPr>
          <w:lang w:val="cs-CZ"/>
        </w:rPr>
        <w:t>ě</w:t>
      </w:r>
      <w:r w:rsidRPr="004F630C">
        <w:rPr>
          <w:lang w:val="cs-CZ"/>
        </w:rPr>
        <w:t xml:space="preserve"> </w:t>
      </w:r>
      <w:r w:rsidR="00523E4A">
        <w:rPr>
          <w:lang w:val="cs-CZ"/>
        </w:rPr>
        <w:t>p</w:t>
      </w:r>
      <w:r w:rsidRPr="004F630C">
        <w:rPr>
          <w:lang w:val="cs-CZ"/>
        </w:rPr>
        <w:t xml:space="preserve">opisoval, </w:t>
      </w:r>
      <w:r w:rsidR="00523E4A">
        <w:rPr>
          <w:lang w:val="cs-CZ"/>
        </w:rPr>
        <w:t>j</w:t>
      </w:r>
      <w:r w:rsidRPr="004F630C">
        <w:rPr>
          <w:lang w:val="cs-CZ"/>
        </w:rPr>
        <w:t>ak solené ha</w:t>
      </w:r>
      <w:r w:rsidR="00523E4A">
        <w:rPr>
          <w:lang w:val="cs-CZ"/>
        </w:rPr>
        <w:t>sh</w:t>
      </w:r>
      <w:r w:rsidRPr="004F630C">
        <w:rPr>
          <w:lang w:val="cs-CZ"/>
        </w:rPr>
        <w:t>ov</w:t>
      </w:r>
      <w:r w:rsidR="00523E4A">
        <w:rPr>
          <w:lang w:val="cs-CZ"/>
        </w:rPr>
        <w:t>á</w:t>
      </w:r>
      <w:r w:rsidRPr="004F630C">
        <w:rPr>
          <w:lang w:val="cs-CZ"/>
        </w:rPr>
        <w:t>n</w:t>
      </w:r>
      <w:r w:rsidR="00523E4A">
        <w:rPr>
          <w:lang w:val="cs-CZ"/>
        </w:rPr>
        <w:t>í</w:t>
      </w:r>
      <w:r w:rsidRPr="004F630C">
        <w:rPr>
          <w:lang w:val="cs-CZ"/>
        </w:rPr>
        <w:t xml:space="preserve"> </w:t>
      </w:r>
      <w:r w:rsidR="00523E4A">
        <w:rPr>
          <w:lang w:val="cs-CZ"/>
        </w:rPr>
        <w:t>funguje</w:t>
      </w:r>
      <w:r w:rsidR="00164D05" w:rsidRPr="004F630C">
        <w:rPr>
          <w:lang w:val="cs-CZ"/>
        </w:rPr>
        <w:t>.</w:t>
      </w:r>
    </w:p>
    <w:p w14:paraId="002066C4" w14:textId="098B84D5" w:rsidR="00164D05" w:rsidRPr="004F630C" w:rsidRDefault="00A655EE" w:rsidP="00164D05">
      <w:pPr>
        <w:rPr>
          <w:sz w:val="22"/>
          <w:szCs w:val="22"/>
        </w:rPr>
      </w:pPr>
      <w:r w:rsidRPr="004F630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3BB02B" wp14:editId="4873A789">
                <wp:simplePos x="0" y="0"/>
                <wp:positionH relativeFrom="column">
                  <wp:posOffset>1839073</wp:posOffset>
                </wp:positionH>
                <wp:positionV relativeFrom="paragraph">
                  <wp:posOffset>105949</wp:posOffset>
                </wp:positionV>
                <wp:extent cx="1081413" cy="512445"/>
                <wp:effectExtent l="0" t="0" r="23495" b="20955"/>
                <wp:wrapNone/>
                <wp:docPr id="1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13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2E726A" id="Pravokotnik: zaokroženi vogali 9" o:spid="_x0000_s1026" style="position:absolute;margin-left:144.8pt;margin-top:8.35pt;width:85.15pt;height:40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v/FQIAAGEEAAAOAAAAZHJzL2Uyb0RvYy54bWysVMtu2zAQvBfoPxC815Jcu0gFyzkkSC9F&#10;ayTtBzAUZREmuQTJyHY/rrf+V5ekJAdtkUNQH2g+dmZ3hkttrk9akUE4L8E0tFqUlAjDoZVm39Dv&#10;3+7eXVHiAzMtU2BEQ8/C0+vt2zebo63FEnpQrXAESYyvj7ahfQi2LgrPe6GZX4AVBg87cJoFXLp9&#10;0Tp2RHatimVZfiiO4FrrgAvvcfc2H9Jt4u86wcPXrvMiENVQrC2k0aXxMY7FdsPqvWO2l3wsg72i&#10;Cs2kwaQz1S0LjDw5+ReVltyBhy4sOOgCuk5ykTSgmqr8Q81Dz6xIWtAcb2eb/P+j5V+GnSOyxbvD&#10;mzJM4x3tHBvgAMHIQ01+MDg4+PVTGEkG2DMlycfo2tH6GsEPdufGlcdptODUOR3/URw5JafPs9Pi&#10;FAjHzaq8qlbVe0o4nq2r5Wq1jqTFBW2dD58EaBInDXXwZNp7vM7kMhs++5Djp7iY0cCdVAr3Wa1M&#10;HD0o2ca9tIg9JW6UIwPDbginakz5LAoLiMgiqst60iyclcis96JDt1DBMhWS+vTCyTgXJlT5qGet&#10;yKnWJf6mZFMVSa0ySBiZOyxy5h4JpshMMnFn2WN8hIrU5jO4fKmwDJ4RKTOYMIO1NOD+RaBQ1Zg5&#10;x08mZWuiS4/QnrGXXFA3kF8bM7wHfGw8uASOUdjHSfn45uJDeb5OtJcvw/Y3AAAA//8DAFBLAwQU&#10;AAYACAAAACEAsX5ohd4AAAAJAQAADwAAAGRycy9kb3ducmV2LnhtbEyPQUvDQBCF74L/YRnBm91Y&#10;a9rEbIoUxKtWLXibJGMSmp0Nu9s29dc7nvQ4vI/3vinWkx3UkXzoHRu4nSWgiGvX9NwaeH97ulmB&#10;ChG5wcExGThTgHV5eVFg3rgTv9JxG1slJRxyNNDFOOZah7oji2HmRmLJvpy3GOX0rW48nqTcDnqe&#10;JKm22LMsdDjSpqN6vz1YA7vk8xs3rKvn3Ue9f3HeV3dnb8z11fT4ACrSFP9g+NUXdSjFqXIHboIa&#10;DMxXWSqoBOkSlACL+ywDVRnIlgvQZaH/f1D+AAAA//8DAFBLAQItABQABgAIAAAAIQC2gziS/gAA&#10;AOEBAAATAAAAAAAAAAAAAAAAAAAAAABbQ29udGVudF9UeXBlc10ueG1sUEsBAi0AFAAGAAgAAAAh&#10;ADj9If/WAAAAlAEAAAsAAAAAAAAAAAAAAAAALwEAAF9yZWxzLy5yZWxzUEsBAi0AFAAGAAgAAAAh&#10;ABRAG/8VAgAAYQQAAA4AAAAAAAAAAAAAAAAALgIAAGRycy9lMm9Eb2MueG1sUEsBAi0AFAAGAAgA&#10;AAAhALF+aIXeAAAACQEAAA8AAAAAAAAAAAAAAAAAbwQAAGRycy9kb3ducmV2LnhtbFBLBQYAAAAA&#10;BAAEAPMAAAB6BQAAAAA=&#10;" filled="f" strokecolor="black [3213]" strokeweight="1pt">
                <v:stroke joinstyle="miter"/>
              </v:roundrect>
            </w:pict>
          </mc:Fallback>
        </mc:AlternateContent>
      </w:r>
      <w:r w:rsidRPr="004F630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C1D380" wp14:editId="0EDF41F4">
                <wp:simplePos x="0" y="0"/>
                <wp:positionH relativeFrom="column">
                  <wp:posOffset>582452</wp:posOffset>
                </wp:positionH>
                <wp:positionV relativeFrom="paragraph">
                  <wp:posOffset>114900</wp:posOffset>
                </wp:positionV>
                <wp:extent cx="1081413" cy="512445"/>
                <wp:effectExtent l="0" t="0" r="23495" b="2095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13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65E6CB" id="Pravokotnik: zaokroženi vogali 9" o:spid="_x0000_s1026" style="position:absolute;margin-left:45.85pt;margin-top:9.05pt;width:85.15pt;height:40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kT5FAIAAGAEAAAOAAAAZHJzL2Uyb0RvYy54bWysVMtu2zAQvBfoPxC815Jcu0gFyzkkSC9F&#10;ayTtBzAUaREmuQLJyHY/rrf+V5ekJAdtkUNQH2g+dmZ3hkttrk9Gk0E4r8A2tFqUlAjLoVV239Dv&#10;3+7eXVHiA7Mt02BFQ8/C0+vt2zebY1+LJXSgW+EIklhfH/uGdiH0dVF43gnD/AJ6YfFQgjMs4NLt&#10;i9axI7IbXSzL8kNxBNf2DrjwHndv8yHdJn4pBQ9fpfQiEN1QrC2k0aXxMY7FdsPqvWN9p/hYBntF&#10;FYYpi0lnqlsWGHly6i8qo7gDDzIsOJgCpFRcJA2opir/UPPQsV4kLWiO72eb/P+j5V+GnSOqbShe&#10;lGUGr2jn2AAHCFYdavKDwcHBr5/CKjLAnmlFPkbTjr2vEfvQ79y48jiNDpykM/EftZFTMvo8Gy1O&#10;gXDcrMqralW9p4Tj2bparlbrSFpc0L3z4ZMAQ+KkoQ6ebHuPt5lMZsNnH3L8FBczWrhTWuM+q7WN&#10;owet2riXFrGlxI12ZGDYDOFUjSmfRWEBEVlEdVlPmoWzFpn1Xkg0CxUsUyGpTS+cjHNhQ5WPOtaK&#10;nGpd4m9KNlWR1GqLhJFZYpEz90gwRWaSiTvLHuMjVKQun8HlS4Vl8IxImcGGGWyUBfcvAo2qxsw5&#10;fjIpWxNdeoT2jK3kgr6B/NiY5R3gW+PBJXCMwjZOyscnF9/J83WivXwYtr8BAAD//wMAUEsDBBQA&#10;BgAIAAAAIQA0w/hE3AAAAAgBAAAPAAAAZHJzL2Rvd25yZXYueG1sTI9BS8NAEIXvgv9hGcGb3SRC&#10;jTGbIgXxaqsWvE2SMQnNzobdbZv21zue9Djve7x5r1zNdlRH8mFwbCBdJKCIG9cO3Bn4eH+5y0GF&#10;iNzi6JgMnCnAqrq+KrFo3Yk3dNzGTkkIhwIN9DFOhdah6cliWLiJWNi38xajnL7TrceThNtRZ0my&#10;1BYHlg89TrTuqdlvD9bALvm64Jp1/br7bPZvzvv6/uyNub2Zn59ARZrjnxl+60t1qKRT7Q7cBjUa&#10;eEwfxCl6noISni0z2VYLyHPQVan/D6h+AAAA//8DAFBLAQItABQABgAIAAAAIQC2gziS/gAAAOEB&#10;AAATAAAAAAAAAAAAAAAAAAAAAABbQ29udGVudF9UeXBlc10ueG1sUEsBAi0AFAAGAAgAAAAhADj9&#10;If/WAAAAlAEAAAsAAAAAAAAAAAAAAAAALwEAAF9yZWxzLy5yZWxzUEsBAi0AFAAGAAgAAAAhAP9a&#10;RPkUAgAAYAQAAA4AAAAAAAAAAAAAAAAALgIAAGRycy9lMm9Eb2MueG1sUEsBAi0AFAAGAAgAAAAh&#10;ADTD+ETcAAAACAEAAA8AAAAAAAAAAAAAAAAAbg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</w:p>
    <w:p w14:paraId="76132CF7" w14:textId="3EF090A0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9CF9DAA" wp14:editId="4CE03A6E">
                <wp:simplePos x="0" y="0"/>
                <wp:positionH relativeFrom="column">
                  <wp:posOffset>1649730</wp:posOffset>
                </wp:positionH>
                <wp:positionV relativeFrom="paragraph">
                  <wp:posOffset>979170</wp:posOffset>
                </wp:positionV>
                <wp:extent cx="1350615" cy="369332"/>
                <wp:effectExtent l="0" t="0" r="0" b="0"/>
                <wp:wrapNone/>
                <wp:docPr id="4" name="PoljeZBesedilo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05B054" w14:textId="2861A493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CF9DAA" id="_x0000_t202" coordsize="21600,21600" o:spt="202" path="m,l,21600r21600,l21600,xe">
                <v:stroke joinstyle="miter"/>
                <v:path gradientshapeok="t" o:connecttype="rect"/>
              </v:shapetype>
              <v:shape id="PoljeZBesedilom 6" o:spid="_x0000_s1026" type="#_x0000_t202" style="position:absolute;margin-left:129.9pt;margin-top:77.1pt;width:106.35pt;height:29.1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fW0lgEAAAoDAAAOAAAAZHJzL2Uyb0RvYy54bWysUk1v2zAMvQ/ofxB0X+wka7AZcYoVRXcp&#10;ugLdLrspMhVrkERVVGLn349y0nTYbsMu+iAfnx4ftb4ZvRMHSGQxtHI+q6WAoLGzYdfK79/u33+U&#10;grIKnXIYoJVHIHmzuXq3HmIDC+zRdZAEkwRqhtjKPufYVBXpHryiGUYInDSYvMp8TbuqS2pgdu+q&#10;RV2vqgFTFxNqIOLo3SkpNxO/MaDzV2MIsnCtZG15WtO0bstabdaq2SUVe6vPMtQ/qPDKBn70QnWn&#10;shL7ZP+i8lYnJDR5ptFXaIzVMPXA3czrP7p57lWEqRc2h+LFJvp/tPrx8JSE7Vr5QYqgPI/oCd1P&#10;+HELBJ116MWqmDREahj7HBmdx1scedivceJg6X00yZeduxKcZ7uPF4thzEKXouV1vZpfS6E5t1x9&#10;Wi4XhaZ6q46J8hfgd8uhlYlHODmrDg+UT9BXSHks4L11rsSLxJOUcsrjdjzr3mJ3ZNkDT7mV9LJX&#10;qZiqGPx5n7l8Yi01J+CZig2fdJ0/R5no7/cJ9faFN78AAAD//wMAUEsDBBQABgAIAAAAIQChvPZm&#10;3gAAAAsBAAAPAAAAZHJzL2Rvd25yZXYueG1sTI/LTsMwEEX3SPyDNUjsqJMoAZrGqSoeEgs2LWE/&#10;jYc4Iraj2G3Sv2dYwXJ0ru49U20XO4gzTaH3TkG6SkCQa73uXaeg+Xi9ewQRIjqNg3ek4EIBtvX1&#10;VYWl9rPb0/kQO8ElLpSowMQ4llKG1pDFsPIjOWZffrIY+Zw6qSecudwOMkuSe2mxd7xgcKQnQ+33&#10;4WQVxKh36aV5seHtc3l/nk3SFtgodXuz7DYgIi3xLwy/+qwONTsd/cnpIAYFWbFm9cigyDMQnMgf&#10;sgLEkVGa5SDrSv7/of4BAAD//wMAUEsBAi0AFAAGAAgAAAAhALaDOJL+AAAA4QEAABMAAAAAAAAA&#10;AAAAAAAAAAAAAFtDb250ZW50X1R5cGVzXS54bWxQSwECLQAUAAYACAAAACEAOP0h/9YAAACUAQAA&#10;CwAAAAAAAAAAAAAAAAAvAQAAX3JlbHMvLnJlbHNQSwECLQAUAAYACAAAACEAP031tJYBAAAKAwAA&#10;DgAAAAAAAAAAAAAAAAAuAgAAZHJzL2Uyb0RvYy54bWxQSwECLQAUAAYACAAAACEAobz2Zt4AAAAL&#10;AQAADwAAAAAAAAAAAAAAAADwAwAAZHJzL2Rvd25yZXYueG1sUEsFBgAAAAAEAAQA8wAAAPsEAAAA&#10;AA==&#10;" filled="f" stroked="f">
                <v:textbox style="mso-fit-shape-to-text:t">
                  <w:txbxContent>
                    <w:p w14:paraId="2105B054" w14:textId="2861A493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qwe963</w:t>
                      </w:r>
                    </w:p>
                  </w:txbxContent>
                </v:textbox>
              </v:shape>
            </w:pict>
          </mc:Fallback>
        </mc:AlternateContent>
      </w: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2E663A" wp14:editId="7C1497DB">
                <wp:simplePos x="0" y="0"/>
                <wp:positionH relativeFrom="column">
                  <wp:posOffset>2313940</wp:posOffset>
                </wp:positionH>
                <wp:positionV relativeFrom="paragraph">
                  <wp:posOffset>559435</wp:posOffset>
                </wp:positionV>
                <wp:extent cx="11353" cy="419917"/>
                <wp:effectExtent l="38100" t="0" r="65405" b="56515"/>
                <wp:wrapNone/>
                <wp:docPr id="24" name="Raven puščični povezovalnik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0DAC0D-BEC4-4F09-B315-1F10E50A1D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53" cy="419917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15FA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23" o:spid="_x0000_s1026" type="#_x0000_t32" style="position:absolute;margin-left:182.2pt;margin-top:44.05pt;width:.9pt;height:33.0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nnOdQIAAAAFAAAOAAAAZHJzL2Uyb0RvYy54bWysVFtu3CAU/a/UPSD+HYPHM8mM4okyD1eV&#10;ojZK2gUQjGdQMCAg82iVJWQR3Uu6rwJ+9BmpqvqDwdxz7zn3wfnFoRFgx4zlShYQnyAImKSq4nJT&#10;wI8fyuQMAuuIrIhQkhXwyCy8mL9+db7XM5aprRIVM8A7kXa21wXcOqdnaWrpljXEnijNpL+slWmI&#10;80ezSStD9t57I9IMoUm6V6bSRlFmrf+7ai/hPPqva0bd+7q2zAFRQM/NxdXE9S6s6fyczDaG6C2n&#10;HQ3yDywawqUPOrhaEUfAg+G/uWo4Ncqq2p1Q1aSqrjllUYNXg9Evam63RLOoxSfH6iFN9v+5pe92&#10;1wbwqoBZDoEkja/RDdkxCfTD1y/PT/z5SXKg1Y59UjsiJL8H2SgqZQd3ZV3Q7Het1s9lmS3G6zJP&#10;Sr9LcrTIk8U6nyZlNjpbZ6flMhtNHgMaT2bUMOJ817yt+rzjyd/p6jogZCxPY+ajgM8TjFaXS7Ty&#10;MZd5kpdomixGeJzgEqP1GF3iFTp7DBVPI+f+G1Wke21nMRmhdeJ2Ka9NkEcP8lZfKXpvA/Sny3Cw&#10;ujU71KYJ5r6m4BAb7Dg0WMgQ9T8xHo1HEFB/k+PpFJ92bHqsNta9YaoBYVNA6wzhm61bKil9JyuD&#10;Y+bJzlNuZfSAEFhIsPchslOEopkjXKxlBdxR+6I6w4ncCNZFFLLT0tKPQtxRsNbRDat9Sj3httRx&#10;GtlSGOBboIDVPR68eMsAqbkQA6gN/yKosw0wFid0AGaR94vAwTpGVNINwIZLZf4Edoeeat3a96pb&#10;rUH2naqO16YvrR+z2BfdkxDm+MdzhH9/uObfAAAA//8DAFBLAwQUAAYACAAAACEAZhRj9OEAAAAK&#10;AQAADwAAAGRycy9kb3ducmV2LnhtbEyPXUvDMBSG7wX/QziCN+LSdTWE2nSIMFC8kM2P67MmNsXm&#10;pDTZVvvrjVfz8vA+vO9zqvXkenY0Y+g8KVguMmCGGq87ahW8v21uJbAQkTT2noyCHxNgXV9eVFhq&#10;f6KtOe5iy1IJhRIV2BiHkvPQWOMwLPxgKGVffnQY0zm2XI94SuWu53mWCe6wo7RgcTCP1jTfu4NT&#10;cPPyKhHts9jMn3ODc5RP249Gqeur6eEeWDRTPMPwp5/UoU5Oe38gHVivYCWKIqEKpFwCS8BKiBzY&#10;PpF3RQ68rvj/F+pfAAAA//8DAFBLAQItABQABgAIAAAAIQC2gziS/gAAAOEBAAATAAAAAAAAAAAA&#10;AAAAAAAAAABbQ29udGVudF9UeXBlc10ueG1sUEsBAi0AFAAGAAgAAAAhADj9If/WAAAAlAEAAAsA&#10;AAAAAAAAAAAAAAAALwEAAF9yZWxzLy5yZWxzUEsBAi0AFAAGAAgAAAAhAGi+ec51AgAAAAUAAA4A&#10;AAAAAAAAAAAAAAAALgIAAGRycy9lMm9Eb2MueG1sUEsBAi0AFAAGAAgAAAAhAGYUY/ThAAAACgEA&#10;AA8AAAAAAAAAAAAAAAAAzwQAAGRycy9kb3ducmV2LnhtbFBLBQYAAAAABAAEAPMAAADd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58B0EFAC" w14:textId="04937410" w:rsidR="00164D05" w:rsidRPr="004F630C" w:rsidRDefault="00164D05" w:rsidP="00164D05">
      <w:pPr>
        <w:rPr>
          <w:sz w:val="22"/>
          <w:szCs w:val="22"/>
        </w:rPr>
      </w:pPr>
    </w:p>
    <w:p w14:paraId="16E78FF3" w14:textId="4A466488" w:rsidR="00164D05" w:rsidRPr="004F630C" w:rsidRDefault="00164D05" w:rsidP="00164D05">
      <w:pPr>
        <w:rPr>
          <w:sz w:val="22"/>
          <w:szCs w:val="22"/>
        </w:rPr>
      </w:pPr>
    </w:p>
    <w:p w14:paraId="4C8A176C" w14:textId="79E5E607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12B621" wp14:editId="693A204E">
                <wp:simplePos x="0" y="0"/>
                <wp:positionH relativeFrom="column">
                  <wp:posOffset>898230</wp:posOffset>
                </wp:positionH>
                <wp:positionV relativeFrom="paragraph">
                  <wp:posOffset>3314</wp:posOffset>
                </wp:positionV>
                <wp:extent cx="183711" cy="394133"/>
                <wp:effectExtent l="38100" t="0" r="26035" b="63500"/>
                <wp:wrapNone/>
                <wp:docPr id="23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9EB64-E0E2-42AD-9194-6CA753ABB1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3711" cy="394133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91DD1A" id="Raven puščični povezovalnik 22" o:spid="_x0000_s1026" type="#_x0000_t32" style="position:absolute;margin-left:70.75pt;margin-top:.25pt;width:14.45pt;height:31.0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cGNfwIAAAsFAAAOAAAAZHJzL2Uyb0RvYy54bWysVFtu3CAU/a/UPSD+HdvYmZfiiTITu60U&#10;taOkXQDBeAYFAwIyj0ZZQhbRvaT7KmCP+4xUVf3BYO4595774Ox833KwpdowKQqYniQQUEFkzcS6&#10;gJ8+VtEEAmOxqDGXghbwQA08n79+dbZTM4rkRvKaauBIhJntVAE31qpZHBuyoS02J1JR4S4bqVts&#10;3VGv41rjnWNveYySZBTvpK6VloQa4/5edpdwHvibhhL7oWkMtYAX0MVmw6rDeuvXeH6GZ2uN1YaR&#10;Pgz8D1G0mAnndKC6xBaDe81+o2oZ0dLIxp4Q2cayaRihQYNTkya/qLnZYEWDFpcco4Y0mf9HS95v&#10;VxqwuoAog0Dg1tXoGm+pAOr+65fnJ/b8JBhQcks/yy3mgt0BhIJSurdXxnrNbtdpfagqtDgtqzyq&#10;3C7Kk0UeLcp8GlUom5RoXC1RNnr06HQ0I5pi67rmXX3Mezr6O119B/iM5XHIfBDwgCbJtFyM8qhM&#10;SucdXVxG03SaR6Plxfg0u1gs0iV69BWPQ8zHb1AR75SZhWT41gnbpVhpL4/sxY26kuTOeOhPl/5g&#10;VGe2b3QLGs7UWzcHIUOuumAfWu0wtJrPFXE/00k2TlMIiLvKpnmaZX1gnsZ7VdrYN1S2wG8KaKzG&#10;bL2xSymEa2qpOxd466LvFB0BHswF2DkfaJwkIRKLGS9FDexBufpazbBYc9p75KKX1SkJmuyB047o&#10;mjYuuy7iLDCFwaRLroHrhgLWd+nA4iw9pGGcD6DO/Yug3tbDaBjWAdj12IvAwTp4lMIOwJYJqf8U&#10;qt0fQ206+6PqTquXfSvrw0ofq+wmLrRI/zr4kf7xHODf37D5NwAAAP//AwBQSwMEFAAGAAgAAAAh&#10;AEJ0rU3dAAAABwEAAA8AAABkcnMvZG93bnJldi54bWxMjs1OwzAQhO9IvIO1SFwq6qQqAdI4FUL8&#10;XKoKWrg78TYJ2Osodtvw9mxP5TLSaEYzX7EcnRUHHELnSUE6TUAg1d501Cj43L7c3IMIUZPR1hMq&#10;+MUAy/LyotC58Uf6wMMmNoJHKORaQRtjn0sZ6hadDlPfI3G284PTke3QSDPoI487K2dJkkmnO+KH&#10;Vvf41GL9s9k7BQ/ZxPXr99e3Zpx8r4LdpvK5+lLq+mp8XICIOMZzGU74jA4lM1V+TyYIy36e3nJV&#10;AespvkvmICoF2SwDWRbyP3/5BwAA//8DAFBLAQItABQABgAIAAAAIQC2gziS/gAAAOEBAAATAAAA&#10;AAAAAAAAAAAAAAAAAABbQ29udGVudF9UeXBlc10ueG1sUEsBAi0AFAAGAAgAAAAhADj9If/WAAAA&#10;lAEAAAsAAAAAAAAAAAAAAAAALwEAAF9yZWxzLy5yZWxzUEsBAi0AFAAGAAgAAAAhAJ0FwY1/AgAA&#10;CwUAAA4AAAAAAAAAAAAAAAAALgIAAGRycy9lMm9Eb2MueG1sUEsBAi0AFAAGAAgAAAAhAEJ0rU3d&#10;AAAABwEAAA8AAAAAAAAAAAAAAAAA2QQAAGRycy9kb3ducmV2LnhtbFBLBQYAAAAABAAEAPMAAADj&#10;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68B16246" w14:textId="46B32659" w:rsidR="00164D05" w:rsidRPr="004F630C" w:rsidRDefault="00164D05" w:rsidP="00164D05">
      <w:pPr>
        <w:rPr>
          <w:sz w:val="22"/>
          <w:szCs w:val="22"/>
        </w:rPr>
      </w:pPr>
    </w:p>
    <w:p w14:paraId="781401AD" w14:textId="21ABB608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E8DD51" wp14:editId="6432D8D2">
                <wp:simplePos x="0" y="0"/>
                <wp:positionH relativeFrom="column">
                  <wp:posOffset>243466</wp:posOffset>
                </wp:positionH>
                <wp:positionV relativeFrom="paragraph">
                  <wp:posOffset>96564</wp:posOffset>
                </wp:positionV>
                <wp:extent cx="1350615" cy="369332"/>
                <wp:effectExtent l="0" t="0" r="0" b="0"/>
                <wp:wrapNone/>
                <wp:docPr id="6" name="PoljeZBesedilo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C3A61-7D9B-4621-B0B6-50CCA42F71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54DA4F" w14:textId="0929CF0F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8DD51" id="PoljeZBesedilom 5" o:spid="_x0000_s1027" type="#_x0000_t202" style="position:absolute;margin-left:19.15pt;margin-top:7.6pt;width:106.35pt;height:2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3kLCwIAAOwDAAAOAAAAZHJzL2Uyb0RvYy54bWysU02PmzAUvFfqf7B8J3yTBIWsQhKqSlW7&#10;0raX3hxjAhVg13YC0Wr/+z47JFu1l6rqxTx/vPHMeFg9jF2LzkyqhvcZ9mceRqynvGz6Y4a/fS2c&#10;BUZKk74kLe9Zhi9M4Yf1+3erQaQs4DVvSyYRgPQqHUSGa61F6rqK1qwjasYF62Gz4rIjGqby6JaS&#10;DIDetW7geYk7cFkKySlTClZ31028tvhVxaj+UlWKadRmGLhpO0o7HszorlckPUoi6oZONMg/sOhI&#10;08Old6gd0QSdZPMHVNdQyRWv9IzyzuVV1VBmNYAa3/tNzVNNBLNawBwl7jap/wdLP58fJWrKDCcY&#10;9aSDJ3rk7Q/2PWeKlU3LOxRbYWzUn5Q2EqG6SnsuiiCP90XkFFA5kZdHTr6Plk4RhIt9MC+2QZi8&#10;mG4/SalkRENIPpY3m/3k72RMD24MilxrtOX7vPD8bbhJfGe+W+ZOlAS+k3t54sTedruJgmLuF/sX&#10;88Cu5Xz7WhXuIFRqtZuk2PJJgBF6zPkIOTZtZl3BotE8VrIzX3gwBPuQpMs9PcYPaprC2Ev8GCMK&#10;e2GyDMNguv3WLaTSHxhYaooMS0in9ZacgdSV6O2IuaznRdO2Zv2Niqn0eBitBXeaB15egP0AOc6w&#10;+nki0sSGAP3NSQOKBTet14MTIkTKmjLF32T217k99faTrl8BAAD//wMAUEsDBBQABgAIAAAAIQDQ&#10;Depq3AAAAAgBAAAPAAAAZHJzL2Rvd25yZXYueG1sTI9LT8MwEITvSPwHa5G4UedBoErjVBUPiQMX&#10;SnrfxiaOiNdR7Dbpv2c5wXFnRrPfVNvFDeJsptB7UpCuEhCGWq976hQ0n693axAhImkcPBkFFxNg&#10;W19fVVhqP9OHOe9jJ7iEQokKbIxjKWVorXEYVn40xN6XnxxGPqdO6glnLneDzJLkQTrsiT9YHM2T&#10;Ne33/uQUxKh36aV5ceHtsLw/zzZpC2yUur1ZdhsQ0SzxLwy/+IwONTMd/Yl0EIOCfJ1zkvUiA8F+&#10;VqS87ajgMb8HWVfy/4D6BwAA//8DAFBLAQItABQABgAIAAAAIQC2gziS/gAAAOEBAAATAAAAAAAA&#10;AAAAAAAAAAAAAABbQ29udGVudF9UeXBlc10ueG1sUEsBAi0AFAAGAAgAAAAhADj9If/WAAAAlAEA&#10;AAsAAAAAAAAAAAAAAAAALwEAAF9yZWxzLy5yZWxzUEsBAi0AFAAGAAgAAAAhAKcfeQsLAgAA7AMA&#10;AA4AAAAAAAAAAAAAAAAALgIAAGRycy9lMm9Eb2MueG1sUEsBAi0AFAAGAAgAAAAhANAN6mrcAAAA&#10;CAEAAA8AAAAAAAAAAAAAAAAAZQQAAGRycy9kb3ducmV2LnhtbFBLBQYAAAAABAAEAPMAAABuBQAA&#10;AAA=&#10;" filled="f" stroked="f">
                <v:textbox style="mso-fit-shape-to-text:t">
                  <w:txbxContent>
                    <w:p w14:paraId="2454DA4F" w14:textId="0929CF0F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</w:t>
                      </w:r>
                    </w:p>
                  </w:txbxContent>
                </v:textbox>
              </v:shape>
            </w:pict>
          </mc:Fallback>
        </mc:AlternateContent>
      </w:r>
    </w:p>
    <w:p w14:paraId="3291396B" w14:textId="7659929D" w:rsidR="00164D05" w:rsidRPr="004F630C" w:rsidRDefault="00164D05" w:rsidP="00164D05">
      <w:pPr>
        <w:rPr>
          <w:sz w:val="22"/>
          <w:szCs w:val="22"/>
        </w:rPr>
      </w:pPr>
    </w:p>
    <w:p w14:paraId="0854832F" w14:textId="77777777" w:rsidR="00164D05" w:rsidRPr="004F630C" w:rsidRDefault="00164D05" w:rsidP="00164D05">
      <w:pPr>
        <w:rPr>
          <w:sz w:val="22"/>
          <w:szCs w:val="22"/>
        </w:rPr>
      </w:pPr>
    </w:p>
    <w:p w14:paraId="2D39563A" w14:textId="77777777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7EF805" wp14:editId="67FDC4D6">
                <wp:simplePos x="0" y="0"/>
                <wp:positionH relativeFrom="column">
                  <wp:posOffset>939165</wp:posOffset>
                </wp:positionH>
                <wp:positionV relativeFrom="paragraph">
                  <wp:posOffset>33655</wp:posOffset>
                </wp:positionV>
                <wp:extent cx="263525" cy="704215"/>
                <wp:effectExtent l="0" t="0" r="60325" b="57785"/>
                <wp:wrapNone/>
                <wp:docPr id="17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774EA9-767E-443C-8DE8-F1D8510962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525" cy="70421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400558" id="Raven puščični povezovalnik 22" o:spid="_x0000_s1026" type="#_x0000_t32" style="position:absolute;margin-left:73.95pt;margin-top:2.65pt;width:20.75pt;height:55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j/ReAIAAAEFAAAOAAAAZHJzL2Uyb0RvYy54bWysVFtu3CAU/a/UPSD/O7YZjz0ZjSdqZuyq&#10;UtRGSbsAgvEMGgwIyDwaZQlZRPeS7quAH31Gqqr+YDD33HvOfbC4OLYM7InSVPAiSM7iABCORU35&#10;pgg+fazCWQC0QbxGTHBSBCeig4vl61eLg5wTKLaC1UQB64Tr+UEWwdYYOY8ijbekRfpMSMLtZSNU&#10;i4w9qk1UK3Sw3lsWwTjOooNQtVQCE63t33V3GSy9/6Yh2HxoGk0MYEVguRm/Kr/euTVaLtB8o5Dc&#10;UtzTQP/AokWU26CjqzUyCNwr+purlmIltGjMGRZtJJqGYuI1WDVJ/Iua2y2SxGuxydFyTJP+f27x&#10;+/21ArS2tcsDwFFra3SD9oQDef/1y/MTfX7iFEixJ5/FHjFOdwBCr5QczZU2TrPddVofqgpeTssq&#10;DSu7C9P4Mg0vy/Q8rOBkVsK8WsFJ9ujQSTbHiiBju+ZdPeQ9yf5OV98BLmNp5DPvBTxU0zxPyzfn&#10;YZ7lZZimk1U4W5ezsErWs2kSn2cwgY+u4pHnPHy9iugg9dwnw7WO3674tXLy8JHfyiuBd9pBf7p0&#10;By07s2OjWmduawqOvsFOY4O5DGH7E2aTKZwGANurPE5hMu3pDGCptHlLRAvcpgi0UYhutmYlOLet&#10;LFTiU4/2lnOnYwC4yIyDg60jzOPYmxlEWclrYE7SVtUoiviGkT4i472Yjr9XYk6MdI5uSGNzahlP&#10;vCc/jmTFFLA9UAT1Lhm9WEsHaShjI6gL/yKot3Uw4kd0BHad9SJwtPYRBTcjsKVcqD9RNceBatPZ&#10;D6o7rU72nahP12qorZ0z3xj9m+AG+cezh39/uZbfAAAA//8DAFBLAwQUAAYACAAAACEAb8DrNuAA&#10;AAAJAQAADwAAAGRycy9kb3ducmV2LnhtbEyPwU7DMBBE70j8g7VIXFDrtJSQhjgVQqoE4oDaAudt&#10;vMQR8TqK3Tbk63FPcNvRjGbfFKvBtuJIvW8cK5hNExDEldMN1wred+tJBsIHZI2tY1LwQx5W5eVF&#10;gbl2J97QcRtqEUvY56jAhNDlUvrKkEU/dR1x9L5cbzFE2ddS93iK5baV8yRJpcWG4weDHT0Zqr63&#10;B6vg5vUtQzQv6Xr8HCscQ/a8+aiUur4aHh9ABBrCXxjO+BEdysi0dwfWXrRRL+6XMarg7hbE2c+W&#10;CxD7eMzSOciykP8XlL8AAAD//wMAUEsBAi0AFAAGAAgAAAAhALaDOJL+AAAA4QEAABMAAAAAAAAA&#10;AAAAAAAAAAAAAFtDb250ZW50X1R5cGVzXS54bWxQSwECLQAUAAYACAAAACEAOP0h/9YAAACUAQAA&#10;CwAAAAAAAAAAAAAAAAAvAQAAX3JlbHMvLnJlbHNQSwECLQAUAAYACAAAACEAs9o/0XgCAAABBQAA&#10;DgAAAAAAAAAAAAAAAAAuAgAAZHJzL2Uyb0RvYy54bWxQSwECLQAUAAYACAAAACEAb8DrNuAAAAAJ&#10;AQAADwAAAAAAAAAAAAAAAADSBAAAZHJzL2Rvd25yZXYueG1sUEsFBgAAAAAEAAQA8wAAAN8FAAAA&#10;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D752AAD" wp14:editId="62F2D5A9">
                <wp:simplePos x="0" y="0"/>
                <wp:positionH relativeFrom="column">
                  <wp:posOffset>1437292</wp:posOffset>
                </wp:positionH>
                <wp:positionV relativeFrom="paragraph">
                  <wp:posOffset>34168</wp:posOffset>
                </wp:positionV>
                <wp:extent cx="1041349" cy="696680"/>
                <wp:effectExtent l="38100" t="0" r="26035" b="65405"/>
                <wp:wrapNone/>
                <wp:docPr id="19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B0A86-1176-4E45-A0D6-57ECC56FCF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41349" cy="69668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716642" id="Raven puščični povezovalnik 22" o:spid="_x0000_s1026" type="#_x0000_t32" style="position:absolute;margin-left:113.15pt;margin-top:2.7pt;width:82pt;height:54.8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aRQggIAAAwFAAAOAAAAZHJzL2Uyb0RvYy54bWysVFtu2zAQ/C/QOxD6V/SwLDuG5SCWrbZA&#10;0AZJewCGomzCFEmQjB8NcoQcondJ79UlZavPAEXRH4oUObM7s0tOL/YtR1uqDZOiCJKzOEBUEFkz&#10;sSqCTx+rcBwgY7GoMZeCFsGBmuBi9vrVdKcmNJVryWuqEZAIM9mpIlhbqyZRZMiatticSUUFbDZS&#10;t9jCUq+iWuMdsLc8SuM4j3ZS10pLQo2Bv4tuM5h5/qahxH5oGkMt4kUAuVk/aj/euTGaTfFkpbFa&#10;M3JMA/9DFi1mAoL2VAtsMbrX7DeqlhEtjWzsGZFtJJuGEeo1gJok/kXN7Ror6rWAOUb1Npn/R0ve&#10;b681YjXU7jxAArdQoxu8pQKp+69fnp/Y85NgSMkt/Sy3mAu2QWnqldK9vTLWaYZZp/WhqtL5cFll&#10;YQWzMIvnWThfZudhlQ7Gy3RUlekgf3ToJJ8QTbGFrnlXn3xP8r/TdewA51gWeee9gIfRopzHl+M8&#10;TJJRHmbLbBhexos8HI6WZTnMq7IaZY+u4pHP+fT1KqKdMhNvhmsdPy3FtXbyyF7cqitJNsZBf9p0&#10;C6O6Y/tGt6jhTL0FL71DUF2096126FvNeUXgZxJnySADywns5ed5Pva9CJk5HhdWaWPfUNkiNykC&#10;YzVmq7UtpRDQ1VJ3MfAW0u8knQAOzAXaQZB0FMc+FYsZX4oa2YOCAlvNsFhxevSCi6OuTooXZQ+c&#10;dkQ3tAF7IeWBZ/I3k5ZcI2iHIqg3Sc8CJx2kYZz3oC78i6DjWQej/rb2wK7JXgT2p31EKWwPbJmQ&#10;+k+p2v0p1aY7f1LdaXWy72R9uNanMsOV8z1yfB7cnf5x7eHfH7HZNwAAAP//AwBQSwMEFAAGAAgA&#10;AAAhAETS6j/fAAAACQEAAA8AAABkcnMvZG93bnJldi54bWxMj8tOwzAQRfdI/IM1SGwq6iSlURvi&#10;VAjx2CAEbdk78ZAE7HEUu234e4YVLK/u0Z0z5WZyVhxxDL0nBek8AYHUeNNTq2C/e7hagQhRk9HW&#10;Eyr4xgCb6vys1IXxJ3rD4za2gkcoFFpBF+NQSBmaDp0Ocz8gcffhR6cjx7GVZtQnHndWZkmSS6d7&#10;4gudHvCuw+Zre3AK1vnMDS+vj0/tNPt8DnaXyvv6XanLi+n2BkTEKf7B8KvP6lCxU+0PZIKwCrIs&#10;XzCqYHkNgvvFOuFcM5guU5BVKf9/UP0AAAD//wMAUEsBAi0AFAAGAAgAAAAhALaDOJL+AAAA4QEA&#10;ABMAAAAAAAAAAAAAAAAAAAAAAFtDb250ZW50X1R5cGVzXS54bWxQSwECLQAUAAYACAAAACEAOP0h&#10;/9YAAACUAQAACwAAAAAAAAAAAAAAAAAvAQAAX3JlbHMvLnJlbHNQSwECLQAUAAYACAAAACEAgjmk&#10;UIICAAAMBQAADgAAAAAAAAAAAAAAAAAuAgAAZHJzL2Uyb0RvYy54bWxQSwECLQAUAAYACAAAACEA&#10;RNLqP98AAAAJAQAADwAAAAAAAAAAAAAAAADcBAAAZHJzL2Rvd25yZXYueG1sUEsFBgAAAAAEAAQA&#10;8wAAAOgFAAAA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0BADB2BC" w14:textId="77777777" w:rsidR="00164D05" w:rsidRPr="004F630C" w:rsidRDefault="00164D05" w:rsidP="00164D05">
      <w:pPr>
        <w:rPr>
          <w:sz w:val="22"/>
          <w:szCs w:val="22"/>
        </w:rPr>
      </w:pPr>
    </w:p>
    <w:p w14:paraId="21AE8A99" w14:textId="77777777" w:rsidR="00164D05" w:rsidRPr="004F630C" w:rsidRDefault="00164D05" w:rsidP="00164D05">
      <w:pPr>
        <w:rPr>
          <w:sz w:val="22"/>
          <w:szCs w:val="22"/>
        </w:rPr>
      </w:pPr>
    </w:p>
    <w:p w14:paraId="4007E12E" w14:textId="77777777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FB91AF" wp14:editId="06109F86">
                <wp:simplePos x="0" y="0"/>
                <wp:positionH relativeFrom="column">
                  <wp:posOffset>2450048</wp:posOffset>
                </wp:positionH>
                <wp:positionV relativeFrom="paragraph">
                  <wp:posOffset>3758</wp:posOffset>
                </wp:positionV>
                <wp:extent cx="1348717" cy="742946"/>
                <wp:effectExtent l="0" t="0" r="23495" b="19685"/>
                <wp:wrapNone/>
                <wp:docPr id="10" name="Pravokotnik: zaokroženi vogali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80268-842B-49CE-88BA-D5E2CA1F4F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17" cy="7429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7AFD404" id="Pravokotnik: zaokroženi vogali 9" o:spid="_x0000_s1026" style="position:absolute;margin-left:192.9pt;margin-top:.3pt;width:106.2pt;height:58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0FHiwIAADwFAAAOAAAAZHJzL2Uyb0RvYy54bWysVNtu1DAQfUfiH6y8p7k03c1G3a26lyAk&#10;BFULH+A6zq5Vx45sdy9U/TXe+C/Gk0srQAgh8uD4MnNmzvGML6+OjSR7bqzQah4kZ3FAuGK6Emo7&#10;D758LsM8INZRVVGpFZ8HJ26Dq8XbN5eHtuCp3mlZcUMARNni0M6DnXNtEUWW7XhD7ZluuYLDWpuG&#10;OliabVQZegD0RkZpHE+igzZVazTj1sLuujsMFohf15y5T3VtuSNyHkBuDkeD470fo8UlLbaGtjvB&#10;+jToP2TRUKEg6Ai1po6SRyN+gWoEM9rq2p0x3US6rgXjyAHYJPFPbO52tOXIBcSx7SiT/X+w7OP+&#10;xhBRwd2BPIo2cEc3hu71g3ZKPBTkK9UPRn//xpUge72lUpAZMuVH98E6zxlmHdenskyXF5syC0uY&#10;hVm8zMLlJpuFZXqeb9JpuUrPJ8/eO5kUzHDqoGreV4PuyeTvePUV4BXLIlQeCTytkzSP00ke5lm6&#10;DLPZahPm+fI6XF9s0tV1UmZlfP3sbzzCnIc/sogOrS1QDF86OL1rbwwY+5WFqWd6rE3j/3Bv5IhF&#10;dBqLyKvAYDM5z/JpMg0Ig7Npls6ySR9z8G6Nde+4boifzAOjH1V1C5WKstI95NPlONj5iEqXQkqs&#10;Vqn8htVSVH4PF75d+EoasqdQ6O6Y9CFfWQFp74lEOz7IzJ0k9xBS3fIadAQGKSaCLfiCSRnjyiXd&#10;0Y5WvAt1EcM3BBuyQGUR0CPXkOSI3QMMlh3IgN3R7u29K8cOHp3jPyXWOY8eGFkrNzo3QmnzOwAJ&#10;rPrInf0gUieNV+leVydoE+PkSncPCVVsp+EdYc6gs7eCFkXm/XPi34DXa4R9efQWPwAAAP//AwBQ&#10;SwMEFAAGAAgAAAAhAKW50NzdAAAACAEAAA8AAABkcnMvZG93bnJldi54bWxMj0FLw0AUhO+C/2F5&#10;gje7aUtjjNkUKYhXbbXg7SV5JqHZt2F326b+ep8nPQ4zzHxTrCc7qBP50Ds2MJ8loIhr1/TcGnjf&#10;Pd9loEJEbnBwTAYuFGBdXl8VmDfuzG902sZWSQmHHA10MY651qHuyGKYuZFYvC/nLUaRvtWNx7OU&#10;20EvkiTVFnuWhQ5H2nRUH7ZHa2CffH7jhnX1sv+oD6/O+2p58cbc3kxPj6AiTfEvDL/4gg6lMFXu&#10;yE1Qg4FlthL0aCAFJfbqIVuAqiQ3v09Bl4X+f6D8AQAA//8DAFBLAQItABQABgAIAAAAIQC2gziS&#10;/gAAAOEBAAATAAAAAAAAAAAAAAAAAAAAAABbQ29udGVudF9UeXBlc10ueG1sUEsBAi0AFAAGAAgA&#10;AAAhADj9If/WAAAAlAEAAAsAAAAAAAAAAAAAAAAALwEAAF9yZWxzLy5yZWxzUEsBAi0AFAAGAAgA&#10;AAAhAHEHQUeLAgAAPAUAAA4AAAAAAAAAAAAAAAAALgIAAGRycy9lMm9Eb2MueG1sUEsBAi0AFAAG&#10;AAgAAAAhAKW50NzdAAAACAEAAA8AAAAAAAAAAAAAAAAA5QQAAGRycy9kb3ducmV2LnhtbFBLBQYA&#10;AAAABAAEAPMAAADvBQAAAAA=&#10;" filled="f" strokecolor="black [3213]" strokeweight="1pt">
                <v:stroke joinstyle="miter"/>
              </v:roundrect>
            </w:pict>
          </mc:Fallback>
        </mc:AlternateContent>
      </w:r>
    </w:p>
    <w:p w14:paraId="09567423" w14:textId="17EF098A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5444A7" wp14:editId="484DB3A5">
                <wp:simplePos x="0" y="0"/>
                <wp:positionH relativeFrom="column">
                  <wp:posOffset>4478046</wp:posOffset>
                </wp:positionH>
                <wp:positionV relativeFrom="paragraph">
                  <wp:posOffset>5550</wp:posOffset>
                </wp:positionV>
                <wp:extent cx="1987463" cy="368935"/>
                <wp:effectExtent l="0" t="0" r="0" b="0"/>
                <wp:wrapNone/>
                <wp:docPr id="15" name="PoljeZBesedilo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24E9E3-A62B-4760-AB69-A23AB1C3AE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46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EB61A9" w14:textId="77777777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5ede2394533faa2ff9e809bc8be124e3a50907a6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5444A7" id="PoljeZBesedilom 14" o:spid="_x0000_s1028" type="#_x0000_t202" style="position:absolute;margin-left:352.6pt;margin-top:.45pt;width:156.5pt;height:29.0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nqPDgIAAO4DAAAOAAAAZHJzL2Uyb0RvYy54bWysU02PmzAQvVfqf7B8J3yGBBSygl2oKlXt&#10;StteenOMSagAu7YTiFb733fshGzVXqqqF3v8Mc/vvRlv7qa+QycmVcuHDPsLDyM2UF63wz7D375W&#10;zhojpclQk44PLMNnpvDd9v27zShSFvAD72omEYAMKh1Fhg9ai9R1FT2wnqgFF2yAw4bLnmhYyr1b&#10;SzICet+5gefF7shlLSSnTCnYfbgc4q3FbxpG9ZemUUyjLsPATdtR2nFnRne7IeleEnFo6ZUG+QcW&#10;PWkHePQG9UA0QUfZ/gHVt1RyxRu9oLx3edO0lFkNoMb3flPzdCCCWS1gjhI3m9T/g6WfT48StTXU&#10;bonRQHqo0SPvfrDvBVOsbjveIz+y0tikPyltREJ0EfdcVUGxLKvIqSByIq+InKKMEqcKwnUZrKr7&#10;IIxfTLYfp1QyoqFNPtaz0X78d0KuJTcWRa612jJ+ToogKpMydPI4KJxoFXtOXsSJkwdhXvj3YV4m&#10;0YspsWs5z7NV4Y5CpVa96RUbPgmwQk8Fn8ANk2b2FWwazVMjezNDyRCcQy+db/1j/KAmKVmvojjE&#10;iMJZGK+TcHl9fc4WUukPDDw1QYYl9Kf1lpyA1IXofMU8NvCq7Tqz/0bFRHraTdaCYKa54/UZ2I/Q&#10;yRlWP49EmsYhQD8/akCx4Cb1cvGKCE1lTbl+ANO1v67trbdvun0FAAD//wMAUEsDBBQABgAIAAAA&#10;IQDwpAf+2wAAAAgBAAAPAAAAZHJzL2Rvd25yZXYueG1sTI/NTsMwEITvSLyDtZW4UTuVAm3Ipqr4&#10;kThwoYS7Gy9x1HgdxW6Tvj3uCY6jGc18U25n14szjaHzjJAtFQjixpuOW4T66+1+DSJEzUb3ngnh&#10;QgG21e1NqQvjJ/6k8z62IpVwKDSCjXEopAyNJafD0g/Eyfvxo9MxybGVZtRTKne9XCn1IJ3uOC1Y&#10;PdCzpea4PzmEGM0uu9SvLrx/zx8vk1VNrmvEu8W8ewIRaY5/YbjiJ3SoEtPBn9gE0SM8qnyVoggb&#10;EFdbZeukDwj5RoGsSvn/QPULAAD//wMAUEsBAi0AFAAGAAgAAAAhALaDOJL+AAAA4QEAABMAAAAA&#10;AAAAAAAAAAAAAAAAAFtDb250ZW50X1R5cGVzXS54bWxQSwECLQAUAAYACAAAACEAOP0h/9YAAACU&#10;AQAACwAAAAAAAAAAAAAAAAAvAQAAX3JlbHMvLnJlbHNQSwECLQAUAAYACAAAACEAwmJ6jw4CAADu&#10;AwAADgAAAAAAAAAAAAAAAAAuAgAAZHJzL2Uyb0RvYy54bWxQSwECLQAUAAYACAAAACEA8KQH/tsA&#10;AAAIAQAADwAAAAAAAAAAAAAAAABoBAAAZHJzL2Rvd25yZXYueG1sUEsFBgAAAAAEAAQA8wAAAHAF&#10;AAAAAA==&#10;" filled="f" stroked="f">
                <v:textbox style="mso-fit-shape-to-text:t">
                  <w:txbxContent>
                    <w:p w14:paraId="3CEB61A9" w14:textId="77777777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5ede2394533faa2ff9e809bc8be124e3a50907a6</w:t>
                      </w:r>
                    </w:p>
                  </w:txbxContent>
                </v:textbox>
              </v:shape>
            </w:pict>
          </mc:Fallback>
        </mc:AlternateContent>
      </w: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DE1328" wp14:editId="2C91B88E">
                <wp:simplePos x="0" y="0"/>
                <wp:positionH relativeFrom="column">
                  <wp:posOffset>283923</wp:posOffset>
                </wp:positionH>
                <wp:positionV relativeFrom="paragraph">
                  <wp:posOffset>137621</wp:posOffset>
                </wp:positionV>
                <wp:extent cx="2098564" cy="369332"/>
                <wp:effectExtent l="0" t="0" r="0" b="0"/>
                <wp:wrapNone/>
                <wp:docPr id="9" name="PoljeZBesedilo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CB0BE2-EE19-45D1-9C91-8FA686808C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56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9B2B22" w14:textId="179EE88B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E1328" id="PoljeZBesedilom 8" o:spid="_x0000_s1029" type="#_x0000_t202" style="position:absolute;margin-left:22.35pt;margin-top:10.85pt;width:165.25pt;height:29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ewRDAIAAOwDAAAOAAAAZHJzL2Uyb0RvYy54bWysU02PmzAUvFfqf7B8J3yGAgpZLQlUlap2&#10;pW0vvTnGJFSAXdsJRKv97312Qna1vVRVL+b52R7PjIfV3dR36MSkavmQY3/hYcQGyut22Of4+7fK&#10;STBSmgw16fjAcnxmCt+t379bjSJjAT/wrmYSAcigslHk+KC1yFxX0QPriVpwwQZYbLjsiYap3Lu1&#10;JCOg950beF7sjlzWQnLKlILu9rKI1xa/aRjVX5tGMY26HAM3bUdpx50Z3fWKZHtJxKGlVxrkH1j0&#10;pB3g0hvUlmiCjrL9A6pvqeSKN3pBee/ypmkpsxpAje+9UfN4IIJZLWCOEjeb1P+DpV9ODxK1dY5T&#10;jAbSwxM98O4n+1Ewxeq24z1KrDA26c9KG4lQXaQ9VVVQLMsqciqonMgrIqcoo9SpgjApgw/VJgjj&#10;Z3PajzMqGdEQkk/1bLMf/52M64MbgyLXGm35PqX+pvCKMnDK0k+daLn1nXST+k5S3cdJnHjJpiie&#10;zQO7lvP8tSrcUajMajdJseWjACP0VPAJcmyOmb6CptE8NbI3X3gwBOuQpPMtPcYPCs3AS5NlHGFE&#10;YS2M0zAMrrfPp4VU+iMDS02RYwnptN6SE5C6EJ23mMsGXrVdZ/ovVEylp91kLQhnmjten4H9CDnO&#10;sfp1JNLEhgD9+6MGFAtujl42XhEhUtaUa/xNZl/P7a6Xn3T9GwAA//8DAFBLAwQUAAYACAAAACEA&#10;2atvVt4AAAAIAQAADwAAAGRycy9kb3ducmV2LnhtbEyPzU7DMBCE70i8g7VI3KiT0JI2ZFNV/Egc&#10;uFDSuxsvcUS8jmK3Sd8ec4LTaDWjmW/L7Wx7cabRd44R0kUCgrhxuuMWof58vVuD8EGxVr1jQriQ&#10;h211fVWqQruJP+i8D62IJewLhWBCGAopfWPIKr9wA3H0vtxoVYjn2Eo9qimW215mSfIgreo4Lhg1&#10;0JOh5nt/sggh6F16qV+sfzvM78+TSZqVqhFvb+bdI4hAc/gLwy9+RIcqMh3dibUXPcJymcckQpZG&#10;jf59vspAHBHyzQZkVcr/D1Q/AAAA//8DAFBLAQItABQABgAIAAAAIQC2gziS/gAAAOEBAAATAAAA&#10;AAAAAAAAAAAAAAAAAABbQ29udGVudF9UeXBlc10ueG1sUEsBAi0AFAAGAAgAAAAhADj9If/WAAAA&#10;lAEAAAsAAAAAAAAAAAAAAAAALwEAAF9yZWxzLy5yZWxzUEsBAi0AFAAGAAgAAAAhAAVN7BEMAgAA&#10;7AMAAA4AAAAAAAAAAAAAAAAALgIAAGRycy9lMm9Eb2MueG1sUEsBAi0AFAAGAAgAAAAhANmrb1be&#10;AAAACAEAAA8AAAAAAAAAAAAAAAAAZgQAAGRycy9kb3ducmV2LnhtbFBLBQYAAAAABAAEAPMAAABx&#10;BQAAAAA=&#10;" filled="f" stroked="f">
                <v:textbox style="mso-fit-shape-to-text:t">
                  <w:txbxContent>
                    <w:p w14:paraId="1D9B2B22" w14:textId="179EE88B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abc123qwe963</w:t>
                      </w:r>
                    </w:p>
                  </w:txbxContent>
                </v:textbox>
              </v:shape>
            </w:pict>
          </mc:Fallback>
        </mc:AlternateContent>
      </w:r>
    </w:p>
    <w:p w14:paraId="54B20EB2" w14:textId="77777777" w:rsidR="00164D05" w:rsidRPr="004F630C" w:rsidRDefault="00164D05" w:rsidP="00164D05">
      <w:pPr>
        <w:rPr>
          <w:sz w:val="22"/>
          <w:szCs w:val="22"/>
        </w:rPr>
      </w:pP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61DCF3" wp14:editId="5E664D69">
                <wp:simplePos x="0" y="0"/>
                <wp:positionH relativeFrom="column">
                  <wp:posOffset>3922317</wp:posOffset>
                </wp:positionH>
                <wp:positionV relativeFrom="paragraph">
                  <wp:posOffset>100895</wp:posOffset>
                </wp:positionV>
                <wp:extent cx="599018" cy="0"/>
                <wp:effectExtent l="0" t="76200" r="10795" b="95250"/>
                <wp:wrapNone/>
                <wp:docPr id="5" name="Raven puščični povezoval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018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80056" id="Raven puščični povezovalnik 11" o:spid="_x0000_s1026" type="#_x0000_t32" style="position:absolute;margin-left:308.85pt;margin-top:7.95pt;width:47.1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6sD/gEAACAEAAAOAAAAZHJzL2Uyb0RvYy54bWysU0ty1DAQ3VPFHVTaM7aHChDXeLKYAJsU&#10;pBI4gCJLY9VILZWk2B7ukENwl3AvWvLY/FlQbFSWut/rfq/bm4vRaNILH5SFhlarkhIB3LYK9g39&#10;+OHNs1eUhMigZdqCaOhRBHqxffpkM7harG1ndSs8QRII9eAa2sXo6qIIvBOGhZV1AjAorTcs4tXv&#10;i9azAdmNLtZl+aIYrG+dt1yEgK+XU5BuM7+Ugsf3UgYRiW4o9hbz6fN5l85iu2H13jPXKX5qg/1D&#10;F4YpwKIL1SWLjNx79QuVUdzbYGVccWsKK6XiImtANVX5k5rbjjmRtaA5wS02hf9Hy9/1156otqFn&#10;lAAzOKIb1gsg7v7L58cH9fgAijjbi0+2ZxrUgVRVMm1woUbsDq59ks1HuHVXlh8CxoofgukS3JQ2&#10;Sm9SOuomYx7CcRmCGCPh+Hh2fl5WuDV8DhWsnnHOh/hWWEPSR0ND9Eztu7izADhp66s8A9ZfhZj6&#10;YPUMSEU1kAFXdP2yLHNaZEq/hpbEo0PV0SsGey2SOARqOOmYWs8i4lGLiehGSPQMm32emfK2ip32&#10;BD1qaHvIFmUWzEwQqbReQFP5P4JOuQkm8gYvwPXfqy3ZuaKFuACNAut/B47j3Kqc8mfVk9Yk+862&#10;x2s/jxXXMPtz+mXSnn9/z/BvP/b2KwAAAP//AwBQSwMEFAAGAAgAAAAhAKn23z/eAAAACQEAAA8A&#10;AABkcnMvZG93bnJldi54bWxMj09Lw0AQxe+C32EZwYvYTQomMWZTRCgoHqT1z3m6OybB7G7IbtuY&#10;T+9ID3qc9368ea9aTbYXBxpD552CdJGAIKe96Vyj4O11fV2ACBGdwd47UvBNAVb1+VmFpfFHt6HD&#10;NjaCQ1woUUEb41BKGXRLFsPCD+TY+/Sjxcjn2Egz4pHDbS+XSZJJi53jDy0O9NCS/trurYKr55cC&#10;sX3K1vPHrHGOxePmXSt1eTHd34GINMU/GH7rc3WoudPO750JoleQpXnOKBs3tyAYyNMlj9udBFlX&#10;8v+C+gcAAP//AwBQSwECLQAUAAYACAAAACEAtoM4kv4AAADhAQAAEwAAAAAAAAAAAAAAAAAAAAAA&#10;W0NvbnRlbnRfVHlwZXNdLnhtbFBLAQItABQABgAIAAAAIQA4/SH/1gAAAJQBAAALAAAAAAAAAAAA&#10;AAAAAC8BAABfcmVscy8ucmVsc1BLAQItABQABgAIAAAAIQAG86sD/gEAACAEAAAOAAAAAAAAAAAA&#10;AAAAAC4CAABkcnMvZTJvRG9jLnhtbFBLAQItABQABgAIAAAAIQCp9t8/3gAAAAkBAAAPAAAAAAAA&#10;AAAAAAAAAFgEAABkcnMvZG93bnJldi54bWxQSwUGAAAAAAQABADzAAAAYw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4F630C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B4AE28" wp14:editId="4F89F56B">
                <wp:simplePos x="0" y="0"/>
                <wp:positionH relativeFrom="column">
                  <wp:posOffset>1980226</wp:posOffset>
                </wp:positionH>
                <wp:positionV relativeFrom="paragraph">
                  <wp:posOffset>121041</wp:posOffset>
                </wp:positionV>
                <wp:extent cx="448624" cy="0"/>
                <wp:effectExtent l="0" t="76200" r="27940" b="95250"/>
                <wp:wrapNone/>
                <wp:docPr id="16" name="Raven puščični povezovalnik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9C3865-AF2F-4AB0-A0C0-DA598588641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8624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4049FE" id="Raven puščični povezovalnik 15" o:spid="_x0000_s1026" type="#_x0000_t32" style="position:absolute;margin-left:155.9pt;margin-top:9.55pt;width:35.3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+ETcgIAAPwEAAAOAAAAZHJzL2Uyb0RvYy54bWysVFlu2zAQ/S/QOxD6V7RYVhTDcmA7VlEg&#10;aIOkPQBDUTZhiiRIxkuDHiGH6F3Se3VIWepeFEV/KFKc92beLJxeHlqOdlQbJkUZJGdxgKggsmZi&#10;XQbv31VhESBjsagxl4KWwZGa4HL28sV0ryY0lRvJa6oRkAgz2asy2FirJlFkyIa22JxJRQVcNlK3&#10;2MJRr6Na4z2wtzxK4ziP9lLXSktCjYG/V91lMPP8TUOJfds0hlrEywBis37Vfr13azSb4slaY7Vh&#10;5BQG/ocoWswEOB2orrDF6EGzn6haRrQ0srFnRLaRbBpGqNcAapL4BzV3G6yo1wLJMWpIk/l/tOTN&#10;7kYjVkPt8gAJ3EKNbvGOCqQePn96fmLPT4IhJXf0g9xhLtgWJWOvlB7stbFOM+w6rY9VlS7GqyoL&#10;K9iFWbzIwsUquwirdFSs0vNqmY7yjw6d5BOiKbbQNa/rPu9J/ne6Th3gMpZFPvNewGM2v1iOinwc&#10;zqu0CrP5Ig7n8TIOr+bji2JcFHmWgHeoeORj7r9eRbRXZuKT4VrHb5fiRjt55CDu1LUkW+Og3126&#10;g1Gd2aHRrTOHmqKDb7Dj0GAuQwR+ZlmRp1mASH8FkfQ4pY19RWWL3KYMjNWYrTd2KYWALpY68VnH&#10;Owi3k9ADnFMu0B5KmJ7HsTezmPGVqJE9Kiio1QyLNacn7VycdHShexH2yGlHdEsbSCcEO/JMfhLp&#10;kmsE5S+DepsMLGDpIA3jfAB17n8LOtk6GPXTOQDTP3sbrL1HKewAbJmQ+ldge+hDbTr7XnWn1cm+&#10;l/XxRvdlhRHzPXF6DtwMf3v28K+P1uwLAAAA//8DAFBLAwQUAAYACAAAACEALtaWTt8AAAAJAQAA&#10;DwAAAGRycy9kb3ducmV2LnhtbEyPzU7DMBCE70i8g7VIXBB10qIqhDgVQqoE4oBafs5b28QR8TqK&#10;3Tbk6VnUAxxnZzTzbbUafScOdohtIAX5LANhSQfTUqPg7XV9XYCICclgF8gq+LYRVvX5WYWlCUfa&#10;2MM2NYJLKJaowKXUl1JG7azHOAu9JfY+w+AxsRwaaQY8crnv5DzLltJjS7zgsLcPzuqv7d4ruHp+&#10;KRDd03I9fUwap1Q8bt61UpcX4/0diGTH9BeGX3xGh5qZdmFPJopOwSLPGT2xcZuD4MCimN+A2J0O&#10;sq7k/w/qHwAAAP//AwBQSwECLQAUAAYACAAAACEAtoM4kv4AAADhAQAAEwAAAAAAAAAAAAAAAAAA&#10;AAAAW0NvbnRlbnRfVHlwZXNdLnhtbFBLAQItABQABgAIAAAAIQA4/SH/1gAAAJQBAAALAAAAAAAA&#10;AAAAAAAAAC8BAABfcmVscy8ucmVsc1BLAQItABQABgAIAAAAIQBQJ+ETcgIAAPwEAAAOAAAAAAAA&#10;AAAAAAAAAC4CAABkcnMvZTJvRG9jLnhtbFBLAQItABQABgAIAAAAIQAu1pZO3wAAAAkBAAAPAAAA&#10;AAAAAAAAAAAAAMwEAABkcnMvZG93bnJldi54bWxQSwUGAAAAAAQABADzAAAA2A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4DEAB468" w14:textId="77777777" w:rsidR="00164D05" w:rsidRPr="004F630C" w:rsidRDefault="00164D05" w:rsidP="00164D05">
      <w:pPr>
        <w:rPr>
          <w:sz w:val="22"/>
          <w:szCs w:val="22"/>
        </w:rPr>
      </w:pPr>
    </w:p>
    <w:p w14:paraId="4017C948" w14:textId="77777777" w:rsidR="00164D05" w:rsidRPr="004F630C" w:rsidRDefault="00164D05" w:rsidP="00164D05">
      <w:pPr>
        <w:rPr>
          <w:sz w:val="22"/>
          <w:szCs w:val="22"/>
        </w:rPr>
      </w:pPr>
    </w:p>
    <w:p w14:paraId="5D06D088" w14:textId="77777777" w:rsidR="00E20FE3" w:rsidRPr="004F630C" w:rsidRDefault="00E20FE3" w:rsidP="00E20FE3"/>
    <w:p w14:paraId="2D917B63" w14:textId="51DAD7D9" w:rsidR="00164D05" w:rsidRPr="004F630C" w:rsidRDefault="00E20FE3" w:rsidP="00E20FE3">
      <w:r w:rsidRPr="004F630C">
        <w:t>Možnosti</w:t>
      </w:r>
      <w:r w:rsidR="00164D05" w:rsidRPr="004F630C">
        <w:t>: s</w:t>
      </w:r>
      <w:r w:rsidR="00BF103C">
        <w:t>ůl</w:t>
      </w:r>
      <w:r w:rsidR="00164D05" w:rsidRPr="004F630C">
        <w:t xml:space="preserve">, </w:t>
      </w:r>
      <w:r w:rsidRPr="004F630C">
        <w:t>heslo</w:t>
      </w:r>
      <w:r w:rsidR="00164D05" w:rsidRPr="004F630C">
        <w:t>, ha</w:t>
      </w:r>
      <w:r w:rsidR="00BF103C">
        <w:t>sh</w:t>
      </w:r>
      <w:r w:rsidRPr="004F630C">
        <w:t>ovac</w:t>
      </w:r>
      <w:r w:rsidR="00BF103C">
        <w:t>í</w:t>
      </w:r>
      <w:r w:rsidRPr="004F630C">
        <w:t xml:space="preserve"> funkc</w:t>
      </w:r>
      <w:r w:rsidR="00BF103C">
        <w:t>e</w:t>
      </w:r>
    </w:p>
    <w:p w14:paraId="2BBDAC68" w14:textId="77777777" w:rsidR="00E20FE3" w:rsidRPr="004F630C" w:rsidRDefault="00E20FE3" w:rsidP="00164D05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5DFC53B5" w14:textId="77777777" w:rsidR="00F172E8" w:rsidRPr="004F630C" w:rsidRDefault="00F172E8" w:rsidP="00164D05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6D347FC8" w14:textId="3A073013" w:rsidR="00063674" w:rsidRPr="004F630C" w:rsidRDefault="00F172E8" w:rsidP="009C3A3C">
      <w:pPr>
        <w:pStyle w:val="eTask"/>
        <w:rPr>
          <w:lang w:val="cs-CZ"/>
        </w:rPr>
      </w:pPr>
      <w:r w:rsidRPr="004F630C">
        <w:rPr>
          <w:lang w:val="cs-CZ"/>
        </w:rPr>
        <w:lastRenderedPageBreak/>
        <w:t>P</w:t>
      </w:r>
      <w:r w:rsidR="00594CCB">
        <w:rPr>
          <w:lang w:val="cs-CZ"/>
        </w:rPr>
        <w:t>ř</w:t>
      </w:r>
      <w:r w:rsidRPr="004F630C">
        <w:rPr>
          <w:lang w:val="cs-CZ"/>
        </w:rPr>
        <w:t>i</w:t>
      </w:r>
      <w:r w:rsidR="00594CCB">
        <w:rPr>
          <w:lang w:val="cs-CZ"/>
        </w:rPr>
        <w:t>ř</w:t>
      </w:r>
      <w:r w:rsidRPr="004F630C">
        <w:rPr>
          <w:lang w:val="cs-CZ"/>
        </w:rPr>
        <w:t>aďte termíny z </w:t>
      </w:r>
      <w:r w:rsidR="00594CCB">
        <w:rPr>
          <w:lang w:val="cs-CZ"/>
        </w:rPr>
        <w:t>le</w:t>
      </w:r>
      <w:r w:rsidRPr="004F630C">
        <w:rPr>
          <w:lang w:val="cs-CZ"/>
        </w:rPr>
        <w:t>vého s</w:t>
      </w:r>
      <w:r w:rsidR="00594CCB">
        <w:rPr>
          <w:lang w:val="cs-CZ"/>
        </w:rPr>
        <w:t>lou</w:t>
      </w:r>
      <w:r w:rsidRPr="004F630C">
        <w:rPr>
          <w:lang w:val="cs-CZ"/>
        </w:rPr>
        <w:t>pc</w:t>
      </w:r>
      <w:r w:rsidR="00594CCB">
        <w:rPr>
          <w:lang w:val="cs-CZ"/>
        </w:rPr>
        <w:t>e</w:t>
      </w:r>
      <w:r w:rsidRPr="004F630C">
        <w:rPr>
          <w:lang w:val="cs-CZ"/>
        </w:rPr>
        <w:t xml:space="preserve"> k odpov</w:t>
      </w:r>
      <w:r w:rsidR="00594CCB">
        <w:rPr>
          <w:lang w:val="cs-CZ"/>
        </w:rPr>
        <w:t>í</w:t>
      </w:r>
      <w:r w:rsidRPr="004F630C">
        <w:rPr>
          <w:lang w:val="cs-CZ"/>
        </w:rPr>
        <w:t>daj</w:t>
      </w:r>
      <w:r w:rsidR="00594CCB">
        <w:rPr>
          <w:lang w:val="cs-CZ"/>
        </w:rPr>
        <w:t>í</w:t>
      </w:r>
      <w:r w:rsidRPr="004F630C">
        <w:rPr>
          <w:lang w:val="cs-CZ"/>
        </w:rPr>
        <w:t>c</w:t>
      </w:r>
      <w:r w:rsidR="00594CCB">
        <w:rPr>
          <w:lang w:val="cs-CZ"/>
        </w:rPr>
        <w:t>í</w:t>
      </w:r>
      <w:r w:rsidRPr="004F630C">
        <w:rPr>
          <w:lang w:val="cs-CZ"/>
        </w:rPr>
        <w:t>m</w:t>
      </w:r>
      <w:r w:rsidR="00594CCB">
        <w:rPr>
          <w:lang w:val="cs-CZ"/>
        </w:rPr>
        <w:t>u</w:t>
      </w:r>
      <w:r w:rsidRPr="004F630C">
        <w:rPr>
          <w:lang w:val="cs-CZ"/>
        </w:rPr>
        <w:t xml:space="preserve"> popis</w:t>
      </w:r>
      <w:r w:rsidR="00594CCB">
        <w:rPr>
          <w:lang w:val="cs-CZ"/>
        </w:rPr>
        <w:t>u</w:t>
      </w:r>
      <w:r w:rsidRPr="004F630C">
        <w:rPr>
          <w:lang w:val="cs-CZ"/>
        </w:rPr>
        <w:t xml:space="preserve"> </w:t>
      </w:r>
      <w:r w:rsidR="00594CCB">
        <w:rPr>
          <w:lang w:val="cs-CZ"/>
        </w:rPr>
        <w:t>v</w:t>
      </w:r>
      <w:r w:rsidRPr="004F630C">
        <w:rPr>
          <w:lang w:val="cs-CZ"/>
        </w:rPr>
        <w:t> prav</w:t>
      </w:r>
      <w:r w:rsidR="00594CCB">
        <w:rPr>
          <w:lang w:val="cs-CZ"/>
        </w:rPr>
        <w:t>é</w:t>
      </w:r>
      <w:r w:rsidRPr="004F630C">
        <w:rPr>
          <w:lang w:val="cs-CZ"/>
        </w:rPr>
        <w:t>m s</w:t>
      </w:r>
      <w:r w:rsidR="00594CCB">
        <w:rPr>
          <w:lang w:val="cs-CZ"/>
        </w:rPr>
        <w:t>lou</w:t>
      </w:r>
      <w:r w:rsidRPr="004F630C">
        <w:rPr>
          <w:lang w:val="cs-CZ"/>
        </w:rPr>
        <w:t>pci</w:t>
      </w:r>
      <w:r w:rsidR="00594CCB">
        <w:rPr>
          <w:lang w:val="cs-CZ"/>
        </w:rPr>
        <w:t>.</w:t>
      </w:r>
    </w:p>
    <w:p w14:paraId="249DDE31" w14:textId="24876755" w:rsidR="00FA7826" w:rsidRPr="004F630C" w:rsidRDefault="00FA7826" w:rsidP="00FA7826">
      <w:pPr>
        <w:pStyle w:val="eTask"/>
        <w:numPr>
          <w:ilvl w:val="0"/>
          <w:numId w:val="0"/>
        </w:numPr>
        <w:ind w:left="720" w:hanging="360"/>
        <w:rPr>
          <w:lang w:val="cs-CZ"/>
        </w:rPr>
      </w:pPr>
    </w:p>
    <w:p w14:paraId="45560DBF" w14:textId="75BEE141" w:rsidR="00FA7826" w:rsidRPr="004F630C" w:rsidRDefault="00FA7826" w:rsidP="00FA7826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A7826" w:rsidRPr="004F630C" w14:paraId="2B858D39" w14:textId="77777777" w:rsidTr="00FA7826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70CBCC8B" w:rsidR="00FA7826" w:rsidRPr="004F630C" w:rsidRDefault="00FA7826" w:rsidP="00E86ABB">
            <w:pPr>
              <w:pStyle w:val="eCheckBoxText"/>
              <w:ind w:left="0" w:firstLine="0"/>
              <w:contextualSpacing/>
              <w:jc w:val="center"/>
            </w:pPr>
            <w:r w:rsidRPr="004F630C">
              <w:t>S</w:t>
            </w:r>
            <w:r w:rsidR="00F172E8" w:rsidRPr="004F630C">
              <w:t>olené ha</w:t>
            </w:r>
            <w:r w:rsidR="00D40738">
              <w:t>sh</w:t>
            </w:r>
            <w:r w:rsidR="00F172E8" w:rsidRPr="004F630C">
              <w:t>ov</w:t>
            </w:r>
            <w:r w:rsidR="00D40738">
              <w:t>á</w:t>
            </w:r>
            <w:r w:rsidR="00F172E8" w:rsidRPr="004F630C">
              <w:t>n</w:t>
            </w:r>
            <w:r w:rsidR="00D40738">
              <w:t>í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12A3DEF0" w:rsidR="00FA7826" w:rsidRPr="004F630C" w:rsidRDefault="00FA7826" w:rsidP="00E86AB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27B63E7F" w:rsidR="00FA7826" w:rsidRPr="004F630C" w:rsidRDefault="00F172E8" w:rsidP="00F172E8">
            <w:pPr>
              <w:pStyle w:val="eCheckBoxText"/>
              <w:ind w:left="0" w:firstLine="0"/>
              <w:contextualSpacing/>
              <w:jc w:val="center"/>
            </w:pPr>
            <w:r w:rsidRPr="004F630C">
              <w:t>Heslo je uložen</w:t>
            </w:r>
            <w:r w:rsidR="00EA71B1">
              <w:t>o</w:t>
            </w:r>
            <w:r w:rsidRPr="004F630C">
              <w:t xml:space="preserve"> v</w:t>
            </w:r>
            <w:r w:rsidR="00EA71B1">
              <w:t>e</w:t>
            </w:r>
            <w:r w:rsidRPr="004F630C">
              <w:t> </w:t>
            </w:r>
            <w:r w:rsidR="00EA71B1">
              <w:t>s</w:t>
            </w:r>
            <w:r w:rsidRPr="004F630C">
              <w:t>peciáln</w:t>
            </w:r>
            <w:r w:rsidR="00EA71B1">
              <w:t>í</w:t>
            </w:r>
            <w:r w:rsidRPr="004F630C">
              <w:t>m formát</w:t>
            </w:r>
            <w:r w:rsidR="00EA71B1">
              <w:t>u</w:t>
            </w:r>
            <w:r w:rsidR="00FA7826" w:rsidRPr="004F630C">
              <w:t>.</w:t>
            </w:r>
          </w:p>
        </w:tc>
      </w:tr>
      <w:tr w:rsidR="00FA7826" w:rsidRPr="004F630C" w14:paraId="64CBCFB3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FA7826" w:rsidRPr="004F630C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1EF541E9" w:rsidR="00FA7826" w:rsidRPr="004F630C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FA7826" w:rsidRPr="004F630C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4F630C" w14:paraId="3426ADB4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64B3F6E9" w:rsidR="00FA7826" w:rsidRPr="004F630C" w:rsidRDefault="00F172E8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t>Ha</w:t>
            </w:r>
            <w:r w:rsidR="00D40738">
              <w:t>sh</w:t>
            </w:r>
            <w:r w:rsidRPr="004F630C">
              <w:t>ov</w:t>
            </w:r>
            <w:r w:rsidR="00D40738">
              <w:t>á</w:t>
            </w:r>
            <w:r w:rsidRPr="004F630C">
              <w:t>n</w:t>
            </w:r>
            <w:r w:rsidR="00D40738">
              <w:t>í</w:t>
            </w:r>
            <w:r w:rsidRPr="004F630C">
              <w:t xml:space="preserve"> hesla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62B2D64B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7071B208" w:rsidR="00FA7826" w:rsidRPr="004F630C" w:rsidRDefault="00EA71B1" w:rsidP="00FA7826">
            <w:pPr>
              <w:pStyle w:val="eCheckBoxText"/>
              <w:ind w:left="0" w:firstLine="0"/>
              <w:contextualSpacing/>
              <w:jc w:val="center"/>
            </w:pPr>
            <w:r>
              <w:t>S</w:t>
            </w:r>
            <w:r w:rsidR="00F172E8" w:rsidRPr="004F630C">
              <w:t>peciáln</w:t>
            </w:r>
            <w:r>
              <w:t xml:space="preserve">í </w:t>
            </w:r>
            <w:r w:rsidR="00F172E8" w:rsidRPr="004F630C">
              <w:t>typ útoku na hesl</w:t>
            </w:r>
            <w:r>
              <w:t>a</w:t>
            </w:r>
            <w:r w:rsidR="00F172E8" w:rsidRPr="004F630C">
              <w:t xml:space="preserve"> hrubou silou.</w:t>
            </w:r>
          </w:p>
        </w:tc>
      </w:tr>
      <w:tr w:rsidR="00FA7826" w:rsidRPr="004F630C" w14:paraId="4EAE0C46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4F630C" w14:paraId="64FF4A03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05BB6C97" w:rsidR="00FA7826" w:rsidRPr="004F630C" w:rsidRDefault="00F172E8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t>Slovníkový útok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01D3DED4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46383F8C" w:rsidR="00FA7826" w:rsidRPr="004F630C" w:rsidRDefault="00F172E8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t>Heslo a náhodná pos</w:t>
            </w:r>
            <w:r w:rsidR="00AC5A2A">
              <w:t>lou</w:t>
            </w:r>
            <w:r w:rsidRPr="004F630C">
              <w:t>pnos</w:t>
            </w:r>
            <w:r w:rsidR="00AC5A2A">
              <w:t>t</w:t>
            </w:r>
            <w:r w:rsidRPr="004F630C">
              <w:t xml:space="preserve"> znak</w:t>
            </w:r>
            <w:r w:rsidR="00AC5A2A">
              <w:t>ů</w:t>
            </w:r>
            <w:r w:rsidRPr="004F630C">
              <w:t xml:space="preserve"> </w:t>
            </w:r>
            <w:r w:rsidR="00AC5A2A">
              <w:t>jsou z</w:t>
            </w:r>
            <w:r w:rsidRPr="004F630C">
              <w:t>kombinované a pot</w:t>
            </w:r>
            <w:r w:rsidR="00AC5A2A">
              <w:t>é</w:t>
            </w:r>
            <w:r w:rsidRPr="004F630C">
              <w:t xml:space="preserve"> uložen</w:t>
            </w:r>
            <w:r w:rsidR="00AC5A2A">
              <w:t>y</w:t>
            </w:r>
            <w:r w:rsidRPr="004F630C">
              <w:t xml:space="preserve"> v</w:t>
            </w:r>
            <w:r w:rsidR="00AC5A2A">
              <w:t>e</w:t>
            </w:r>
            <w:r w:rsidRPr="004F630C">
              <w:t> </w:t>
            </w:r>
            <w:r w:rsidR="00AC5A2A">
              <w:t>s</w:t>
            </w:r>
            <w:r w:rsidRPr="004F630C">
              <w:t>peciáln</w:t>
            </w:r>
            <w:r w:rsidR="00AC5A2A">
              <w:t>í</w:t>
            </w:r>
            <w:r w:rsidRPr="004F630C">
              <w:t>m formát</w:t>
            </w:r>
            <w:r w:rsidR="00AC5A2A">
              <w:t>u</w:t>
            </w:r>
            <w:r w:rsidR="00FA7826" w:rsidRPr="004F630C">
              <w:t>.</w:t>
            </w:r>
          </w:p>
        </w:tc>
      </w:tr>
      <w:tr w:rsidR="00FA7826" w:rsidRPr="004F630C" w14:paraId="19DE13D6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77777777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4F630C" w14:paraId="0BDF9AA7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72EA5458" w:rsidR="00FA7826" w:rsidRPr="004F630C" w:rsidRDefault="00F172E8" w:rsidP="00FA7826">
            <w:pPr>
              <w:pStyle w:val="eCheckBoxText"/>
              <w:ind w:left="0" w:firstLine="0"/>
              <w:contextualSpacing/>
              <w:jc w:val="center"/>
            </w:pPr>
            <w:r w:rsidRPr="004F630C">
              <w:t>Útok pomoc</w:t>
            </w:r>
            <w:r w:rsidR="00D40738">
              <w:t>í</w:t>
            </w:r>
            <w:r w:rsidRPr="004F630C">
              <w:t xml:space="preserve"> d</w:t>
            </w:r>
            <w:r w:rsidR="00D40738">
              <w:t>u</w:t>
            </w:r>
            <w:r w:rsidRPr="004F630C">
              <w:t>hových tabulek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38182DDA" w:rsidR="00FA7826" w:rsidRPr="004F630C" w:rsidRDefault="00FA7826" w:rsidP="00FA7826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568CB1E4" w:rsidR="00FA7826" w:rsidRPr="004F630C" w:rsidRDefault="00DA29FF" w:rsidP="00DA29FF">
            <w:pPr>
              <w:pStyle w:val="eCheckBoxText"/>
              <w:ind w:left="0" w:firstLine="0"/>
              <w:contextualSpacing/>
              <w:jc w:val="center"/>
            </w:pPr>
            <w:r w:rsidRPr="004F630C">
              <w:t>Útočník</w:t>
            </w:r>
            <w:r w:rsidR="00F172E8" w:rsidRPr="004F630C">
              <w:t xml:space="preserve"> s</w:t>
            </w:r>
            <w:r w:rsidR="00625C8B">
              <w:t>e</w:t>
            </w:r>
            <w:r w:rsidR="00F172E8" w:rsidRPr="004F630C">
              <w:t xml:space="preserve"> pok</w:t>
            </w:r>
            <w:r w:rsidR="00625C8B">
              <w:t>ou</w:t>
            </w:r>
            <w:r w:rsidR="00F172E8" w:rsidRPr="004F630C">
              <w:t>š</w:t>
            </w:r>
            <w:r w:rsidR="00625C8B">
              <w:t>í</w:t>
            </w:r>
            <w:r w:rsidR="00F172E8" w:rsidRPr="004F630C">
              <w:t xml:space="preserve"> </w:t>
            </w:r>
            <w:r w:rsidRPr="004F630C">
              <w:t>dosta</w:t>
            </w:r>
            <w:r w:rsidR="00625C8B">
              <w:t>t</w:t>
            </w:r>
            <w:r w:rsidR="00F172E8" w:rsidRPr="004F630C">
              <w:t xml:space="preserve"> do </w:t>
            </w:r>
            <w:r w:rsidRPr="004F630C">
              <w:t>systému</w:t>
            </w:r>
            <w:r w:rsidR="00F172E8" w:rsidRPr="004F630C">
              <w:t xml:space="preserve"> chrán</w:t>
            </w:r>
            <w:r w:rsidR="00625C8B">
              <w:t>ě</w:t>
            </w:r>
            <w:r w:rsidRPr="004F630C">
              <w:t>n</w:t>
            </w:r>
            <w:r w:rsidR="00625C8B">
              <w:t>ého</w:t>
            </w:r>
            <w:r w:rsidR="00F172E8" w:rsidRPr="004F630C">
              <w:t xml:space="preserve"> hesl</w:t>
            </w:r>
            <w:r w:rsidR="00625C8B">
              <w:t>e</w:t>
            </w:r>
            <w:r w:rsidR="00F172E8" w:rsidRPr="004F630C">
              <w:t xml:space="preserve">m </w:t>
            </w:r>
            <w:r w:rsidRPr="004F630C">
              <w:t>použitím</w:t>
            </w:r>
            <w:r w:rsidR="00F172E8" w:rsidRPr="004F630C">
              <w:t xml:space="preserve"> </w:t>
            </w:r>
            <w:r w:rsidR="00625C8B">
              <w:t>se</w:t>
            </w:r>
            <w:r w:rsidRPr="004F630C">
              <w:t>znamu slov</w:t>
            </w:r>
            <w:r w:rsidR="00FA7826" w:rsidRPr="004F630C">
              <w:t xml:space="preserve">. </w:t>
            </w:r>
          </w:p>
        </w:tc>
      </w:tr>
    </w:tbl>
    <w:p w14:paraId="5EDFA8A8" w14:textId="77777777" w:rsidR="00FA7826" w:rsidRPr="004F630C" w:rsidRDefault="00FA7826" w:rsidP="00DA29FF">
      <w:pPr>
        <w:pStyle w:val="eTask"/>
        <w:numPr>
          <w:ilvl w:val="0"/>
          <w:numId w:val="0"/>
        </w:numPr>
        <w:rPr>
          <w:lang w:val="cs-CZ"/>
        </w:rPr>
      </w:pPr>
    </w:p>
    <w:p w14:paraId="6F38785C" w14:textId="77777777" w:rsidR="00A21409" w:rsidRPr="004F630C" w:rsidRDefault="00A21409" w:rsidP="004A7E5F">
      <w:pPr>
        <w:pStyle w:val="eLineBottom"/>
        <w:ind w:left="154"/>
      </w:pPr>
    </w:p>
    <w:p w14:paraId="646E46B9" w14:textId="77777777" w:rsidR="00F1459B" w:rsidRPr="004F630C" w:rsidRDefault="00F1459B" w:rsidP="004A7E5F"/>
    <w:p w14:paraId="759C1739" w14:textId="0BFCF81F" w:rsidR="009C3A3C" w:rsidRPr="004F630C" w:rsidRDefault="000B45E5" w:rsidP="009C3A3C">
      <w:pPr>
        <w:pStyle w:val="eTask"/>
        <w:rPr>
          <w:lang w:val="cs-CZ"/>
        </w:rPr>
      </w:pPr>
      <w:r w:rsidRPr="004F630C">
        <w:rPr>
          <w:lang w:val="cs-CZ"/>
        </w:rPr>
        <w:t>Uveďte a</w:t>
      </w:r>
      <w:r w:rsidR="00CB7E6A">
        <w:rPr>
          <w:lang w:val="cs-CZ"/>
        </w:rPr>
        <w:t>le</w:t>
      </w:r>
      <w:r w:rsidRPr="004F630C">
        <w:rPr>
          <w:lang w:val="cs-CZ"/>
        </w:rPr>
        <w:t>spoň t</w:t>
      </w:r>
      <w:r w:rsidR="00CB7E6A">
        <w:rPr>
          <w:lang w:val="cs-CZ"/>
        </w:rPr>
        <w:t>ři</w:t>
      </w:r>
      <w:r w:rsidRPr="004F630C">
        <w:rPr>
          <w:lang w:val="cs-CZ"/>
        </w:rPr>
        <w:t xml:space="preserve"> správc</w:t>
      </w:r>
      <w:r w:rsidR="00CB7E6A">
        <w:rPr>
          <w:lang w:val="cs-CZ"/>
        </w:rPr>
        <w:t>e</w:t>
      </w:r>
      <w:r w:rsidRPr="004F630C">
        <w:rPr>
          <w:lang w:val="cs-CZ"/>
        </w:rPr>
        <w:t xml:space="preserve"> hesel</w:t>
      </w:r>
      <w:r w:rsidR="00CB7E6A">
        <w:rPr>
          <w:lang w:val="cs-CZ"/>
        </w:rPr>
        <w:t>.</w:t>
      </w:r>
    </w:p>
    <w:p w14:paraId="0033D4C1" w14:textId="77777777" w:rsidR="009C3A3C" w:rsidRPr="004F630C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459DA5F8" w14:textId="77777777" w:rsidR="00C27D2B" w:rsidRPr="00DF3689" w:rsidRDefault="00C27D2B" w:rsidP="00C27D2B">
      <w:pPr>
        <w:pStyle w:val="Odstavecseseznamem"/>
        <w:numPr>
          <w:ilvl w:val="0"/>
          <w:numId w:val="14"/>
        </w:numPr>
        <w:rPr>
          <w:color w:val="FF0000"/>
          <w:u w:val="single"/>
          <w:lang w:val="sk-SK"/>
        </w:rPr>
      </w:pP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4BF4F861" w14:textId="77777777" w:rsidR="00C27D2B" w:rsidRPr="00DF3689" w:rsidRDefault="00C27D2B" w:rsidP="00C27D2B">
      <w:pPr>
        <w:pStyle w:val="Odstavecseseznamem"/>
        <w:ind w:left="786"/>
        <w:rPr>
          <w:color w:val="FF0000"/>
          <w:u w:val="single"/>
          <w:lang w:val="sk-SK"/>
        </w:rPr>
      </w:pPr>
    </w:p>
    <w:p w14:paraId="0FE9808D" w14:textId="77777777" w:rsidR="00C27D2B" w:rsidRPr="00DF3689" w:rsidRDefault="00C27D2B" w:rsidP="00C27D2B">
      <w:pPr>
        <w:pStyle w:val="Odstavecseseznamem"/>
        <w:numPr>
          <w:ilvl w:val="0"/>
          <w:numId w:val="14"/>
        </w:numPr>
        <w:rPr>
          <w:color w:val="FF0000"/>
          <w:u w:val="single"/>
          <w:lang w:val="sk-SK"/>
        </w:rPr>
      </w:pP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0BF55680" w14:textId="77777777" w:rsidR="00C27D2B" w:rsidRPr="00DF3689" w:rsidRDefault="00C27D2B" w:rsidP="00C27D2B">
      <w:pPr>
        <w:rPr>
          <w:color w:val="FF0000"/>
          <w:u w:val="single"/>
          <w:lang w:val="sk-SK"/>
        </w:rPr>
      </w:pPr>
    </w:p>
    <w:p w14:paraId="5E042598" w14:textId="77777777" w:rsidR="00C27D2B" w:rsidRPr="00DF3689" w:rsidRDefault="00C27D2B" w:rsidP="00C27D2B">
      <w:pPr>
        <w:pStyle w:val="Odstavecseseznamem"/>
        <w:numPr>
          <w:ilvl w:val="0"/>
          <w:numId w:val="14"/>
        </w:numPr>
        <w:rPr>
          <w:color w:val="FF0000"/>
          <w:u w:val="single"/>
          <w:lang w:val="sk-SK"/>
        </w:rPr>
      </w:pP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602321CB" w14:textId="77777777" w:rsidR="00C27D2B" w:rsidRPr="00DF3689" w:rsidRDefault="00C27D2B" w:rsidP="00C27D2B">
      <w:pPr>
        <w:rPr>
          <w:color w:val="FF0000"/>
          <w:u w:val="single"/>
          <w:lang w:val="sk-SK"/>
        </w:rPr>
      </w:pPr>
    </w:p>
    <w:p w14:paraId="1563EC24" w14:textId="7492473A" w:rsidR="009C3A3C" w:rsidRPr="00C27D2B" w:rsidRDefault="00C27D2B" w:rsidP="00C27D2B">
      <w:pPr>
        <w:pStyle w:val="Odstavecseseznamem"/>
        <w:numPr>
          <w:ilvl w:val="0"/>
          <w:numId w:val="14"/>
        </w:numPr>
        <w:rPr>
          <w:color w:val="FF0000"/>
          <w:u w:val="single"/>
          <w:lang w:val="sk-SK"/>
        </w:rPr>
      </w:pP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sectPr w:rsidR="009C3A3C" w:rsidRPr="00C27D2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FB4A3" w14:textId="77777777" w:rsidR="00F25531" w:rsidRDefault="00F25531" w:rsidP="00861A1A">
      <w:r>
        <w:separator/>
      </w:r>
    </w:p>
  </w:endnote>
  <w:endnote w:type="continuationSeparator" w:id="0">
    <w:p w14:paraId="04094919" w14:textId="77777777" w:rsidR="00F25531" w:rsidRDefault="00F2553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1ADF653" w14:textId="77777777" w:rsidR="00B83DB6" w:rsidRPr="00B83DB6" w:rsidRDefault="00B83DB6" w:rsidP="00B83DB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83DB6">
            <w:rPr>
              <w:sz w:val="16"/>
              <w:szCs w:val="16"/>
              <w:lang w:val="en-US"/>
            </w:rPr>
            <w:t>Tento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projekt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byl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realizován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za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finanční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podpory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Evropské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unie</w:t>
          </w:r>
          <w:proofErr w:type="spellEnd"/>
          <w:r w:rsidRPr="00B83DB6">
            <w:rPr>
              <w:sz w:val="16"/>
              <w:szCs w:val="16"/>
              <w:lang w:val="en-US"/>
            </w:rPr>
            <w:t>.</w:t>
          </w:r>
        </w:p>
        <w:p w14:paraId="06D86257" w14:textId="59CF787C" w:rsidR="00BF5E09" w:rsidRPr="004A7E5F" w:rsidRDefault="00B83DB6" w:rsidP="00B83DB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83DB6">
            <w:rPr>
              <w:sz w:val="16"/>
              <w:szCs w:val="16"/>
              <w:lang w:val="en-US"/>
            </w:rPr>
            <w:t>Za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obsah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publikací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83DB6">
            <w:rPr>
              <w:sz w:val="16"/>
              <w:szCs w:val="16"/>
              <w:lang w:val="en-US"/>
            </w:rPr>
            <w:t>sdělení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B83DB6">
            <w:rPr>
              <w:sz w:val="16"/>
              <w:szCs w:val="16"/>
              <w:lang w:val="en-US"/>
            </w:rPr>
            <w:t>odpovídá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výlučně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autor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B83DB6">
            <w:rPr>
              <w:sz w:val="16"/>
              <w:szCs w:val="16"/>
              <w:lang w:val="en-US"/>
            </w:rPr>
            <w:t>Publikace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83DB6">
            <w:rPr>
              <w:sz w:val="16"/>
              <w:szCs w:val="16"/>
              <w:lang w:val="en-US"/>
            </w:rPr>
            <w:t>sdělení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B83DB6">
            <w:rPr>
              <w:sz w:val="16"/>
              <w:szCs w:val="16"/>
              <w:lang w:val="en-US"/>
            </w:rPr>
            <w:t>nereprezentují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názory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Evropské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komise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B83DB6">
            <w:rPr>
              <w:sz w:val="16"/>
              <w:szCs w:val="16"/>
              <w:lang w:val="en-US"/>
            </w:rPr>
            <w:t>Evropská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komise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neodpovídá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za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použití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informací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B83DB6">
            <w:rPr>
              <w:sz w:val="16"/>
              <w:szCs w:val="16"/>
              <w:lang w:val="en-US"/>
            </w:rPr>
            <w:t>jež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jsou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jejich</w:t>
          </w:r>
          <w:proofErr w:type="spellEnd"/>
          <w:r w:rsidRPr="00B83DB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83DB6">
            <w:rPr>
              <w:sz w:val="16"/>
              <w:szCs w:val="16"/>
              <w:lang w:val="en-US"/>
            </w:rPr>
            <w:t>obsahem</w:t>
          </w:r>
          <w:proofErr w:type="spellEnd"/>
          <w:r w:rsidRPr="00B83DB6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AD767" w14:textId="77777777" w:rsidR="00F25531" w:rsidRDefault="00F25531" w:rsidP="00861A1A">
      <w:r>
        <w:separator/>
      </w:r>
    </w:p>
  </w:footnote>
  <w:footnote w:type="continuationSeparator" w:id="0">
    <w:p w14:paraId="453280B0" w14:textId="77777777" w:rsidR="00F25531" w:rsidRDefault="00F2553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5B61DEAC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BE09DC">
      <w:rPr>
        <w:rFonts w:ascii="Calibri" w:hAnsi="Calibri"/>
        <w:b/>
        <w:smallCaps/>
        <w:noProof/>
      </w:rPr>
      <w:t>PRACOVN</w:t>
    </w:r>
    <w:r w:rsidR="00126C75">
      <w:rPr>
        <w:rFonts w:ascii="Calibri" w:hAnsi="Calibri"/>
        <w:b/>
        <w:smallCaps/>
        <w:noProof/>
      </w:rPr>
      <w:t>Í</w:t>
    </w:r>
    <w:r w:rsidR="00BE09DC">
      <w:rPr>
        <w:rFonts w:ascii="Calibri" w:hAnsi="Calibri"/>
        <w:b/>
        <w:smallCaps/>
        <w:noProof/>
      </w:rPr>
      <w:t xml:space="preserve"> LIST</w:t>
    </w:r>
  </w:p>
  <w:p w14:paraId="568ED691" w14:textId="3B424C95" w:rsidR="00C148FD" w:rsidRPr="00C148FD" w:rsidRDefault="001663B2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126C75">
      <w:rPr>
        <w:rFonts w:ascii="Calibri" w:hAnsi="Calibri"/>
        <w:smallCaps/>
        <w:noProof/>
        <w:sz w:val="20"/>
        <w:szCs w:val="20"/>
        <w:lang w:val="en-US"/>
      </w:rPr>
      <w:t>Ověřování identity, hesla a digitální podpis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qQUAmek/py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B45E5"/>
    <w:rsid w:val="000C1409"/>
    <w:rsid w:val="000C4CF6"/>
    <w:rsid w:val="000C6B3A"/>
    <w:rsid w:val="00126C75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663B2"/>
    <w:rsid w:val="00170E72"/>
    <w:rsid w:val="0017377E"/>
    <w:rsid w:val="001840EA"/>
    <w:rsid w:val="00185BED"/>
    <w:rsid w:val="001922A0"/>
    <w:rsid w:val="00195A08"/>
    <w:rsid w:val="001B057D"/>
    <w:rsid w:val="001C4AC0"/>
    <w:rsid w:val="001D00A1"/>
    <w:rsid w:val="001F6290"/>
    <w:rsid w:val="00213F2C"/>
    <w:rsid w:val="00222EE8"/>
    <w:rsid w:val="00223478"/>
    <w:rsid w:val="00225015"/>
    <w:rsid w:val="002252B6"/>
    <w:rsid w:val="002373F1"/>
    <w:rsid w:val="00262EF2"/>
    <w:rsid w:val="00263351"/>
    <w:rsid w:val="00272012"/>
    <w:rsid w:val="002825A8"/>
    <w:rsid w:val="00283A7C"/>
    <w:rsid w:val="002850DE"/>
    <w:rsid w:val="00292860"/>
    <w:rsid w:val="002976A9"/>
    <w:rsid w:val="0029783D"/>
    <w:rsid w:val="002A6192"/>
    <w:rsid w:val="002B0278"/>
    <w:rsid w:val="002B0866"/>
    <w:rsid w:val="002B41A8"/>
    <w:rsid w:val="002C56C4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7508F"/>
    <w:rsid w:val="0039238A"/>
    <w:rsid w:val="003B1326"/>
    <w:rsid w:val="003C2268"/>
    <w:rsid w:val="003C4DFA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43648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C23AC"/>
    <w:rsid w:val="004D6BA8"/>
    <w:rsid w:val="004E5E95"/>
    <w:rsid w:val="004E70EA"/>
    <w:rsid w:val="004F5AFF"/>
    <w:rsid w:val="004F630C"/>
    <w:rsid w:val="005132B0"/>
    <w:rsid w:val="00514303"/>
    <w:rsid w:val="00517E3A"/>
    <w:rsid w:val="0052284C"/>
    <w:rsid w:val="00523E4A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4CCB"/>
    <w:rsid w:val="005A072A"/>
    <w:rsid w:val="005B2E55"/>
    <w:rsid w:val="005B37E2"/>
    <w:rsid w:val="005B460C"/>
    <w:rsid w:val="005B4FCA"/>
    <w:rsid w:val="005C4F23"/>
    <w:rsid w:val="005C5E6B"/>
    <w:rsid w:val="005D7525"/>
    <w:rsid w:val="005E1AB1"/>
    <w:rsid w:val="005E20B2"/>
    <w:rsid w:val="005E5A22"/>
    <w:rsid w:val="005F17A1"/>
    <w:rsid w:val="005F5FA1"/>
    <w:rsid w:val="00625B5A"/>
    <w:rsid w:val="00625C8B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D2877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37E82"/>
    <w:rsid w:val="00861636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8234A"/>
    <w:rsid w:val="00A964BB"/>
    <w:rsid w:val="00A97C95"/>
    <w:rsid w:val="00AA0506"/>
    <w:rsid w:val="00AA4009"/>
    <w:rsid w:val="00AA5B23"/>
    <w:rsid w:val="00AC4ED9"/>
    <w:rsid w:val="00AC5A2A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3DB6"/>
    <w:rsid w:val="00B84417"/>
    <w:rsid w:val="00B94FBB"/>
    <w:rsid w:val="00BA3595"/>
    <w:rsid w:val="00BA7084"/>
    <w:rsid w:val="00BB3CAA"/>
    <w:rsid w:val="00BB48C7"/>
    <w:rsid w:val="00BC1E8F"/>
    <w:rsid w:val="00BC1F6B"/>
    <w:rsid w:val="00BC670B"/>
    <w:rsid w:val="00BC732E"/>
    <w:rsid w:val="00BD3D30"/>
    <w:rsid w:val="00BD7612"/>
    <w:rsid w:val="00BE09DC"/>
    <w:rsid w:val="00BE6648"/>
    <w:rsid w:val="00BF103C"/>
    <w:rsid w:val="00BF590A"/>
    <w:rsid w:val="00BF5E09"/>
    <w:rsid w:val="00BF6970"/>
    <w:rsid w:val="00C11B21"/>
    <w:rsid w:val="00C148FD"/>
    <w:rsid w:val="00C2393A"/>
    <w:rsid w:val="00C27D2B"/>
    <w:rsid w:val="00C455F4"/>
    <w:rsid w:val="00C55039"/>
    <w:rsid w:val="00C5580D"/>
    <w:rsid w:val="00C57915"/>
    <w:rsid w:val="00C6032E"/>
    <w:rsid w:val="00C7264E"/>
    <w:rsid w:val="00C767C9"/>
    <w:rsid w:val="00C845AC"/>
    <w:rsid w:val="00C878F0"/>
    <w:rsid w:val="00CA51B5"/>
    <w:rsid w:val="00CB3199"/>
    <w:rsid w:val="00CB7E6A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308"/>
    <w:rsid w:val="00D33524"/>
    <w:rsid w:val="00D40738"/>
    <w:rsid w:val="00D43B90"/>
    <w:rsid w:val="00D573B0"/>
    <w:rsid w:val="00D6535B"/>
    <w:rsid w:val="00D71B81"/>
    <w:rsid w:val="00D773FA"/>
    <w:rsid w:val="00D9715A"/>
    <w:rsid w:val="00DA0AB5"/>
    <w:rsid w:val="00DA18A6"/>
    <w:rsid w:val="00DA1F5C"/>
    <w:rsid w:val="00DA24E3"/>
    <w:rsid w:val="00DA29FF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26DC"/>
    <w:rsid w:val="00DF3689"/>
    <w:rsid w:val="00E0343F"/>
    <w:rsid w:val="00E10571"/>
    <w:rsid w:val="00E10DD0"/>
    <w:rsid w:val="00E10EF0"/>
    <w:rsid w:val="00E11170"/>
    <w:rsid w:val="00E14629"/>
    <w:rsid w:val="00E14EEB"/>
    <w:rsid w:val="00E20FE3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2244"/>
    <w:rsid w:val="00EA1BDF"/>
    <w:rsid w:val="00EA39BF"/>
    <w:rsid w:val="00EA71B1"/>
    <w:rsid w:val="00EB6B74"/>
    <w:rsid w:val="00EB6E4B"/>
    <w:rsid w:val="00EC77B0"/>
    <w:rsid w:val="00ED2956"/>
    <w:rsid w:val="00ED2E91"/>
    <w:rsid w:val="00EE3197"/>
    <w:rsid w:val="00EF2951"/>
    <w:rsid w:val="00EF6DC5"/>
    <w:rsid w:val="00F01181"/>
    <w:rsid w:val="00F03DBA"/>
    <w:rsid w:val="00F1459B"/>
    <w:rsid w:val="00F168D6"/>
    <w:rsid w:val="00F172E8"/>
    <w:rsid w:val="00F24638"/>
    <w:rsid w:val="00F248A4"/>
    <w:rsid w:val="00F25531"/>
    <w:rsid w:val="00F40215"/>
    <w:rsid w:val="00F46B18"/>
    <w:rsid w:val="00F57456"/>
    <w:rsid w:val="00F748A6"/>
    <w:rsid w:val="00F82C59"/>
    <w:rsid w:val="00F871C6"/>
    <w:rsid w:val="00F8749B"/>
    <w:rsid w:val="00FA74D9"/>
    <w:rsid w:val="00FA7826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D8CE1F80-8CEB-4487-8358-26088A97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56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33</cp:revision>
  <cp:lastPrinted>2013-05-24T14:00:00Z</cp:lastPrinted>
  <dcterms:created xsi:type="dcterms:W3CDTF">2022-05-07T16:50:00Z</dcterms:created>
  <dcterms:modified xsi:type="dcterms:W3CDTF">2023-02-27T15:14:00Z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