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ABEA" w14:textId="1C0C7278" w:rsidR="00B47571" w:rsidRPr="00B47571" w:rsidRDefault="00567D70" w:rsidP="00B47571">
      <w:pPr>
        <w:pStyle w:val="eTask"/>
        <w:rPr>
          <w:lang w:val="cs-CZ"/>
        </w:rPr>
      </w:pPr>
      <w:bookmarkStart w:id="0" w:name="_Hlk97716694"/>
      <w:r>
        <w:rPr>
          <w:lang w:val="cs-CZ"/>
        </w:rPr>
        <w:t xml:space="preserve">MOOC je zkratka pro </w:t>
      </w:r>
      <w:r w:rsidRPr="00567D70">
        <w:rPr>
          <w:lang w:val="cs-CZ"/>
        </w:rPr>
        <w:t>hromadný otevřený online kurz</w:t>
      </w:r>
      <w:r>
        <w:rPr>
          <w:lang w:val="cs-CZ"/>
        </w:rPr>
        <w:t>. Vysvětlete, co je typické pro vysvětlení jednotlivých slov zkratky. Použijte přitom minimum slov.</w:t>
      </w:r>
    </w:p>
    <w:p w14:paraId="4BC3F145" w14:textId="77777777" w:rsidR="00B47571" w:rsidRPr="00B47571" w:rsidRDefault="00B47571" w:rsidP="00B47571"/>
    <w:p w14:paraId="370BC5EC" w14:textId="22CB7138" w:rsidR="00B47571" w:rsidRPr="00567D70" w:rsidRDefault="00567D70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u w:val="single"/>
        </w:rPr>
      </w:pPr>
      <w:r>
        <w:t>hromadný</w:t>
      </w:r>
    </w:p>
    <w:p w14:paraId="71C345E6" w14:textId="138ACE0D" w:rsidR="00567D70" w:rsidRPr="00561D90" w:rsidRDefault="00561D90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</w:rPr>
      </w:pPr>
      <w:r>
        <w:t>………………………</w:t>
      </w:r>
    </w:p>
    <w:p w14:paraId="7A011F2B" w14:textId="77777777" w:rsidR="00561D90" w:rsidRPr="00561D90" w:rsidRDefault="00561D90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</w:rPr>
      </w:pPr>
      <w:r>
        <w:t>………………………</w:t>
      </w:r>
    </w:p>
    <w:p w14:paraId="1815A70A" w14:textId="77777777" w:rsidR="00561D90" w:rsidRPr="00561D90" w:rsidRDefault="00561D90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</w:rPr>
      </w:pPr>
      <w:r>
        <w:t>………………………</w:t>
      </w:r>
    </w:p>
    <w:p w14:paraId="4134604E" w14:textId="0D3B0A91" w:rsidR="00561D90" w:rsidRPr="00561D90" w:rsidRDefault="00561D90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</w:pPr>
      <w:r>
        <w:t>otevřený</w:t>
      </w:r>
    </w:p>
    <w:p w14:paraId="115F5845" w14:textId="77777777" w:rsidR="00561D90" w:rsidRPr="00561D90" w:rsidRDefault="00561D90" w:rsidP="00561D90">
      <w:pPr>
        <w:pStyle w:val="Odstavecseseznamem"/>
        <w:numPr>
          <w:ilvl w:val="1"/>
          <w:numId w:val="18"/>
        </w:numPr>
        <w:spacing w:line="480" w:lineRule="auto"/>
        <w:rPr>
          <w:u w:val="single"/>
        </w:rPr>
      </w:pPr>
      <w:r>
        <w:t>………………………</w:t>
      </w:r>
    </w:p>
    <w:p w14:paraId="48FA9D3B" w14:textId="77777777" w:rsidR="002A4E31" w:rsidRPr="00561D90" w:rsidRDefault="002A4E31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</w:rPr>
      </w:pPr>
      <w:r>
        <w:t>………………………</w:t>
      </w:r>
    </w:p>
    <w:p w14:paraId="516ECF7A" w14:textId="704AE4CB" w:rsidR="002A4E31" w:rsidRPr="002A4E31" w:rsidRDefault="002A4E31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</w:rPr>
      </w:pPr>
      <w:r>
        <w:t>………………………</w:t>
      </w:r>
    </w:p>
    <w:p w14:paraId="7F84B055" w14:textId="77777777" w:rsidR="002A4E31" w:rsidRPr="002A4E31" w:rsidRDefault="002A4E31" w:rsidP="002A4E31">
      <w:pPr>
        <w:pStyle w:val="Odstavecseseznamem"/>
        <w:numPr>
          <w:ilvl w:val="1"/>
          <w:numId w:val="18"/>
        </w:numPr>
        <w:spacing w:line="480" w:lineRule="auto"/>
        <w:rPr>
          <w:u w:val="single"/>
        </w:rPr>
      </w:pPr>
      <w:r>
        <w:t>………………………</w:t>
      </w:r>
    </w:p>
    <w:p w14:paraId="06D81856" w14:textId="748BA79A" w:rsidR="002A4E31" w:rsidRPr="00561D90" w:rsidRDefault="002A4E31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</w:pPr>
      <w:r>
        <w:t>on-line</w:t>
      </w:r>
    </w:p>
    <w:p w14:paraId="2B2A4CFF" w14:textId="77777777" w:rsidR="002A4E31" w:rsidRPr="00561D90" w:rsidRDefault="002A4E31" w:rsidP="002A4E31">
      <w:pPr>
        <w:pStyle w:val="Odstavecseseznamem"/>
        <w:numPr>
          <w:ilvl w:val="1"/>
          <w:numId w:val="19"/>
        </w:numPr>
        <w:spacing w:line="480" w:lineRule="auto"/>
        <w:rPr>
          <w:u w:val="single"/>
        </w:rPr>
      </w:pPr>
      <w:r>
        <w:t>………………………</w:t>
      </w:r>
    </w:p>
    <w:p w14:paraId="10D89D7E" w14:textId="77777777" w:rsidR="002A4E31" w:rsidRPr="00561D90" w:rsidRDefault="002A4E31" w:rsidP="002A4E31">
      <w:pPr>
        <w:pStyle w:val="Odstavecseseznamem"/>
        <w:numPr>
          <w:ilvl w:val="1"/>
          <w:numId w:val="19"/>
        </w:numPr>
        <w:spacing w:line="480" w:lineRule="auto"/>
        <w:rPr>
          <w:u w:val="single"/>
        </w:rPr>
      </w:pPr>
      <w:r>
        <w:t>………………………</w:t>
      </w:r>
    </w:p>
    <w:p w14:paraId="611EAFDB" w14:textId="213B476C" w:rsidR="002A4E31" w:rsidRPr="00561D90" w:rsidRDefault="002A4E31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</w:pPr>
      <w:r>
        <w:t>kurz</w:t>
      </w:r>
    </w:p>
    <w:p w14:paraId="714D5087" w14:textId="77777777" w:rsidR="002A4E31" w:rsidRPr="00561D90" w:rsidRDefault="002A4E31" w:rsidP="002A4E31">
      <w:pPr>
        <w:pStyle w:val="Odstavecseseznamem"/>
        <w:numPr>
          <w:ilvl w:val="1"/>
          <w:numId w:val="20"/>
        </w:numPr>
        <w:spacing w:line="480" w:lineRule="auto"/>
        <w:rPr>
          <w:u w:val="single"/>
        </w:rPr>
      </w:pPr>
      <w:r>
        <w:t>………………………</w:t>
      </w:r>
    </w:p>
    <w:p w14:paraId="3E17416E" w14:textId="77777777" w:rsidR="002A4E31" w:rsidRPr="00561D90" w:rsidRDefault="002A4E31" w:rsidP="002A4E31">
      <w:pPr>
        <w:pStyle w:val="Odstavecseseznamem"/>
        <w:numPr>
          <w:ilvl w:val="1"/>
          <w:numId w:val="20"/>
        </w:numPr>
        <w:spacing w:line="480" w:lineRule="auto"/>
        <w:rPr>
          <w:u w:val="single"/>
        </w:rPr>
      </w:pPr>
      <w:r>
        <w:t>………………………</w:t>
      </w:r>
    </w:p>
    <w:p w14:paraId="790EABB5" w14:textId="77777777" w:rsidR="00B47571" w:rsidRPr="00B47571" w:rsidRDefault="00B47571" w:rsidP="00B47571">
      <w:pPr>
        <w:pStyle w:val="eLineBottom"/>
        <w:ind w:left="154"/>
      </w:pPr>
    </w:p>
    <w:p w14:paraId="42DE3BD9" w14:textId="77777777" w:rsidR="00B47571" w:rsidRPr="00B47571" w:rsidRDefault="00B47571" w:rsidP="00B47571">
      <w:pPr>
        <w:ind w:left="154"/>
      </w:pPr>
    </w:p>
    <w:p w14:paraId="62AAC414" w14:textId="54CC2D47" w:rsidR="00B47571" w:rsidRPr="00B47571" w:rsidRDefault="002A4E31" w:rsidP="00B47571">
      <w:pPr>
        <w:pStyle w:val="eTask"/>
        <w:ind w:left="567" w:hanging="425"/>
        <w:rPr>
          <w:lang w:val="cs-CZ"/>
        </w:rPr>
      </w:pPr>
      <w:r>
        <w:rPr>
          <w:lang w:val="cs-CZ"/>
        </w:rPr>
        <w:t>Uveďte nejznámější platformy pro MOOC kurzy!</w:t>
      </w:r>
    </w:p>
    <w:p w14:paraId="4C3121B6" w14:textId="77777777" w:rsidR="00B47571" w:rsidRPr="00B47571" w:rsidRDefault="00B47571" w:rsidP="00B47571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6FEE34BE" w14:textId="68CAD4A3" w:rsidR="002A4E31" w:rsidRPr="002A4E31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</w:rPr>
      </w:pPr>
      <w:r>
        <w:t>………………………</w:t>
      </w:r>
    </w:p>
    <w:p w14:paraId="35F8BAF1" w14:textId="77777777" w:rsidR="002A4E31" w:rsidRPr="00561D90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</w:rPr>
      </w:pPr>
      <w:r>
        <w:t>………………………</w:t>
      </w:r>
    </w:p>
    <w:p w14:paraId="22288D4A" w14:textId="77777777" w:rsidR="002A4E31" w:rsidRPr="00561D90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</w:rPr>
      </w:pPr>
      <w:r>
        <w:t>………………………</w:t>
      </w:r>
    </w:p>
    <w:p w14:paraId="08C10C47" w14:textId="77777777" w:rsidR="002A4E31" w:rsidRPr="00561D90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</w:rPr>
      </w:pPr>
      <w:r>
        <w:t>………………………</w:t>
      </w:r>
    </w:p>
    <w:p w14:paraId="7100C2B4" w14:textId="77777777" w:rsidR="002A4E31" w:rsidRPr="00561D90" w:rsidRDefault="002A4E31" w:rsidP="002A4E31">
      <w:pPr>
        <w:pStyle w:val="Odstavecseseznamem"/>
        <w:numPr>
          <w:ilvl w:val="1"/>
          <w:numId w:val="21"/>
        </w:numPr>
        <w:spacing w:line="480" w:lineRule="auto"/>
        <w:rPr>
          <w:u w:val="single"/>
        </w:rPr>
      </w:pPr>
      <w:r>
        <w:t>………………………</w:t>
      </w:r>
    </w:p>
    <w:p w14:paraId="5845AC0A" w14:textId="77777777" w:rsidR="002A4E31" w:rsidRPr="00B47571" w:rsidRDefault="002A4E31" w:rsidP="002A4E31">
      <w:pPr>
        <w:pStyle w:val="eLineBottom"/>
        <w:ind w:left="207"/>
      </w:pPr>
    </w:p>
    <w:p w14:paraId="3F585779" w14:textId="3AA94341" w:rsidR="00B47571" w:rsidRDefault="00E34E74" w:rsidP="00E34E74">
      <w:pPr>
        <w:pStyle w:val="eTask"/>
        <w:ind w:left="567" w:hanging="425"/>
        <w:rPr>
          <w:lang w:val="cs-CZ"/>
        </w:rPr>
      </w:pPr>
      <w:r>
        <w:rPr>
          <w:lang w:val="cs-CZ"/>
        </w:rPr>
        <w:lastRenderedPageBreak/>
        <w:t>Uveďte, do jaké části struktury patří jednotlivé objekty MOOC kurzu!</w:t>
      </w:r>
      <w:r w:rsidR="005B5991">
        <w:rPr>
          <w:lang w:val="cs-CZ"/>
        </w:rPr>
        <w:t xml:space="preserve"> (Správné umístění vyznačte symbolem X.)</w:t>
      </w:r>
    </w:p>
    <w:p w14:paraId="3B20A4CF" w14:textId="4653494A" w:rsidR="00D3462F" w:rsidRDefault="00D3462F" w:rsidP="00D3462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B5991" w:rsidRPr="005B5991" w14:paraId="18C49370" w14:textId="77777777" w:rsidTr="00A519D9">
        <w:tc>
          <w:tcPr>
            <w:tcW w:w="2265" w:type="dxa"/>
            <w:shd w:val="clear" w:color="auto" w:fill="F2F2F2" w:themeFill="background1" w:themeFillShade="F2"/>
          </w:tcPr>
          <w:p w14:paraId="60ED3BFE" w14:textId="488FE089" w:rsidR="005B5991" w:rsidRPr="005B5991" w:rsidRDefault="005B5991" w:rsidP="005B59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Objekt</w:t>
            </w:r>
          </w:p>
        </w:tc>
        <w:tc>
          <w:tcPr>
            <w:tcW w:w="2265" w:type="dxa"/>
          </w:tcPr>
          <w:p w14:paraId="082365C7" w14:textId="247F39B0" w:rsidR="005B5991" w:rsidRPr="005B5991" w:rsidRDefault="005B5991" w:rsidP="005B5991">
            <w:pPr>
              <w:jc w:val="center"/>
              <w:rPr>
                <w:b/>
                <w:bCs/>
              </w:rPr>
            </w:pPr>
            <w:r w:rsidRPr="005B5991">
              <w:rPr>
                <w:b/>
                <w:bCs/>
              </w:rPr>
              <w:t>Popisná část</w:t>
            </w:r>
          </w:p>
        </w:tc>
        <w:tc>
          <w:tcPr>
            <w:tcW w:w="2266" w:type="dxa"/>
          </w:tcPr>
          <w:p w14:paraId="5104495A" w14:textId="70AAF513" w:rsidR="005B5991" w:rsidRPr="005B5991" w:rsidRDefault="005B5991" w:rsidP="005B5991">
            <w:pPr>
              <w:jc w:val="center"/>
              <w:rPr>
                <w:b/>
                <w:bCs/>
              </w:rPr>
            </w:pPr>
            <w:r w:rsidRPr="005B5991">
              <w:rPr>
                <w:b/>
                <w:bCs/>
              </w:rPr>
              <w:t>Výuková část</w:t>
            </w:r>
          </w:p>
        </w:tc>
        <w:tc>
          <w:tcPr>
            <w:tcW w:w="2266" w:type="dxa"/>
          </w:tcPr>
          <w:p w14:paraId="2C7ED52B" w14:textId="08CCCEE4" w:rsidR="005B5991" w:rsidRPr="005B5991" w:rsidRDefault="005B5991" w:rsidP="005B5991">
            <w:pPr>
              <w:jc w:val="center"/>
              <w:rPr>
                <w:b/>
                <w:bCs/>
              </w:rPr>
            </w:pPr>
            <w:r w:rsidRPr="005B5991">
              <w:rPr>
                <w:b/>
                <w:bCs/>
              </w:rPr>
              <w:t>Závěrečná část</w:t>
            </w:r>
          </w:p>
        </w:tc>
      </w:tr>
      <w:tr w:rsidR="005B5991" w14:paraId="72DEFB7E" w14:textId="77777777" w:rsidTr="00A519D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858E7BC" w14:textId="5E5F5BBC" w:rsidR="005B5991" w:rsidRDefault="005B5991" w:rsidP="005B5991">
            <w:pPr>
              <w:jc w:val="center"/>
            </w:pPr>
            <w:r w:rsidRPr="005B5991">
              <w:t>evaluační dotazník</w:t>
            </w:r>
          </w:p>
        </w:tc>
        <w:tc>
          <w:tcPr>
            <w:tcW w:w="2265" w:type="dxa"/>
            <w:vAlign w:val="center"/>
          </w:tcPr>
          <w:p w14:paraId="15BEEC0B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5872262E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2E2F97CA" w14:textId="77777777" w:rsidR="005B5991" w:rsidRDefault="005B5991" w:rsidP="005B5991">
            <w:pPr>
              <w:spacing w:line="480" w:lineRule="auto"/>
            </w:pPr>
          </w:p>
        </w:tc>
      </w:tr>
      <w:tr w:rsidR="005B5991" w14:paraId="41A6A347" w14:textId="77777777" w:rsidTr="00A519D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F630C2E" w14:textId="1036AA44" w:rsidR="005B5991" w:rsidRDefault="005B5991" w:rsidP="005B5991">
            <w:pPr>
              <w:jc w:val="center"/>
            </w:pPr>
            <w:r>
              <w:t>anotace kurzu</w:t>
            </w:r>
          </w:p>
        </w:tc>
        <w:tc>
          <w:tcPr>
            <w:tcW w:w="2265" w:type="dxa"/>
            <w:vAlign w:val="center"/>
          </w:tcPr>
          <w:p w14:paraId="45D720D8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6913DA1B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39A31D45" w14:textId="77777777" w:rsidR="005B5991" w:rsidRDefault="005B5991" w:rsidP="005B5991">
            <w:pPr>
              <w:spacing w:line="480" w:lineRule="auto"/>
            </w:pPr>
          </w:p>
        </w:tc>
      </w:tr>
      <w:tr w:rsidR="005B5991" w14:paraId="7049830A" w14:textId="77777777" w:rsidTr="00A519D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30D2B203" w14:textId="78A8526B" w:rsidR="005B5991" w:rsidRDefault="005B5991" w:rsidP="005B5991">
            <w:pPr>
              <w:jc w:val="center"/>
            </w:pPr>
            <w:r>
              <w:t>komunikace mezi studenty</w:t>
            </w:r>
          </w:p>
        </w:tc>
        <w:tc>
          <w:tcPr>
            <w:tcW w:w="2265" w:type="dxa"/>
            <w:vAlign w:val="center"/>
          </w:tcPr>
          <w:p w14:paraId="1E03E10D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15DD7FE6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6D805BAA" w14:textId="77777777" w:rsidR="005B5991" w:rsidRDefault="005B5991" w:rsidP="005B5991">
            <w:pPr>
              <w:spacing w:line="480" w:lineRule="auto"/>
            </w:pPr>
          </w:p>
        </w:tc>
      </w:tr>
      <w:tr w:rsidR="005B5991" w14:paraId="0AF61358" w14:textId="77777777" w:rsidTr="00A519D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F350141" w14:textId="1598C5B3" w:rsidR="005B5991" w:rsidRDefault="005B5991" w:rsidP="005B5991">
            <w:pPr>
              <w:jc w:val="center"/>
            </w:pPr>
            <w:r>
              <w:t>druh licence</w:t>
            </w:r>
          </w:p>
        </w:tc>
        <w:tc>
          <w:tcPr>
            <w:tcW w:w="2265" w:type="dxa"/>
            <w:vAlign w:val="center"/>
          </w:tcPr>
          <w:p w14:paraId="3F7E06BC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60D53841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6EDC0D45" w14:textId="77777777" w:rsidR="005B5991" w:rsidRDefault="005B5991" w:rsidP="005B5991">
            <w:pPr>
              <w:spacing w:line="480" w:lineRule="auto"/>
            </w:pPr>
          </w:p>
        </w:tc>
      </w:tr>
      <w:tr w:rsidR="005B5991" w14:paraId="6362680C" w14:textId="77777777" w:rsidTr="00A519D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D50D370" w14:textId="044031BC" w:rsidR="005B5991" w:rsidRDefault="005B5991" w:rsidP="005B5991">
            <w:pPr>
              <w:jc w:val="center"/>
            </w:pPr>
            <w:r>
              <w:t>úroveň kurzu</w:t>
            </w:r>
          </w:p>
        </w:tc>
        <w:tc>
          <w:tcPr>
            <w:tcW w:w="2265" w:type="dxa"/>
            <w:vAlign w:val="center"/>
          </w:tcPr>
          <w:p w14:paraId="40CC3991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75C94D42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46A5D829" w14:textId="77777777" w:rsidR="005B5991" w:rsidRDefault="005B5991" w:rsidP="005B5991">
            <w:pPr>
              <w:spacing w:line="480" w:lineRule="auto"/>
            </w:pPr>
          </w:p>
        </w:tc>
      </w:tr>
      <w:tr w:rsidR="005B5991" w14:paraId="3032B764" w14:textId="77777777" w:rsidTr="00A519D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513E7551" w14:textId="2295FE83" w:rsidR="005B5991" w:rsidRDefault="005B5991" w:rsidP="005B5991">
            <w:pPr>
              <w:jc w:val="center"/>
            </w:pPr>
            <w:r>
              <w:t>výukové video</w:t>
            </w:r>
          </w:p>
        </w:tc>
        <w:tc>
          <w:tcPr>
            <w:tcW w:w="2265" w:type="dxa"/>
            <w:vAlign w:val="center"/>
          </w:tcPr>
          <w:p w14:paraId="64277FE9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5A630587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23D7FDDC" w14:textId="77777777" w:rsidR="005B5991" w:rsidRDefault="005B5991" w:rsidP="005B5991">
            <w:pPr>
              <w:spacing w:line="480" w:lineRule="auto"/>
            </w:pPr>
          </w:p>
        </w:tc>
      </w:tr>
      <w:tr w:rsidR="005B5991" w14:paraId="770A4CBD" w14:textId="77777777" w:rsidTr="00A519D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4B24255" w14:textId="4EAD1066" w:rsidR="005B5991" w:rsidRDefault="00EF0E96" w:rsidP="005B5991">
            <w:pPr>
              <w:jc w:val="center"/>
            </w:pPr>
            <w:r>
              <w:t>časový harmonogram kurzu</w:t>
            </w:r>
          </w:p>
        </w:tc>
        <w:tc>
          <w:tcPr>
            <w:tcW w:w="2265" w:type="dxa"/>
            <w:vAlign w:val="center"/>
          </w:tcPr>
          <w:p w14:paraId="65A789E6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67622048" w14:textId="77777777" w:rsidR="005B5991" w:rsidRDefault="005B5991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3A7D614B" w14:textId="77777777" w:rsidR="005B5991" w:rsidRDefault="005B5991" w:rsidP="005B5991">
            <w:pPr>
              <w:spacing w:line="480" w:lineRule="auto"/>
            </w:pPr>
          </w:p>
        </w:tc>
      </w:tr>
      <w:tr w:rsidR="00D1693A" w14:paraId="24D3645B" w14:textId="77777777" w:rsidTr="00A519D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2D977FE" w14:textId="2199F4F2" w:rsidR="00D1693A" w:rsidRDefault="00D1693A" w:rsidP="005B5991">
            <w:pPr>
              <w:jc w:val="center"/>
            </w:pPr>
            <w:r>
              <w:t>certifikační test</w:t>
            </w:r>
          </w:p>
        </w:tc>
        <w:tc>
          <w:tcPr>
            <w:tcW w:w="2265" w:type="dxa"/>
            <w:vAlign w:val="center"/>
          </w:tcPr>
          <w:p w14:paraId="0BDD044C" w14:textId="77777777" w:rsidR="00D1693A" w:rsidRDefault="00D1693A" w:rsidP="005B5991">
            <w:pPr>
              <w:spacing w:line="480" w:lineRule="auto"/>
            </w:pPr>
            <w:bookmarkStart w:id="1" w:name="_GoBack"/>
            <w:bookmarkEnd w:id="1"/>
          </w:p>
        </w:tc>
        <w:tc>
          <w:tcPr>
            <w:tcW w:w="2266" w:type="dxa"/>
            <w:vAlign w:val="center"/>
          </w:tcPr>
          <w:p w14:paraId="38FA93DA" w14:textId="77777777" w:rsidR="00D1693A" w:rsidRDefault="00D1693A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0006ED8A" w14:textId="77777777" w:rsidR="00D1693A" w:rsidRDefault="00D1693A" w:rsidP="005B5991">
            <w:pPr>
              <w:spacing w:line="480" w:lineRule="auto"/>
            </w:pPr>
          </w:p>
        </w:tc>
      </w:tr>
      <w:tr w:rsidR="00D1693A" w14:paraId="3D94818D" w14:textId="77777777" w:rsidTr="00A519D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E00F170" w14:textId="6AA536E5" w:rsidR="00D1693A" w:rsidRDefault="00D1693A" w:rsidP="005B5991">
            <w:pPr>
              <w:jc w:val="center"/>
            </w:pPr>
            <w:r>
              <w:t>průběžný test</w:t>
            </w:r>
          </w:p>
        </w:tc>
        <w:tc>
          <w:tcPr>
            <w:tcW w:w="2265" w:type="dxa"/>
            <w:vAlign w:val="center"/>
          </w:tcPr>
          <w:p w14:paraId="253B1215" w14:textId="77777777" w:rsidR="00D1693A" w:rsidRDefault="00D1693A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6631728A" w14:textId="77777777" w:rsidR="00D1693A" w:rsidRDefault="00D1693A" w:rsidP="005B5991">
            <w:pPr>
              <w:spacing w:line="480" w:lineRule="auto"/>
            </w:pPr>
          </w:p>
        </w:tc>
        <w:tc>
          <w:tcPr>
            <w:tcW w:w="2266" w:type="dxa"/>
            <w:vAlign w:val="center"/>
          </w:tcPr>
          <w:p w14:paraId="1203F9D8" w14:textId="77777777" w:rsidR="00D1693A" w:rsidRDefault="00D1693A" w:rsidP="005B5991">
            <w:pPr>
              <w:spacing w:line="480" w:lineRule="auto"/>
            </w:pPr>
          </w:p>
        </w:tc>
      </w:tr>
    </w:tbl>
    <w:p w14:paraId="1651AD67" w14:textId="77777777" w:rsidR="00D1693A" w:rsidRPr="00B47571" w:rsidRDefault="00D1693A" w:rsidP="00D1693A">
      <w:pPr>
        <w:pStyle w:val="eLineBottom"/>
        <w:ind w:left="154"/>
      </w:pPr>
    </w:p>
    <w:p w14:paraId="5676087B" w14:textId="77777777" w:rsidR="00D1693A" w:rsidRPr="00B47571" w:rsidRDefault="00D1693A" w:rsidP="00D1693A">
      <w:pPr>
        <w:ind w:left="154"/>
      </w:pPr>
    </w:p>
    <w:p w14:paraId="3BB09640" w14:textId="0D4B8F25" w:rsidR="00D1693A" w:rsidRPr="00D1693A" w:rsidRDefault="00D1693A" w:rsidP="00D1693A">
      <w:pPr>
        <w:pStyle w:val="eTask"/>
        <w:ind w:left="567" w:hanging="425"/>
        <w:rPr>
          <w:lang w:val="cs-CZ"/>
        </w:rPr>
      </w:pPr>
      <w:r w:rsidRPr="00D1693A">
        <w:rPr>
          <w:lang w:val="cs-CZ"/>
        </w:rPr>
        <w:t>Uveďte</w:t>
      </w:r>
      <w:r>
        <w:rPr>
          <w:lang w:val="cs-CZ"/>
        </w:rPr>
        <w:t xml:space="preserve"> alespoň 5 kritérií, která musí MOOC splňovat!</w:t>
      </w:r>
    </w:p>
    <w:p w14:paraId="0080F8C2" w14:textId="77777777" w:rsidR="00D1693A" w:rsidRDefault="00D1693A" w:rsidP="00D1693A"/>
    <w:p w14:paraId="190FA379" w14:textId="77777777" w:rsidR="00D1693A" w:rsidRPr="002A4E31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>
        <w:t>………………………</w:t>
      </w:r>
    </w:p>
    <w:p w14:paraId="07FF1A13" w14:textId="77777777" w:rsidR="00D1693A" w:rsidRPr="00561D90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>
        <w:t>………………………</w:t>
      </w:r>
    </w:p>
    <w:p w14:paraId="6097F875" w14:textId="77777777" w:rsidR="00D1693A" w:rsidRPr="00561D90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>
        <w:t>………………………</w:t>
      </w:r>
    </w:p>
    <w:p w14:paraId="41238B21" w14:textId="77777777" w:rsidR="00D1693A" w:rsidRPr="00561D90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>
        <w:t>………………………</w:t>
      </w:r>
    </w:p>
    <w:p w14:paraId="0B9D36AD" w14:textId="77777777" w:rsidR="00D1693A" w:rsidRPr="00561D90" w:rsidRDefault="00D1693A" w:rsidP="00D1693A">
      <w:pPr>
        <w:pStyle w:val="Odstavecseseznamem"/>
        <w:numPr>
          <w:ilvl w:val="1"/>
          <w:numId w:val="25"/>
        </w:numPr>
        <w:spacing w:line="480" w:lineRule="auto"/>
        <w:rPr>
          <w:u w:val="single"/>
        </w:rPr>
      </w:pPr>
      <w:r>
        <w:t>………………………</w:t>
      </w:r>
    </w:p>
    <w:p w14:paraId="29473B7A" w14:textId="77777777" w:rsidR="00D1693A" w:rsidRPr="00B47571" w:rsidRDefault="00D1693A" w:rsidP="00D1693A">
      <w:pPr>
        <w:pStyle w:val="eLineBottom"/>
        <w:ind w:left="207"/>
      </w:pPr>
    </w:p>
    <w:p w14:paraId="46938922" w14:textId="77777777" w:rsidR="003E19F1" w:rsidRPr="00B47571" w:rsidRDefault="003E19F1" w:rsidP="003E19F1">
      <w:pPr>
        <w:ind w:left="154"/>
      </w:pPr>
    </w:p>
    <w:p w14:paraId="2500C97A" w14:textId="21E85A5F" w:rsidR="003E19F1" w:rsidRPr="00D1693A" w:rsidRDefault="003E19F1" w:rsidP="003E19F1">
      <w:pPr>
        <w:pStyle w:val="eTask"/>
        <w:ind w:left="567" w:hanging="425"/>
        <w:rPr>
          <w:lang w:val="cs-CZ"/>
        </w:rPr>
      </w:pPr>
      <w:r>
        <w:rPr>
          <w:lang w:val="cs-CZ"/>
        </w:rPr>
        <w:t>Vyberte správný údaj!</w:t>
      </w:r>
    </w:p>
    <w:p w14:paraId="2A3E04EB" w14:textId="77777777" w:rsidR="003E19F1" w:rsidRDefault="003E19F1" w:rsidP="003E19F1"/>
    <w:p w14:paraId="5AC7C090" w14:textId="7512FD9B" w:rsidR="00E34E74" w:rsidRDefault="003E19F1" w:rsidP="00A519D9">
      <w:pPr>
        <w:ind w:left="142"/>
      </w:pPr>
      <w:r w:rsidRPr="003E19F1">
        <w:t>První MOOC byl představen v</w:t>
      </w:r>
      <w:r w:rsidR="00A4501E">
        <w:t> </w:t>
      </w:r>
      <w:r w:rsidRPr="003E19F1">
        <w:t>roce</w:t>
      </w:r>
      <w:r w:rsidR="00A4501E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2013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3E19F1">
        <w:t xml:space="preserve"> a účastnilo se jej o</w:t>
      </w:r>
      <w:r w:rsidR="00A4501E">
        <w:t>kolo</w:t>
      </w:r>
      <w:r w:rsidRPr="003E19F1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2000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 </m:t>
        </m:r>
      </m:oMath>
      <w:r w:rsidRPr="003E19F1">
        <w:t xml:space="preserve">studentů. Do nejúspěšnějšího MOOCu se zaregistrovalo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160 000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 </m:t>
        </m:r>
      </m:oMath>
      <w:r w:rsidRPr="003E19F1">
        <w:t xml:space="preserve">účastníků. Největší počet studentů má MOOC platforma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Coursera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3E19F1">
        <w:t>.</w:t>
      </w:r>
    </w:p>
    <w:bookmarkEnd w:id="0"/>
    <w:p w14:paraId="7E604C7A" w14:textId="4F62E951" w:rsidR="00E34E74" w:rsidRDefault="00E34E74" w:rsidP="00D3462F"/>
    <w:sectPr w:rsidR="00E34E7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31645" w14:textId="77777777" w:rsidR="00B21A4F" w:rsidRDefault="00B21A4F" w:rsidP="00861A1A">
      <w:r>
        <w:separator/>
      </w:r>
    </w:p>
  </w:endnote>
  <w:endnote w:type="continuationSeparator" w:id="0">
    <w:p w14:paraId="2E04A70E" w14:textId="77777777" w:rsidR="00B21A4F" w:rsidRDefault="00B21A4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645B253" w14:textId="77777777" w:rsidTr="00CA51B5">
      <w:tc>
        <w:tcPr>
          <w:tcW w:w="2518" w:type="dxa"/>
        </w:tcPr>
        <w:p w14:paraId="4FC19112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FB70DE" wp14:editId="2925F0F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65719EB" w14:textId="77777777" w:rsidR="00A519D9" w:rsidRPr="00A519D9" w:rsidRDefault="00A519D9" w:rsidP="00A519D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519D9">
            <w:rPr>
              <w:sz w:val="16"/>
              <w:szCs w:val="16"/>
              <w:lang w:val="en-US"/>
            </w:rPr>
            <w:t>Tento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projekt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byl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realizován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za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finanční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podpory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Evropské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unie</w:t>
          </w:r>
          <w:proofErr w:type="spellEnd"/>
          <w:r w:rsidRPr="00A519D9">
            <w:rPr>
              <w:sz w:val="16"/>
              <w:szCs w:val="16"/>
              <w:lang w:val="en-US"/>
            </w:rPr>
            <w:t>.</w:t>
          </w:r>
        </w:p>
        <w:p w14:paraId="771AB2AE" w14:textId="2689F73B" w:rsidR="00BF5E09" w:rsidRPr="00A519D9" w:rsidRDefault="00A519D9" w:rsidP="00A519D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519D9">
            <w:rPr>
              <w:sz w:val="16"/>
              <w:szCs w:val="16"/>
              <w:lang w:val="en-US"/>
            </w:rPr>
            <w:t>Za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obsah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publikací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519D9">
            <w:rPr>
              <w:sz w:val="16"/>
              <w:szCs w:val="16"/>
              <w:lang w:val="en-US"/>
            </w:rPr>
            <w:t>sdělení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A519D9">
            <w:rPr>
              <w:sz w:val="16"/>
              <w:szCs w:val="16"/>
              <w:lang w:val="en-US"/>
            </w:rPr>
            <w:t>odpovídá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výlučně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autor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A519D9">
            <w:rPr>
              <w:sz w:val="16"/>
              <w:szCs w:val="16"/>
              <w:lang w:val="en-US"/>
            </w:rPr>
            <w:t>Publikace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519D9">
            <w:rPr>
              <w:sz w:val="16"/>
              <w:szCs w:val="16"/>
              <w:lang w:val="en-US"/>
            </w:rPr>
            <w:t>sdělení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A519D9">
            <w:rPr>
              <w:sz w:val="16"/>
              <w:szCs w:val="16"/>
              <w:lang w:val="en-US"/>
            </w:rPr>
            <w:t>nereprezentují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názory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Evropské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komise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A519D9">
            <w:rPr>
              <w:sz w:val="16"/>
              <w:szCs w:val="16"/>
              <w:lang w:val="en-US"/>
            </w:rPr>
            <w:t>Evropská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komise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neodpovídá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za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použití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informací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A519D9">
            <w:rPr>
              <w:sz w:val="16"/>
              <w:szCs w:val="16"/>
              <w:lang w:val="en-US"/>
            </w:rPr>
            <w:t>jež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jsou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jejich</w:t>
          </w:r>
          <w:proofErr w:type="spellEnd"/>
          <w:r w:rsidRPr="00A519D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519D9">
            <w:rPr>
              <w:sz w:val="16"/>
              <w:szCs w:val="16"/>
              <w:lang w:val="en-US"/>
            </w:rPr>
            <w:t>obsahem</w:t>
          </w:r>
          <w:proofErr w:type="spellEnd"/>
          <w:r w:rsidRPr="00A519D9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1E0ACA8E" w14:textId="77777777" w:rsidTr="00CA51B5">
      <w:tc>
        <w:tcPr>
          <w:tcW w:w="8472" w:type="dxa"/>
          <w:gridSpan w:val="2"/>
        </w:tcPr>
        <w:p w14:paraId="4AD6F06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2D12F27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0965D5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8BB0A" w14:textId="77777777" w:rsidR="00B21A4F" w:rsidRDefault="00B21A4F" w:rsidP="00861A1A">
      <w:r>
        <w:separator/>
      </w:r>
    </w:p>
  </w:footnote>
  <w:footnote w:type="continuationSeparator" w:id="0">
    <w:p w14:paraId="4568E59B" w14:textId="77777777" w:rsidR="00B21A4F" w:rsidRDefault="00B21A4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5E57" w14:textId="1E37451E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2134A3" wp14:editId="6CED26E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519D9" w:rsidRPr="00A519D9">
      <w:rPr>
        <w:rFonts w:ascii="Calibri" w:hAnsi="Calibri"/>
        <w:b/>
        <w:smallCaps/>
        <w:noProof/>
      </w:rPr>
      <w:t>PRACOVNÍ LIST</w:t>
    </w:r>
  </w:p>
  <w:p w14:paraId="1FBF0F24" w14:textId="6F64F4CA" w:rsidR="00C148FD" w:rsidRPr="00C148FD" w:rsidRDefault="00DF1368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F1368">
      <w:rPr>
        <w:rFonts w:ascii="Calibri" w:hAnsi="Calibri"/>
        <w:smallCaps/>
        <w:noProof/>
        <w:sz w:val="20"/>
        <w:szCs w:val="20"/>
        <w:lang w:val="en-US"/>
      </w:rPr>
      <w:t>Moderní technologie a koncepty pro vzdělávání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B42B5E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A2BC9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0" w15:restartNumberingAfterBreak="0">
    <w:nsid w:val="26B6413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287E1639"/>
    <w:multiLevelType w:val="multilevel"/>
    <w:tmpl w:val="66DA3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2" w15:restartNumberingAfterBreak="0">
    <w:nsid w:val="2933346D"/>
    <w:multiLevelType w:val="hybridMultilevel"/>
    <w:tmpl w:val="EB7A270E"/>
    <w:lvl w:ilvl="0" w:tplc="B11ACCD6">
      <w:start w:val="1"/>
      <w:numFmt w:val="decimal"/>
      <w:lvlText w:val="%1."/>
      <w:lvlJc w:val="left"/>
      <w:pPr>
        <w:ind w:left="987" w:hanging="4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A9060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4" w15:restartNumberingAfterBreak="0">
    <w:nsid w:val="2CC11840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5" w15:restartNumberingAfterBreak="0">
    <w:nsid w:val="67882CC0"/>
    <w:multiLevelType w:val="hybridMultilevel"/>
    <w:tmpl w:val="0018E95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2E1383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2"/>
  </w:num>
  <w:num w:numId="16">
    <w:abstractNumId w:val="5"/>
  </w:num>
  <w:num w:numId="17">
    <w:abstractNumId w:val="11"/>
  </w:num>
  <w:num w:numId="18">
    <w:abstractNumId w:val="10"/>
  </w:num>
  <w:num w:numId="19">
    <w:abstractNumId w:val="13"/>
  </w:num>
  <w:num w:numId="20">
    <w:abstractNumId w:val="16"/>
  </w:num>
  <w:num w:numId="21">
    <w:abstractNumId w:val="9"/>
  </w:num>
  <w:num w:numId="22">
    <w:abstractNumId w:val="6"/>
  </w:num>
  <w:num w:numId="23">
    <w:abstractNumId w:val="6"/>
    <w:lvlOverride w:ilvl="0">
      <w:startOverride w:val="1"/>
    </w:lvlOverride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1606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A4E31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3777D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E19F1"/>
    <w:rsid w:val="003F01C4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1D90"/>
    <w:rsid w:val="00563AEB"/>
    <w:rsid w:val="00567D70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5991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41E41"/>
    <w:rsid w:val="00A4501E"/>
    <w:rsid w:val="00A50FFF"/>
    <w:rsid w:val="00A519D9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21A4F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1693A"/>
    <w:rsid w:val="00D20A5C"/>
    <w:rsid w:val="00D2650E"/>
    <w:rsid w:val="00D33524"/>
    <w:rsid w:val="00D3462F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68"/>
    <w:rsid w:val="00E0343F"/>
    <w:rsid w:val="00E10571"/>
    <w:rsid w:val="00E10DD0"/>
    <w:rsid w:val="00E11170"/>
    <w:rsid w:val="00E11A8E"/>
    <w:rsid w:val="00E14EEB"/>
    <w:rsid w:val="00E2272B"/>
    <w:rsid w:val="00E34E74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0E96"/>
    <w:rsid w:val="00EF2951"/>
    <w:rsid w:val="00EF758B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F3BB9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55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15</cp:revision>
  <cp:lastPrinted>2013-05-24T14:00:00Z</cp:lastPrinted>
  <dcterms:created xsi:type="dcterms:W3CDTF">2022-03-09T10:06:00Z</dcterms:created>
  <dcterms:modified xsi:type="dcterms:W3CDTF">2023-02-28T13:57:00Z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