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80DC6" w:rsidRDefault="00237830" w:rsidP="00237830">
      <w:pPr>
        <w:pStyle w:val="eTask"/>
      </w:pPr>
      <w:r w:rsidRPr="00237830">
        <w:t>Modifica las siguientes afirmaciones para hacerlas verdad</w:t>
      </w:r>
      <w:r>
        <w:t>eras</w:t>
      </w:r>
      <w:r w:rsidR="005F4BA8" w:rsidRPr="00A80DC6">
        <w:t>.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6A61A6" w:rsidRPr="006A61A6" w:rsidRDefault="00237830" w:rsidP="00362F52">
      <w:pPr>
        <w:spacing w:line="360" w:lineRule="auto"/>
      </w:pPr>
      <w:r>
        <w:t>El sonido es un movimiento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acústico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mecánico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BF6E0C" w:rsidRPr="00BF6E0C">
        <w:t xml:space="preserve"> </w:t>
      </w:r>
      <w:r>
        <w:t>de partículas que es capaz de producir una sensación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auditiva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audiovisua</m:t>
                  </m:r>
                  <m:r>
                    <m:rPr>
                      <m:nor/>
                    </m:rPr>
                    <m:t>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>.</w:t>
      </w:r>
    </w:p>
    <w:p w:rsidR="006A61A6" w:rsidRPr="006A61A6" w:rsidRDefault="00126417" w:rsidP="00362F52">
      <w:pPr>
        <w:spacing w:line="360" w:lineRule="auto"/>
      </w:pPr>
      <w:r>
        <w:t>La velocidad del sonido en el aire a temperatura y presión normales es aproximadamente</w:t>
      </w:r>
      <w:r w:rsidR="008C6111" w:rsidRPr="008C6111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340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1225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m/s.</w:t>
      </w:r>
    </w:p>
    <w:p w:rsidR="006A61A6" w:rsidRPr="006A61A6" w:rsidRDefault="00126417" w:rsidP="00362F52">
      <w:pPr>
        <w:spacing w:line="360" w:lineRule="auto"/>
      </w:pPr>
      <w:r>
        <w:t xml:space="preserve">El rango de frecuencias del sonido que percibe la mayoría de la gente está entre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20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500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Hz </w:t>
      </w:r>
      <w:r>
        <w:t>y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20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kHz.</w:t>
      </w:r>
    </w:p>
    <w:p w:rsidR="006A61A6" w:rsidRPr="006A61A6" w:rsidRDefault="00E86574" w:rsidP="00362F52">
      <w:pPr>
        <w:spacing w:line="360" w:lineRule="auto"/>
      </w:pPr>
      <w:r>
        <w:t>El decibelio es una unidad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matemática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física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</w:t>
      </w:r>
      <w:r>
        <w:t>utilizada para medir la</w:t>
      </w:r>
      <w:r w:rsidR="0001124F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intensidad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polarización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</w:t>
      </w:r>
      <w:r>
        <w:t>del sonido</w:t>
      </w:r>
      <w:r w:rsidR="006A61A6" w:rsidRPr="006A61A6">
        <w:t xml:space="preserve">. </w:t>
      </w:r>
    </w:p>
    <w:p w:rsidR="00C148FD" w:rsidRPr="00A80DC6" w:rsidRDefault="00C148FD" w:rsidP="00C148FD">
      <w:pPr>
        <w:pStyle w:val="eLineBottom"/>
      </w:pPr>
    </w:p>
    <w:p w:rsidR="001922A0" w:rsidRPr="00A80DC6" w:rsidRDefault="001922A0" w:rsidP="001922A0"/>
    <w:p w:rsidR="001922A0" w:rsidRDefault="00935A93" w:rsidP="00935A93">
      <w:pPr>
        <w:pStyle w:val="eTask"/>
      </w:pPr>
      <w:r w:rsidRPr="00935A93">
        <w:t>¿Qué tres factores afectan el contraste de la imagen resultante?</w:t>
      </w:r>
    </w:p>
    <w:p w:rsidR="00935A93" w:rsidRPr="00A80DC6" w:rsidRDefault="00935A93" w:rsidP="00935A93">
      <w:pPr>
        <w:pStyle w:val="eTask"/>
        <w:numPr>
          <w:ilvl w:val="0"/>
          <w:numId w:val="0"/>
        </w:numPr>
      </w:pPr>
    </w:p>
    <w:p w:rsidR="00EB6B74" w:rsidRPr="00A80DC6" w:rsidRDefault="00EB6B74" w:rsidP="00C148FD">
      <w:r w:rsidRPr="00A80DC6">
        <w:t>1.</w:t>
      </w:r>
      <w:r w:rsidRPr="00A80DC6">
        <w:tab/>
      </w:r>
      <w:r w:rsidR="00140417" w:rsidRPr="00140417">
        <w:rPr>
          <w:color w:val="FF0000"/>
        </w:rPr>
        <w:t>proyector</w:t>
      </w:r>
    </w:p>
    <w:p w:rsidR="00EB6B74" w:rsidRPr="00A80DC6" w:rsidRDefault="00EB6B74" w:rsidP="00FB201E"/>
    <w:p w:rsidR="00EB6B74" w:rsidRPr="00A80DC6" w:rsidRDefault="00EB6B74" w:rsidP="00EB6B74">
      <w:pPr>
        <w:rPr>
          <w:noProof/>
          <w:lang w:eastAsia="sk-SK"/>
        </w:rPr>
      </w:pPr>
      <w:r w:rsidRPr="00A80DC6">
        <w:rPr>
          <w:noProof/>
          <w:lang w:eastAsia="sk-SK"/>
        </w:rPr>
        <w:t>2.</w:t>
      </w:r>
      <w:r w:rsidRPr="00A80DC6">
        <w:tab/>
      </w:r>
      <w:r w:rsidR="00140417" w:rsidRPr="00140417">
        <w:rPr>
          <w:color w:val="FF0000"/>
        </w:rPr>
        <w:t>área de proyección (pantalla)</w:t>
      </w:r>
    </w:p>
    <w:p w:rsidR="00EB6B74" w:rsidRPr="00A80DC6" w:rsidRDefault="00EB6B74" w:rsidP="00EB6B74">
      <w:pPr>
        <w:rPr>
          <w:noProof/>
          <w:lang w:eastAsia="sk-SK"/>
        </w:rPr>
      </w:pPr>
    </w:p>
    <w:p w:rsidR="00802B78" w:rsidRPr="00A80DC6" w:rsidRDefault="00EB6B74" w:rsidP="00EB6B74">
      <w:pPr>
        <w:rPr>
          <w:noProof/>
          <w:lang w:eastAsia="sk-SK"/>
        </w:rPr>
      </w:pPr>
      <w:r w:rsidRPr="00A80DC6">
        <w:rPr>
          <w:noProof/>
          <w:lang w:eastAsia="sk-SK"/>
        </w:rPr>
        <w:t>3.</w:t>
      </w:r>
      <w:r w:rsidRPr="00A80DC6">
        <w:tab/>
      </w:r>
      <w:r w:rsidR="00140417" w:rsidRPr="00140417">
        <w:rPr>
          <w:color w:val="FF0000"/>
        </w:rPr>
        <w:t>luz en la habitación (luz ambiente)</w:t>
      </w:r>
    </w:p>
    <w:p w:rsidR="001922A0" w:rsidRPr="00A80DC6" w:rsidRDefault="001922A0" w:rsidP="00C148FD">
      <w:pPr>
        <w:pStyle w:val="eLineBottom"/>
      </w:pPr>
    </w:p>
    <w:p w:rsidR="001922A0" w:rsidRPr="00A80DC6" w:rsidRDefault="001922A0" w:rsidP="001922A0"/>
    <w:p w:rsidR="00D5571D" w:rsidRDefault="00D5571D">
      <w:pPr>
        <w:rPr>
          <w:b/>
        </w:rPr>
      </w:pPr>
      <w:r>
        <w:br w:type="page"/>
      </w:r>
    </w:p>
    <w:p w:rsidR="00A14353" w:rsidRDefault="00935A93" w:rsidP="00935A93">
      <w:pPr>
        <w:pStyle w:val="eTask"/>
      </w:pPr>
      <w:r w:rsidRPr="00935A93">
        <w:lastRenderedPageBreak/>
        <w:t>Agregue las etiquetas correctas a la imagen, de acuerdo con la regla del cuadrado inverso:</w:t>
      </w:r>
    </w:p>
    <w:p w:rsidR="00935A93" w:rsidRPr="00A80DC6" w:rsidRDefault="00935A93" w:rsidP="00935A93">
      <w:pPr>
        <w:pStyle w:val="eTask"/>
        <w:numPr>
          <w:ilvl w:val="0"/>
          <w:numId w:val="0"/>
        </w:numPr>
      </w:pPr>
    </w:p>
    <w:p w:rsidR="00C11DFD" w:rsidRDefault="000E2B37" w:rsidP="00C11DFD">
      <w:pPr>
        <w:pStyle w:val="eTask"/>
        <w:numPr>
          <w:ilvl w:val="0"/>
          <w:numId w:val="0"/>
        </w:numPr>
        <w:ind w:left="284" w:hanging="28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BEF00" wp14:editId="3E1C8F2B">
                <wp:simplePos x="0" y="0"/>
                <wp:positionH relativeFrom="column">
                  <wp:posOffset>-1120</wp:posOffset>
                </wp:positionH>
                <wp:positionV relativeFrom="paragraph">
                  <wp:posOffset>2735325</wp:posOffset>
                </wp:positionV>
                <wp:extent cx="914400" cy="339090"/>
                <wp:effectExtent l="0" t="0" r="0" b="3810"/>
                <wp:wrapNone/>
                <wp:docPr id="6" name="Quadre de tex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B37" w:rsidRPr="000E2B37" w:rsidRDefault="000E2B37" w:rsidP="000E2B3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ca-ES"/>
                              </w:rPr>
                            </w:pPr>
                            <w:r w:rsidRPr="00D5571D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32"/>
                                <w:lang w:val="ca-ES"/>
                              </w:rPr>
                              <w:t>2x distancia = 4x área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BEF00" id="_x0000_t202" coordsize="21600,21600" o:spt="202" path="m,l,21600r21600,l21600,xe">
                <v:stroke joinstyle="miter"/>
                <v:path gradientshapeok="t" o:connecttype="rect"/>
              </v:shapetype>
              <v:shape id="Quadre de text 6" o:spid="_x0000_s1026" type="#_x0000_t202" style="position:absolute;left:0;text-align:left;margin-left:-.1pt;margin-top:215.4pt;width:1in;height:26.7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" filled="f" stroked="f" strokeweight=".5pt">
                <v:textbox>
                  <w:txbxContent>
                    <w:p w:rsidR="000E2B37" w:rsidRPr="000E2B37" w:rsidRDefault="000E2B37" w:rsidP="000E2B37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ca-ES"/>
                        </w:rPr>
                      </w:pPr>
                      <w:r w:rsidRPr="00D5571D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32"/>
                          <w:lang w:val="ca-ES"/>
                        </w:rPr>
                        <w:t>2x distancia = 4x área</w:t>
                      </w:r>
                    </w:p>
                  </w:txbxContent>
                </v:textbox>
              </v:shape>
            </w:pict>
          </mc:Fallback>
        </mc:AlternateContent>
      </w:r>
      <w:r w:rsidR="00D8151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EC63B" wp14:editId="04A78953">
                <wp:simplePos x="0" y="0"/>
                <wp:positionH relativeFrom="column">
                  <wp:posOffset>1518920</wp:posOffset>
                </wp:positionH>
                <wp:positionV relativeFrom="paragraph">
                  <wp:posOffset>104677</wp:posOffset>
                </wp:positionV>
                <wp:extent cx="914400" cy="339365"/>
                <wp:effectExtent l="0" t="0" r="0" b="3810"/>
                <wp:wrapNone/>
                <wp:docPr id="5" name="Quadre de tex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9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513" w:rsidRPr="00D5571D" w:rsidRDefault="000E2B37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ca-ES"/>
                              </w:rPr>
                            </w:pPr>
                            <w:r w:rsidRPr="00D5571D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ca-ES"/>
                              </w:rPr>
                              <w:t>2</w:t>
                            </w:r>
                            <w:r w:rsidR="00D5571D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ca-ES"/>
                              </w:rPr>
                              <w:t xml:space="preserve"> </w:t>
                            </w:r>
                            <w:r w:rsidR="00D81513" w:rsidRPr="00D5571D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ca-ES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EC63B" id="Quadre de text 5" o:spid="_x0000_s1027" type="#_x0000_t202" style="position:absolute;left:0;text-align:left;margin-left:119.6pt;margin-top:8.25pt;width:1in;height:26.7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" filled="f" stroked="f" strokeweight=".5pt">
                <v:textbox>
                  <w:txbxContent>
                    <w:p w:rsidR="00D81513" w:rsidRPr="00D5571D" w:rsidRDefault="000E2B37">
                      <w:pP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ca-ES"/>
                        </w:rPr>
                      </w:pPr>
                      <w:r w:rsidRPr="00D5571D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ca-ES"/>
                        </w:rPr>
                        <w:t>2</w:t>
                      </w:r>
                      <w:r w:rsidR="00D5571D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ca-ES"/>
                        </w:rPr>
                        <w:t xml:space="preserve"> </w:t>
                      </w:r>
                      <w:r w:rsidR="00D81513" w:rsidRPr="00D5571D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ca-ES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C11DFD">
        <w:rPr>
          <w:noProof/>
        </w:rPr>
        <w:drawing>
          <wp:inline distT="0" distB="0" distL="0" distR="0" wp14:anchorId="55DE73A0" wp14:editId="5206A168">
            <wp:extent cx="5760702" cy="32131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_inverse_square_ru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02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71D" w:rsidRPr="00213274" w:rsidRDefault="00D5571D" w:rsidP="00D5571D">
      <w:pPr>
        <w:pStyle w:val="eLineBottom"/>
      </w:pPr>
    </w:p>
    <w:p w:rsidR="00D5571D" w:rsidRDefault="00D5571D" w:rsidP="00D5571D">
      <w:pPr>
        <w:pStyle w:val="eTask"/>
        <w:numPr>
          <w:ilvl w:val="0"/>
          <w:numId w:val="0"/>
        </w:numPr>
        <w:ind w:left="284"/>
      </w:pPr>
    </w:p>
    <w:p w:rsidR="00023EDE" w:rsidRPr="00A80DC6" w:rsidRDefault="00023EDE" w:rsidP="00023EDE">
      <w:pPr>
        <w:pStyle w:val="eTask"/>
      </w:pPr>
      <w:r w:rsidRPr="00023EDE">
        <w:t>Elija las declaraciones correctas de las siguientes opciones.</w:t>
      </w:r>
    </w:p>
    <w:p w:rsidR="00D60333" w:rsidRPr="00213274" w:rsidRDefault="00BC7244" w:rsidP="00D60333">
      <w:pPr>
        <w:pStyle w:val="eCheckBoxText"/>
      </w:pPr>
      <w:r w:rsidRPr="008B17D6">
        <w:rPr>
          <w:rStyle w:val="eCheckBoxSquareChar"/>
          <w:color w:val="FF0000"/>
        </w:rPr>
        <w:t>x</w:t>
      </w:r>
      <w:r w:rsidR="00D60333" w:rsidRPr="00BC7244">
        <w:rPr>
          <w:b/>
          <w:color w:val="FF0000"/>
          <w:szCs w:val="40"/>
        </w:rPr>
        <w:tab/>
      </w:r>
      <w:r w:rsidR="00023EDE" w:rsidRPr="00BC7244">
        <w:rPr>
          <w:b/>
          <w:color w:val="FF0000"/>
          <w:szCs w:val="40"/>
        </w:rPr>
        <w:t>El contraste es el parámetro más importante de una imagen proyectada</w:t>
      </w:r>
      <w:r w:rsidR="00023EDE" w:rsidRPr="00023EDE">
        <w:rPr>
          <w:szCs w:val="40"/>
        </w:rPr>
        <w:t>.</w:t>
      </w:r>
    </w:p>
    <w:p w:rsidR="0001006B" w:rsidRPr="00213274" w:rsidRDefault="0001006B" w:rsidP="00D60333">
      <w:pPr>
        <w:pStyle w:val="eCheckBoxText"/>
        <w:rPr>
          <w:szCs w:val="40"/>
        </w:rPr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023EDE" w:rsidRPr="00023EDE">
        <w:rPr>
          <w:szCs w:val="40"/>
        </w:rPr>
        <w:t>La imagen en pantalla grande se realiza utilizando el llamado proyector de reflexión de fondo</w:t>
      </w:r>
      <w:r w:rsidR="003A6905" w:rsidRPr="00213274">
        <w:rPr>
          <w:szCs w:val="40"/>
        </w:rPr>
        <w:t>.</w:t>
      </w:r>
    </w:p>
    <w:p w:rsidR="00A14353" w:rsidRPr="00213274" w:rsidRDefault="00D60333" w:rsidP="00A14353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6C4458" w:rsidRPr="006C4458">
        <w:t>Un controlador central no es una parte esencial de un sistema de control</w:t>
      </w:r>
      <w:r w:rsidR="0034056E" w:rsidRPr="00213274">
        <w:t>.</w:t>
      </w:r>
    </w:p>
    <w:p w:rsidR="003A2FA5" w:rsidRPr="00BC7244" w:rsidRDefault="00BC7244" w:rsidP="0034056E">
      <w:pPr>
        <w:pStyle w:val="eCheckBoxText"/>
        <w:rPr>
          <w:color w:val="FF0000"/>
        </w:rPr>
      </w:pPr>
      <w:r w:rsidRPr="008B17D6">
        <w:rPr>
          <w:rStyle w:val="eCheckBoxSquareChar"/>
          <w:color w:val="FF0000"/>
        </w:rPr>
        <w:t>x</w:t>
      </w:r>
      <w:r w:rsidR="0034056E" w:rsidRPr="00BC7244">
        <w:rPr>
          <w:rStyle w:val="eCheckBoxSquareChar"/>
          <w:color w:val="FF0000"/>
        </w:rPr>
        <w:tab/>
      </w:r>
      <w:r w:rsidR="006C4458" w:rsidRPr="00BC7244">
        <w:rPr>
          <w:b/>
          <w:color w:val="FF0000"/>
        </w:rPr>
        <w:t>Los sistemas de audioconferencia son conjuntos de unidades de delegado diseñadas para una discusión de calidad dentro de una sala de reuniones o auditorio</w:t>
      </w:r>
      <w:r w:rsidR="00F619D5" w:rsidRPr="00BC7244">
        <w:rPr>
          <w:color w:val="FF0000"/>
        </w:rPr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C4458" w:rsidRPr="006C4458">
        <w:t>Los sistemas de interpretación no son sistemas de transmisión de sonido multicanal.</w:t>
      </w:r>
    </w:p>
    <w:p w:rsidR="0034056E" w:rsidRPr="00213274" w:rsidRDefault="00BC7244" w:rsidP="0034056E">
      <w:pPr>
        <w:pStyle w:val="eCheckBoxText"/>
      </w:pPr>
      <w:r w:rsidRPr="008B17D6">
        <w:rPr>
          <w:rStyle w:val="eCheckBoxSquareChar"/>
          <w:color w:val="FF0000"/>
        </w:rPr>
        <w:t>x</w:t>
      </w:r>
      <w:r w:rsidR="0034056E" w:rsidRPr="00213274">
        <w:rPr>
          <w:rStyle w:val="eCheckBoxSquareChar"/>
        </w:rPr>
        <w:tab/>
      </w:r>
      <w:r w:rsidR="006C4458" w:rsidRPr="00BC7244">
        <w:rPr>
          <w:b/>
          <w:color w:val="FF0000"/>
        </w:rPr>
        <w:t>La infraestructura de red proporciona comunicación e intercambio de datos entre dos sistemas de comunicación</w:t>
      </w:r>
      <w:r w:rsidR="007B7913" w:rsidRPr="00BC7244">
        <w:rPr>
          <w:b/>
          <w:color w:val="FF0000"/>
        </w:rPr>
        <w:t>.</w:t>
      </w:r>
    </w:p>
    <w:p w:rsidR="0034056E" w:rsidRPr="00BC7244" w:rsidRDefault="00BC7244" w:rsidP="0034056E">
      <w:pPr>
        <w:pStyle w:val="eCheckBoxText"/>
        <w:rPr>
          <w:b/>
          <w:color w:val="FF0000"/>
        </w:rPr>
      </w:pPr>
      <w:r w:rsidRPr="008B17D6">
        <w:rPr>
          <w:rStyle w:val="eCheckBoxSquareChar"/>
          <w:color w:val="FF0000"/>
        </w:rPr>
        <w:t>x</w:t>
      </w:r>
      <w:r w:rsidR="0034056E" w:rsidRPr="00213274">
        <w:rPr>
          <w:rStyle w:val="eCheckBoxSquareChar"/>
        </w:rPr>
        <w:tab/>
      </w:r>
      <w:r w:rsidR="006C4458" w:rsidRPr="00BC7244">
        <w:rPr>
          <w:b/>
          <w:color w:val="FF0000"/>
        </w:rPr>
        <w:t>La infraestructura de red se puede dividir en elementos activos y pasivos.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C4458" w:rsidRPr="006C4458">
        <w:t>Streaming es una tecnología de transferencia de material audiovisual entre la fuente y el usuar</w:t>
      </w:r>
      <w:r w:rsidR="006C4458">
        <w:t>io final a petición del cliente</w:t>
      </w:r>
      <w:r w:rsidR="007902EA" w:rsidRPr="00213274">
        <w:t>.</w:t>
      </w:r>
    </w:p>
    <w:p w:rsidR="00223478" w:rsidRPr="00213274" w:rsidRDefault="00BC7244" w:rsidP="00D60333">
      <w:pPr>
        <w:pStyle w:val="eCheckBoxText"/>
      </w:pPr>
      <w:r w:rsidRPr="008B17D6">
        <w:rPr>
          <w:rStyle w:val="eCheckBoxSquareChar"/>
          <w:color w:val="FF0000"/>
        </w:rPr>
        <w:t>x</w:t>
      </w:r>
      <w:r w:rsidR="00675DF8" w:rsidRPr="00213274">
        <w:rPr>
          <w:rStyle w:val="eCheckBoxSquareChar"/>
        </w:rPr>
        <w:tab/>
      </w:r>
      <w:r w:rsidR="006C4458" w:rsidRPr="00BC7244">
        <w:rPr>
          <w:b/>
          <w:color w:val="FF0000"/>
        </w:rPr>
        <w:t>La seguridad de la distribución de contenido es una parte muy importante de un sistema de administración de almacenamiento.</w:t>
      </w:r>
    </w:p>
    <w:p w:rsidR="005D4CD4" w:rsidRPr="00213274" w:rsidRDefault="005D4CD4" w:rsidP="005D4CD4">
      <w:pPr>
        <w:pStyle w:val="eLineBottom"/>
      </w:pPr>
    </w:p>
    <w:p w:rsidR="005D4CD4" w:rsidRPr="00213274" w:rsidRDefault="005D4CD4" w:rsidP="005D4CD4"/>
    <w:p w:rsidR="00D5571D" w:rsidRDefault="00D5571D">
      <w:pPr>
        <w:rPr>
          <w:b/>
        </w:rPr>
      </w:pPr>
      <w:r>
        <w:br w:type="page"/>
      </w:r>
    </w:p>
    <w:p w:rsidR="007E25C5" w:rsidRPr="00213274" w:rsidRDefault="00926A0C" w:rsidP="00926A0C">
      <w:pPr>
        <w:pStyle w:val="eTask"/>
      </w:pPr>
      <w:r w:rsidRPr="00926A0C">
        <w:lastRenderedPageBreak/>
        <w:t>Modifica las siguientes afirmaciones para hacerlas verdad</w:t>
      </w:r>
      <w:r>
        <w:t>eras</w:t>
      </w:r>
      <w:r w:rsidR="007E25C5" w:rsidRPr="00213274">
        <w:t>.</w:t>
      </w:r>
    </w:p>
    <w:p w:rsidR="007E25C5" w:rsidRPr="00213274" w:rsidRDefault="007E25C5" w:rsidP="007E25C5">
      <w:pPr>
        <w:pStyle w:val="eTask"/>
        <w:numPr>
          <w:ilvl w:val="0"/>
          <w:numId w:val="0"/>
        </w:numPr>
        <w:ind w:left="284" w:hanging="284"/>
      </w:pPr>
    </w:p>
    <w:p w:rsidR="006A61A6" w:rsidRPr="006A61A6" w:rsidRDefault="00926A0C" w:rsidP="00362F52">
      <w:pPr>
        <w:spacing w:line="360" w:lineRule="auto"/>
        <w:rPr>
          <w:b/>
        </w:rPr>
      </w:pPr>
      <w:r w:rsidRPr="00926A0C">
        <w:t>Los altavoces deben colo</w:t>
      </w:r>
      <w:r>
        <w:t xml:space="preserve">carse siempre en el mismo plano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perpendicular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paralelo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</w:t>
      </w:r>
      <w:r>
        <w:t>a</w:t>
      </w:r>
      <w:r w:rsidRPr="00926A0C">
        <w:t>l eje que va desde el centro del sonido.</w:t>
      </w:r>
      <w:r>
        <w:t xml:space="preserve"> Los altavoces (de frecuencias) altas y medias deberían se posicionados</w:t>
      </w:r>
      <w:r w:rsidR="00405891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a la altura de las piernas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 la altura de las orejas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F84733">
        <w:t>.</w:t>
      </w:r>
    </w:p>
    <w:p w:rsidR="006A61A6" w:rsidRPr="006A61A6" w:rsidRDefault="007B7BA6" w:rsidP="00362F52">
      <w:pPr>
        <w:spacing w:line="360" w:lineRule="auto"/>
      </w:pPr>
      <w:r>
        <w:t xml:space="preserve">Los </w:t>
      </w:r>
      <w:r w:rsidR="00D85EB2" w:rsidRPr="00D85EB2">
        <w:t>micrófonos</w:t>
      </w:r>
      <w:r w:rsidR="00D85EB2">
        <w:t xml:space="preserve"> </w:t>
      </w:r>
      <w:bookmarkStart w:id="0" w:name="_GoBack"/>
      <w:bookmarkEnd w:id="0"/>
      <w:r>
        <w:t xml:space="preserve">deberían estar situados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al alcance directo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fuera del alcance directo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>
        <w:rPr>
          <w:b/>
        </w:rPr>
        <w:t xml:space="preserve"> </w:t>
      </w:r>
      <w:r w:rsidRPr="007B7BA6">
        <w:t>de los altavoces</w:t>
      </w:r>
      <w:r w:rsidR="000864E5">
        <w:t>.</w:t>
      </w:r>
    </w:p>
    <w:p w:rsidR="005976E4" w:rsidRPr="00213274" w:rsidRDefault="005976E4" w:rsidP="005976E4">
      <w:pPr>
        <w:pStyle w:val="eLineBottom"/>
      </w:pPr>
    </w:p>
    <w:p w:rsidR="007E25C5" w:rsidRPr="00A80DC6" w:rsidRDefault="007E25C5" w:rsidP="007E25C5">
      <w:pPr>
        <w:pStyle w:val="eTask"/>
        <w:numPr>
          <w:ilvl w:val="0"/>
          <w:numId w:val="0"/>
        </w:numPr>
      </w:pPr>
    </w:p>
    <w:p w:rsidR="005D4CD4" w:rsidRPr="00A80DC6" w:rsidRDefault="00513878" w:rsidP="00513878">
      <w:pPr>
        <w:pStyle w:val="eTask"/>
      </w:pPr>
      <w:r w:rsidRPr="00513878">
        <w:t>Un sistema de control consta de los siguientes componentes</w:t>
      </w:r>
      <w:r w:rsidR="00482DC4" w:rsidRPr="00A80DC6">
        <w:t>:</w:t>
      </w:r>
    </w:p>
    <w:p w:rsidR="005D4CD4" w:rsidRPr="00A80DC6" w:rsidRDefault="005D4CD4" w:rsidP="005D4CD4">
      <w:pPr>
        <w:pStyle w:val="eTask"/>
        <w:numPr>
          <w:ilvl w:val="0"/>
          <w:numId w:val="0"/>
        </w:numPr>
        <w:ind w:left="284" w:hanging="284"/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1.</w:t>
      </w:r>
      <w:r w:rsidRPr="00A80DC6">
        <w:rPr>
          <w:szCs w:val="24"/>
        </w:rPr>
        <w:tab/>
      </w:r>
      <w:r w:rsidR="0018418C" w:rsidRPr="0018418C">
        <w:rPr>
          <w:color w:val="FF0000"/>
        </w:rPr>
        <w:t>controlador central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2.</w:t>
      </w:r>
      <w:r w:rsidRPr="00A80DC6">
        <w:rPr>
          <w:szCs w:val="24"/>
        </w:rPr>
        <w:tab/>
      </w:r>
      <w:r w:rsidR="0018418C" w:rsidRPr="0018418C">
        <w:rPr>
          <w:color w:val="FF0000"/>
        </w:rPr>
        <w:t>interfaz de usuario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3.</w:t>
      </w:r>
      <w:r w:rsidRPr="00A80DC6">
        <w:rPr>
          <w:szCs w:val="24"/>
        </w:rPr>
        <w:tab/>
      </w:r>
      <w:r w:rsidR="0018418C" w:rsidRPr="0018418C">
        <w:rPr>
          <w:color w:val="FF0000"/>
        </w:rPr>
        <w:t>puertas de comunicación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5D4CD4" w:rsidRDefault="002746E2" w:rsidP="002746E2">
      <w:pPr>
        <w:pStyle w:val="eCheckBoxText"/>
        <w:rPr>
          <w:color w:val="FF0000"/>
          <w:szCs w:val="24"/>
        </w:rPr>
      </w:pPr>
      <w:r w:rsidRPr="00A80DC6">
        <w:rPr>
          <w:szCs w:val="24"/>
        </w:rPr>
        <w:t>4.</w:t>
      </w:r>
      <w:r w:rsidRPr="00A80DC6">
        <w:rPr>
          <w:szCs w:val="24"/>
        </w:rPr>
        <w:tab/>
      </w:r>
      <w:r w:rsidR="0018418C" w:rsidRPr="0018418C">
        <w:rPr>
          <w:color w:val="FF0000"/>
        </w:rPr>
        <w:t>detectores ambientales</w:t>
      </w:r>
    </w:p>
    <w:p w:rsidR="001B3829" w:rsidRDefault="001B3829" w:rsidP="002746E2">
      <w:pPr>
        <w:pStyle w:val="eCheckBoxText"/>
        <w:rPr>
          <w:color w:val="FF0000"/>
          <w:szCs w:val="24"/>
        </w:rPr>
      </w:pPr>
    </w:p>
    <w:p w:rsidR="001B3829" w:rsidRPr="00A80DC6" w:rsidRDefault="001B3829" w:rsidP="001B3829">
      <w:pPr>
        <w:pStyle w:val="eCheckBoxText"/>
        <w:rPr>
          <w:color w:val="FF0000"/>
          <w:szCs w:val="24"/>
        </w:rPr>
      </w:pPr>
      <w:r>
        <w:rPr>
          <w:szCs w:val="24"/>
        </w:rPr>
        <w:t>5</w:t>
      </w:r>
      <w:r w:rsidRPr="00A80DC6">
        <w:rPr>
          <w:szCs w:val="24"/>
        </w:rPr>
        <w:t>.</w:t>
      </w:r>
      <w:r w:rsidRPr="00A80DC6">
        <w:rPr>
          <w:szCs w:val="24"/>
        </w:rPr>
        <w:tab/>
      </w:r>
      <w:r w:rsidR="0018418C" w:rsidRPr="0018418C">
        <w:rPr>
          <w:color w:val="FF0000"/>
        </w:rPr>
        <w:t>software y aplicaciones</w:t>
      </w:r>
    </w:p>
    <w:p w:rsidR="007E25C5" w:rsidRPr="00A80DC6" w:rsidRDefault="007E25C5" w:rsidP="002746E2">
      <w:pPr>
        <w:pStyle w:val="eCheckBoxText"/>
      </w:pPr>
    </w:p>
    <w:sectPr w:rsidR="007E25C5" w:rsidRPr="00A80DC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C47" w:rsidRDefault="00195C47" w:rsidP="00861A1A">
      <w:r>
        <w:separator/>
      </w:r>
    </w:p>
  </w:endnote>
  <w:endnote w:type="continuationSeparator" w:id="0">
    <w:p w:rsidR="00195C47" w:rsidRDefault="00195C4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5571D" w:rsidRDefault="00D5571D" w:rsidP="00D5571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El presente proyecto ha sido financiado con el apoyo de la Comisión Europea. Esta</w:t>
          </w:r>
        </w:p>
        <w:p w:rsidR="00BF5E09" w:rsidRPr="00CA51B5" w:rsidRDefault="00D5571D" w:rsidP="00D5571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C47" w:rsidRDefault="00195C47" w:rsidP="00861A1A">
      <w:r>
        <w:separator/>
      </w:r>
    </w:p>
  </w:footnote>
  <w:footnote w:type="continuationSeparator" w:id="0">
    <w:p w:rsidR="00195C47" w:rsidRDefault="00195C4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D5571D">
      <w:rPr>
        <w:rFonts w:ascii="Calibri" w:hAnsi="Calibri"/>
        <w:b/>
        <w:smallCaps/>
      </w:rPr>
      <w:t>EJERCICIO</w:t>
    </w:r>
  </w:p>
  <w:p w:rsidR="00C148FD" w:rsidRPr="00C148FD" w:rsidRDefault="00D5571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Contenido </w:t>
    </w:r>
    <w:r w:rsidR="00237830">
      <w:rPr>
        <w:rFonts w:ascii="Calibri" w:hAnsi="Calibri"/>
        <w:smallCaps/>
        <w:noProof/>
        <w:sz w:val="20"/>
        <w:szCs w:val="20"/>
        <w:lang w:val="en-US"/>
      </w:rPr>
      <w:t>Audiovisual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13"/>
    <w:rsid w:val="0000673F"/>
    <w:rsid w:val="0001006B"/>
    <w:rsid w:val="0001124F"/>
    <w:rsid w:val="00016AD8"/>
    <w:rsid w:val="00017595"/>
    <w:rsid w:val="00021197"/>
    <w:rsid w:val="000229DB"/>
    <w:rsid w:val="00023EDE"/>
    <w:rsid w:val="00030EDA"/>
    <w:rsid w:val="00045BEB"/>
    <w:rsid w:val="00073ADF"/>
    <w:rsid w:val="0007473C"/>
    <w:rsid w:val="000750C9"/>
    <w:rsid w:val="000864E5"/>
    <w:rsid w:val="00087EAC"/>
    <w:rsid w:val="00094A16"/>
    <w:rsid w:val="000A233F"/>
    <w:rsid w:val="000A55B3"/>
    <w:rsid w:val="000C146A"/>
    <w:rsid w:val="000C6B3A"/>
    <w:rsid w:val="000E2B37"/>
    <w:rsid w:val="00126417"/>
    <w:rsid w:val="001301D8"/>
    <w:rsid w:val="0013693D"/>
    <w:rsid w:val="00136968"/>
    <w:rsid w:val="00140417"/>
    <w:rsid w:val="001413E5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31AD"/>
    <w:rsid w:val="001840EA"/>
    <w:rsid w:val="0018418C"/>
    <w:rsid w:val="00185BED"/>
    <w:rsid w:val="00192115"/>
    <w:rsid w:val="001922A0"/>
    <w:rsid w:val="00195A08"/>
    <w:rsid w:val="00195C47"/>
    <w:rsid w:val="001B057D"/>
    <w:rsid w:val="001B3829"/>
    <w:rsid w:val="001C5FEC"/>
    <w:rsid w:val="001C7DCA"/>
    <w:rsid w:val="001D00A1"/>
    <w:rsid w:val="001D2C09"/>
    <w:rsid w:val="001D698A"/>
    <w:rsid w:val="001F6290"/>
    <w:rsid w:val="00213274"/>
    <w:rsid w:val="00213F2C"/>
    <w:rsid w:val="00223478"/>
    <w:rsid w:val="00225015"/>
    <w:rsid w:val="00237830"/>
    <w:rsid w:val="00244EB1"/>
    <w:rsid w:val="00270528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B74CC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62F52"/>
    <w:rsid w:val="00367936"/>
    <w:rsid w:val="0039238A"/>
    <w:rsid w:val="003A2FA5"/>
    <w:rsid w:val="003A6905"/>
    <w:rsid w:val="003B1326"/>
    <w:rsid w:val="003C2268"/>
    <w:rsid w:val="003C5B45"/>
    <w:rsid w:val="003D41BB"/>
    <w:rsid w:val="003E01BE"/>
    <w:rsid w:val="003E6061"/>
    <w:rsid w:val="003F03EB"/>
    <w:rsid w:val="003F623C"/>
    <w:rsid w:val="003F7F87"/>
    <w:rsid w:val="00402B09"/>
    <w:rsid w:val="00405891"/>
    <w:rsid w:val="00417ED2"/>
    <w:rsid w:val="00435704"/>
    <w:rsid w:val="0044368E"/>
    <w:rsid w:val="0046567F"/>
    <w:rsid w:val="00472203"/>
    <w:rsid w:val="00475954"/>
    <w:rsid w:val="00482DC4"/>
    <w:rsid w:val="00492966"/>
    <w:rsid w:val="004A01E5"/>
    <w:rsid w:val="004A7B44"/>
    <w:rsid w:val="004C0E36"/>
    <w:rsid w:val="004E5E95"/>
    <w:rsid w:val="004E70EA"/>
    <w:rsid w:val="004F5AFF"/>
    <w:rsid w:val="005132B0"/>
    <w:rsid w:val="00513878"/>
    <w:rsid w:val="00517E3A"/>
    <w:rsid w:val="0052284C"/>
    <w:rsid w:val="00561B7B"/>
    <w:rsid w:val="00561C5A"/>
    <w:rsid w:val="005728B3"/>
    <w:rsid w:val="005738D5"/>
    <w:rsid w:val="0057504E"/>
    <w:rsid w:val="005832C4"/>
    <w:rsid w:val="0058425D"/>
    <w:rsid w:val="00587966"/>
    <w:rsid w:val="005976E4"/>
    <w:rsid w:val="005B12F4"/>
    <w:rsid w:val="005B2E55"/>
    <w:rsid w:val="005B37E2"/>
    <w:rsid w:val="005B460C"/>
    <w:rsid w:val="005D14DA"/>
    <w:rsid w:val="005D4CD4"/>
    <w:rsid w:val="005D7525"/>
    <w:rsid w:val="005E1AB1"/>
    <w:rsid w:val="005E20B2"/>
    <w:rsid w:val="005E5A22"/>
    <w:rsid w:val="005F4BA8"/>
    <w:rsid w:val="005F5FA1"/>
    <w:rsid w:val="00600535"/>
    <w:rsid w:val="00625B5A"/>
    <w:rsid w:val="00631F13"/>
    <w:rsid w:val="0063686B"/>
    <w:rsid w:val="006435FE"/>
    <w:rsid w:val="006447BD"/>
    <w:rsid w:val="0064494B"/>
    <w:rsid w:val="00647CDF"/>
    <w:rsid w:val="0066326F"/>
    <w:rsid w:val="00675DF8"/>
    <w:rsid w:val="0067669A"/>
    <w:rsid w:val="0068067D"/>
    <w:rsid w:val="0068131D"/>
    <w:rsid w:val="00690FB1"/>
    <w:rsid w:val="006A24C7"/>
    <w:rsid w:val="006A61A6"/>
    <w:rsid w:val="006B5D59"/>
    <w:rsid w:val="006C4458"/>
    <w:rsid w:val="006D39B2"/>
    <w:rsid w:val="006D3F30"/>
    <w:rsid w:val="006D50FA"/>
    <w:rsid w:val="006D584B"/>
    <w:rsid w:val="006E451A"/>
    <w:rsid w:val="006F0D5B"/>
    <w:rsid w:val="006F54B3"/>
    <w:rsid w:val="006F787A"/>
    <w:rsid w:val="00703C5E"/>
    <w:rsid w:val="00710301"/>
    <w:rsid w:val="0073574D"/>
    <w:rsid w:val="00737556"/>
    <w:rsid w:val="007460F9"/>
    <w:rsid w:val="0076745A"/>
    <w:rsid w:val="007738BD"/>
    <w:rsid w:val="00777746"/>
    <w:rsid w:val="007837ED"/>
    <w:rsid w:val="007902EA"/>
    <w:rsid w:val="00790D07"/>
    <w:rsid w:val="0079230D"/>
    <w:rsid w:val="007B7913"/>
    <w:rsid w:val="007B7BA6"/>
    <w:rsid w:val="007C0FDD"/>
    <w:rsid w:val="007C100F"/>
    <w:rsid w:val="007C308E"/>
    <w:rsid w:val="007C3F21"/>
    <w:rsid w:val="007C5B85"/>
    <w:rsid w:val="007E16D1"/>
    <w:rsid w:val="007E25C5"/>
    <w:rsid w:val="007E6CED"/>
    <w:rsid w:val="007F1DDD"/>
    <w:rsid w:val="00802588"/>
    <w:rsid w:val="00802B78"/>
    <w:rsid w:val="00812385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3440"/>
    <w:rsid w:val="00882721"/>
    <w:rsid w:val="00882BE0"/>
    <w:rsid w:val="008836CE"/>
    <w:rsid w:val="00891FF5"/>
    <w:rsid w:val="00893E89"/>
    <w:rsid w:val="008A3619"/>
    <w:rsid w:val="008B05F5"/>
    <w:rsid w:val="008B6CCD"/>
    <w:rsid w:val="008C53AF"/>
    <w:rsid w:val="008C6111"/>
    <w:rsid w:val="008C64E0"/>
    <w:rsid w:val="008D38F1"/>
    <w:rsid w:val="008E4F10"/>
    <w:rsid w:val="008F1B37"/>
    <w:rsid w:val="008F4416"/>
    <w:rsid w:val="008F5585"/>
    <w:rsid w:val="00905B3E"/>
    <w:rsid w:val="00912A69"/>
    <w:rsid w:val="00916DC9"/>
    <w:rsid w:val="00917421"/>
    <w:rsid w:val="00926A0C"/>
    <w:rsid w:val="00935A93"/>
    <w:rsid w:val="0094072E"/>
    <w:rsid w:val="00950649"/>
    <w:rsid w:val="0095346A"/>
    <w:rsid w:val="00955A25"/>
    <w:rsid w:val="00960862"/>
    <w:rsid w:val="00963F86"/>
    <w:rsid w:val="0097175A"/>
    <w:rsid w:val="00974B16"/>
    <w:rsid w:val="009802AD"/>
    <w:rsid w:val="009A5F9E"/>
    <w:rsid w:val="009B638C"/>
    <w:rsid w:val="009C2CEA"/>
    <w:rsid w:val="009C7B24"/>
    <w:rsid w:val="009D5B84"/>
    <w:rsid w:val="009E2A2A"/>
    <w:rsid w:val="009F6E5E"/>
    <w:rsid w:val="00A14353"/>
    <w:rsid w:val="00A17111"/>
    <w:rsid w:val="00A26A28"/>
    <w:rsid w:val="00A41E41"/>
    <w:rsid w:val="00A50FFF"/>
    <w:rsid w:val="00A527AF"/>
    <w:rsid w:val="00A54992"/>
    <w:rsid w:val="00A633E1"/>
    <w:rsid w:val="00A65E53"/>
    <w:rsid w:val="00A73814"/>
    <w:rsid w:val="00A80DC6"/>
    <w:rsid w:val="00A8234A"/>
    <w:rsid w:val="00A91747"/>
    <w:rsid w:val="00A97C95"/>
    <w:rsid w:val="00AA0506"/>
    <w:rsid w:val="00AA5B23"/>
    <w:rsid w:val="00AC4ED9"/>
    <w:rsid w:val="00AC6380"/>
    <w:rsid w:val="00AD1836"/>
    <w:rsid w:val="00AD2F36"/>
    <w:rsid w:val="00AD6E4D"/>
    <w:rsid w:val="00AD7652"/>
    <w:rsid w:val="00AE22C7"/>
    <w:rsid w:val="00AE626D"/>
    <w:rsid w:val="00AF12BD"/>
    <w:rsid w:val="00AF5281"/>
    <w:rsid w:val="00B01599"/>
    <w:rsid w:val="00B15DB4"/>
    <w:rsid w:val="00B177D0"/>
    <w:rsid w:val="00B3151A"/>
    <w:rsid w:val="00B37307"/>
    <w:rsid w:val="00B5145B"/>
    <w:rsid w:val="00B61E89"/>
    <w:rsid w:val="00B707D0"/>
    <w:rsid w:val="00B75FF7"/>
    <w:rsid w:val="00B816F4"/>
    <w:rsid w:val="00B822EA"/>
    <w:rsid w:val="00B84417"/>
    <w:rsid w:val="00B91D47"/>
    <w:rsid w:val="00B94FBB"/>
    <w:rsid w:val="00BA1119"/>
    <w:rsid w:val="00BA3595"/>
    <w:rsid w:val="00BB2807"/>
    <w:rsid w:val="00BB3CAA"/>
    <w:rsid w:val="00BB48C7"/>
    <w:rsid w:val="00BC1F6B"/>
    <w:rsid w:val="00BC7244"/>
    <w:rsid w:val="00BC732E"/>
    <w:rsid w:val="00BD3D30"/>
    <w:rsid w:val="00BD7612"/>
    <w:rsid w:val="00BE6648"/>
    <w:rsid w:val="00BF5E09"/>
    <w:rsid w:val="00BF6970"/>
    <w:rsid w:val="00BF6E0C"/>
    <w:rsid w:val="00C11DFD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422E8"/>
    <w:rsid w:val="00D5571D"/>
    <w:rsid w:val="00D573B0"/>
    <w:rsid w:val="00D60333"/>
    <w:rsid w:val="00D6535B"/>
    <w:rsid w:val="00D71B81"/>
    <w:rsid w:val="00D773FA"/>
    <w:rsid w:val="00D81513"/>
    <w:rsid w:val="00D85EB2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539B"/>
    <w:rsid w:val="00DD6149"/>
    <w:rsid w:val="00DE3438"/>
    <w:rsid w:val="00DE3767"/>
    <w:rsid w:val="00E0343F"/>
    <w:rsid w:val="00E10181"/>
    <w:rsid w:val="00E10571"/>
    <w:rsid w:val="00E10DD0"/>
    <w:rsid w:val="00E11170"/>
    <w:rsid w:val="00E12B51"/>
    <w:rsid w:val="00E145D5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6574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15EB9"/>
    <w:rsid w:val="00F165FA"/>
    <w:rsid w:val="00F168D6"/>
    <w:rsid w:val="00F24638"/>
    <w:rsid w:val="00F248A4"/>
    <w:rsid w:val="00F46B18"/>
    <w:rsid w:val="00F565F4"/>
    <w:rsid w:val="00F619D5"/>
    <w:rsid w:val="00F7310D"/>
    <w:rsid w:val="00F748A6"/>
    <w:rsid w:val="00F82C59"/>
    <w:rsid w:val="00F8473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6D5647"/>
  <w15:docId w15:val="{24C0C232-398B-4C34-81FD-5D4DB9DF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454</TotalTime>
  <Pages>3</Pages>
  <Words>350</Words>
  <Characters>2067</Characters>
  <Application>Microsoft Office Word</Application>
  <DocSecurity>0</DocSecurity>
  <Lines>17</Lines>
  <Paragraphs>4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97</cp:revision>
  <cp:lastPrinted>2013-05-24T14:00:00Z</cp:lastPrinted>
  <dcterms:created xsi:type="dcterms:W3CDTF">2018-07-28T17:24:00Z</dcterms:created>
  <dcterms:modified xsi:type="dcterms:W3CDTF">2019-04-16T11:33:00Z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