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91801" w14:textId="737E05A3" w:rsidR="00E0695E" w:rsidRPr="0054608F" w:rsidRDefault="0054608F" w:rsidP="008B221B">
      <w:pPr>
        <w:pStyle w:val="eTask"/>
        <w:rPr>
          <w:lang w:val="es-ES"/>
        </w:rPr>
      </w:pPr>
      <w:bookmarkStart w:id="0" w:name="_GoBack"/>
      <w:bookmarkEnd w:id="0"/>
      <w:r w:rsidRPr="0054608F">
        <w:rPr>
          <w:lang w:val="es-ES"/>
        </w:rPr>
        <w:t>Modifique los siguientes textos para que las afirmaciones sean ciertas (elija la palabra correcta entre corchetes).</w:t>
      </w:r>
    </w:p>
    <w:p w14:paraId="76AEF443" w14:textId="2B11FF48" w:rsidR="00E0695E" w:rsidRPr="0054608F" w:rsidRDefault="00E0695E" w:rsidP="00E0695E">
      <w:pPr>
        <w:rPr>
          <w:lang w:val="es-ES"/>
        </w:rPr>
      </w:pPr>
    </w:p>
    <w:p w14:paraId="4C4EE520" w14:textId="197709C0" w:rsidR="00E0695E" w:rsidRPr="0054608F" w:rsidRDefault="0054608F" w:rsidP="00E0695E">
      <w:pPr>
        <w:pStyle w:val="eText"/>
        <w:rPr>
          <w:lang w:val="es-ES"/>
        </w:rPr>
      </w:pPr>
      <w:r w:rsidRPr="0054608F">
        <w:rPr>
          <w:lang w:val="es-ES"/>
        </w:rPr>
        <w:t>Una pantalla táctil resistiva consta de</w:t>
      </w:r>
      <w:r w:rsidR="00E0695E" w:rsidRPr="0054608F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varias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solo dos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0695E" w:rsidRPr="0054608F">
        <w:rPr>
          <w:lang w:val="es-ES"/>
        </w:rPr>
        <w:t xml:space="preserve"> </w:t>
      </w:r>
      <w:r w:rsidRPr="0054608F">
        <w:rPr>
          <w:lang w:val="es-ES"/>
        </w:rPr>
        <w:t>capas, de las cuales las capas flexibles de plástico y vidrio son dos importantes capas eléctricamente</w:t>
      </w:r>
      <w:r w:rsidR="00E0695E" w:rsidRPr="0054608F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resistivas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conductivas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0695E" w:rsidRPr="0054608F">
        <w:rPr>
          <w:lang w:val="es-ES"/>
        </w:rPr>
        <w:t xml:space="preserve">. </w:t>
      </w:r>
    </w:p>
    <w:p w14:paraId="6C7B2BDE" w14:textId="77777777" w:rsidR="00E0695E" w:rsidRPr="0054608F" w:rsidRDefault="00E0695E" w:rsidP="00E0695E">
      <w:pPr>
        <w:rPr>
          <w:lang w:val="es-ES"/>
        </w:rPr>
      </w:pPr>
    </w:p>
    <w:p w14:paraId="41925248" w14:textId="1D38D4A2" w:rsidR="00E0695E" w:rsidRPr="0054608F" w:rsidRDefault="0054608F" w:rsidP="00E0695E">
      <w:pPr>
        <w:rPr>
          <w:lang w:val="es-ES"/>
        </w:rPr>
      </w:pPr>
      <w:r w:rsidRPr="005B4D06">
        <w:rPr>
          <w:lang w:val="es-ES"/>
        </w:rPr>
        <w:t>Una pantalla táctil capacitiva también consta de</w:t>
      </w:r>
      <m:oMath>
        <m: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s-ES" w:eastAsia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muchas capas espaciadas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dos capas espaciadas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 xml:space="preserve"> 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0695E" w:rsidRPr="0054608F">
        <w:rPr>
          <w:lang w:val="es-ES"/>
        </w:rPr>
        <w:t xml:space="preserve"> </w:t>
      </w:r>
      <w:r w:rsidRPr="0054608F">
        <w:rPr>
          <w:lang w:val="es-ES"/>
        </w:rPr>
        <w:t>de vidrio, que están recubiertas con</w:t>
      </w:r>
      <w:r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 w:eastAsia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un conductor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un resisto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 xml:space="preserve"> 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0695E" w:rsidRPr="0054608F">
        <w:rPr>
          <w:lang w:val="es-ES"/>
        </w:rPr>
        <w:t xml:space="preserve"> </w:t>
      </w:r>
      <w:r w:rsidR="0080457E" w:rsidRPr="0080457E">
        <w:rPr>
          <w:lang w:val="es-ES"/>
        </w:rPr>
        <w:t>como el Óxido Estaño Indio</w:t>
      </w:r>
      <w:r w:rsidR="00E0695E" w:rsidRPr="0054608F">
        <w:rPr>
          <w:lang w:val="es-ES"/>
        </w:rPr>
        <w:t>.</w:t>
      </w:r>
    </w:p>
    <w:p w14:paraId="39979974" w14:textId="77777777" w:rsidR="00C148FD" w:rsidRPr="0054608F" w:rsidRDefault="00C148FD" w:rsidP="00C148FD">
      <w:pPr>
        <w:pStyle w:val="eLineBottom"/>
        <w:rPr>
          <w:lang w:val="es-ES"/>
        </w:rPr>
      </w:pPr>
    </w:p>
    <w:p w14:paraId="07E6DB40" w14:textId="77777777" w:rsidR="001922A0" w:rsidRPr="0054608F" w:rsidRDefault="001922A0" w:rsidP="001922A0">
      <w:pPr>
        <w:rPr>
          <w:lang w:val="es-ES"/>
        </w:rPr>
      </w:pPr>
    </w:p>
    <w:p w14:paraId="3E75CD23" w14:textId="42C14B7C" w:rsidR="001922A0" w:rsidRPr="0054608F" w:rsidRDefault="009D7E96" w:rsidP="008B221B">
      <w:pPr>
        <w:pStyle w:val="eTask"/>
        <w:rPr>
          <w:lang w:val="es-ES"/>
        </w:rPr>
      </w:pPr>
      <w:r w:rsidRPr="00D71136">
        <w:rPr>
          <w:lang w:val="es-ES"/>
        </w:rPr>
        <w:t xml:space="preserve">Escribe los tipos de gestos basados en </w:t>
      </w:r>
      <w:r w:rsidR="00D71136" w:rsidRPr="00D71136">
        <w:rPr>
          <w:lang w:val="es-ES"/>
        </w:rPr>
        <w:t>el concepto</w:t>
      </w:r>
      <w:r w:rsidRPr="00D71136">
        <w:rPr>
          <w:lang w:val="es-ES"/>
        </w:rPr>
        <w:t xml:space="preserve"> de movimiento</w:t>
      </w:r>
      <w:r w:rsidR="00E0695E" w:rsidRPr="0054608F">
        <w:rPr>
          <w:lang w:val="es-ES"/>
        </w:rPr>
        <w:t>:</w:t>
      </w:r>
    </w:p>
    <w:p w14:paraId="484B9BF8" w14:textId="77777777" w:rsidR="001922A0" w:rsidRPr="0054608F" w:rsidRDefault="001922A0" w:rsidP="008B221B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14:paraId="19E1224B" w14:textId="2E292423" w:rsidR="004D1F1B" w:rsidRPr="0054608F" w:rsidRDefault="004D1F1B" w:rsidP="004D1F1B">
      <w:pPr>
        <w:rPr>
          <w:lang w:val="es-ES"/>
        </w:rPr>
      </w:pPr>
      <w:r w:rsidRPr="0054608F">
        <w:rPr>
          <w:lang w:val="es-ES"/>
        </w:rPr>
        <w:t>1.</w:t>
      </w:r>
      <w:r w:rsidRPr="0054608F">
        <w:rPr>
          <w:lang w:val="es-ES"/>
        </w:rPr>
        <w:tab/>
      </w:r>
      <w:r w:rsidR="00D71136">
        <w:rPr>
          <w:color w:val="FF0000"/>
          <w:lang w:val="es-ES"/>
        </w:rPr>
        <w:t>estático</w:t>
      </w:r>
    </w:p>
    <w:p w14:paraId="6CED67F1" w14:textId="77777777" w:rsidR="004D1F1B" w:rsidRPr="0054608F" w:rsidRDefault="004D1F1B" w:rsidP="004D1F1B">
      <w:pPr>
        <w:rPr>
          <w:lang w:val="es-ES"/>
        </w:rPr>
      </w:pPr>
    </w:p>
    <w:p w14:paraId="6AB97A71" w14:textId="33798559" w:rsidR="004D1F1B" w:rsidRPr="0054608F" w:rsidRDefault="004D1F1B" w:rsidP="004D1F1B">
      <w:pPr>
        <w:rPr>
          <w:noProof/>
          <w:lang w:val="es-ES" w:eastAsia="sk-SK"/>
        </w:rPr>
      </w:pPr>
      <w:r w:rsidRPr="0054608F">
        <w:rPr>
          <w:noProof/>
          <w:lang w:val="es-ES" w:eastAsia="sk-SK"/>
        </w:rPr>
        <w:t>2.</w:t>
      </w:r>
      <w:r w:rsidRPr="0054608F">
        <w:rPr>
          <w:lang w:val="es-ES"/>
        </w:rPr>
        <w:tab/>
      </w:r>
      <w:r w:rsidRPr="0054608F">
        <w:rPr>
          <w:color w:val="FF0000"/>
          <w:lang w:val="es-ES"/>
        </w:rPr>
        <w:t>d</w:t>
      </w:r>
      <w:r w:rsidR="00D71136">
        <w:rPr>
          <w:color w:val="FF0000"/>
          <w:lang w:val="es-ES"/>
        </w:rPr>
        <w:t>iná</w:t>
      </w:r>
      <w:r w:rsidRPr="0054608F">
        <w:rPr>
          <w:color w:val="FF0000"/>
          <w:lang w:val="es-ES"/>
        </w:rPr>
        <w:t>mic</w:t>
      </w:r>
      <w:r w:rsidR="00D71136">
        <w:rPr>
          <w:color w:val="FF0000"/>
          <w:lang w:val="es-ES"/>
        </w:rPr>
        <w:t>o</w:t>
      </w:r>
    </w:p>
    <w:p w14:paraId="689B1E7C" w14:textId="77777777" w:rsidR="004D1F1B" w:rsidRPr="0054608F" w:rsidRDefault="004D1F1B" w:rsidP="004D1F1B">
      <w:pPr>
        <w:rPr>
          <w:noProof/>
          <w:lang w:val="es-ES" w:eastAsia="sk-SK"/>
        </w:rPr>
      </w:pPr>
    </w:p>
    <w:p w14:paraId="21ED684B" w14:textId="2EEA795A" w:rsidR="004D1F1B" w:rsidRPr="0054608F" w:rsidRDefault="004D1F1B" w:rsidP="004D1F1B">
      <w:pPr>
        <w:rPr>
          <w:noProof/>
          <w:lang w:val="es-ES" w:eastAsia="sk-SK"/>
        </w:rPr>
      </w:pPr>
      <w:r w:rsidRPr="0054608F">
        <w:rPr>
          <w:noProof/>
          <w:lang w:val="es-ES" w:eastAsia="sk-SK"/>
        </w:rPr>
        <w:t>3.</w:t>
      </w:r>
      <w:r w:rsidRPr="0054608F">
        <w:rPr>
          <w:lang w:val="es-ES"/>
        </w:rPr>
        <w:tab/>
      </w:r>
      <w:r w:rsidRPr="0054608F">
        <w:rPr>
          <w:color w:val="FF0000"/>
          <w:lang w:val="es-ES"/>
        </w:rPr>
        <w:t>continuo</w:t>
      </w:r>
    </w:p>
    <w:p w14:paraId="3C81F4A8" w14:textId="77777777" w:rsidR="001922A0" w:rsidRPr="0054608F" w:rsidRDefault="001922A0" w:rsidP="00C148FD">
      <w:pPr>
        <w:pStyle w:val="eLineBottom"/>
        <w:rPr>
          <w:lang w:val="es-ES"/>
        </w:rPr>
      </w:pPr>
    </w:p>
    <w:p w14:paraId="6093B43C" w14:textId="45EA7751" w:rsidR="001922A0" w:rsidRPr="0054608F" w:rsidRDefault="001922A0" w:rsidP="001922A0">
      <w:pPr>
        <w:rPr>
          <w:lang w:val="es-ES"/>
        </w:rPr>
      </w:pPr>
    </w:p>
    <w:p w14:paraId="124A4ED9" w14:textId="328E95CC" w:rsidR="00590505" w:rsidRPr="0054608F" w:rsidRDefault="007B4CB1" w:rsidP="007B4CB1">
      <w:pPr>
        <w:pStyle w:val="eTask"/>
        <w:rPr>
          <w:lang w:val="es-ES"/>
        </w:rPr>
      </w:pPr>
      <w:r w:rsidRPr="007B4CB1">
        <w:rPr>
          <w:lang w:val="es-ES"/>
        </w:rPr>
        <w:t>Elija dos enfoques principales utilizados en el esque</w:t>
      </w:r>
      <w:r>
        <w:rPr>
          <w:lang w:val="es-ES"/>
        </w:rPr>
        <w:t>ma del Sistema de Recomendación</w:t>
      </w:r>
      <w:r w:rsidR="00590505" w:rsidRPr="0054608F">
        <w:rPr>
          <w:lang w:val="es-ES"/>
        </w:rPr>
        <w:t>:</w:t>
      </w:r>
    </w:p>
    <w:p w14:paraId="4588293B" w14:textId="2C088844" w:rsidR="00590505" w:rsidRPr="0054608F" w:rsidRDefault="00590505" w:rsidP="00590505">
      <w:pPr>
        <w:pStyle w:val="eCheckBoxText"/>
        <w:rPr>
          <w:lang w:val="es-ES"/>
        </w:rPr>
      </w:pPr>
      <w:bookmarkStart w:id="1" w:name="_Hlk530473354"/>
      <w:r w:rsidRPr="0054608F">
        <w:rPr>
          <w:rStyle w:val="eCheckBoxSquareChar"/>
          <w:lang w:val="es-ES"/>
        </w:rPr>
        <w:t>□</w:t>
      </w:r>
      <w:r w:rsidRPr="0054608F">
        <w:rPr>
          <w:szCs w:val="40"/>
          <w:lang w:val="es-ES"/>
        </w:rPr>
        <w:tab/>
      </w:r>
      <w:r w:rsidR="007B4CB1" w:rsidRPr="007B4CB1">
        <w:rPr>
          <w:lang w:val="es-ES"/>
        </w:rPr>
        <w:t>regresión lineal</w:t>
      </w:r>
    </w:p>
    <w:p w14:paraId="13A29E98" w14:textId="16E34D94" w:rsidR="00590505" w:rsidRPr="0054608F" w:rsidRDefault="004D1F1B" w:rsidP="00590505">
      <w:pPr>
        <w:pStyle w:val="eCheckBoxText"/>
        <w:rPr>
          <w:b/>
          <w:color w:val="FF0000"/>
          <w:lang w:val="es-ES"/>
        </w:rPr>
      </w:pPr>
      <w:r w:rsidRPr="0054608F">
        <w:rPr>
          <w:rStyle w:val="eCheckBoxSquareChar"/>
          <w:b/>
          <w:color w:val="FF0000"/>
          <w:lang w:val="es-ES"/>
        </w:rPr>
        <w:t>x</w:t>
      </w:r>
      <w:r w:rsidR="00590505" w:rsidRPr="0054608F">
        <w:rPr>
          <w:b/>
          <w:color w:val="FF0000"/>
          <w:szCs w:val="40"/>
          <w:lang w:val="es-ES"/>
        </w:rPr>
        <w:tab/>
      </w:r>
      <w:r w:rsidR="007B4CB1" w:rsidRPr="007B4CB1">
        <w:rPr>
          <w:b/>
          <w:color w:val="FF0000"/>
          <w:lang w:val="es-ES"/>
        </w:rPr>
        <w:t>basado en contenido</w:t>
      </w:r>
    </w:p>
    <w:p w14:paraId="60AADEBF" w14:textId="7DA19DCB" w:rsidR="00590505" w:rsidRPr="0054608F" w:rsidRDefault="00590505" w:rsidP="00590505">
      <w:pPr>
        <w:pStyle w:val="eCheckBoxText"/>
        <w:rPr>
          <w:lang w:val="es-ES"/>
        </w:rPr>
      </w:pPr>
      <w:r w:rsidRPr="0054608F">
        <w:rPr>
          <w:rStyle w:val="eCheckBoxSquareChar"/>
          <w:lang w:val="es-ES"/>
        </w:rPr>
        <w:t>□</w:t>
      </w:r>
      <w:r w:rsidRPr="0054608F">
        <w:rPr>
          <w:szCs w:val="40"/>
          <w:lang w:val="es-ES"/>
        </w:rPr>
        <w:tab/>
      </w:r>
      <w:r w:rsidR="007B4CB1" w:rsidRPr="007B4CB1">
        <w:rPr>
          <w:lang w:val="es-ES"/>
        </w:rPr>
        <w:t>recomendación aleatoria</w:t>
      </w:r>
    </w:p>
    <w:p w14:paraId="163021B4" w14:textId="4B2B27E3" w:rsidR="00590505" w:rsidRPr="0054608F" w:rsidRDefault="004D1F1B" w:rsidP="00590505">
      <w:pPr>
        <w:pStyle w:val="eCheckBoxText"/>
        <w:rPr>
          <w:b/>
          <w:color w:val="FF0000"/>
          <w:lang w:val="es-ES"/>
        </w:rPr>
      </w:pPr>
      <w:r w:rsidRPr="0054608F">
        <w:rPr>
          <w:rStyle w:val="eCheckBoxSquareChar"/>
          <w:b/>
          <w:color w:val="FF0000"/>
          <w:lang w:val="es-ES"/>
        </w:rPr>
        <w:t>x</w:t>
      </w:r>
      <w:r w:rsidR="00590505" w:rsidRPr="0054608F">
        <w:rPr>
          <w:b/>
          <w:color w:val="FF0000"/>
          <w:szCs w:val="40"/>
          <w:lang w:val="es-ES"/>
        </w:rPr>
        <w:tab/>
      </w:r>
      <w:r w:rsidR="007B4CB1" w:rsidRPr="007B4CB1">
        <w:rPr>
          <w:b/>
          <w:color w:val="FF0000"/>
          <w:lang w:val="es-ES"/>
        </w:rPr>
        <w:t>filtrado colaborativo</w:t>
      </w:r>
    </w:p>
    <w:bookmarkEnd w:id="1"/>
    <w:p w14:paraId="6511105E" w14:textId="77777777" w:rsidR="00590505" w:rsidRPr="0054608F" w:rsidRDefault="00590505" w:rsidP="00590505">
      <w:pPr>
        <w:pStyle w:val="eLineBottom"/>
        <w:rPr>
          <w:lang w:val="es-ES"/>
        </w:rPr>
      </w:pPr>
    </w:p>
    <w:p w14:paraId="5AADC9A7" w14:textId="77777777" w:rsidR="00590505" w:rsidRPr="0054608F" w:rsidRDefault="00590505" w:rsidP="00590505">
      <w:pPr>
        <w:rPr>
          <w:lang w:val="es-ES"/>
        </w:rPr>
      </w:pPr>
    </w:p>
    <w:p w14:paraId="536D04EF" w14:textId="445D13EE" w:rsidR="00590505" w:rsidRPr="0054608F" w:rsidRDefault="007B4CB1" w:rsidP="007B4CB1">
      <w:pPr>
        <w:pStyle w:val="eTask"/>
        <w:rPr>
          <w:lang w:val="es-ES"/>
        </w:rPr>
      </w:pPr>
      <w:r w:rsidRPr="007B4CB1">
        <w:rPr>
          <w:lang w:val="es-ES"/>
        </w:rPr>
        <w:t>Escriba al menos tres aplicaciones usando el control por gestos (excepto el control de TV):</w:t>
      </w:r>
    </w:p>
    <w:p w14:paraId="18633226" w14:textId="77777777" w:rsidR="00590505" w:rsidRPr="0054608F" w:rsidRDefault="00590505" w:rsidP="008B221B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14:paraId="233146B5" w14:textId="1B6E295D" w:rsidR="004D1F1B" w:rsidRPr="0054608F" w:rsidRDefault="004D1F1B" w:rsidP="004D1F1B">
      <w:pPr>
        <w:rPr>
          <w:lang w:val="es-ES"/>
        </w:rPr>
      </w:pPr>
      <w:r w:rsidRPr="0054608F">
        <w:rPr>
          <w:lang w:val="es-ES"/>
        </w:rPr>
        <w:t>1.</w:t>
      </w:r>
      <w:r w:rsidRPr="0054608F">
        <w:rPr>
          <w:lang w:val="es-ES"/>
        </w:rPr>
        <w:tab/>
      </w:r>
      <w:r w:rsidRPr="0054608F">
        <w:rPr>
          <w:color w:val="FF0000"/>
          <w:lang w:val="es-ES"/>
        </w:rPr>
        <w:t>control</w:t>
      </w:r>
      <w:r w:rsidR="007B4CB1">
        <w:rPr>
          <w:color w:val="FF0000"/>
          <w:lang w:val="es-ES"/>
        </w:rPr>
        <w:t xml:space="preserve"> de TV</w:t>
      </w:r>
    </w:p>
    <w:p w14:paraId="34725709" w14:textId="77777777" w:rsidR="004D1F1B" w:rsidRPr="0054608F" w:rsidRDefault="004D1F1B" w:rsidP="004D1F1B">
      <w:pPr>
        <w:rPr>
          <w:lang w:val="es-ES"/>
        </w:rPr>
      </w:pPr>
    </w:p>
    <w:p w14:paraId="2181C079" w14:textId="77777777" w:rsidR="004D1F1B" w:rsidRPr="0054608F" w:rsidRDefault="004D1F1B" w:rsidP="004D1F1B">
      <w:pPr>
        <w:rPr>
          <w:noProof/>
          <w:lang w:val="es-ES" w:eastAsia="sk-SK"/>
        </w:rPr>
      </w:pPr>
      <w:r w:rsidRPr="0054608F">
        <w:rPr>
          <w:noProof/>
          <w:lang w:val="es-ES" w:eastAsia="sk-SK"/>
        </w:rPr>
        <w:t>2.</w:t>
      </w:r>
      <w:r w:rsidRPr="0054608F">
        <w:rPr>
          <w:lang w:val="es-ES"/>
        </w:rPr>
        <w:tab/>
      </w:r>
      <w:r w:rsidRPr="0054608F">
        <w:rPr>
          <w:color w:val="FF0000"/>
          <w:lang w:val="es-ES"/>
        </w:rPr>
        <w:t>Google maps</w:t>
      </w:r>
    </w:p>
    <w:p w14:paraId="09C1B162" w14:textId="77777777" w:rsidR="004D1F1B" w:rsidRPr="0054608F" w:rsidRDefault="004D1F1B" w:rsidP="004D1F1B">
      <w:pPr>
        <w:rPr>
          <w:noProof/>
          <w:lang w:val="es-ES" w:eastAsia="sk-SK"/>
        </w:rPr>
      </w:pPr>
    </w:p>
    <w:p w14:paraId="66BEC4C1" w14:textId="552AF831" w:rsidR="004D1F1B" w:rsidRPr="0054608F" w:rsidRDefault="004D1F1B" w:rsidP="004D1F1B">
      <w:pPr>
        <w:rPr>
          <w:lang w:val="es-ES"/>
        </w:rPr>
      </w:pPr>
      <w:r w:rsidRPr="0054608F">
        <w:rPr>
          <w:noProof/>
          <w:lang w:val="es-ES" w:eastAsia="sk-SK"/>
        </w:rPr>
        <w:t>3.</w:t>
      </w:r>
      <w:r w:rsidRPr="0054608F">
        <w:rPr>
          <w:lang w:val="es-ES"/>
        </w:rPr>
        <w:tab/>
      </w:r>
      <w:r w:rsidR="007B4CB1">
        <w:rPr>
          <w:color w:val="FF0000"/>
          <w:lang w:val="es-ES"/>
        </w:rPr>
        <w:t>aplicación C</w:t>
      </w:r>
      <w:r w:rsidRPr="0054608F">
        <w:rPr>
          <w:color w:val="FF0000"/>
          <w:lang w:val="es-ES"/>
        </w:rPr>
        <w:t>lear – iOS application</w:t>
      </w:r>
    </w:p>
    <w:p w14:paraId="3F8F1D3E" w14:textId="77777777" w:rsidR="004D1F1B" w:rsidRPr="0054608F" w:rsidRDefault="004D1F1B" w:rsidP="004D1F1B">
      <w:pPr>
        <w:rPr>
          <w:noProof/>
          <w:lang w:val="es-ES" w:eastAsia="sk-SK"/>
        </w:rPr>
      </w:pPr>
    </w:p>
    <w:p w14:paraId="7061BA66" w14:textId="12C5F802" w:rsidR="004D1F1B" w:rsidRPr="0054608F" w:rsidRDefault="004D1F1B" w:rsidP="004D1F1B">
      <w:pPr>
        <w:rPr>
          <w:lang w:val="es-ES"/>
        </w:rPr>
      </w:pPr>
      <w:r w:rsidRPr="0054608F">
        <w:rPr>
          <w:lang w:val="es-ES"/>
        </w:rPr>
        <w:t>4.</w:t>
      </w:r>
      <w:r w:rsidRPr="0054608F">
        <w:rPr>
          <w:lang w:val="es-ES"/>
        </w:rPr>
        <w:tab/>
      </w:r>
      <w:r w:rsidR="007B4CB1">
        <w:rPr>
          <w:color w:val="FF0000"/>
          <w:lang w:val="es-ES"/>
        </w:rPr>
        <w:t>aplicaciones de ayuda profesionales</w:t>
      </w:r>
      <w:r w:rsidRPr="0054608F">
        <w:rPr>
          <w:color w:val="FF0000"/>
          <w:lang w:val="es-ES"/>
        </w:rPr>
        <w:t xml:space="preserve"> </w:t>
      </w:r>
    </w:p>
    <w:p w14:paraId="7038C3F4" w14:textId="77777777" w:rsidR="004D1F1B" w:rsidRPr="0054608F" w:rsidRDefault="004D1F1B" w:rsidP="004D1F1B">
      <w:pPr>
        <w:rPr>
          <w:lang w:val="es-ES"/>
        </w:rPr>
      </w:pPr>
    </w:p>
    <w:p w14:paraId="4CC24CDE" w14:textId="1405E60D" w:rsidR="004D1F1B" w:rsidRPr="0054608F" w:rsidRDefault="004D1F1B" w:rsidP="004D1F1B">
      <w:pPr>
        <w:rPr>
          <w:noProof/>
          <w:lang w:val="es-ES" w:eastAsia="sk-SK"/>
        </w:rPr>
      </w:pPr>
      <w:r w:rsidRPr="0054608F">
        <w:rPr>
          <w:noProof/>
          <w:lang w:val="es-ES" w:eastAsia="sk-SK"/>
        </w:rPr>
        <w:t>5.</w:t>
      </w:r>
      <w:r w:rsidRPr="0054608F">
        <w:rPr>
          <w:lang w:val="es-ES"/>
        </w:rPr>
        <w:tab/>
      </w:r>
      <w:r w:rsidR="007B4CB1">
        <w:rPr>
          <w:color w:val="FF0000"/>
          <w:lang w:val="es-ES"/>
        </w:rPr>
        <w:t xml:space="preserve">Diseño Asistido por Computador </w:t>
      </w:r>
      <w:r w:rsidRPr="0054608F">
        <w:rPr>
          <w:color w:val="FF0000"/>
          <w:lang w:val="es-ES"/>
        </w:rPr>
        <w:t>(CAD</w:t>
      </w:r>
      <w:r w:rsidR="007B4CB1">
        <w:rPr>
          <w:color w:val="FF0000"/>
          <w:lang w:val="es-ES"/>
        </w:rPr>
        <w:t>, del inglés C</w:t>
      </w:r>
      <w:r w:rsidR="007B4CB1" w:rsidRPr="0054608F">
        <w:rPr>
          <w:color w:val="FF0000"/>
          <w:lang w:val="es-ES"/>
        </w:rPr>
        <w:t>omputer Aided Design</w:t>
      </w:r>
      <w:r w:rsidRPr="0054608F">
        <w:rPr>
          <w:color w:val="FF0000"/>
          <w:lang w:val="es-ES"/>
        </w:rPr>
        <w:t>)</w:t>
      </w:r>
    </w:p>
    <w:p w14:paraId="550BC9C6" w14:textId="77777777" w:rsidR="004D1F1B" w:rsidRPr="0054608F" w:rsidRDefault="004D1F1B" w:rsidP="004D1F1B">
      <w:pPr>
        <w:rPr>
          <w:noProof/>
          <w:lang w:val="es-ES" w:eastAsia="sk-SK"/>
        </w:rPr>
      </w:pPr>
    </w:p>
    <w:p w14:paraId="404884B3" w14:textId="2B56EB71" w:rsidR="004D1F1B" w:rsidRPr="0054608F" w:rsidRDefault="004D1F1B" w:rsidP="004D1F1B">
      <w:pPr>
        <w:rPr>
          <w:lang w:val="es-ES"/>
        </w:rPr>
      </w:pPr>
      <w:r w:rsidRPr="0054608F">
        <w:rPr>
          <w:noProof/>
          <w:lang w:val="es-ES" w:eastAsia="sk-SK"/>
        </w:rPr>
        <w:t>6.</w:t>
      </w:r>
      <w:r w:rsidRPr="0054608F">
        <w:rPr>
          <w:lang w:val="es-ES"/>
        </w:rPr>
        <w:tab/>
      </w:r>
      <w:r w:rsidR="007B4CB1">
        <w:rPr>
          <w:color w:val="FF0000"/>
          <w:lang w:val="es-ES"/>
        </w:rPr>
        <w:t>control de drones</w:t>
      </w:r>
      <w:r w:rsidRPr="0054608F">
        <w:rPr>
          <w:color w:val="FF0000"/>
          <w:lang w:val="es-ES"/>
        </w:rPr>
        <w:t xml:space="preserve"> (Spark)</w:t>
      </w:r>
    </w:p>
    <w:p w14:paraId="72BBFCF2" w14:textId="37B1DE72" w:rsidR="007362A9" w:rsidRPr="0054608F" w:rsidRDefault="007B4CB1" w:rsidP="007B4CB1">
      <w:pPr>
        <w:pStyle w:val="eTask"/>
        <w:rPr>
          <w:lang w:val="es-ES"/>
        </w:rPr>
      </w:pPr>
      <w:r w:rsidRPr="007B4CB1">
        <w:rPr>
          <w:lang w:val="es-ES"/>
        </w:rPr>
        <w:lastRenderedPageBreak/>
        <w:t>¿Cuáles son las tecnologías utilizadas en las soluciones BCI?</w:t>
      </w:r>
      <w:r w:rsidR="007362A9" w:rsidRPr="0054608F">
        <w:rPr>
          <w:lang w:val="es-ES"/>
        </w:rPr>
        <w:t xml:space="preserve"> </w:t>
      </w:r>
    </w:p>
    <w:p w14:paraId="30E3CF71" w14:textId="77777777" w:rsidR="007362A9" w:rsidRPr="0054608F" w:rsidRDefault="007362A9" w:rsidP="008B221B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14:paraId="2E9A01E3" w14:textId="23DAB89E" w:rsidR="007362A9" w:rsidRPr="0054608F" w:rsidRDefault="004D1F1B" w:rsidP="007362A9">
      <w:pPr>
        <w:pStyle w:val="eCheckBoxText"/>
        <w:rPr>
          <w:b/>
          <w:color w:val="FF0000"/>
          <w:lang w:val="es-ES"/>
        </w:rPr>
      </w:pPr>
      <w:r w:rsidRPr="0054608F">
        <w:rPr>
          <w:rStyle w:val="eCheckBoxSquareChar"/>
          <w:color w:val="FF0000"/>
          <w:lang w:val="es-ES"/>
        </w:rPr>
        <w:t>x</w:t>
      </w:r>
      <w:r w:rsidR="007362A9" w:rsidRPr="0054608F">
        <w:rPr>
          <w:b/>
          <w:color w:val="FF0000"/>
          <w:szCs w:val="40"/>
          <w:lang w:val="es-ES"/>
        </w:rPr>
        <w:tab/>
      </w:r>
      <w:r w:rsidR="007B4CB1" w:rsidRPr="007B4CB1">
        <w:rPr>
          <w:b/>
          <w:color w:val="FF0000"/>
          <w:lang w:val="es-ES"/>
        </w:rPr>
        <w:t>estimulación magnética transcraneal</w:t>
      </w:r>
    </w:p>
    <w:p w14:paraId="5E7FFCBE" w14:textId="0A511B3C" w:rsidR="007A3849" w:rsidRPr="0054608F" w:rsidRDefault="007A3849" w:rsidP="007A3849">
      <w:pPr>
        <w:pStyle w:val="eCheckBoxText"/>
        <w:rPr>
          <w:lang w:val="es-ES"/>
        </w:rPr>
      </w:pPr>
      <w:r w:rsidRPr="0054608F">
        <w:rPr>
          <w:rStyle w:val="eCheckBoxSquareChar"/>
          <w:lang w:val="es-ES"/>
        </w:rPr>
        <w:t>□</w:t>
      </w:r>
      <w:r w:rsidRPr="0054608F">
        <w:rPr>
          <w:szCs w:val="40"/>
          <w:lang w:val="es-ES"/>
        </w:rPr>
        <w:tab/>
      </w:r>
      <w:r w:rsidR="007B4CB1" w:rsidRPr="007B4CB1">
        <w:rPr>
          <w:lang w:val="es-ES"/>
        </w:rPr>
        <w:t>electrocardiografía</w:t>
      </w:r>
    </w:p>
    <w:p w14:paraId="65472127" w14:textId="659EB7A4" w:rsidR="007362A9" w:rsidRPr="0054608F" w:rsidRDefault="004D1F1B" w:rsidP="007362A9">
      <w:pPr>
        <w:pStyle w:val="eCheckBoxText"/>
        <w:rPr>
          <w:b/>
          <w:color w:val="FF0000"/>
          <w:lang w:val="es-ES"/>
        </w:rPr>
      </w:pPr>
      <w:r w:rsidRPr="0054608F">
        <w:rPr>
          <w:rStyle w:val="eCheckBoxSquareChar"/>
          <w:color w:val="FF0000"/>
          <w:lang w:val="es-ES"/>
        </w:rPr>
        <w:t>x</w:t>
      </w:r>
      <w:r w:rsidR="007362A9" w:rsidRPr="0054608F">
        <w:rPr>
          <w:b/>
          <w:color w:val="FF0000"/>
          <w:szCs w:val="40"/>
          <w:lang w:val="es-ES"/>
        </w:rPr>
        <w:tab/>
      </w:r>
      <w:r w:rsidR="007362A9" w:rsidRPr="0054608F">
        <w:rPr>
          <w:b/>
          <w:color w:val="FF0000"/>
          <w:lang w:val="es-ES"/>
        </w:rPr>
        <w:t>electroencephalography</w:t>
      </w:r>
    </w:p>
    <w:p w14:paraId="74CFBE24" w14:textId="47F69413" w:rsidR="007362A9" w:rsidRPr="0054608F" w:rsidRDefault="007362A9" w:rsidP="007362A9">
      <w:pPr>
        <w:pStyle w:val="eCheckBoxText"/>
        <w:rPr>
          <w:lang w:val="es-ES"/>
        </w:rPr>
      </w:pPr>
      <w:r w:rsidRPr="0054608F">
        <w:rPr>
          <w:rStyle w:val="eCheckBoxSquareChar"/>
          <w:lang w:val="es-ES"/>
        </w:rPr>
        <w:t>□</w:t>
      </w:r>
      <w:r w:rsidRPr="0054608F">
        <w:rPr>
          <w:szCs w:val="40"/>
          <w:lang w:val="es-ES"/>
        </w:rPr>
        <w:tab/>
      </w:r>
      <w:r w:rsidR="007B4CB1" w:rsidRPr="007B4CB1">
        <w:rPr>
          <w:lang w:val="es-ES"/>
        </w:rPr>
        <w:t>electroencefalografía</w:t>
      </w:r>
    </w:p>
    <w:p w14:paraId="60BE5746" w14:textId="55220B7D" w:rsidR="007362A9" w:rsidRPr="0054608F" w:rsidRDefault="007362A9" w:rsidP="007362A9">
      <w:pPr>
        <w:pStyle w:val="eCheckBoxText"/>
        <w:rPr>
          <w:lang w:val="es-ES"/>
        </w:rPr>
      </w:pPr>
      <w:r w:rsidRPr="0054608F">
        <w:rPr>
          <w:rStyle w:val="eCheckBoxSquareChar"/>
          <w:lang w:val="es-ES"/>
        </w:rPr>
        <w:t>□</w:t>
      </w:r>
      <w:r w:rsidRPr="0054608F">
        <w:rPr>
          <w:szCs w:val="40"/>
          <w:lang w:val="es-ES"/>
        </w:rPr>
        <w:tab/>
      </w:r>
      <w:r w:rsidR="00855A93" w:rsidRPr="00855A93">
        <w:rPr>
          <w:lang w:val="es-ES"/>
        </w:rPr>
        <w:t>electromiografía</w:t>
      </w:r>
    </w:p>
    <w:p w14:paraId="525BFD67" w14:textId="77777777" w:rsidR="008B221B" w:rsidRPr="0054608F" w:rsidRDefault="008B221B" w:rsidP="008B221B">
      <w:pPr>
        <w:pStyle w:val="eLineBottom"/>
        <w:rPr>
          <w:lang w:val="es-ES"/>
        </w:rPr>
      </w:pPr>
    </w:p>
    <w:p w14:paraId="3E64FEA1" w14:textId="438929DA" w:rsidR="007362A9" w:rsidRPr="0054608F" w:rsidRDefault="007362A9" w:rsidP="007362A9">
      <w:pPr>
        <w:pStyle w:val="eCheckBoxText"/>
        <w:rPr>
          <w:lang w:val="es-ES"/>
        </w:rPr>
      </w:pPr>
    </w:p>
    <w:p w14:paraId="077823FA" w14:textId="0B837817" w:rsidR="007362A9" w:rsidRPr="0054608F" w:rsidRDefault="00855A93" w:rsidP="00855A93">
      <w:pPr>
        <w:pStyle w:val="eTask"/>
        <w:rPr>
          <w:lang w:val="es-ES"/>
        </w:rPr>
      </w:pPr>
      <w:r w:rsidRPr="00855A93">
        <w:rPr>
          <w:lang w:val="es-ES"/>
        </w:rPr>
        <w:t>¿Qué afirmaciones sobre el seguimiento ocular son ciertas?</w:t>
      </w:r>
      <w:r w:rsidR="007362A9" w:rsidRPr="0054608F">
        <w:rPr>
          <w:lang w:val="es-ES"/>
        </w:rPr>
        <w:t xml:space="preserve"> </w:t>
      </w:r>
    </w:p>
    <w:p w14:paraId="2708ED96" w14:textId="77777777" w:rsidR="007362A9" w:rsidRPr="0054608F" w:rsidRDefault="007362A9" w:rsidP="008B221B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14:paraId="1C8F5D13" w14:textId="59D57640" w:rsidR="007362A9" w:rsidRPr="0054608F" w:rsidRDefault="004D1F1B" w:rsidP="007362A9">
      <w:pPr>
        <w:pStyle w:val="eCheckBoxText"/>
        <w:rPr>
          <w:b/>
          <w:color w:val="FF0000"/>
          <w:lang w:val="es-ES"/>
        </w:rPr>
      </w:pPr>
      <w:r w:rsidRPr="0054608F">
        <w:rPr>
          <w:rStyle w:val="eCheckBoxSquareChar"/>
          <w:color w:val="FF0000"/>
          <w:lang w:val="es-ES"/>
        </w:rPr>
        <w:t>x</w:t>
      </w:r>
      <w:r w:rsidR="007362A9" w:rsidRPr="0054608F">
        <w:rPr>
          <w:color w:val="FF0000"/>
          <w:szCs w:val="40"/>
          <w:lang w:val="es-ES"/>
        </w:rPr>
        <w:tab/>
      </w:r>
      <w:r w:rsidR="00855A93" w:rsidRPr="00855A93">
        <w:rPr>
          <w:b/>
          <w:color w:val="FF0000"/>
          <w:lang w:val="es-ES"/>
        </w:rPr>
        <w:t>se puede utilizar para el control del ratón</w:t>
      </w:r>
    </w:p>
    <w:p w14:paraId="42F2639D" w14:textId="6BFEE636" w:rsidR="007362A9" w:rsidRPr="0054608F" w:rsidRDefault="007362A9" w:rsidP="007362A9">
      <w:pPr>
        <w:pStyle w:val="eCheckBoxText"/>
        <w:rPr>
          <w:lang w:val="es-ES"/>
        </w:rPr>
      </w:pPr>
      <w:r w:rsidRPr="0054608F">
        <w:rPr>
          <w:rStyle w:val="eCheckBoxSquareChar"/>
          <w:lang w:val="es-ES"/>
        </w:rPr>
        <w:t>□</w:t>
      </w:r>
      <w:r w:rsidRPr="0054608F">
        <w:rPr>
          <w:szCs w:val="40"/>
          <w:lang w:val="es-ES"/>
        </w:rPr>
        <w:tab/>
      </w:r>
      <w:r w:rsidR="00855A93" w:rsidRPr="00855A93">
        <w:rPr>
          <w:lang w:val="es-ES"/>
        </w:rPr>
        <w:t>las soluciones para pantallas montadas sobre la cabeza (HMD, del inglés head mounted displays ) aún no están disponibles</w:t>
      </w:r>
    </w:p>
    <w:p w14:paraId="67E46356" w14:textId="63D5A0F1" w:rsidR="007362A9" w:rsidRPr="0054608F" w:rsidRDefault="004D1F1B" w:rsidP="007362A9">
      <w:pPr>
        <w:pStyle w:val="eCheckBoxText"/>
        <w:rPr>
          <w:b/>
          <w:color w:val="FF0000"/>
          <w:lang w:val="es-ES"/>
        </w:rPr>
      </w:pPr>
      <w:r w:rsidRPr="0054608F">
        <w:rPr>
          <w:rStyle w:val="eCheckBoxSquareChar"/>
          <w:color w:val="FF0000"/>
          <w:lang w:val="es-ES"/>
        </w:rPr>
        <w:t>x</w:t>
      </w:r>
      <w:r w:rsidR="007362A9" w:rsidRPr="0054608F">
        <w:rPr>
          <w:color w:val="FF0000"/>
          <w:szCs w:val="40"/>
          <w:lang w:val="es-ES"/>
        </w:rPr>
        <w:tab/>
      </w:r>
      <w:r w:rsidR="00855A93" w:rsidRPr="00855A93">
        <w:rPr>
          <w:b/>
          <w:color w:val="FF0000"/>
          <w:lang w:val="es-ES"/>
        </w:rPr>
        <w:t>existen soluciones binoculares móviles</w:t>
      </w:r>
    </w:p>
    <w:p w14:paraId="3FC3CA43" w14:textId="2CEF2270" w:rsidR="007362A9" w:rsidRPr="0054608F" w:rsidRDefault="004D1F1B" w:rsidP="007362A9">
      <w:pPr>
        <w:pStyle w:val="eCheckBoxText"/>
        <w:rPr>
          <w:b/>
          <w:color w:val="FF0000"/>
          <w:lang w:val="es-ES"/>
        </w:rPr>
      </w:pPr>
      <w:r w:rsidRPr="0054608F">
        <w:rPr>
          <w:rStyle w:val="eCheckBoxSquareChar"/>
          <w:color w:val="FF0000"/>
          <w:lang w:val="es-ES"/>
        </w:rPr>
        <w:t>x</w:t>
      </w:r>
      <w:r w:rsidR="007362A9" w:rsidRPr="0054608F">
        <w:rPr>
          <w:color w:val="FF0000"/>
          <w:szCs w:val="40"/>
          <w:lang w:val="es-ES"/>
        </w:rPr>
        <w:tab/>
      </w:r>
      <w:r w:rsidR="00855A93" w:rsidRPr="00855A93">
        <w:rPr>
          <w:b/>
          <w:color w:val="FF0000"/>
          <w:lang w:val="es-ES"/>
        </w:rPr>
        <w:t>el seguidor ocular se puede montar debajo de la pantalla / monitor</w:t>
      </w:r>
    </w:p>
    <w:p w14:paraId="2E1533FB" w14:textId="77777777" w:rsidR="008B221B" w:rsidRPr="0054608F" w:rsidRDefault="008B221B" w:rsidP="008B221B">
      <w:pPr>
        <w:pStyle w:val="eLineBottom"/>
        <w:rPr>
          <w:lang w:val="es-ES"/>
        </w:rPr>
      </w:pPr>
    </w:p>
    <w:p w14:paraId="4EF0393D" w14:textId="77777777" w:rsidR="00590505" w:rsidRPr="0054608F" w:rsidRDefault="00590505" w:rsidP="001922A0">
      <w:pPr>
        <w:rPr>
          <w:lang w:val="es-ES"/>
        </w:rPr>
      </w:pPr>
    </w:p>
    <w:p w14:paraId="45AB6667" w14:textId="707DB9CF" w:rsidR="005F5279" w:rsidRPr="0054608F" w:rsidRDefault="00855A93" w:rsidP="00855A93">
      <w:pPr>
        <w:pStyle w:val="eTask"/>
        <w:rPr>
          <w:lang w:val="es-ES"/>
        </w:rPr>
      </w:pPr>
      <w:r w:rsidRPr="00855A93">
        <w:rPr>
          <w:lang w:val="es-ES"/>
        </w:rPr>
        <w:t>Complete el párrafo con las palabras correctas</w:t>
      </w:r>
    </w:p>
    <w:p w14:paraId="5B8449EB" w14:textId="77777777" w:rsidR="005F5279" w:rsidRPr="0054608F" w:rsidRDefault="005F5279" w:rsidP="005F5279">
      <w:pPr>
        <w:pStyle w:val="eCheckBoxText"/>
        <w:rPr>
          <w:lang w:val="es-ES"/>
        </w:rPr>
      </w:pPr>
    </w:p>
    <w:p w14:paraId="7D14A7AA" w14:textId="78D3DD55" w:rsidR="005F5279" w:rsidRPr="00434A3F" w:rsidRDefault="000F4A6F" w:rsidP="008B221B">
      <w:pPr>
        <w:pStyle w:val="eText"/>
        <w:spacing w:line="360" w:lineRule="auto"/>
        <w:rPr>
          <w:lang w:val="en-US"/>
        </w:rPr>
      </w:pPr>
      <w:r w:rsidRPr="000F4A6F">
        <w:rPr>
          <w:lang w:val="es-ES"/>
        </w:rPr>
        <w:t>En un micrófono, un _</w:t>
      </w:r>
      <w:r w:rsidRPr="000F4A6F">
        <w:rPr>
          <w:color w:val="FF0000"/>
          <w:lang w:val="es-ES"/>
        </w:rPr>
        <w:t>diafragma</w:t>
      </w:r>
      <w:r w:rsidRPr="000F4A6F">
        <w:rPr>
          <w:lang w:val="es-ES"/>
        </w:rPr>
        <w:t>_ reacciona a las ondas _</w:t>
      </w:r>
      <w:r w:rsidRPr="000F4A6F">
        <w:rPr>
          <w:color w:val="FF0000"/>
          <w:lang w:val="es-ES"/>
        </w:rPr>
        <w:t>acústicas</w:t>
      </w:r>
      <w:r w:rsidRPr="000F4A6F">
        <w:rPr>
          <w:lang w:val="es-ES"/>
        </w:rPr>
        <w:t>_ con vibración, que se convierte en una señal _</w:t>
      </w:r>
      <w:r w:rsidRPr="000F4A6F">
        <w:rPr>
          <w:color w:val="FF0000"/>
          <w:lang w:val="es-ES"/>
        </w:rPr>
        <w:t>eléctrica</w:t>
      </w:r>
      <w:r w:rsidRPr="000F4A6F">
        <w:rPr>
          <w:lang w:val="es-ES"/>
        </w:rPr>
        <w:t>_. En un micrófono _</w:t>
      </w:r>
      <w:r w:rsidRPr="000F4A6F">
        <w:rPr>
          <w:color w:val="FF0000"/>
          <w:lang w:val="es-ES"/>
        </w:rPr>
        <w:t>de condensador</w:t>
      </w:r>
      <w:r w:rsidRPr="000F4A6F">
        <w:rPr>
          <w:lang w:val="es-ES"/>
        </w:rPr>
        <w:t>_, un diafragma actúa como una de las placas del condensador. Este micrófono _</w:t>
      </w:r>
      <w:r w:rsidRPr="000F4A6F">
        <w:rPr>
          <w:color w:val="FF0000"/>
          <w:lang w:val="es-ES"/>
        </w:rPr>
        <w:t>requiere una</w:t>
      </w:r>
      <w:r w:rsidRPr="000F4A6F">
        <w:rPr>
          <w:lang w:val="es-ES"/>
        </w:rPr>
        <w:t>_ fuente de alimentación. Un micrófono dinámico utiliza un _</w:t>
      </w:r>
      <w:r w:rsidRPr="000F4A6F">
        <w:rPr>
          <w:color w:val="FF0000"/>
          <w:lang w:val="es-ES"/>
        </w:rPr>
        <w:t>imán</w:t>
      </w:r>
      <w:r w:rsidRPr="000F4A6F">
        <w:rPr>
          <w:lang w:val="es-ES"/>
        </w:rPr>
        <w:t>_ dentro de una bobina para producir corriente eléctrica cuando la membrana se mueve. Dicho micrófono no necesita una fuente de alimentación externa.</w:t>
      </w:r>
    </w:p>
    <w:p w14:paraId="543A4B43" w14:textId="77777777" w:rsidR="005F5279" w:rsidRDefault="005F5279" w:rsidP="00C148FD">
      <w:pPr>
        <w:pStyle w:val="eCheckBoxText"/>
        <w:rPr>
          <w:lang w:val="en-US"/>
        </w:rPr>
      </w:pPr>
    </w:p>
    <w:sectPr w:rsidR="005F5279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DF6A0" w14:textId="77777777" w:rsidR="00901964" w:rsidRDefault="00901964" w:rsidP="00861A1A">
      <w:r>
        <w:separator/>
      </w:r>
    </w:p>
  </w:endnote>
  <w:endnote w:type="continuationSeparator" w:id="0">
    <w:p w14:paraId="234D5495" w14:textId="77777777" w:rsidR="00901964" w:rsidRDefault="0090196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19D609BE" w14:textId="77777777" w:rsidTr="00CA51B5">
      <w:tc>
        <w:tcPr>
          <w:tcW w:w="2518" w:type="dxa"/>
        </w:tcPr>
        <w:p w14:paraId="1067B9CA" w14:textId="77777777"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5E397969" wp14:editId="5DF38896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217CB89" w14:textId="77777777" w:rsidR="00490F74" w:rsidRPr="00AE2889" w:rsidRDefault="00490F74" w:rsidP="00490F7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2889">
            <w:rPr>
              <w:sz w:val="16"/>
              <w:szCs w:val="16"/>
            </w:rPr>
            <w:t>El presente proyecto ha sido financiado con el apoyo de la Comisión Europea. Esta</w:t>
          </w:r>
        </w:p>
        <w:p w14:paraId="59CC9DFE" w14:textId="05E817FF" w:rsidR="00BF5E09" w:rsidRPr="00CA51B5" w:rsidRDefault="00490F74" w:rsidP="00490F7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2889">
            <w:rPr>
              <w:sz w:val="16"/>
              <w:szCs w:val="16"/>
            </w:rPr>
            <w:t>publicación (comunicación) es responsabilidad exclusiva de su autor. La Comisión no es responsable del uso que pueda hacerse de la información aquí difundida.</w:t>
          </w:r>
        </w:p>
      </w:tc>
    </w:tr>
    <w:tr w:rsidR="00BF5E09" w14:paraId="1E374068" w14:textId="77777777" w:rsidTr="00CA51B5">
      <w:tc>
        <w:tcPr>
          <w:tcW w:w="8472" w:type="dxa"/>
          <w:gridSpan w:val="2"/>
        </w:tcPr>
        <w:p w14:paraId="43408A27" w14:textId="77777777"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14:paraId="1E00C2A0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8AE85CF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7C336" w14:textId="77777777" w:rsidR="00901964" w:rsidRDefault="00901964" w:rsidP="00861A1A">
      <w:r>
        <w:separator/>
      </w:r>
    </w:p>
  </w:footnote>
  <w:footnote w:type="continuationSeparator" w:id="0">
    <w:p w14:paraId="2BB43B23" w14:textId="77777777" w:rsidR="00901964" w:rsidRDefault="0090196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96D41" w14:textId="4E6234CA"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3E811090" wp14:editId="7865389B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90F74" w:rsidRPr="00AE2889">
      <w:rPr>
        <w:rFonts w:ascii="Calibri" w:hAnsi="Calibri"/>
        <w:b/>
        <w:smallCaps/>
        <w:noProof/>
      </w:rPr>
      <w:t>EJERCICIO</w:t>
    </w:r>
  </w:p>
  <w:p w14:paraId="7FA12C8D" w14:textId="068E3256" w:rsidR="00C148FD" w:rsidRPr="00490F74" w:rsidRDefault="00855A93" w:rsidP="00E11488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490F74">
      <w:rPr>
        <w:rFonts w:ascii="Calibri" w:hAnsi="Calibri"/>
        <w:smallCaps/>
        <w:noProof/>
        <w:sz w:val="20"/>
        <w:szCs w:val="20"/>
        <w:lang w:val="es-ES"/>
      </w:rPr>
      <w:t>Nuevas Formas de Control de Sistemas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B62E98C"/>
    <w:lvl w:ilvl="0" w:tplc="5D16961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19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4A6F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457C7"/>
    <w:rsid w:val="00251FFB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4A3F"/>
    <w:rsid w:val="00435704"/>
    <w:rsid w:val="004576E5"/>
    <w:rsid w:val="0046567F"/>
    <w:rsid w:val="00472203"/>
    <w:rsid w:val="00475954"/>
    <w:rsid w:val="00490F74"/>
    <w:rsid w:val="00492966"/>
    <w:rsid w:val="004A01E5"/>
    <w:rsid w:val="004A7B44"/>
    <w:rsid w:val="004C0E36"/>
    <w:rsid w:val="004D1F1B"/>
    <w:rsid w:val="004E5E95"/>
    <w:rsid w:val="004E70EA"/>
    <w:rsid w:val="004F5AFF"/>
    <w:rsid w:val="005132B0"/>
    <w:rsid w:val="00517E3A"/>
    <w:rsid w:val="0052284C"/>
    <w:rsid w:val="0054608F"/>
    <w:rsid w:val="00561B7B"/>
    <w:rsid w:val="00561C5A"/>
    <w:rsid w:val="00570EAC"/>
    <w:rsid w:val="005728B3"/>
    <w:rsid w:val="005738D5"/>
    <w:rsid w:val="0057504E"/>
    <w:rsid w:val="005832C4"/>
    <w:rsid w:val="00587966"/>
    <w:rsid w:val="00590505"/>
    <w:rsid w:val="00592F99"/>
    <w:rsid w:val="005B2E55"/>
    <w:rsid w:val="005B37E2"/>
    <w:rsid w:val="005B460C"/>
    <w:rsid w:val="005C673C"/>
    <w:rsid w:val="005D1DBD"/>
    <w:rsid w:val="005D7525"/>
    <w:rsid w:val="005E1AB1"/>
    <w:rsid w:val="005E20B2"/>
    <w:rsid w:val="005E5A22"/>
    <w:rsid w:val="005F5279"/>
    <w:rsid w:val="005F5FA1"/>
    <w:rsid w:val="00625B5A"/>
    <w:rsid w:val="00626425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362A9"/>
    <w:rsid w:val="007460F9"/>
    <w:rsid w:val="0076745A"/>
    <w:rsid w:val="007738BD"/>
    <w:rsid w:val="007837ED"/>
    <w:rsid w:val="00790D07"/>
    <w:rsid w:val="00793E0A"/>
    <w:rsid w:val="007A3849"/>
    <w:rsid w:val="007B4CB1"/>
    <w:rsid w:val="007C0FDD"/>
    <w:rsid w:val="007C308E"/>
    <w:rsid w:val="007C3F21"/>
    <w:rsid w:val="007C5B85"/>
    <w:rsid w:val="007E16D1"/>
    <w:rsid w:val="007E5BC9"/>
    <w:rsid w:val="007E6CED"/>
    <w:rsid w:val="00802588"/>
    <w:rsid w:val="0080457E"/>
    <w:rsid w:val="00813612"/>
    <w:rsid w:val="0081479C"/>
    <w:rsid w:val="00825830"/>
    <w:rsid w:val="00826CB2"/>
    <w:rsid w:val="00830375"/>
    <w:rsid w:val="00831014"/>
    <w:rsid w:val="00832323"/>
    <w:rsid w:val="00855A93"/>
    <w:rsid w:val="00861A1A"/>
    <w:rsid w:val="00864D93"/>
    <w:rsid w:val="00875841"/>
    <w:rsid w:val="00882BE0"/>
    <w:rsid w:val="008836CE"/>
    <w:rsid w:val="00891FF5"/>
    <w:rsid w:val="00893E89"/>
    <w:rsid w:val="008A3619"/>
    <w:rsid w:val="008B05F5"/>
    <w:rsid w:val="008B221B"/>
    <w:rsid w:val="008B6CCD"/>
    <w:rsid w:val="008C64E0"/>
    <w:rsid w:val="008C6B77"/>
    <w:rsid w:val="008D38F1"/>
    <w:rsid w:val="008F1B37"/>
    <w:rsid w:val="008F5585"/>
    <w:rsid w:val="00901964"/>
    <w:rsid w:val="00912A69"/>
    <w:rsid w:val="00916DC9"/>
    <w:rsid w:val="0094072E"/>
    <w:rsid w:val="00950649"/>
    <w:rsid w:val="0095346A"/>
    <w:rsid w:val="00955A25"/>
    <w:rsid w:val="00962A77"/>
    <w:rsid w:val="00963F86"/>
    <w:rsid w:val="0097175A"/>
    <w:rsid w:val="00974B16"/>
    <w:rsid w:val="009802AD"/>
    <w:rsid w:val="009A55D8"/>
    <w:rsid w:val="009A5F9E"/>
    <w:rsid w:val="009B638C"/>
    <w:rsid w:val="009C7B24"/>
    <w:rsid w:val="009D7E96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06C6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12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C6044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136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AAB"/>
    <w:rsid w:val="00DD34CF"/>
    <w:rsid w:val="00DD6149"/>
    <w:rsid w:val="00DE3438"/>
    <w:rsid w:val="00DE3767"/>
    <w:rsid w:val="00E0343F"/>
    <w:rsid w:val="00E0695E"/>
    <w:rsid w:val="00E10571"/>
    <w:rsid w:val="00E10DD0"/>
    <w:rsid w:val="00E11170"/>
    <w:rsid w:val="00E11488"/>
    <w:rsid w:val="00E14EEB"/>
    <w:rsid w:val="00E2272B"/>
    <w:rsid w:val="00E306D3"/>
    <w:rsid w:val="00E352FF"/>
    <w:rsid w:val="00E3760A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3655A"/>
    <w:rsid w:val="00F46B18"/>
    <w:rsid w:val="00F748A6"/>
    <w:rsid w:val="00F77519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DF7C3C"/>
  <w15:chartTrackingRefBased/>
  <w15:docId w15:val="{0ABA8571-B01F-48E8-9D8D-75E86105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8B221B"/>
    <w:pPr>
      <w:numPr>
        <w:numId w:val="2"/>
      </w:numPr>
      <w:ind w:left="35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E0695E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E0695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yba\Nextcloud\Movet\templates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20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cp:lastModifiedBy>Marek Nevosad</cp:lastModifiedBy>
  <cp:revision>9</cp:revision>
  <cp:lastPrinted>2013-05-24T14:00:00Z</cp:lastPrinted>
  <dcterms:created xsi:type="dcterms:W3CDTF">2019-02-05T22:23:00Z</dcterms:created>
  <dcterms:modified xsi:type="dcterms:W3CDTF">2019-02-21T08:58:00Z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