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91801" w14:textId="15110B1C" w:rsidR="00E0695E" w:rsidRPr="00E0695E" w:rsidRDefault="00E0695E" w:rsidP="008B221B">
      <w:pPr>
        <w:pStyle w:val="eTask"/>
      </w:pPr>
      <w:r w:rsidRPr="00E0695E">
        <w:t>Modify the following texts so that the statements are true</w:t>
      </w:r>
      <w:r>
        <w:t xml:space="preserve"> (choose the correct word from brackets)</w:t>
      </w:r>
      <w:r w:rsidRPr="00E0695E">
        <w:t>.</w:t>
      </w:r>
    </w:p>
    <w:p w14:paraId="76AEF443" w14:textId="2B11FF48" w:rsidR="00E0695E" w:rsidRDefault="00E0695E" w:rsidP="00E0695E">
      <w:pPr>
        <w:rPr>
          <w:lang w:val="en-US"/>
        </w:rPr>
      </w:pPr>
      <w:bookmarkStart w:id="0" w:name="_GoBack"/>
      <w:bookmarkEnd w:id="0"/>
    </w:p>
    <w:p w14:paraId="4C4EE520" w14:textId="58D4AB56" w:rsidR="00E0695E" w:rsidRPr="00E0695E" w:rsidRDefault="00E0695E" w:rsidP="00E0695E">
      <w:pPr>
        <w:pStyle w:val="eText"/>
        <w:rPr>
          <w:lang w:val="en-GB"/>
        </w:rPr>
      </w:pPr>
      <w:r w:rsidRPr="00E0695E">
        <w:rPr>
          <w:lang w:val="en-GB"/>
        </w:rPr>
        <w:t xml:space="preserve">A resistive touchscreen consists of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several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only two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>
        <w:rPr>
          <w:lang w:val="en-GB"/>
        </w:rPr>
        <w:t xml:space="preserve"> layers</w:t>
      </w:r>
      <w:r w:rsidRPr="00E0695E">
        <w:rPr>
          <w:lang w:val="en-GB"/>
        </w:rPr>
        <w:t xml:space="preserve">, out of which the flexible plastic and glass layers are two important electrically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resistive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conductive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E0695E">
        <w:rPr>
          <w:lang w:val="en-GB"/>
        </w:rPr>
        <w:t xml:space="preserve"> layers. </w:t>
      </w:r>
    </w:p>
    <w:p w14:paraId="6C7B2BDE" w14:textId="77777777" w:rsidR="00E0695E" w:rsidRPr="008B221B" w:rsidRDefault="00E0695E" w:rsidP="00E0695E">
      <w:pPr>
        <w:rPr>
          <w:lang w:val="en-GB"/>
        </w:rPr>
      </w:pPr>
    </w:p>
    <w:p w14:paraId="41925248" w14:textId="1C93B99F" w:rsidR="00E0695E" w:rsidRPr="00A65E53" w:rsidRDefault="00E0695E" w:rsidP="00E0695E">
      <w:pPr>
        <w:rPr>
          <w:lang w:val="en-US"/>
        </w:rPr>
      </w:pPr>
      <w:r w:rsidRPr="00A84613">
        <w:rPr>
          <w:lang w:val="en-GB"/>
        </w:rPr>
        <w:t xml:space="preserve">A capacitive touchscreen also consists of </w:t>
      </w:r>
      <m:oMath>
        <m:d>
          <m:dPr>
            <m:ctrlPr>
              <w:rPr>
                <w:rFonts w:ascii="Cambria Math" w:hAnsi="Cambria Math"/>
                <w:i/>
                <w:lang w:val="en-GB" w:eastAsia="en-US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many spaced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two spaced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A84613">
        <w:rPr>
          <w:lang w:val="en-GB"/>
        </w:rPr>
        <w:t xml:space="preserve"> layers of glass, which are coated with </w:t>
      </w:r>
      <m:oMath>
        <m:d>
          <m:dPr>
            <m:ctrlPr>
              <w:rPr>
                <w:rFonts w:ascii="Cambria Math" w:hAnsi="Cambria Math"/>
                <w:i/>
                <w:lang w:val="en-GB" w:eastAsia="en-US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conductor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resistor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A84613">
        <w:rPr>
          <w:lang w:val="en-GB"/>
        </w:rPr>
        <w:t xml:space="preserve"> such as Indium Tin Oxide</w:t>
      </w:r>
      <w:r>
        <w:rPr>
          <w:lang w:val="en-GB"/>
        </w:rPr>
        <w:t>.</w:t>
      </w:r>
    </w:p>
    <w:p w14:paraId="39979974" w14:textId="77777777" w:rsidR="00C148FD" w:rsidRPr="00A65E53" w:rsidRDefault="00C148FD" w:rsidP="00C148FD">
      <w:pPr>
        <w:pStyle w:val="eLineBottom"/>
        <w:rPr>
          <w:lang w:val="en-US"/>
        </w:rPr>
      </w:pPr>
    </w:p>
    <w:p w14:paraId="07E6DB40" w14:textId="77777777" w:rsidR="001922A0" w:rsidRPr="00A65E53" w:rsidRDefault="001922A0" w:rsidP="001922A0">
      <w:pPr>
        <w:rPr>
          <w:lang w:val="en-US"/>
        </w:rPr>
      </w:pPr>
    </w:p>
    <w:p w14:paraId="3E75CD23" w14:textId="2824123A" w:rsidR="001922A0" w:rsidRPr="00A65E53" w:rsidRDefault="00F77519" w:rsidP="008B221B">
      <w:pPr>
        <w:pStyle w:val="eTask"/>
      </w:pPr>
      <w:r>
        <w:t>Write the gesture types</w:t>
      </w:r>
      <w:r w:rsidR="00E306D3">
        <w:t xml:space="preserve"> </w:t>
      </w:r>
      <w:r>
        <w:t>based on the notion of motion</w:t>
      </w:r>
      <w:r w:rsidR="00E0695E">
        <w:t>:</w:t>
      </w:r>
    </w:p>
    <w:p w14:paraId="484B9BF8" w14:textId="77777777" w:rsidR="001922A0" w:rsidRPr="00A65E53" w:rsidRDefault="001922A0" w:rsidP="008B221B">
      <w:pPr>
        <w:pStyle w:val="eTask"/>
        <w:numPr>
          <w:ilvl w:val="0"/>
          <w:numId w:val="0"/>
        </w:numPr>
        <w:ind w:left="284"/>
      </w:pPr>
    </w:p>
    <w:p w14:paraId="19E1224B" w14:textId="77777777" w:rsidR="004D1F1B" w:rsidRPr="00ED283B" w:rsidRDefault="004D1F1B" w:rsidP="004D1F1B">
      <w:pPr>
        <w:rPr>
          <w:lang w:val="en-GB"/>
        </w:rPr>
      </w:pPr>
      <w:r w:rsidRPr="00ED283B">
        <w:rPr>
          <w:lang w:val="en-GB"/>
        </w:rPr>
        <w:t>1.</w:t>
      </w:r>
      <w:r w:rsidRPr="00ED283B">
        <w:rPr>
          <w:lang w:val="en-GB"/>
        </w:rPr>
        <w:tab/>
      </w:r>
      <w:r w:rsidRPr="00ED283B">
        <w:rPr>
          <w:color w:val="FF0000"/>
          <w:lang w:val="en-GB"/>
        </w:rPr>
        <w:t>static</w:t>
      </w:r>
    </w:p>
    <w:p w14:paraId="6CED67F1" w14:textId="77777777" w:rsidR="004D1F1B" w:rsidRPr="00ED283B" w:rsidRDefault="004D1F1B" w:rsidP="004D1F1B">
      <w:pPr>
        <w:rPr>
          <w:lang w:val="en-GB"/>
        </w:rPr>
      </w:pPr>
    </w:p>
    <w:p w14:paraId="6AB97A71" w14:textId="77777777" w:rsidR="004D1F1B" w:rsidRPr="00ED283B" w:rsidRDefault="004D1F1B" w:rsidP="004D1F1B">
      <w:pPr>
        <w:rPr>
          <w:noProof/>
          <w:lang w:val="en-GB" w:eastAsia="sk-SK"/>
        </w:rPr>
      </w:pPr>
      <w:r w:rsidRPr="00ED283B">
        <w:rPr>
          <w:noProof/>
          <w:lang w:val="en-GB" w:eastAsia="sk-SK"/>
        </w:rPr>
        <w:t>2.</w:t>
      </w:r>
      <w:r w:rsidRPr="00ED283B">
        <w:rPr>
          <w:lang w:val="en-GB"/>
        </w:rPr>
        <w:tab/>
      </w:r>
      <w:r w:rsidRPr="00ED283B">
        <w:rPr>
          <w:color w:val="FF0000"/>
          <w:lang w:val="en-GB"/>
        </w:rPr>
        <w:t>dynamic</w:t>
      </w:r>
    </w:p>
    <w:p w14:paraId="689B1E7C" w14:textId="77777777" w:rsidR="004D1F1B" w:rsidRPr="00ED283B" w:rsidRDefault="004D1F1B" w:rsidP="004D1F1B">
      <w:pPr>
        <w:rPr>
          <w:noProof/>
          <w:lang w:val="en-GB" w:eastAsia="sk-SK"/>
        </w:rPr>
      </w:pPr>
    </w:p>
    <w:p w14:paraId="21ED684B" w14:textId="77777777" w:rsidR="004D1F1B" w:rsidRPr="00ED283B" w:rsidRDefault="004D1F1B" w:rsidP="004D1F1B">
      <w:pPr>
        <w:rPr>
          <w:noProof/>
          <w:lang w:val="en-GB" w:eastAsia="sk-SK"/>
        </w:rPr>
      </w:pPr>
      <w:r w:rsidRPr="00ED283B">
        <w:rPr>
          <w:noProof/>
          <w:lang w:val="en-GB" w:eastAsia="sk-SK"/>
        </w:rPr>
        <w:t>3.</w:t>
      </w:r>
      <w:r w:rsidRPr="00ED283B">
        <w:rPr>
          <w:lang w:val="en-GB"/>
        </w:rPr>
        <w:tab/>
      </w:r>
      <w:r w:rsidRPr="00ED283B">
        <w:rPr>
          <w:color w:val="FF0000"/>
          <w:lang w:val="en-GB"/>
        </w:rPr>
        <w:t>continuous</w:t>
      </w:r>
    </w:p>
    <w:p w14:paraId="3C81F4A8" w14:textId="77777777" w:rsidR="001922A0" w:rsidRPr="00A65E53" w:rsidRDefault="001922A0" w:rsidP="00C148FD">
      <w:pPr>
        <w:pStyle w:val="eLineBottom"/>
        <w:rPr>
          <w:lang w:val="en-US"/>
        </w:rPr>
      </w:pPr>
    </w:p>
    <w:p w14:paraId="6093B43C" w14:textId="45EA7751" w:rsidR="001922A0" w:rsidRDefault="001922A0" w:rsidP="001922A0">
      <w:pPr>
        <w:rPr>
          <w:lang w:val="en-US"/>
        </w:rPr>
      </w:pPr>
    </w:p>
    <w:p w14:paraId="124A4ED9" w14:textId="55B7C7DD" w:rsidR="00590505" w:rsidRPr="00A65E53" w:rsidRDefault="00590505" w:rsidP="008B221B">
      <w:pPr>
        <w:pStyle w:val="eTask"/>
      </w:pPr>
      <w:r>
        <w:t>Choose two main approaches used in Recommendation System scheme:</w:t>
      </w:r>
    </w:p>
    <w:p w14:paraId="47BF87B7" w14:textId="77777777" w:rsidR="00590505" w:rsidRPr="00A65E53" w:rsidRDefault="00590505" w:rsidP="008B221B">
      <w:pPr>
        <w:pStyle w:val="eTask"/>
        <w:numPr>
          <w:ilvl w:val="0"/>
          <w:numId w:val="0"/>
        </w:numPr>
        <w:ind w:left="284"/>
      </w:pPr>
    </w:p>
    <w:p w14:paraId="4588293B" w14:textId="670C8E3A" w:rsidR="00590505" w:rsidRPr="00590505" w:rsidRDefault="00590505" w:rsidP="00590505">
      <w:pPr>
        <w:pStyle w:val="eCheckBoxText"/>
        <w:rPr>
          <w:lang w:val="en-GB"/>
        </w:rPr>
      </w:pPr>
      <w:bookmarkStart w:id="1" w:name="_Hlk530473354"/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Pr="00590505">
        <w:rPr>
          <w:lang w:val="en-GB"/>
        </w:rPr>
        <w:t>linear regression</w:t>
      </w:r>
    </w:p>
    <w:p w14:paraId="13A29E98" w14:textId="0671EBCA" w:rsidR="00590505" w:rsidRPr="004D1F1B" w:rsidRDefault="004D1F1B" w:rsidP="00590505">
      <w:pPr>
        <w:pStyle w:val="eCheckBoxText"/>
        <w:rPr>
          <w:b/>
          <w:color w:val="FF0000"/>
          <w:lang w:val="en-GB"/>
        </w:rPr>
      </w:pPr>
      <w:r w:rsidRPr="004D1F1B">
        <w:rPr>
          <w:rStyle w:val="eCheckBoxSquareChar"/>
          <w:b/>
          <w:color w:val="FF0000"/>
          <w:lang w:val="en-GB"/>
        </w:rPr>
        <w:t>x</w:t>
      </w:r>
      <w:r w:rsidR="00590505" w:rsidRPr="004D1F1B">
        <w:rPr>
          <w:b/>
          <w:color w:val="FF0000"/>
          <w:szCs w:val="40"/>
          <w:lang w:val="en-GB"/>
        </w:rPr>
        <w:tab/>
      </w:r>
      <w:r w:rsidR="00590505" w:rsidRPr="004D1F1B">
        <w:rPr>
          <w:b/>
          <w:color w:val="FF0000"/>
          <w:lang w:val="en-GB"/>
        </w:rPr>
        <w:t>content-based</w:t>
      </w:r>
    </w:p>
    <w:p w14:paraId="60AADEBF" w14:textId="04662507" w:rsidR="00590505" w:rsidRPr="00590505" w:rsidRDefault="00590505" w:rsidP="00590505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Pr="00590505">
        <w:rPr>
          <w:lang w:val="en-GB"/>
        </w:rPr>
        <w:t>random recommendation</w:t>
      </w:r>
    </w:p>
    <w:p w14:paraId="163021B4" w14:textId="5AD7D597" w:rsidR="00590505" w:rsidRPr="004D1F1B" w:rsidRDefault="004D1F1B" w:rsidP="00590505">
      <w:pPr>
        <w:pStyle w:val="eCheckBoxText"/>
        <w:rPr>
          <w:b/>
          <w:color w:val="FF0000"/>
          <w:lang w:val="en-GB"/>
        </w:rPr>
      </w:pPr>
      <w:r w:rsidRPr="004D1F1B">
        <w:rPr>
          <w:rStyle w:val="eCheckBoxSquareChar"/>
          <w:b/>
          <w:color w:val="FF0000"/>
          <w:lang w:val="en-GB"/>
        </w:rPr>
        <w:t>x</w:t>
      </w:r>
      <w:r w:rsidR="00590505" w:rsidRPr="004D1F1B">
        <w:rPr>
          <w:b/>
          <w:color w:val="FF0000"/>
          <w:szCs w:val="40"/>
          <w:lang w:val="en-GB"/>
        </w:rPr>
        <w:tab/>
      </w:r>
      <w:r w:rsidR="00590505" w:rsidRPr="004D1F1B">
        <w:rPr>
          <w:b/>
          <w:color w:val="FF0000"/>
          <w:lang w:val="en-GB"/>
        </w:rPr>
        <w:t>collaborative filtering</w:t>
      </w:r>
    </w:p>
    <w:bookmarkEnd w:id="1"/>
    <w:p w14:paraId="6511105E" w14:textId="77777777" w:rsidR="00590505" w:rsidRPr="00A65E53" w:rsidRDefault="00590505" w:rsidP="00590505">
      <w:pPr>
        <w:pStyle w:val="eLineBottom"/>
        <w:rPr>
          <w:lang w:val="en-US"/>
        </w:rPr>
      </w:pPr>
    </w:p>
    <w:p w14:paraId="5AADC9A7" w14:textId="77777777" w:rsidR="00590505" w:rsidRPr="00A65E53" w:rsidRDefault="00590505" w:rsidP="00590505">
      <w:pPr>
        <w:rPr>
          <w:lang w:val="en-US"/>
        </w:rPr>
      </w:pPr>
    </w:p>
    <w:p w14:paraId="536D04EF" w14:textId="5EA402CB" w:rsidR="00590505" w:rsidRPr="00A65E53" w:rsidRDefault="00590505" w:rsidP="008B221B">
      <w:pPr>
        <w:pStyle w:val="eTask"/>
      </w:pPr>
      <w:r>
        <w:t>Write at least three applications using gesture control (except TV control):</w:t>
      </w:r>
    </w:p>
    <w:p w14:paraId="18633226" w14:textId="77777777" w:rsidR="00590505" w:rsidRPr="00A65E53" w:rsidRDefault="00590505" w:rsidP="008B221B">
      <w:pPr>
        <w:pStyle w:val="eTask"/>
        <w:numPr>
          <w:ilvl w:val="0"/>
          <w:numId w:val="0"/>
        </w:numPr>
        <w:ind w:left="284"/>
      </w:pPr>
    </w:p>
    <w:p w14:paraId="233146B5" w14:textId="77777777" w:rsidR="004D1F1B" w:rsidRPr="00DA3371" w:rsidRDefault="004D1F1B" w:rsidP="004D1F1B">
      <w:pPr>
        <w:rPr>
          <w:lang w:val="en-GB"/>
        </w:rPr>
      </w:pPr>
      <w:r w:rsidRPr="00C92DC7">
        <w:t>1</w:t>
      </w:r>
      <w:r>
        <w:t>.</w:t>
      </w:r>
      <w:r>
        <w:tab/>
      </w:r>
      <w:r w:rsidRPr="00DA3371">
        <w:rPr>
          <w:color w:val="FF0000"/>
          <w:lang w:val="en-GB"/>
        </w:rPr>
        <w:t>TV control</w:t>
      </w:r>
    </w:p>
    <w:p w14:paraId="34725709" w14:textId="77777777" w:rsidR="004D1F1B" w:rsidRPr="00DA3371" w:rsidRDefault="004D1F1B" w:rsidP="004D1F1B">
      <w:pPr>
        <w:rPr>
          <w:lang w:val="en-GB"/>
        </w:rPr>
      </w:pPr>
    </w:p>
    <w:p w14:paraId="2181C079" w14:textId="77777777" w:rsidR="004D1F1B" w:rsidRPr="00DA3371" w:rsidRDefault="004D1F1B" w:rsidP="004D1F1B">
      <w:pPr>
        <w:rPr>
          <w:noProof/>
          <w:lang w:val="en-GB" w:eastAsia="sk-SK"/>
        </w:rPr>
      </w:pPr>
      <w:r w:rsidRPr="00DA3371">
        <w:rPr>
          <w:noProof/>
          <w:lang w:val="en-GB" w:eastAsia="sk-SK"/>
        </w:rPr>
        <w:t>2.</w:t>
      </w:r>
      <w:r w:rsidRPr="00DA3371">
        <w:rPr>
          <w:lang w:val="en-GB"/>
        </w:rPr>
        <w:tab/>
      </w:r>
      <w:r w:rsidRPr="00DA3371">
        <w:rPr>
          <w:color w:val="FF0000"/>
          <w:lang w:val="en-GB"/>
        </w:rPr>
        <w:t>Google maps</w:t>
      </w:r>
    </w:p>
    <w:p w14:paraId="09C1B162" w14:textId="77777777" w:rsidR="004D1F1B" w:rsidRPr="00DA3371" w:rsidRDefault="004D1F1B" w:rsidP="004D1F1B">
      <w:pPr>
        <w:rPr>
          <w:noProof/>
          <w:lang w:val="en-GB" w:eastAsia="sk-SK"/>
        </w:rPr>
      </w:pPr>
    </w:p>
    <w:p w14:paraId="66BEC4C1" w14:textId="77777777" w:rsidR="004D1F1B" w:rsidRPr="00DA3371" w:rsidRDefault="004D1F1B" w:rsidP="004D1F1B">
      <w:pPr>
        <w:rPr>
          <w:lang w:val="en-GB"/>
        </w:rPr>
      </w:pPr>
      <w:r w:rsidRPr="00DA3371">
        <w:rPr>
          <w:noProof/>
          <w:lang w:val="en-GB" w:eastAsia="sk-SK"/>
        </w:rPr>
        <w:t>3.</w:t>
      </w:r>
      <w:r w:rsidRPr="00DA3371">
        <w:rPr>
          <w:lang w:val="en-GB"/>
        </w:rPr>
        <w:tab/>
      </w:r>
      <w:r w:rsidRPr="00DA3371">
        <w:rPr>
          <w:color w:val="FF0000"/>
          <w:lang w:val="en-GB"/>
        </w:rPr>
        <w:t>Clear – iOS application</w:t>
      </w:r>
    </w:p>
    <w:p w14:paraId="3F8F1D3E" w14:textId="77777777" w:rsidR="004D1F1B" w:rsidRPr="00DA3371" w:rsidRDefault="004D1F1B" w:rsidP="004D1F1B">
      <w:pPr>
        <w:rPr>
          <w:noProof/>
          <w:lang w:val="en-GB" w:eastAsia="sk-SK"/>
        </w:rPr>
      </w:pPr>
    </w:p>
    <w:p w14:paraId="7061BA66" w14:textId="77777777" w:rsidR="004D1F1B" w:rsidRPr="00DA3371" w:rsidRDefault="004D1F1B" w:rsidP="004D1F1B">
      <w:pPr>
        <w:rPr>
          <w:lang w:val="en-GB"/>
        </w:rPr>
      </w:pPr>
      <w:r w:rsidRPr="00DA3371">
        <w:rPr>
          <w:lang w:val="en-GB"/>
        </w:rPr>
        <w:t>4.</w:t>
      </w:r>
      <w:r w:rsidRPr="00DA3371">
        <w:rPr>
          <w:lang w:val="en-GB"/>
        </w:rPr>
        <w:tab/>
      </w:r>
      <w:r w:rsidRPr="00DA3371">
        <w:rPr>
          <w:color w:val="FF0000"/>
          <w:lang w:val="en-GB"/>
        </w:rPr>
        <w:t xml:space="preserve">professional coaching applications </w:t>
      </w:r>
    </w:p>
    <w:p w14:paraId="7038C3F4" w14:textId="77777777" w:rsidR="004D1F1B" w:rsidRPr="00DA3371" w:rsidRDefault="004D1F1B" w:rsidP="004D1F1B">
      <w:pPr>
        <w:rPr>
          <w:lang w:val="en-GB"/>
        </w:rPr>
      </w:pPr>
    </w:p>
    <w:p w14:paraId="4CC24CDE" w14:textId="77777777" w:rsidR="004D1F1B" w:rsidRPr="00DA3371" w:rsidRDefault="004D1F1B" w:rsidP="004D1F1B">
      <w:pPr>
        <w:rPr>
          <w:noProof/>
          <w:lang w:val="en-GB" w:eastAsia="sk-SK"/>
        </w:rPr>
      </w:pPr>
      <w:r w:rsidRPr="00DA3371">
        <w:rPr>
          <w:noProof/>
          <w:lang w:val="en-GB" w:eastAsia="sk-SK"/>
        </w:rPr>
        <w:t>5.</w:t>
      </w:r>
      <w:r w:rsidRPr="00DA3371">
        <w:rPr>
          <w:lang w:val="en-GB"/>
        </w:rPr>
        <w:tab/>
      </w:r>
      <w:r w:rsidRPr="00DA3371">
        <w:rPr>
          <w:color w:val="FF0000"/>
          <w:lang w:val="en-GB"/>
        </w:rPr>
        <w:t>Computer Aided Design (CAD)</w:t>
      </w:r>
    </w:p>
    <w:p w14:paraId="550BC9C6" w14:textId="77777777" w:rsidR="004D1F1B" w:rsidRPr="00DA3371" w:rsidRDefault="004D1F1B" w:rsidP="004D1F1B">
      <w:pPr>
        <w:rPr>
          <w:noProof/>
          <w:lang w:val="en-GB" w:eastAsia="sk-SK"/>
        </w:rPr>
      </w:pPr>
    </w:p>
    <w:p w14:paraId="404884B3" w14:textId="77777777" w:rsidR="004D1F1B" w:rsidRPr="00DA3371" w:rsidRDefault="004D1F1B" w:rsidP="004D1F1B">
      <w:pPr>
        <w:rPr>
          <w:lang w:val="en-GB"/>
        </w:rPr>
      </w:pPr>
      <w:r>
        <w:rPr>
          <w:noProof/>
          <w:lang w:val="en-GB" w:eastAsia="sk-SK"/>
        </w:rPr>
        <w:t>6</w:t>
      </w:r>
      <w:r w:rsidRPr="00DA3371">
        <w:rPr>
          <w:noProof/>
          <w:lang w:val="en-GB" w:eastAsia="sk-SK"/>
        </w:rPr>
        <w:t>.</w:t>
      </w:r>
      <w:r w:rsidRPr="00DA3371">
        <w:rPr>
          <w:lang w:val="en-GB"/>
        </w:rPr>
        <w:tab/>
      </w:r>
      <w:r w:rsidRPr="00DA3371">
        <w:rPr>
          <w:color w:val="FF0000"/>
          <w:lang w:val="en-GB"/>
        </w:rPr>
        <w:t>drone navigation (Spark)</w:t>
      </w:r>
    </w:p>
    <w:p w14:paraId="4BAB571A" w14:textId="77777777" w:rsidR="00E11488" w:rsidRPr="001922A0" w:rsidRDefault="00E11488" w:rsidP="00E11488">
      <w:pPr>
        <w:rPr>
          <w:noProof/>
          <w:lang w:val="sk-SK" w:eastAsia="sk-SK"/>
        </w:rPr>
      </w:pPr>
    </w:p>
    <w:p w14:paraId="72BBFCF2" w14:textId="57043DCC" w:rsidR="007362A9" w:rsidRPr="00A65E53" w:rsidRDefault="007362A9" w:rsidP="008B221B">
      <w:pPr>
        <w:pStyle w:val="eTask"/>
      </w:pPr>
      <w:r>
        <w:lastRenderedPageBreak/>
        <w:t xml:space="preserve">Which are the technologies used in BCI solutions? </w:t>
      </w:r>
    </w:p>
    <w:p w14:paraId="30E3CF71" w14:textId="77777777" w:rsidR="007362A9" w:rsidRPr="00A65E53" w:rsidRDefault="007362A9" w:rsidP="008B221B">
      <w:pPr>
        <w:pStyle w:val="eTask"/>
        <w:numPr>
          <w:ilvl w:val="0"/>
          <w:numId w:val="0"/>
        </w:numPr>
        <w:ind w:left="284"/>
      </w:pPr>
    </w:p>
    <w:p w14:paraId="2E9A01E3" w14:textId="5AF07168" w:rsidR="007362A9" w:rsidRPr="004D1F1B" w:rsidRDefault="004D1F1B" w:rsidP="007362A9">
      <w:pPr>
        <w:pStyle w:val="eCheckBoxText"/>
        <w:rPr>
          <w:b/>
          <w:color w:val="FF0000"/>
          <w:lang w:val="en-GB"/>
        </w:rPr>
      </w:pPr>
      <w:r w:rsidRPr="004D1F1B">
        <w:rPr>
          <w:rStyle w:val="eCheckBoxSquareChar"/>
          <w:color w:val="FF0000"/>
          <w:lang w:val="en-GB"/>
        </w:rPr>
        <w:t>x</w:t>
      </w:r>
      <w:r w:rsidR="007362A9" w:rsidRPr="004D1F1B">
        <w:rPr>
          <w:b/>
          <w:color w:val="FF0000"/>
          <w:szCs w:val="40"/>
          <w:lang w:val="en-GB"/>
        </w:rPr>
        <w:tab/>
      </w:r>
      <w:r w:rsidR="007362A9" w:rsidRPr="004D1F1B">
        <w:rPr>
          <w:b/>
          <w:color w:val="FF0000"/>
          <w:lang w:val="en-GB"/>
        </w:rPr>
        <w:t>transcranial magnetic stimulation</w:t>
      </w:r>
    </w:p>
    <w:p w14:paraId="5E7FFCBE" w14:textId="35551DE8" w:rsidR="007A3849" w:rsidRPr="00590505" w:rsidRDefault="007A3849" w:rsidP="007A384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electrocardiography</w:t>
      </w:r>
    </w:p>
    <w:p w14:paraId="65472127" w14:textId="659EB7A4" w:rsidR="007362A9" w:rsidRPr="004D1F1B" w:rsidRDefault="004D1F1B" w:rsidP="007362A9">
      <w:pPr>
        <w:pStyle w:val="eCheckBoxText"/>
        <w:rPr>
          <w:b/>
          <w:color w:val="FF0000"/>
          <w:lang w:val="en-GB"/>
        </w:rPr>
      </w:pPr>
      <w:r w:rsidRPr="004D1F1B">
        <w:rPr>
          <w:rStyle w:val="eCheckBoxSquareChar"/>
          <w:color w:val="FF0000"/>
          <w:lang w:val="en-GB"/>
        </w:rPr>
        <w:t>x</w:t>
      </w:r>
      <w:r w:rsidR="007362A9" w:rsidRPr="004D1F1B">
        <w:rPr>
          <w:b/>
          <w:color w:val="FF0000"/>
          <w:szCs w:val="40"/>
          <w:lang w:val="en-GB"/>
        </w:rPr>
        <w:tab/>
      </w:r>
      <w:r w:rsidR="007362A9" w:rsidRPr="004D1F1B">
        <w:rPr>
          <w:b/>
          <w:color w:val="FF0000"/>
          <w:lang w:val="en-GB"/>
        </w:rPr>
        <w:t>electroencephalography</w:t>
      </w:r>
    </w:p>
    <w:p w14:paraId="74CFBE24" w14:textId="18A23FDE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electrooculography</w:t>
      </w:r>
    </w:p>
    <w:p w14:paraId="60BE5746" w14:textId="0BAF0006" w:rsidR="007362A9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electrom</w:t>
      </w:r>
      <w:r w:rsidR="004576E5">
        <w:rPr>
          <w:lang w:val="en-GB"/>
        </w:rPr>
        <w:t>y</w:t>
      </w:r>
      <w:r>
        <w:rPr>
          <w:lang w:val="en-GB"/>
        </w:rPr>
        <w:t>ography</w:t>
      </w:r>
    </w:p>
    <w:p w14:paraId="525BFD67" w14:textId="77777777" w:rsidR="008B221B" w:rsidRPr="00A65E53" w:rsidRDefault="008B221B" w:rsidP="008B221B">
      <w:pPr>
        <w:pStyle w:val="eLineBottom"/>
        <w:rPr>
          <w:lang w:val="en-US"/>
        </w:rPr>
      </w:pPr>
    </w:p>
    <w:p w14:paraId="3E64FEA1" w14:textId="438929DA" w:rsidR="007362A9" w:rsidRDefault="007362A9" w:rsidP="007362A9">
      <w:pPr>
        <w:pStyle w:val="eCheckBoxText"/>
        <w:rPr>
          <w:lang w:val="en-GB"/>
        </w:rPr>
      </w:pPr>
    </w:p>
    <w:p w14:paraId="077823FA" w14:textId="29A03049" w:rsidR="007362A9" w:rsidRPr="00A65E53" w:rsidRDefault="007362A9" w:rsidP="008B221B">
      <w:pPr>
        <w:pStyle w:val="eTask"/>
      </w:pPr>
      <w:r>
        <w:t xml:space="preserve">What statements regarding eye tracking are true? </w:t>
      </w:r>
    </w:p>
    <w:p w14:paraId="2708ED96" w14:textId="77777777" w:rsidR="007362A9" w:rsidRPr="00A65E53" w:rsidRDefault="007362A9" w:rsidP="008B221B">
      <w:pPr>
        <w:pStyle w:val="eTask"/>
        <w:numPr>
          <w:ilvl w:val="0"/>
          <w:numId w:val="0"/>
        </w:numPr>
        <w:ind w:left="284"/>
      </w:pPr>
    </w:p>
    <w:p w14:paraId="1C8F5D13" w14:textId="0670D8FA" w:rsidR="007362A9" w:rsidRPr="004D1F1B" w:rsidRDefault="004D1F1B" w:rsidP="007362A9">
      <w:pPr>
        <w:pStyle w:val="eCheckBoxText"/>
        <w:rPr>
          <w:b/>
          <w:color w:val="FF0000"/>
          <w:lang w:val="en-GB"/>
        </w:rPr>
      </w:pPr>
      <w:r w:rsidRPr="004D1F1B">
        <w:rPr>
          <w:rStyle w:val="eCheckBoxSquareChar"/>
          <w:color w:val="FF0000"/>
          <w:lang w:val="en-GB"/>
        </w:rPr>
        <w:t>x</w:t>
      </w:r>
      <w:r w:rsidR="007362A9" w:rsidRPr="004D1F1B">
        <w:rPr>
          <w:color w:val="FF0000"/>
          <w:szCs w:val="40"/>
          <w:lang w:val="en-GB"/>
        </w:rPr>
        <w:tab/>
      </w:r>
      <w:r w:rsidR="004576E5" w:rsidRPr="004D1F1B">
        <w:rPr>
          <w:b/>
          <w:color w:val="FF0000"/>
          <w:lang w:val="en-GB"/>
        </w:rPr>
        <w:t>can be used for mouse navigation</w:t>
      </w:r>
    </w:p>
    <w:p w14:paraId="42F2639D" w14:textId="0D8C692E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="004576E5">
        <w:rPr>
          <w:lang w:val="en-GB"/>
        </w:rPr>
        <w:t>solutions for HMD (head mounted displays) are not yet available</w:t>
      </w:r>
    </w:p>
    <w:p w14:paraId="67E46356" w14:textId="74D88CB1" w:rsidR="007362A9" w:rsidRPr="004D1F1B" w:rsidRDefault="004D1F1B" w:rsidP="007362A9">
      <w:pPr>
        <w:pStyle w:val="eCheckBoxText"/>
        <w:rPr>
          <w:b/>
          <w:color w:val="FF0000"/>
          <w:lang w:val="en-GB"/>
        </w:rPr>
      </w:pPr>
      <w:r w:rsidRPr="004D1F1B">
        <w:rPr>
          <w:rStyle w:val="eCheckBoxSquareChar"/>
          <w:color w:val="FF0000"/>
          <w:lang w:val="en-GB"/>
        </w:rPr>
        <w:t>x</w:t>
      </w:r>
      <w:r w:rsidR="007362A9" w:rsidRPr="004D1F1B">
        <w:rPr>
          <w:color w:val="FF0000"/>
          <w:szCs w:val="40"/>
          <w:lang w:val="en-GB"/>
        </w:rPr>
        <w:tab/>
      </w:r>
      <w:r w:rsidR="00CC6044" w:rsidRPr="004D1F1B">
        <w:rPr>
          <w:b/>
          <w:color w:val="FF0000"/>
          <w:lang w:val="en-GB"/>
        </w:rPr>
        <w:t>there exist mobile binocular solutions</w:t>
      </w:r>
    </w:p>
    <w:p w14:paraId="3FC3CA43" w14:textId="66D60B36" w:rsidR="007362A9" w:rsidRPr="004D1F1B" w:rsidRDefault="004D1F1B" w:rsidP="007362A9">
      <w:pPr>
        <w:pStyle w:val="eCheckBoxText"/>
        <w:rPr>
          <w:b/>
          <w:color w:val="FF0000"/>
          <w:lang w:val="en-GB"/>
        </w:rPr>
      </w:pPr>
      <w:r w:rsidRPr="004D1F1B">
        <w:rPr>
          <w:rStyle w:val="eCheckBoxSquareChar"/>
          <w:color w:val="FF0000"/>
          <w:lang w:val="en-GB"/>
        </w:rPr>
        <w:t>x</w:t>
      </w:r>
      <w:r w:rsidR="007362A9" w:rsidRPr="004D1F1B">
        <w:rPr>
          <w:color w:val="FF0000"/>
          <w:szCs w:val="40"/>
          <w:lang w:val="en-GB"/>
        </w:rPr>
        <w:tab/>
      </w:r>
      <w:r w:rsidR="00CC6044" w:rsidRPr="004D1F1B">
        <w:rPr>
          <w:b/>
          <w:color w:val="FF0000"/>
          <w:lang w:val="en-GB"/>
        </w:rPr>
        <w:t>eye tracker can be mounted below screen/monitor</w:t>
      </w:r>
    </w:p>
    <w:p w14:paraId="2E1533FB" w14:textId="77777777" w:rsidR="008B221B" w:rsidRPr="00A65E53" w:rsidRDefault="008B221B" w:rsidP="008B221B">
      <w:pPr>
        <w:pStyle w:val="eLineBottom"/>
        <w:rPr>
          <w:lang w:val="en-US"/>
        </w:rPr>
      </w:pPr>
    </w:p>
    <w:p w14:paraId="4EF0393D" w14:textId="77777777" w:rsidR="00590505" w:rsidRPr="00A65E53" w:rsidRDefault="00590505" w:rsidP="001922A0">
      <w:pPr>
        <w:rPr>
          <w:lang w:val="en-US"/>
        </w:rPr>
      </w:pPr>
    </w:p>
    <w:p w14:paraId="45AB6667" w14:textId="77777777" w:rsidR="005F5279" w:rsidRDefault="005F5279" w:rsidP="008B221B">
      <w:pPr>
        <w:pStyle w:val="eTask"/>
      </w:pPr>
      <w:r>
        <w:t>Complete the paragraph with correct words</w:t>
      </w:r>
    </w:p>
    <w:p w14:paraId="5B8449EB" w14:textId="77777777" w:rsidR="005F5279" w:rsidRDefault="005F5279" w:rsidP="005F5279">
      <w:pPr>
        <w:pStyle w:val="eCheckBoxText"/>
        <w:rPr>
          <w:lang w:val="en-US"/>
        </w:rPr>
      </w:pPr>
    </w:p>
    <w:p w14:paraId="7D14A7AA" w14:textId="7EB284AC" w:rsidR="005F5279" w:rsidRPr="00434A3F" w:rsidRDefault="005F5279" w:rsidP="008B221B">
      <w:pPr>
        <w:pStyle w:val="eText"/>
        <w:spacing w:line="360" w:lineRule="auto"/>
        <w:rPr>
          <w:lang w:val="en-US"/>
        </w:rPr>
      </w:pPr>
      <w:r w:rsidRPr="00434A3F">
        <w:rPr>
          <w:lang w:val="en-US"/>
        </w:rPr>
        <w:t xml:space="preserve">In a microphone, a </w:t>
      </w:r>
      <w:r w:rsidR="00434A3F" w:rsidRPr="00434A3F">
        <w:rPr>
          <w:lang w:val="en-US"/>
        </w:rPr>
        <w:t>_</w:t>
      </w:r>
      <w:r w:rsidR="004D1F1B" w:rsidRPr="00E74DE6">
        <w:rPr>
          <w:color w:val="FF0000"/>
          <w:lang w:val="en-US"/>
        </w:rPr>
        <w:t>diaphragm</w:t>
      </w:r>
      <w:r w:rsidR="00434A3F" w:rsidRPr="00434A3F">
        <w:rPr>
          <w:lang w:val="en-US"/>
        </w:rPr>
        <w:t>_</w:t>
      </w:r>
      <w:r w:rsidRPr="00434A3F">
        <w:rPr>
          <w:lang w:val="en-US"/>
        </w:rPr>
        <w:t xml:space="preserve"> reacts to </w:t>
      </w:r>
      <w:r w:rsidR="00434A3F" w:rsidRPr="00434A3F">
        <w:rPr>
          <w:lang w:val="en-US"/>
        </w:rPr>
        <w:t>_</w:t>
      </w:r>
      <w:r w:rsidR="004D1F1B" w:rsidRPr="00E74DE6">
        <w:rPr>
          <w:color w:val="FF0000"/>
          <w:lang w:val="en-US"/>
        </w:rPr>
        <w:t>acoustic</w:t>
      </w:r>
      <w:r w:rsidR="00434A3F" w:rsidRPr="00434A3F">
        <w:rPr>
          <w:lang w:val="en-US"/>
        </w:rPr>
        <w:t>_</w:t>
      </w:r>
      <w:r w:rsidRPr="00434A3F">
        <w:rPr>
          <w:lang w:val="en-US"/>
        </w:rPr>
        <w:t xml:space="preserve"> waves with vibration, which is converted into </w:t>
      </w:r>
      <w:r w:rsidR="00434A3F" w:rsidRPr="00434A3F">
        <w:rPr>
          <w:lang w:val="en-US"/>
        </w:rPr>
        <w:t>_</w:t>
      </w:r>
      <w:r w:rsidR="004D1F1B" w:rsidRPr="00E74DE6">
        <w:rPr>
          <w:color w:val="FF0000"/>
          <w:lang w:val="en-US"/>
        </w:rPr>
        <w:t>electrical</w:t>
      </w:r>
      <w:r w:rsidR="00434A3F" w:rsidRPr="00434A3F">
        <w:rPr>
          <w:lang w:val="en-US"/>
        </w:rPr>
        <w:t>_</w:t>
      </w:r>
      <w:r w:rsidRPr="00434A3F">
        <w:rPr>
          <w:lang w:val="en-US"/>
        </w:rPr>
        <w:t xml:space="preserve"> signal. In a </w:t>
      </w:r>
      <w:r w:rsidR="00434A3F" w:rsidRPr="00434A3F">
        <w:rPr>
          <w:lang w:val="en-US"/>
        </w:rPr>
        <w:t>_</w:t>
      </w:r>
      <w:r w:rsidR="004D1F1B" w:rsidRPr="00E74DE6">
        <w:rPr>
          <w:color w:val="FF0000"/>
          <w:lang w:val="en-US"/>
        </w:rPr>
        <w:t>condenser</w:t>
      </w:r>
      <w:r w:rsidR="00434A3F" w:rsidRPr="00434A3F">
        <w:rPr>
          <w:lang w:val="en-US"/>
        </w:rPr>
        <w:t>_</w:t>
      </w:r>
      <w:r w:rsidRPr="00434A3F">
        <w:rPr>
          <w:lang w:val="en-US"/>
        </w:rPr>
        <w:t xml:space="preserve"> microphone, a diaphragm serves as one of the condenser plates. This microphone </w:t>
      </w:r>
      <w:r w:rsidR="00434A3F" w:rsidRPr="00434A3F">
        <w:rPr>
          <w:lang w:val="en-US"/>
        </w:rPr>
        <w:t>_</w:t>
      </w:r>
      <w:r w:rsidR="004D1F1B" w:rsidRPr="00E74DE6">
        <w:rPr>
          <w:color w:val="FF0000"/>
          <w:lang w:val="en-US"/>
        </w:rPr>
        <w:t>requires</w:t>
      </w:r>
      <w:r w:rsidR="00434A3F" w:rsidRPr="00434A3F">
        <w:rPr>
          <w:lang w:val="en-US"/>
        </w:rPr>
        <w:t>_</w:t>
      </w:r>
      <w:r w:rsidRPr="00434A3F">
        <w:rPr>
          <w:lang w:val="en-US"/>
        </w:rPr>
        <w:t xml:space="preserve"> power source. A dynamic microphone uses </w:t>
      </w:r>
      <w:r w:rsidR="00434A3F" w:rsidRPr="00434A3F">
        <w:rPr>
          <w:lang w:val="en-US"/>
        </w:rPr>
        <w:t>_</w:t>
      </w:r>
      <w:r w:rsidR="004D1F1B" w:rsidRPr="00E74DE6">
        <w:rPr>
          <w:color w:val="FF0000"/>
          <w:lang w:val="en-US"/>
        </w:rPr>
        <w:t>magnet</w:t>
      </w:r>
      <w:r w:rsidR="00434A3F" w:rsidRPr="00434A3F">
        <w:rPr>
          <w:lang w:val="en-US"/>
        </w:rPr>
        <w:t>_</w:t>
      </w:r>
      <w:r w:rsidRPr="00434A3F">
        <w:rPr>
          <w:lang w:val="en-US"/>
        </w:rPr>
        <w:t xml:space="preserve"> inside a coil to produce electrical current when the membrane moves. Such microphone </w:t>
      </w:r>
      <w:r w:rsidR="00434A3F" w:rsidRPr="00434A3F">
        <w:rPr>
          <w:lang w:val="en-US"/>
        </w:rPr>
        <w:t>_</w:t>
      </w:r>
      <w:r w:rsidR="004D1F1B" w:rsidRPr="00E74DE6">
        <w:rPr>
          <w:color w:val="FF0000"/>
          <w:lang w:val="en-US"/>
        </w:rPr>
        <w:t>doesn’t need</w:t>
      </w:r>
      <w:r w:rsidR="00434A3F" w:rsidRPr="00434A3F">
        <w:rPr>
          <w:lang w:val="en-US"/>
        </w:rPr>
        <w:t>_</w:t>
      </w:r>
      <w:r w:rsidRPr="00434A3F">
        <w:rPr>
          <w:lang w:val="en-US"/>
        </w:rPr>
        <w:t xml:space="preserve"> external power source.</w:t>
      </w:r>
    </w:p>
    <w:p w14:paraId="543A4B43" w14:textId="77777777" w:rsidR="005F5279" w:rsidRDefault="005F5279" w:rsidP="00C148FD">
      <w:pPr>
        <w:pStyle w:val="eCheckBoxText"/>
        <w:rPr>
          <w:lang w:val="en-US"/>
        </w:rPr>
      </w:pPr>
    </w:p>
    <w:sectPr w:rsidR="005F527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58DEE" w14:textId="77777777" w:rsidR="00251FFB" w:rsidRDefault="00251FFB" w:rsidP="00861A1A">
      <w:r>
        <w:separator/>
      </w:r>
    </w:p>
  </w:endnote>
  <w:endnote w:type="continuationSeparator" w:id="0">
    <w:p w14:paraId="53AED2ED" w14:textId="77777777" w:rsidR="00251FFB" w:rsidRDefault="00251FF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19D609BE" w14:textId="77777777" w:rsidTr="00CA51B5">
      <w:tc>
        <w:tcPr>
          <w:tcW w:w="2518" w:type="dxa"/>
        </w:tcPr>
        <w:p w14:paraId="1067B9CA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5E397969" wp14:editId="5DF3889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64F430F" w14:textId="77777777"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14:paraId="59CC9DFE" w14:textId="77777777"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14:paraId="1E374068" w14:textId="77777777" w:rsidTr="00CA51B5">
      <w:tc>
        <w:tcPr>
          <w:tcW w:w="8472" w:type="dxa"/>
          <w:gridSpan w:val="2"/>
        </w:tcPr>
        <w:p w14:paraId="43408A27" w14:textId="77777777"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14:paraId="1E00C2A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8AE85CF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4BA79" w14:textId="77777777" w:rsidR="00251FFB" w:rsidRDefault="00251FFB" w:rsidP="00861A1A">
      <w:r>
        <w:separator/>
      </w:r>
    </w:p>
  </w:footnote>
  <w:footnote w:type="continuationSeparator" w:id="0">
    <w:p w14:paraId="6E51D18B" w14:textId="77777777" w:rsidR="00251FFB" w:rsidRDefault="00251FF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96D41" w14:textId="77777777"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E811090" wp14:editId="7865389B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7FA12C8D" w14:textId="33B351BB" w:rsidR="00C148FD" w:rsidRPr="00C148FD" w:rsidRDefault="00E11488" w:rsidP="00E1148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C3E5E">
      <w:rPr>
        <w:rFonts w:ascii="Calibri" w:hAnsi="Calibri"/>
        <w:smallCaps/>
        <w:noProof/>
        <w:sz w:val="20"/>
        <w:szCs w:val="20"/>
        <w:lang w:val="en-US"/>
      </w:rPr>
      <w:t>Modern Ways of System Control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B62E98C"/>
    <w:lvl w:ilvl="0" w:tplc="5D16961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19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51FFB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4A3F"/>
    <w:rsid w:val="00435704"/>
    <w:rsid w:val="004576E5"/>
    <w:rsid w:val="0046567F"/>
    <w:rsid w:val="00472203"/>
    <w:rsid w:val="00475954"/>
    <w:rsid w:val="00492966"/>
    <w:rsid w:val="004A01E5"/>
    <w:rsid w:val="004A7B44"/>
    <w:rsid w:val="004C0E36"/>
    <w:rsid w:val="004D1F1B"/>
    <w:rsid w:val="004E5E95"/>
    <w:rsid w:val="004E70EA"/>
    <w:rsid w:val="004F5AFF"/>
    <w:rsid w:val="005132B0"/>
    <w:rsid w:val="00517E3A"/>
    <w:rsid w:val="0052284C"/>
    <w:rsid w:val="00561B7B"/>
    <w:rsid w:val="00561C5A"/>
    <w:rsid w:val="00570EAC"/>
    <w:rsid w:val="005728B3"/>
    <w:rsid w:val="005738D5"/>
    <w:rsid w:val="0057504E"/>
    <w:rsid w:val="005832C4"/>
    <w:rsid w:val="00587966"/>
    <w:rsid w:val="00590505"/>
    <w:rsid w:val="00592F99"/>
    <w:rsid w:val="005B2E55"/>
    <w:rsid w:val="005B37E2"/>
    <w:rsid w:val="005B460C"/>
    <w:rsid w:val="005C673C"/>
    <w:rsid w:val="005D7525"/>
    <w:rsid w:val="005E1AB1"/>
    <w:rsid w:val="005E20B2"/>
    <w:rsid w:val="005E5A22"/>
    <w:rsid w:val="005F5279"/>
    <w:rsid w:val="005F5FA1"/>
    <w:rsid w:val="00625B5A"/>
    <w:rsid w:val="00626425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2A9"/>
    <w:rsid w:val="007460F9"/>
    <w:rsid w:val="0076745A"/>
    <w:rsid w:val="007738BD"/>
    <w:rsid w:val="007837ED"/>
    <w:rsid w:val="00790D07"/>
    <w:rsid w:val="007A3849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5841"/>
    <w:rsid w:val="00882BE0"/>
    <w:rsid w:val="008836CE"/>
    <w:rsid w:val="00891FF5"/>
    <w:rsid w:val="00893E89"/>
    <w:rsid w:val="008A3619"/>
    <w:rsid w:val="008B05F5"/>
    <w:rsid w:val="008B221B"/>
    <w:rsid w:val="008B6CCD"/>
    <w:rsid w:val="008C64E0"/>
    <w:rsid w:val="008C6B77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2A77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6C6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12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6044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AAB"/>
    <w:rsid w:val="00DD34CF"/>
    <w:rsid w:val="00DD6149"/>
    <w:rsid w:val="00DE3438"/>
    <w:rsid w:val="00DE3767"/>
    <w:rsid w:val="00E0343F"/>
    <w:rsid w:val="00E0695E"/>
    <w:rsid w:val="00E10571"/>
    <w:rsid w:val="00E10DD0"/>
    <w:rsid w:val="00E11170"/>
    <w:rsid w:val="00E11488"/>
    <w:rsid w:val="00E14EEB"/>
    <w:rsid w:val="00E2272B"/>
    <w:rsid w:val="00E306D3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3655A"/>
    <w:rsid w:val="00F46B18"/>
    <w:rsid w:val="00F748A6"/>
    <w:rsid w:val="00F77519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DF7C3C"/>
  <w15:chartTrackingRefBased/>
  <w15:docId w15:val="{0ABA8571-B01F-48E8-9D8D-75E8610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B221B"/>
    <w:pPr>
      <w:numPr>
        <w:numId w:val="2"/>
      </w:numPr>
      <w:ind w:left="35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E0695E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E0695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yba\Nextcloud\Movet\templates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260</Words>
  <Characters>1540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cp:lastModifiedBy>Marek Nevosad</cp:lastModifiedBy>
  <cp:revision>2</cp:revision>
  <cp:lastPrinted>2013-05-24T14:00:00Z</cp:lastPrinted>
  <dcterms:created xsi:type="dcterms:W3CDTF">2019-01-23T13:30:00Z</dcterms:created>
  <dcterms:modified xsi:type="dcterms:W3CDTF">2019-01-23T13:30:00Z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