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802B78" w:rsidRDefault="005F4BA8" w:rsidP="005F4BA8">
      <w:pPr>
        <w:pStyle w:val="eTask"/>
      </w:pPr>
      <w:r w:rsidRPr="00802B78">
        <w:t>Upravte následující tvrzení tak, aby jejich znění byla pravdivá.</w:t>
      </w:r>
      <w:bookmarkStart w:id="0" w:name="_GoBack"/>
      <w:bookmarkEnd w:id="0"/>
    </w:p>
    <w:p w:rsidR="001922A0" w:rsidRPr="00802B78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1922A0" w:rsidRDefault="001831AD" w:rsidP="001A7B61">
      <w:r w:rsidRPr="001831AD">
        <w:t xml:space="preserve">Virtuální privátní síť VPN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neveřejná</m:t>
                  </m:r>
                </m:e>
              </m:mr>
              <m:mr>
                <m:e>
                  <m:r>
                    <m:rPr>
                      <m:nor/>
                    </m:rPr>
                    <m:t>veřejná</m:t>
                  </m:r>
                </m:e>
              </m:mr>
            </m:m>
          </m:e>
        </m:d>
      </m:oMath>
      <w:r w:rsidRPr="001831AD">
        <w:t xml:space="preserve"> (počítačová) síť, vybudovaná v rámci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neveřejné</m:t>
                  </m:r>
                </m:e>
              </m:mr>
              <m:mr>
                <m:e>
                  <m:r>
                    <m:rPr>
                      <m:nor/>
                    </m:rPr>
                    <m:t>veřejné</m:t>
                  </m:r>
                </m:e>
              </m:mr>
            </m:m>
          </m:e>
        </m:d>
      </m:oMath>
      <w:r w:rsidRPr="001831AD">
        <w:t xml:space="preserve"> síťové infrastruktury, jakou je např. Internet.</w:t>
      </w:r>
    </w:p>
    <w:p w:rsidR="001831AD" w:rsidRDefault="001413E5" w:rsidP="00C148FD">
      <w:r>
        <w:t>P</w:t>
      </w:r>
      <w:r w:rsidRPr="001413E5">
        <w:t xml:space="preserve">ojmem šifrování rozumíme </w:t>
      </w:r>
      <w:r w:rsidR="00CD54CB">
        <w:t xml:space="preserve">u sítí VPN </w:t>
      </w:r>
      <w:r w:rsidRPr="001413E5">
        <w:t>proces pro z</w:t>
      </w:r>
      <w:r w:rsidRPr="001A7B61">
        <w:t xml:space="preserve">ajištění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důvěrnosti</m:t>
                  </m:r>
                </m:e>
              </m:mr>
              <m:mr>
                <m:e>
                  <m:r>
                    <m:rPr>
                      <m:nor/>
                    </m:rPr>
                    <m:t>autentizace</m:t>
                  </m:r>
                </m:e>
              </m:mr>
            </m:m>
          </m:e>
        </m:d>
      </m:oMath>
      <w:r w:rsidRPr="001A7B61">
        <w:t xml:space="preserve"> 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integrity</m:t>
                  </m:r>
                </m:e>
              </m:mr>
              <m:mr>
                <m:e>
                  <m:r>
                    <m:rPr>
                      <m:nor/>
                    </m:rPr>
                    <m:t>šifrování</m:t>
                  </m:r>
                </m:e>
              </m:mr>
            </m:m>
          </m:e>
        </m:d>
      </m:oMath>
      <w:r w:rsidRPr="001A7B61">
        <w:t xml:space="preserve"> d</w:t>
      </w:r>
      <w:r w:rsidRPr="001413E5">
        <w:t>at.</w:t>
      </w:r>
    </w:p>
    <w:p w:rsidR="00CD54CB" w:rsidRPr="00802B78" w:rsidRDefault="00CD54CB" w:rsidP="00C148FD"/>
    <w:p w:rsidR="00C148FD" w:rsidRPr="00802B78" w:rsidRDefault="00C148FD" w:rsidP="00C148FD">
      <w:pPr>
        <w:pStyle w:val="eLineBottom"/>
      </w:pPr>
    </w:p>
    <w:p w:rsidR="001922A0" w:rsidRPr="00802B78" w:rsidRDefault="001922A0" w:rsidP="001922A0"/>
    <w:p w:rsidR="001922A0" w:rsidRPr="00802B78" w:rsidRDefault="00E96643" w:rsidP="00E96643">
      <w:pPr>
        <w:pStyle w:val="eTask"/>
      </w:pPr>
      <w:r w:rsidRPr="00802B78">
        <w:t>Požadavky na bezpečnost se z hlediska návrhu VPN řeší pomocí</w:t>
      </w:r>
      <w:r w:rsidR="002746E2">
        <w:t>:</w:t>
      </w:r>
    </w:p>
    <w:p w:rsidR="001922A0" w:rsidRPr="00802B78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EB6B74" w:rsidRPr="00802B78" w:rsidRDefault="00EB6B74" w:rsidP="00C148FD">
      <w:r w:rsidRPr="00802B78">
        <w:t>1.</w:t>
      </w:r>
      <w:r w:rsidRPr="00802B78">
        <w:tab/>
      </w:r>
      <w:r w:rsidR="00F06102">
        <w:t>__________________</w:t>
      </w:r>
    </w:p>
    <w:p w:rsidR="00EB6B74" w:rsidRPr="00802B78" w:rsidRDefault="00EB6B74" w:rsidP="00FB201E"/>
    <w:p w:rsidR="00EB6B74" w:rsidRPr="00802B78" w:rsidRDefault="00EB6B74" w:rsidP="00EB6B74">
      <w:pPr>
        <w:rPr>
          <w:noProof/>
          <w:lang w:eastAsia="sk-SK"/>
        </w:rPr>
      </w:pPr>
      <w:r w:rsidRPr="00802B78">
        <w:rPr>
          <w:noProof/>
          <w:lang w:eastAsia="sk-SK"/>
        </w:rPr>
        <w:t>2.</w:t>
      </w:r>
      <w:r w:rsidRPr="00802B78">
        <w:tab/>
      </w:r>
      <w:r w:rsidR="00F06102">
        <w:t>__________________</w:t>
      </w:r>
    </w:p>
    <w:p w:rsidR="00EB6B74" w:rsidRPr="00802B78" w:rsidRDefault="00EB6B74" w:rsidP="00EB6B74">
      <w:pPr>
        <w:rPr>
          <w:noProof/>
          <w:lang w:eastAsia="sk-SK"/>
        </w:rPr>
      </w:pPr>
    </w:p>
    <w:p w:rsidR="00EB6B74" w:rsidRPr="00802B78" w:rsidRDefault="00EB6B74" w:rsidP="00EB6B74">
      <w:r w:rsidRPr="00802B78">
        <w:rPr>
          <w:noProof/>
          <w:lang w:eastAsia="sk-SK"/>
        </w:rPr>
        <w:t>3.</w:t>
      </w:r>
      <w:r w:rsidRPr="00802B78">
        <w:tab/>
      </w:r>
      <w:r w:rsidR="00F06102">
        <w:t>__________________</w:t>
      </w:r>
    </w:p>
    <w:p w:rsidR="00802B78" w:rsidRPr="00802B78" w:rsidRDefault="00802B78" w:rsidP="00EB6B74">
      <w:pPr>
        <w:rPr>
          <w:noProof/>
          <w:lang w:eastAsia="sk-SK"/>
        </w:rPr>
      </w:pPr>
    </w:p>
    <w:p w:rsidR="00802B78" w:rsidRPr="00802B78" w:rsidRDefault="00802B78" w:rsidP="00802B78">
      <w:r w:rsidRPr="00802B78">
        <w:rPr>
          <w:noProof/>
          <w:lang w:eastAsia="sk-SK"/>
        </w:rPr>
        <w:t>4.</w:t>
      </w:r>
      <w:r w:rsidRPr="00802B78">
        <w:tab/>
      </w:r>
      <w:r w:rsidR="00F06102">
        <w:t>__________________</w:t>
      </w:r>
    </w:p>
    <w:p w:rsidR="00802B78" w:rsidRPr="00802B78" w:rsidRDefault="00802B78" w:rsidP="00EB6B74">
      <w:pPr>
        <w:rPr>
          <w:noProof/>
          <w:lang w:eastAsia="sk-SK"/>
        </w:rPr>
      </w:pPr>
    </w:p>
    <w:p w:rsidR="001922A0" w:rsidRPr="00802B78" w:rsidRDefault="001922A0" w:rsidP="00C148FD">
      <w:pPr>
        <w:pStyle w:val="eLineBottom"/>
      </w:pPr>
    </w:p>
    <w:p w:rsidR="001922A0" w:rsidRPr="00802B78" w:rsidRDefault="001922A0" w:rsidP="001922A0"/>
    <w:p w:rsidR="003A2FA5" w:rsidRDefault="003A2FA5" w:rsidP="003A2FA5">
      <w:pPr>
        <w:pStyle w:val="eTask"/>
      </w:pPr>
      <w:r>
        <w:t>Doplňte do následujícího obrázku správné popisky k jeho jednotlivým částem:</w:t>
      </w:r>
    </w:p>
    <w:p w:rsidR="00A14353" w:rsidRDefault="007F1DDD" w:rsidP="00A14353">
      <w:pPr>
        <w:pStyle w:val="eTask"/>
        <w:numPr>
          <w:ilvl w:val="0"/>
          <w:numId w:val="0"/>
        </w:numPr>
        <w:ind w:left="284" w:hanging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B62772" wp14:editId="4A1420D9">
                <wp:simplePos x="0" y="0"/>
                <wp:positionH relativeFrom="column">
                  <wp:posOffset>1386205</wp:posOffset>
                </wp:positionH>
                <wp:positionV relativeFrom="paragraph">
                  <wp:posOffset>123825</wp:posOffset>
                </wp:positionV>
                <wp:extent cx="1209675" cy="276225"/>
                <wp:effectExtent l="0" t="0" r="28575" b="28575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6277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09.15pt;margin-top:9.75pt;width:95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" strokecolor="black [3213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4353" w:rsidRDefault="00A745CF" w:rsidP="00A14353">
      <w:pPr>
        <w:pStyle w:val="eTask"/>
        <w:numPr>
          <w:ilvl w:val="0"/>
          <w:numId w:val="0"/>
        </w:numPr>
        <w:ind w:left="284" w:hanging="284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2AEE4B" wp14:editId="4804A510">
                <wp:simplePos x="0" y="0"/>
                <wp:positionH relativeFrom="column">
                  <wp:posOffset>1595755</wp:posOffset>
                </wp:positionH>
                <wp:positionV relativeFrom="paragraph">
                  <wp:posOffset>2329815</wp:posOffset>
                </wp:positionV>
                <wp:extent cx="1114425" cy="276225"/>
                <wp:effectExtent l="0" t="0" r="28575" b="28575"/>
                <wp:wrapNone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2AEE4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25.65pt;margin-top:183.45pt;width:87.75pt;height:21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" strokecolor="#ffc000 [3207]" strokeweight="1.5pt">
                <v:fill opacity="32896f"/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010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FA034" wp14:editId="71B1C58D">
                <wp:simplePos x="0" y="0"/>
                <wp:positionH relativeFrom="margin">
                  <wp:posOffset>4958080</wp:posOffset>
                </wp:positionH>
                <wp:positionV relativeFrom="paragraph">
                  <wp:posOffset>1704340</wp:posOffset>
                </wp:positionV>
                <wp:extent cx="1152525" cy="276225"/>
                <wp:effectExtent l="0" t="0" r="28575" b="28575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FA034" id="_x0000_s1028" type="#_x0000_t202" style="position:absolute;left:0;text-align:left;margin-left:390.4pt;margin-top:134.2pt;width:90.7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F010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47EF70" wp14:editId="74B96CAF">
                <wp:simplePos x="0" y="0"/>
                <wp:positionH relativeFrom="column">
                  <wp:posOffset>3262630</wp:posOffset>
                </wp:positionH>
                <wp:positionV relativeFrom="paragraph">
                  <wp:posOffset>3558540</wp:posOffset>
                </wp:positionV>
                <wp:extent cx="1076325" cy="276225"/>
                <wp:effectExtent l="0" t="0" r="28575" b="2857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7EF70" id="_x0000_s1029" type="#_x0000_t202" style="position:absolute;left:0;text-align:left;margin-left:256.9pt;margin-top:280.2pt;width:84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" strokecolor="black [3213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5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389D73" wp14:editId="23FD479B">
                <wp:simplePos x="0" y="0"/>
                <wp:positionH relativeFrom="column">
                  <wp:posOffset>395605</wp:posOffset>
                </wp:positionH>
                <wp:positionV relativeFrom="paragraph">
                  <wp:posOffset>3263265</wp:posOffset>
                </wp:positionV>
                <wp:extent cx="828675" cy="276225"/>
                <wp:effectExtent l="0" t="0" r="28575" b="28575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389D73" id="_x0000_s1030" type="#_x0000_t202" style="position:absolute;left:0;text-align:left;margin-left:31.15pt;margin-top:256.95pt;width:65.25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" strokecolor="#904040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789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FEE0DB" wp14:editId="72051C67">
                <wp:simplePos x="0" y="0"/>
                <wp:positionH relativeFrom="column">
                  <wp:posOffset>1833880</wp:posOffset>
                </wp:positionH>
                <wp:positionV relativeFrom="paragraph">
                  <wp:posOffset>891540</wp:posOffset>
                </wp:positionV>
                <wp:extent cx="1114425" cy="276225"/>
                <wp:effectExtent l="0" t="0" r="28575" b="28575"/>
                <wp:wrapNone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FEE0DB" id="_x0000_s1031" type="#_x0000_t202" style="position:absolute;left:0;text-align:left;margin-left:144.4pt;margin-top:70.2pt;width:87.75pt;height:21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" strokecolor="#ffc000 [3207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EB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913107" wp14:editId="151288FA">
                <wp:simplePos x="0" y="0"/>
                <wp:positionH relativeFrom="column">
                  <wp:posOffset>2081530</wp:posOffset>
                </wp:positionH>
                <wp:positionV relativeFrom="paragraph">
                  <wp:posOffset>1875790</wp:posOffset>
                </wp:positionV>
                <wp:extent cx="676275" cy="276225"/>
                <wp:effectExtent l="0" t="0" r="28575" b="2857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913107" id="_x0000_s1032" type="#_x0000_t202" style="position:absolute;left:0;text-align:left;margin-left:163.9pt;margin-top:147.7pt;width:53.25pt;height:21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" strokecolor="#7f7f7f [1612]" strokeweight="1.5pt">
                <v:fill opacity="32896f"/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EB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A4C86" wp14:editId="59E68A84">
                <wp:simplePos x="0" y="0"/>
                <wp:positionH relativeFrom="column">
                  <wp:posOffset>3538855</wp:posOffset>
                </wp:positionH>
                <wp:positionV relativeFrom="paragraph">
                  <wp:posOffset>2967990</wp:posOffset>
                </wp:positionV>
                <wp:extent cx="828675" cy="276225"/>
                <wp:effectExtent l="0" t="0" r="28575" b="28575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CA4C86" id="_x0000_s1033" type="#_x0000_t202" style="position:absolute;left:0;text-align:left;margin-left:278.65pt;margin-top:233.7pt;width:65.25pt;height:21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EB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D6613" wp14:editId="0BD1B282">
                <wp:simplePos x="0" y="0"/>
                <wp:positionH relativeFrom="column">
                  <wp:posOffset>147955</wp:posOffset>
                </wp:positionH>
                <wp:positionV relativeFrom="paragraph">
                  <wp:posOffset>2777490</wp:posOffset>
                </wp:positionV>
                <wp:extent cx="828675" cy="276225"/>
                <wp:effectExtent l="0" t="0" r="28575" b="28575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CD6613" id="_x0000_s1034" type="#_x0000_t202" style="position:absolute;left:0;text-align:left;margin-left:11.65pt;margin-top:218.7pt;width:65.25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" strokecolor="#ffc000 [3207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58A10C" wp14:editId="092734CF">
                <wp:simplePos x="0" y="0"/>
                <wp:positionH relativeFrom="column">
                  <wp:posOffset>3110230</wp:posOffset>
                </wp:positionH>
                <wp:positionV relativeFrom="paragraph">
                  <wp:posOffset>986790</wp:posOffset>
                </wp:positionV>
                <wp:extent cx="828675" cy="276225"/>
                <wp:effectExtent l="0" t="0" r="28575" b="28575"/>
                <wp:wrapNone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58A10C" id="_x0000_s1034" type="#_x0000_t202" style="position:absolute;left:0;text-align:left;margin-left:244.9pt;margin-top:77.7pt;width:65.25pt;height:2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" strokecolor="#ffc000 [3207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BD5C58" wp14:editId="448C7CDA">
                <wp:simplePos x="0" y="0"/>
                <wp:positionH relativeFrom="column">
                  <wp:posOffset>2929255</wp:posOffset>
                </wp:positionH>
                <wp:positionV relativeFrom="paragraph">
                  <wp:posOffset>1729740</wp:posOffset>
                </wp:positionV>
                <wp:extent cx="828675" cy="276225"/>
                <wp:effectExtent l="0" t="0" r="28575" b="28575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BD5C58" id="_x0000_s1035" type="#_x0000_t202" style="position:absolute;left:0;text-align:left;margin-left:230.65pt;margin-top:136.2pt;width:65.25pt;height:21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" strokecolor="#904040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726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71C868" wp14:editId="14221D18">
                <wp:simplePos x="0" y="0"/>
                <wp:positionH relativeFrom="column">
                  <wp:posOffset>3891280</wp:posOffset>
                </wp:positionH>
                <wp:positionV relativeFrom="paragraph">
                  <wp:posOffset>2348865</wp:posOffset>
                </wp:positionV>
                <wp:extent cx="828675" cy="276225"/>
                <wp:effectExtent l="0" t="0" r="28575" b="28575"/>
                <wp:wrapNone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1C868" id="_x0000_s1036" type="#_x0000_t202" style="position:absolute;left:0;text-align:left;margin-left:306.4pt;margin-top:184.95pt;width:65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" strokecolor="#7f7f7f [1612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6A4800D" wp14:editId="5FD14F7B">
                <wp:simplePos x="0" y="0"/>
                <wp:positionH relativeFrom="column">
                  <wp:posOffset>1405255</wp:posOffset>
                </wp:positionH>
                <wp:positionV relativeFrom="paragraph">
                  <wp:posOffset>3787140</wp:posOffset>
                </wp:positionV>
                <wp:extent cx="828675" cy="276225"/>
                <wp:effectExtent l="0" t="0" r="28575" b="28575"/>
                <wp:wrapNone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A4800D" id="_x0000_s1038" type="#_x0000_t202" style="position:absolute;left:0;text-align:left;margin-left:110.65pt;margin-top:298.2pt;width:65.25pt;height:21.75pt;z-index:25165721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" strokecolor="#7f7f7f [1612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1548765</wp:posOffset>
                </wp:positionV>
                <wp:extent cx="828675" cy="276225"/>
                <wp:effectExtent l="0" t="0" r="28575" b="2857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9" type="#_x0000_t202" style="position:absolute;left:0;text-align:left;margin-left:52.9pt;margin-top:121.95pt;width:65.25pt;height:21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00E2">
        <w:rPr>
          <w:noProof/>
        </w:rPr>
        <w:drawing>
          <wp:inline distT="0" distB="0" distL="0" distR="0">
            <wp:extent cx="5299200" cy="4223584"/>
            <wp:effectExtent l="0" t="0" r="0" b="571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2_VPN_connections_WS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9200" cy="4223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53" w:rsidRPr="00802B78" w:rsidRDefault="0067669A" w:rsidP="00A14353">
      <w:pPr>
        <w:pStyle w:val="eTask"/>
      </w:pPr>
      <w:r>
        <w:lastRenderedPageBreak/>
        <w:t>Vyberte z následujících možností správná tvrzení</w:t>
      </w:r>
      <w:r w:rsidR="00A14353" w:rsidRPr="00802B78">
        <w:t>.</w:t>
      </w:r>
    </w:p>
    <w:p w:rsidR="00A14353" w:rsidRPr="00802B78" w:rsidRDefault="00A14353" w:rsidP="00A14353"/>
    <w:p w:rsidR="00A14353" w:rsidRDefault="00A14353" w:rsidP="00A14353">
      <w:pPr>
        <w:pStyle w:val="eCheckBoxText"/>
      </w:pPr>
      <w:r w:rsidRPr="00802B78">
        <w:rPr>
          <w:rStyle w:val="eCheckBoxSquareChar"/>
        </w:rPr>
        <w:t>□</w:t>
      </w:r>
      <w:r w:rsidRPr="00802B78">
        <w:rPr>
          <w:szCs w:val="40"/>
        </w:rPr>
        <w:tab/>
      </w:r>
      <w:r w:rsidR="0034056E" w:rsidRPr="0034056E">
        <w:t xml:space="preserve">Protokol IPSec </w:t>
      </w:r>
      <w:r w:rsidR="0034056E">
        <w:t>není</w:t>
      </w:r>
      <w:r w:rsidR="0034056E" w:rsidRPr="0034056E">
        <w:t xml:space="preserve"> komplexním souborem protokolů řešící šifrování, autentizaci, integritu dat a proces tunelování.</w:t>
      </w:r>
    </w:p>
    <w:p w:rsidR="003A2FA5" w:rsidRPr="00034361" w:rsidRDefault="0034056E" w:rsidP="0034056E">
      <w:pPr>
        <w:pStyle w:val="eCheckBoxText"/>
      </w:pPr>
      <w:r w:rsidRPr="00802B78">
        <w:rPr>
          <w:rStyle w:val="eCheckBoxSquareChar"/>
        </w:rPr>
        <w:t>□</w:t>
      </w:r>
      <w:r>
        <w:rPr>
          <w:rStyle w:val="eCheckBoxSquareChar"/>
        </w:rPr>
        <w:tab/>
      </w:r>
      <w:r w:rsidR="00BB2807" w:rsidRPr="00034361">
        <w:t>Protokol IPSec umožňuje dva pracovní režimy – transportní a tunelovací.</w:t>
      </w:r>
    </w:p>
    <w:p w:rsidR="0034056E" w:rsidRPr="00034361" w:rsidRDefault="0034056E" w:rsidP="0034056E">
      <w:pPr>
        <w:pStyle w:val="eCheckBoxText"/>
      </w:pPr>
      <w:r w:rsidRPr="00034361">
        <w:rPr>
          <w:rStyle w:val="eCheckBoxSquareChar"/>
        </w:rPr>
        <w:t>□</w:t>
      </w:r>
      <w:r w:rsidRPr="00034361">
        <w:rPr>
          <w:rStyle w:val="eCheckBoxSquareChar"/>
        </w:rPr>
        <w:tab/>
      </w:r>
      <w:r w:rsidR="00B61E89" w:rsidRPr="00034361">
        <w:t>Protokol IKE má k dispozici pro sestavení tunelu dva režimy – hlavní a jednoduchý režim.</w:t>
      </w:r>
    </w:p>
    <w:p w:rsidR="0034056E" w:rsidRPr="00034361" w:rsidRDefault="0034056E" w:rsidP="0034056E">
      <w:pPr>
        <w:pStyle w:val="eCheckBoxText"/>
      </w:pPr>
      <w:r w:rsidRPr="00034361">
        <w:rPr>
          <w:rStyle w:val="eCheckBoxSquareChar"/>
        </w:rPr>
        <w:t>□</w:t>
      </w:r>
      <w:r w:rsidRPr="00034361">
        <w:rPr>
          <w:rStyle w:val="eCheckBoxSquareChar"/>
        </w:rPr>
        <w:tab/>
      </w:r>
      <w:r w:rsidR="007B7913" w:rsidRPr="00034361">
        <w:t>Výhodou agresivního režimu je úspora přenosového pásma a času nutných pro přenos zpráv.</w:t>
      </w:r>
    </w:p>
    <w:p w:rsidR="0034056E" w:rsidRPr="00034361" w:rsidRDefault="0034056E" w:rsidP="0034056E">
      <w:pPr>
        <w:pStyle w:val="eCheckBoxText"/>
      </w:pPr>
      <w:r w:rsidRPr="00034361">
        <w:rPr>
          <w:rStyle w:val="eCheckBoxSquareChar"/>
        </w:rPr>
        <w:t>□</w:t>
      </w:r>
      <w:r w:rsidRPr="00034361">
        <w:rPr>
          <w:rStyle w:val="eCheckBoxSquareChar"/>
        </w:rPr>
        <w:tab/>
      </w:r>
      <w:r w:rsidR="007B7913" w:rsidRPr="00034361">
        <w:t>Nevýhodou agresivního režimu je výměna důležitých informací ještě před sestavením šifrovaného spojení, což je náchylné na odposlech, tzv. Sniffing.</w:t>
      </w:r>
    </w:p>
    <w:p w:rsidR="0034056E" w:rsidRPr="00034361" w:rsidRDefault="0034056E" w:rsidP="0034056E">
      <w:pPr>
        <w:pStyle w:val="eCheckBoxText"/>
      </w:pPr>
      <w:r w:rsidRPr="00034361">
        <w:rPr>
          <w:rStyle w:val="eCheckBoxSquareChar"/>
        </w:rPr>
        <w:t>□</w:t>
      </w:r>
      <w:r w:rsidRPr="00034361">
        <w:rPr>
          <w:rStyle w:val="eCheckBoxSquareChar"/>
        </w:rPr>
        <w:tab/>
      </w:r>
      <w:r w:rsidR="007902EA" w:rsidRPr="00034361">
        <w:t>Diffie-Hellmanův algoritmus (D-H algoritmus) je kryptografický protokol, který však neumožňuje vytvořit mezi komunikujícími stranami šifrované spojení přes nezabezpečený kanál, je totiž nutné si nejprve dopředu dohodnout šifrovací klíč.</w:t>
      </w:r>
    </w:p>
    <w:p w:rsidR="00675DF8" w:rsidRPr="00034361" w:rsidRDefault="00675DF8" w:rsidP="0034056E">
      <w:pPr>
        <w:pStyle w:val="eCheckBoxText"/>
      </w:pPr>
      <w:r w:rsidRPr="00034361">
        <w:rPr>
          <w:rStyle w:val="eCheckBoxSquareChar"/>
        </w:rPr>
        <w:t>□</w:t>
      </w:r>
      <w:r w:rsidRPr="00034361">
        <w:rPr>
          <w:rStyle w:val="eCheckBoxSquareChar"/>
        </w:rPr>
        <w:tab/>
      </w:r>
      <w:r w:rsidR="00DB2B63" w:rsidRPr="00034361">
        <w:t>Kvalifikovaný elektronický podpis zajišťuje právní akceptovatelnost podepsaných dokumentů.</w:t>
      </w:r>
    </w:p>
    <w:p w:rsidR="00223478" w:rsidRDefault="006447BD" w:rsidP="006447BD">
      <w:pPr>
        <w:pStyle w:val="eCheckBoxText"/>
      </w:pPr>
      <w:r w:rsidRPr="00802B78">
        <w:rPr>
          <w:rStyle w:val="eCheckBoxSquareChar"/>
        </w:rPr>
        <w:t>□</w:t>
      </w:r>
      <w:r>
        <w:rPr>
          <w:rStyle w:val="eCheckBoxSquareChar"/>
        </w:rPr>
        <w:tab/>
      </w:r>
      <w:r w:rsidR="00314161" w:rsidRPr="00314161">
        <w:t xml:space="preserve">Elektronický podpis používá výhradně </w:t>
      </w:r>
      <w:r w:rsidR="00314161">
        <w:t>právnická</w:t>
      </w:r>
      <w:r w:rsidR="00314161" w:rsidRPr="00314161">
        <w:t xml:space="preserve"> osoba</w:t>
      </w:r>
      <w:r w:rsidR="00314161">
        <w:t xml:space="preserve"> </w:t>
      </w:r>
      <w:r w:rsidR="00314161" w:rsidRPr="00314161">
        <w:t xml:space="preserve">nebo organizační složkou státu, elektronická pečeť může být využita výlučně </w:t>
      </w:r>
      <w:r w:rsidR="00314161">
        <w:t>fyzickou</w:t>
      </w:r>
      <w:r w:rsidR="00314161" w:rsidRPr="00314161">
        <w:t xml:space="preserve"> osobou.</w:t>
      </w:r>
    </w:p>
    <w:p w:rsidR="005D4CD4" w:rsidRPr="00802B78" w:rsidRDefault="005D4CD4" w:rsidP="005D4CD4">
      <w:pPr>
        <w:pStyle w:val="eLineBottom"/>
      </w:pPr>
    </w:p>
    <w:p w:rsidR="005D4CD4" w:rsidRPr="00802B78" w:rsidRDefault="005D4CD4" w:rsidP="005D4CD4"/>
    <w:p w:rsidR="007E25C5" w:rsidRDefault="007E25C5" w:rsidP="007E25C5">
      <w:pPr>
        <w:pStyle w:val="eTask"/>
      </w:pPr>
      <w:r w:rsidRPr="007E25C5">
        <w:t>Upravte následující tvrzení tak, aby je</w:t>
      </w:r>
      <w:r>
        <w:t>ho</w:t>
      </w:r>
      <w:r w:rsidRPr="007E25C5">
        <w:t xml:space="preserve"> znění byl</w:t>
      </w:r>
      <w:r>
        <w:t>o</w:t>
      </w:r>
      <w:r w:rsidRPr="007E25C5">
        <w:t xml:space="preserve"> pravdiv</w:t>
      </w:r>
      <w:r>
        <w:t>é</w:t>
      </w:r>
      <w:r w:rsidRPr="007E25C5">
        <w:t>.</w:t>
      </w:r>
    </w:p>
    <w:p w:rsidR="007E25C5" w:rsidRDefault="007E25C5" w:rsidP="007E25C5">
      <w:pPr>
        <w:pStyle w:val="eTask"/>
        <w:numPr>
          <w:ilvl w:val="0"/>
          <w:numId w:val="0"/>
        </w:numPr>
        <w:ind w:left="284" w:hanging="284"/>
      </w:pPr>
    </w:p>
    <w:p w:rsidR="007E25C5" w:rsidRDefault="007E25C5" w:rsidP="007E25C5">
      <w:r w:rsidRPr="007E25C5">
        <w:t xml:space="preserve">Kvalifikovaná pečeť je založena na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kvalifikovaném</m:t>
                  </m:r>
                </m:e>
              </m:mr>
              <m:mr>
                <m:e>
                  <m:r>
                    <m:rPr>
                      <m:nor/>
                    </m:rPr>
                    <m:t>zaručeném</m:t>
                  </m:r>
                </m:e>
              </m:mr>
            </m:m>
          </m:e>
        </m:d>
      </m:oMath>
      <w:r w:rsidRPr="007E25C5">
        <w:t xml:space="preserve"> elektronickém podpisu, resp. je jeho ekvivalentem s ohledem na oblast jejího využití (výlučně pro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právnické</m:t>
                  </m:r>
                </m:e>
              </m:mr>
              <m:mr>
                <m:e>
                  <m:r>
                    <m:rPr>
                      <m:nor/>
                    </m:rPr>
                    <m:t>fyzické</m:t>
                  </m:r>
                </m:e>
              </m:mr>
            </m:m>
          </m:e>
        </m:d>
      </m:oMath>
      <w:r w:rsidRPr="007E25C5">
        <w:t xml:space="preserve"> osoby).</w:t>
      </w:r>
    </w:p>
    <w:p w:rsidR="007E25C5" w:rsidRPr="00802B78" w:rsidRDefault="007E25C5" w:rsidP="007E25C5">
      <w:pPr>
        <w:pStyle w:val="eLineBottom"/>
      </w:pPr>
    </w:p>
    <w:p w:rsidR="007E25C5" w:rsidRDefault="007E25C5" w:rsidP="007E25C5">
      <w:pPr>
        <w:pStyle w:val="eTask"/>
        <w:numPr>
          <w:ilvl w:val="0"/>
          <w:numId w:val="0"/>
        </w:numPr>
      </w:pPr>
    </w:p>
    <w:p w:rsidR="005D4CD4" w:rsidRPr="00802B78" w:rsidRDefault="00482DC4" w:rsidP="00482DC4">
      <w:pPr>
        <w:pStyle w:val="eTask"/>
      </w:pPr>
      <w:r w:rsidRPr="00482DC4">
        <w:t>Elektronicky podepsaná struktura časového razítka mimo jiné obsahuje:</w:t>
      </w:r>
    </w:p>
    <w:p w:rsidR="005D4CD4" w:rsidRPr="00802B78" w:rsidRDefault="005D4CD4" w:rsidP="005D4CD4">
      <w:pPr>
        <w:pStyle w:val="eTask"/>
        <w:numPr>
          <w:ilvl w:val="0"/>
          <w:numId w:val="0"/>
        </w:numPr>
        <w:ind w:left="284" w:hanging="284"/>
      </w:pPr>
    </w:p>
    <w:p w:rsidR="002746E2" w:rsidRPr="002746E2" w:rsidRDefault="002746E2" w:rsidP="002746E2">
      <w:pPr>
        <w:pStyle w:val="eCheckBoxText"/>
        <w:rPr>
          <w:szCs w:val="24"/>
        </w:rPr>
      </w:pPr>
      <w:r w:rsidRPr="002746E2">
        <w:rPr>
          <w:szCs w:val="24"/>
        </w:rPr>
        <w:t>1.</w:t>
      </w:r>
      <w:r w:rsidRPr="002746E2">
        <w:rPr>
          <w:szCs w:val="24"/>
        </w:rPr>
        <w:tab/>
      </w:r>
      <w:r w:rsidR="00034361">
        <w:t>____________________________________</w:t>
      </w:r>
    </w:p>
    <w:p w:rsidR="002746E2" w:rsidRPr="002746E2" w:rsidRDefault="002746E2" w:rsidP="002746E2">
      <w:pPr>
        <w:pStyle w:val="eCheckBoxText"/>
        <w:rPr>
          <w:szCs w:val="24"/>
        </w:rPr>
      </w:pPr>
    </w:p>
    <w:p w:rsidR="002746E2" w:rsidRPr="002746E2" w:rsidRDefault="002746E2" w:rsidP="002746E2">
      <w:pPr>
        <w:pStyle w:val="eCheckBoxText"/>
        <w:rPr>
          <w:szCs w:val="24"/>
        </w:rPr>
      </w:pPr>
      <w:r w:rsidRPr="002746E2">
        <w:rPr>
          <w:szCs w:val="24"/>
        </w:rPr>
        <w:t>2.</w:t>
      </w:r>
      <w:r w:rsidRPr="002746E2">
        <w:rPr>
          <w:szCs w:val="24"/>
        </w:rPr>
        <w:tab/>
      </w:r>
      <w:r w:rsidR="00034361">
        <w:t>____________________________________</w:t>
      </w:r>
    </w:p>
    <w:p w:rsidR="002746E2" w:rsidRPr="002746E2" w:rsidRDefault="002746E2" w:rsidP="002746E2">
      <w:pPr>
        <w:pStyle w:val="eCheckBoxText"/>
        <w:rPr>
          <w:szCs w:val="24"/>
        </w:rPr>
      </w:pPr>
    </w:p>
    <w:p w:rsidR="002746E2" w:rsidRPr="002746E2" w:rsidRDefault="002746E2" w:rsidP="002746E2">
      <w:pPr>
        <w:pStyle w:val="eCheckBoxText"/>
        <w:rPr>
          <w:szCs w:val="24"/>
        </w:rPr>
      </w:pPr>
      <w:r w:rsidRPr="002746E2">
        <w:rPr>
          <w:szCs w:val="24"/>
        </w:rPr>
        <w:t>3.</w:t>
      </w:r>
      <w:r w:rsidRPr="002746E2">
        <w:rPr>
          <w:szCs w:val="24"/>
        </w:rPr>
        <w:tab/>
      </w:r>
      <w:r w:rsidR="00034361">
        <w:t>____________________________________</w:t>
      </w:r>
    </w:p>
    <w:p w:rsidR="002746E2" w:rsidRPr="002746E2" w:rsidRDefault="002746E2" w:rsidP="002746E2">
      <w:pPr>
        <w:pStyle w:val="eCheckBoxText"/>
        <w:rPr>
          <w:szCs w:val="24"/>
        </w:rPr>
      </w:pPr>
    </w:p>
    <w:p w:rsidR="005D4CD4" w:rsidRDefault="002746E2" w:rsidP="002746E2">
      <w:pPr>
        <w:pStyle w:val="eCheckBoxText"/>
        <w:rPr>
          <w:color w:val="FF0000"/>
          <w:szCs w:val="24"/>
        </w:rPr>
      </w:pPr>
      <w:r w:rsidRPr="002746E2">
        <w:rPr>
          <w:szCs w:val="24"/>
        </w:rPr>
        <w:t>4.</w:t>
      </w:r>
      <w:r w:rsidRPr="002746E2">
        <w:rPr>
          <w:szCs w:val="24"/>
        </w:rPr>
        <w:tab/>
      </w:r>
      <w:r w:rsidR="00034361">
        <w:t>____________________________________</w:t>
      </w:r>
    </w:p>
    <w:p w:rsidR="007E25C5" w:rsidRPr="00802B78" w:rsidRDefault="007E25C5" w:rsidP="002746E2">
      <w:pPr>
        <w:pStyle w:val="eCheckBoxText"/>
      </w:pPr>
    </w:p>
    <w:sectPr w:rsidR="007E25C5" w:rsidRPr="00802B7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6A6" w:rsidRDefault="006456A6" w:rsidP="00861A1A">
      <w:r>
        <w:separator/>
      </w:r>
    </w:p>
  </w:endnote>
  <w:endnote w:type="continuationSeparator" w:id="0">
    <w:p w:rsidR="006456A6" w:rsidRDefault="006456A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1671A" w:rsidTr="00CA51B5">
      <w:tc>
        <w:tcPr>
          <w:tcW w:w="2518" w:type="dxa"/>
        </w:tcPr>
        <w:p w:rsidR="0031671A" w:rsidRDefault="0031671A" w:rsidP="0031671A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228D6A43" wp14:editId="26324AE8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1671A" w:rsidRPr="00E95825" w:rsidRDefault="0031671A" w:rsidP="0031671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31671A" w:rsidRPr="00CA51B5" w:rsidRDefault="0031671A" w:rsidP="0031671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31671A" w:rsidTr="00CA51B5">
      <w:tc>
        <w:tcPr>
          <w:tcW w:w="8472" w:type="dxa"/>
          <w:gridSpan w:val="2"/>
        </w:tcPr>
        <w:p w:rsidR="0031671A" w:rsidRPr="00CA51B5" w:rsidRDefault="0031671A" w:rsidP="0031671A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31671A" w:rsidRPr="00CA51B5" w:rsidRDefault="0031671A" w:rsidP="0031671A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6A6" w:rsidRDefault="006456A6" w:rsidP="00861A1A">
      <w:r>
        <w:separator/>
      </w:r>
    </w:p>
  </w:footnote>
  <w:footnote w:type="continuationSeparator" w:id="0">
    <w:p w:rsidR="006456A6" w:rsidRDefault="006456A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1671A">
      <w:rPr>
        <w:rFonts w:ascii="Calibri" w:hAnsi="Calibri"/>
        <w:b/>
        <w:smallCaps/>
        <w:noProof/>
      </w:rPr>
      <w:t>PRACOVNÍ LIST</w:t>
    </w:r>
  </w:p>
  <w:p w:rsidR="00C148FD" w:rsidRPr="00C148FD" w:rsidRDefault="00631F1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Zabezpečení sítí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13"/>
    <w:rsid w:val="0000673F"/>
    <w:rsid w:val="00016AD8"/>
    <w:rsid w:val="00017595"/>
    <w:rsid w:val="00021197"/>
    <w:rsid w:val="00030EDA"/>
    <w:rsid w:val="00034361"/>
    <w:rsid w:val="00037265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665A4"/>
    <w:rsid w:val="00170E72"/>
    <w:rsid w:val="0017377E"/>
    <w:rsid w:val="001831AD"/>
    <w:rsid w:val="001840EA"/>
    <w:rsid w:val="00185BED"/>
    <w:rsid w:val="001922A0"/>
    <w:rsid w:val="00195A08"/>
    <w:rsid w:val="001A0E6D"/>
    <w:rsid w:val="001A7B61"/>
    <w:rsid w:val="001B057D"/>
    <w:rsid w:val="001D00A1"/>
    <w:rsid w:val="001F6290"/>
    <w:rsid w:val="00213F2C"/>
    <w:rsid w:val="00223478"/>
    <w:rsid w:val="00225015"/>
    <w:rsid w:val="00244EB1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445"/>
    <w:rsid w:val="00304ADA"/>
    <w:rsid w:val="00306B9F"/>
    <w:rsid w:val="00307892"/>
    <w:rsid w:val="00314161"/>
    <w:rsid w:val="00315203"/>
    <w:rsid w:val="0031671A"/>
    <w:rsid w:val="00337851"/>
    <w:rsid w:val="0034056E"/>
    <w:rsid w:val="00347E4D"/>
    <w:rsid w:val="00351AF3"/>
    <w:rsid w:val="00367936"/>
    <w:rsid w:val="0039238A"/>
    <w:rsid w:val="003A2FA5"/>
    <w:rsid w:val="003B1326"/>
    <w:rsid w:val="003C2268"/>
    <w:rsid w:val="003C5B45"/>
    <w:rsid w:val="003D41BB"/>
    <w:rsid w:val="003D5DF6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82DC4"/>
    <w:rsid w:val="00492966"/>
    <w:rsid w:val="004A01E5"/>
    <w:rsid w:val="004A7B44"/>
    <w:rsid w:val="004C0E36"/>
    <w:rsid w:val="004E1338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4CD4"/>
    <w:rsid w:val="005D7525"/>
    <w:rsid w:val="005E1AB1"/>
    <w:rsid w:val="005E20B2"/>
    <w:rsid w:val="005E5A22"/>
    <w:rsid w:val="005F4BA8"/>
    <w:rsid w:val="005F5FA1"/>
    <w:rsid w:val="00625B5A"/>
    <w:rsid w:val="00631F13"/>
    <w:rsid w:val="0063686B"/>
    <w:rsid w:val="006435FE"/>
    <w:rsid w:val="006447BD"/>
    <w:rsid w:val="0064494B"/>
    <w:rsid w:val="006456A6"/>
    <w:rsid w:val="0066326F"/>
    <w:rsid w:val="00675DF8"/>
    <w:rsid w:val="0067669A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4FA"/>
    <w:rsid w:val="007738BD"/>
    <w:rsid w:val="00777746"/>
    <w:rsid w:val="007837ED"/>
    <w:rsid w:val="007902EA"/>
    <w:rsid w:val="00790D07"/>
    <w:rsid w:val="007B7913"/>
    <w:rsid w:val="007C0FDD"/>
    <w:rsid w:val="007C100F"/>
    <w:rsid w:val="007C308E"/>
    <w:rsid w:val="007C3F21"/>
    <w:rsid w:val="007C5B85"/>
    <w:rsid w:val="007C73BD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33B5"/>
    <w:rsid w:val="009C7B24"/>
    <w:rsid w:val="009E2A2A"/>
    <w:rsid w:val="009F6E5E"/>
    <w:rsid w:val="00A14353"/>
    <w:rsid w:val="00A17111"/>
    <w:rsid w:val="00A26A28"/>
    <w:rsid w:val="00A41E41"/>
    <w:rsid w:val="00A50FFF"/>
    <w:rsid w:val="00A527AF"/>
    <w:rsid w:val="00A54992"/>
    <w:rsid w:val="00A633E1"/>
    <w:rsid w:val="00A65E53"/>
    <w:rsid w:val="00A745CF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0789B"/>
    <w:rsid w:val="00B15DB4"/>
    <w:rsid w:val="00B177D0"/>
    <w:rsid w:val="00B3151A"/>
    <w:rsid w:val="00B37307"/>
    <w:rsid w:val="00B5145B"/>
    <w:rsid w:val="00B61E89"/>
    <w:rsid w:val="00B707D0"/>
    <w:rsid w:val="00B74FFB"/>
    <w:rsid w:val="00B75FF7"/>
    <w:rsid w:val="00B816F4"/>
    <w:rsid w:val="00B822EA"/>
    <w:rsid w:val="00B82FF3"/>
    <w:rsid w:val="00B84417"/>
    <w:rsid w:val="00B94FBB"/>
    <w:rsid w:val="00BA3595"/>
    <w:rsid w:val="00BB2807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54CB"/>
    <w:rsid w:val="00CE09BA"/>
    <w:rsid w:val="00CF0105"/>
    <w:rsid w:val="00CF4DFA"/>
    <w:rsid w:val="00CF651C"/>
    <w:rsid w:val="00D060B3"/>
    <w:rsid w:val="00D06992"/>
    <w:rsid w:val="00D20A5C"/>
    <w:rsid w:val="00D2650E"/>
    <w:rsid w:val="00D33524"/>
    <w:rsid w:val="00D573B0"/>
    <w:rsid w:val="00D6535B"/>
    <w:rsid w:val="00D71B81"/>
    <w:rsid w:val="00D7551E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5D79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E3197"/>
    <w:rsid w:val="00EF2951"/>
    <w:rsid w:val="00F06102"/>
    <w:rsid w:val="00F168D6"/>
    <w:rsid w:val="00F24638"/>
    <w:rsid w:val="00F248A4"/>
    <w:rsid w:val="00F46B18"/>
    <w:rsid w:val="00F748A6"/>
    <w:rsid w:val="00F82C59"/>
    <w:rsid w:val="00F8689C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937A9F-3727-4426-A615-7A16102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90</TotalTime>
  <Pages>2</Pages>
  <Words>310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43</cp:revision>
  <cp:lastPrinted>2018-11-01T08:10:00Z</cp:lastPrinted>
  <dcterms:created xsi:type="dcterms:W3CDTF">2018-07-28T17:24:00Z</dcterms:created>
  <dcterms:modified xsi:type="dcterms:W3CDTF">2019-01-21T09:44:00Z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