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563AEB" w:rsidP="00A51025">
      <w:pPr>
        <w:pStyle w:val="eTask"/>
      </w:pPr>
      <w:bookmarkStart w:id="0" w:name="_GoBack"/>
      <w:bookmarkEnd w:id="0"/>
      <w:r w:rsidRPr="00563AEB">
        <w:t xml:space="preserve">Assign the terms from the left column to the corresponding definitions on the right. </w:t>
      </w:r>
    </w:p>
    <w:p w:rsidR="00A51025" w:rsidRDefault="001D5901" w:rsidP="00A51025">
      <w:pPr>
        <w:pStyle w:val="eTask"/>
        <w:numPr>
          <w:ilvl w:val="0"/>
          <w:numId w:val="0"/>
        </w:numPr>
        <w:ind w:left="720"/>
      </w:pPr>
      <w:r>
        <w:rPr>
          <w:b w:val="0"/>
          <w:noProof/>
          <w:lang w:val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B82D09" wp14:editId="46A498C5">
                <wp:simplePos x="0" y="0"/>
                <wp:positionH relativeFrom="column">
                  <wp:posOffset>2222967</wp:posOffset>
                </wp:positionH>
                <wp:positionV relativeFrom="paragraph">
                  <wp:posOffset>416800</wp:posOffset>
                </wp:positionV>
                <wp:extent cx="905510" cy="764274"/>
                <wp:effectExtent l="0" t="0" r="27940" b="36195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" cy="764274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C83E7D" id="5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05pt,32.8pt" to="246.35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" strokecolor="red" strokeweight=".5pt">
                <v:stroke joinstyle="miter"/>
              </v:line>
            </w:pict>
          </mc:Fallback>
        </mc:AlternateContent>
      </w:r>
      <w:r>
        <w:rPr>
          <w:b w:val="0"/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5BBD27" wp14:editId="2E745CE2">
                <wp:simplePos x="0" y="0"/>
                <wp:positionH relativeFrom="column">
                  <wp:posOffset>2225542</wp:posOffset>
                </wp:positionH>
                <wp:positionV relativeFrom="paragraph">
                  <wp:posOffset>414096</wp:posOffset>
                </wp:positionV>
                <wp:extent cx="905510" cy="2756904"/>
                <wp:effectExtent l="0" t="0" r="27940" b="24765"/>
                <wp:wrapNone/>
                <wp:docPr id="6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5510" cy="2756904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D877A7" id="3 Conector recto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25pt,32.6pt" to="246.55pt,2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" strokecolor="red" strokeweight=".5pt">
                <v:stroke joinstyle="miter"/>
              </v:line>
            </w:pict>
          </mc:Fallback>
        </mc:AlternateContent>
      </w:r>
      <w:r>
        <w:rPr>
          <w:b w:val="0"/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BF7D8" wp14:editId="54201147">
                <wp:simplePos x="0" y="0"/>
                <wp:positionH relativeFrom="column">
                  <wp:posOffset>2231449</wp:posOffset>
                </wp:positionH>
                <wp:positionV relativeFrom="paragraph">
                  <wp:posOffset>1175923</wp:posOffset>
                </wp:positionV>
                <wp:extent cx="905917" cy="2044461"/>
                <wp:effectExtent l="0" t="0" r="27940" b="3238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917" cy="2044461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B39A59" id="3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7pt,92.6pt" to="247.05pt,2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" strokecolor="red" strokeweight=".5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1435"/>
        <w:gridCol w:w="4113"/>
      </w:tblGrid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 w:rsidRPr="00F40215">
              <w:rPr>
                <w:lang w:val="en-US"/>
              </w:rPr>
              <w:t>Cat-M1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  <w:r w:rsidRPr="00A51025">
              <w:rPr>
                <w:lang w:val="en-US"/>
              </w:rPr>
              <w:t>Machine to Machine, refers to devices that are connected to each other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GB"/>
              </w:rPr>
              <w:t>5G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  <w:proofErr w:type="spellStart"/>
            <w:r w:rsidRPr="00A51025">
              <w:rPr>
                <w:lang w:val="en-US"/>
              </w:rPr>
              <w:t>IoT</w:t>
            </w:r>
            <w:proofErr w:type="spellEnd"/>
            <w:r w:rsidRPr="00A51025">
              <w:rPr>
                <w:lang w:val="en-US"/>
              </w:rPr>
              <w:t>-friendly versions of LTE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proofErr w:type="spellStart"/>
            <w:r w:rsidRPr="00757E22">
              <w:rPr>
                <w:lang w:val="en-GB"/>
              </w:rPr>
              <w:t>Adafruit</w:t>
            </w:r>
            <w:proofErr w:type="spellEnd"/>
            <w:r w:rsidRPr="00757E22">
              <w:rPr>
                <w:lang w:val="en-GB"/>
              </w:rPr>
              <w:t xml:space="preserve"> IO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1D5901" w:rsidP="00A51025">
            <w:pPr>
              <w:spacing w:before="120" w:after="120"/>
              <w:rPr>
                <w:lang w:val="en-U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531631" wp14:editId="1F8722FB">
                      <wp:simplePos x="0" y="0"/>
                      <wp:positionH relativeFrom="column">
                        <wp:posOffset>-74630</wp:posOffset>
                      </wp:positionH>
                      <wp:positionV relativeFrom="paragraph">
                        <wp:posOffset>394036</wp:posOffset>
                      </wp:positionV>
                      <wp:extent cx="905510" cy="0"/>
                      <wp:effectExtent l="0" t="0" r="27940" b="19050"/>
                      <wp:wrapNone/>
                      <wp:docPr id="4" name="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551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643D90" id="5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pt,31.05pt" to="65.4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  <w:r w:rsidRPr="00A51025">
              <w:rPr>
                <w:lang w:val="en-US"/>
              </w:rPr>
              <w:t>System that makes data useful. It is ease of use, and allows simple data connections with little programming required.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 w:rsidRPr="00563AEB">
              <w:rPr>
                <w:lang w:val="en-US"/>
              </w:rPr>
              <w:t>M2M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  <w:r w:rsidRPr="00A51025">
              <w:rPr>
                <w:lang w:val="en-US"/>
              </w:rPr>
              <w:t>Abbreviation used to refer to the fifth generation of mobile telephony technologies</w:t>
            </w:r>
          </w:p>
        </w:tc>
      </w:tr>
    </w:tbl>
    <w:p w:rsidR="00A51025" w:rsidRDefault="00A51025" w:rsidP="00A51025">
      <w:pPr>
        <w:pStyle w:val="eTask"/>
        <w:numPr>
          <w:ilvl w:val="0"/>
          <w:numId w:val="0"/>
        </w:numPr>
        <w:ind w:left="720"/>
      </w:pPr>
    </w:p>
    <w:p w:rsidR="00563AEB" w:rsidRDefault="00563AEB" w:rsidP="00A51025">
      <w:pPr>
        <w:pStyle w:val="eTask"/>
        <w:numPr>
          <w:ilvl w:val="0"/>
          <w:numId w:val="0"/>
        </w:numPr>
        <w:ind w:left="284"/>
      </w:pPr>
    </w:p>
    <w:p w:rsidR="00C148FD" w:rsidRPr="00A65E53" w:rsidRDefault="00C148FD" w:rsidP="00C148FD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7B7B4C" w:rsidP="00A51025">
      <w:pPr>
        <w:pStyle w:val="eTask"/>
      </w:pPr>
      <w:r>
        <w:t xml:space="preserve"> </w:t>
      </w:r>
      <w:r w:rsidRPr="007B7B4C">
        <w:t xml:space="preserve">List three basic parameters that characterize </w:t>
      </w:r>
      <w:r w:rsidR="002252B6" w:rsidRPr="002252B6">
        <w:t xml:space="preserve">IPv6 (Internet protocol version 6) </w:t>
      </w:r>
    </w:p>
    <w:p w:rsidR="001922A0" w:rsidRPr="00A65E53" w:rsidRDefault="001922A0" w:rsidP="00A51025">
      <w:pPr>
        <w:pStyle w:val="eTask"/>
        <w:numPr>
          <w:ilvl w:val="0"/>
          <w:numId w:val="0"/>
        </w:numPr>
        <w:ind w:left="284"/>
      </w:pPr>
    </w:p>
    <w:p w:rsidR="00EB6B74" w:rsidRDefault="00EB6B74" w:rsidP="00C148FD">
      <w:r w:rsidRPr="00C92DC7">
        <w:t>1</w:t>
      </w:r>
      <w:r>
        <w:t>.</w:t>
      </w:r>
      <w:r>
        <w:tab/>
      </w:r>
      <w:r w:rsidR="001D5901" w:rsidRPr="001D5901">
        <w:rPr>
          <w:color w:val="FF0000"/>
        </w:rPr>
        <w:t xml:space="preserve">IPv6 </w:t>
      </w:r>
      <w:proofErr w:type="spellStart"/>
      <w:r w:rsidR="001D5901" w:rsidRPr="001D5901">
        <w:rPr>
          <w:color w:val="FF0000"/>
        </w:rPr>
        <w:t>uses</w:t>
      </w:r>
      <w:proofErr w:type="spellEnd"/>
      <w:r w:rsidR="001D5901" w:rsidRPr="001D5901">
        <w:rPr>
          <w:color w:val="FF0000"/>
        </w:rPr>
        <w:t xml:space="preserve"> a 128-bit </w:t>
      </w:r>
      <w:proofErr w:type="spellStart"/>
      <w:r w:rsidR="001D5901" w:rsidRPr="001D5901">
        <w:rPr>
          <w:color w:val="FF0000"/>
        </w:rPr>
        <w:t>address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format</w:t>
      </w:r>
      <w:proofErr w:type="spellEnd"/>
    </w:p>
    <w:p w:rsidR="00EB6B74" w:rsidRPr="00C92DC7" w:rsidRDefault="00EB6B74" w:rsidP="00FB201E"/>
    <w:p w:rsidR="00EB6B74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1D5901" w:rsidRPr="001D5901">
        <w:rPr>
          <w:color w:val="FF0000"/>
        </w:rPr>
        <w:t xml:space="preserve">More </w:t>
      </w:r>
      <w:proofErr w:type="spellStart"/>
      <w:r w:rsidR="001D5901" w:rsidRPr="001D5901">
        <w:rPr>
          <w:color w:val="FF0000"/>
        </w:rPr>
        <w:t>efficient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routing</w:t>
      </w:r>
      <w:proofErr w:type="spellEnd"/>
    </w:p>
    <w:p w:rsidR="00EB6B74" w:rsidRPr="001922A0" w:rsidRDefault="00EB6B74" w:rsidP="00EB6B74">
      <w:pPr>
        <w:rPr>
          <w:noProof/>
          <w:lang w:val="sk-SK" w:eastAsia="sk-SK"/>
        </w:rPr>
      </w:pPr>
    </w:p>
    <w:p w:rsidR="00EB6B74" w:rsidRDefault="00EB6B74" w:rsidP="00EB6B74">
      <w:r w:rsidRPr="001922A0">
        <w:rPr>
          <w:noProof/>
          <w:lang w:val="sk-SK" w:eastAsia="sk-SK"/>
        </w:rPr>
        <w:t>3.</w:t>
      </w:r>
      <w:r>
        <w:tab/>
      </w:r>
      <w:proofErr w:type="spellStart"/>
      <w:r w:rsidR="001D5901" w:rsidRPr="001D5901">
        <w:rPr>
          <w:color w:val="FF0000"/>
        </w:rPr>
        <w:t>Easier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administration</w:t>
      </w:r>
      <w:proofErr w:type="spellEnd"/>
    </w:p>
    <w:p w:rsidR="00F01181" w:rsidRPr="001922A0" w:rsidRDefault="00F01181" w:rsidP="00EB6B74">
      <w:pPr>
        <w:rPr>
          <w:noProof/>
          <w:lang w:val="sk-SK" w:eastAsia="sk-SK"/>
        </w:rPr>
      </w:pPr>
    </w:p>
    <w:p w:rsidR="00C148FD" w:rsidRPr="00A65E53" w:rsidRDefault="00C148F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C148FD" w:rsidRDefault="00BC1E8F" w:rsidP="00A51025">
      <w:pPr>
        <w:pStyle w:val="eTask"/>
      </w:pPr>
      <w:r w:rsidRPr="00BC1E8F">
        <w:t>Correct the text so that the following statement is true</w:t>
      </w:r>
    </w:p>
    <w:p w:rsidR="00BC1E8F" w:rsidRPr="00A65E53" w:rsidRDefault="00BC1E8F" w:rsidP="00A51025">
      <w:pPr>
        <w:pStyle w:val="eTask"/>
        <w:numPr>
          <w:ilvl w:val="0"/>
          <w:numId w:val="0"/>
        </w:numPr>
        <w:ind w:left="720"/>
      </w:pPr>
    </w:p>
    <w:p w:rsidR="00223478" w:rsidRDefault="00BC1E8F" w:rsidP="00524735">
      <w:pPr>
        <w:spacing w:line="360" w:lineRule="auto"/>
        <w:jc w:val="both"/>
        <w:rPr>
          <w:lang w:val="en-US"/>
        </w:rPr>
      </w:pPr>
      <w:r w:rsidRPr="00BC1E8F">
        <w:rPr>
          <w:lang w:val="en-US"/>
        </w:rPr>
        <w:t>IPv6 addresses are represented as</w:t>
      </w:r>
      <w:r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US"/>
                  </w:rPr>
                  <m:t>four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eight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BC1E8F">
        <w:rPr>
          <w:lang w:val="en-US"/>
        </w:rPr>
        <w:t xml:space="preserve">groups </w:t>
      </w:r>
      <w:proofErr w:type="gramStart"/>
      <w:r w:rsidRPr="00BC1E8F">
        <w:rPr>
          <w:lang w:val="en-US"/>
        </w:rPr>
        <w:t xml:space="preserve">of </w:t>
      </w:r>
      <w:r>
        <w:rPr>
          <w:lang w:val="en-US"/>
        </w:rPr>
        <w:t xml:space="preserve"> </w:t>
      </w:r>
      <w:proofErr w:type="gramEnd"/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four</m:t>
                </m:r>
              </m:e>
              <m:e>
                <m:r>
                  <m:rPr>
                    <m:nor/>
                  </m:rPr>
                  <w:rPr>
                    <w:strike/>
                    <w:lang w:val="en-US"/>
                  </w:rPr>
                  <m:t>two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A51025">
        <w:rPr>
          <w:lang w:val="en-US"/>
        </w:rPr>
        <w:t xml:space="preserve"> </w:t>
      </w:r>
      <w:r w:rsidRPr="00BC1E8F">
        <w:rPr>
          <w:lang w:val="en-US"/>
        </w:rPr>
        <w:t>hexadecimal digits</w:t>
      </w:r>
      <w:r>
        <w:rPr>
          <w:lang w:val="en-US"/>
        </w:rPr>
        <w:t>.</w:t>
      </w:r>
    </w:p>
    <w:p w:rsidR="00C55039" w:rsidRDefault="00C55039" w:rsidP="00524735">
      <w:pPr>
        <w:spacing w:line="360" w:lineRule="auto"/>
        <w:jc w:val="both"/>
        <w:rPr>
          <w:lang w:val="en-GB"/>
        </w:rPr>
      </w:pPr>
      <w:proofErr w:type="spellStart"/>
      <w:r>
        <w:rPr>
          <w:lang w:val="en-US"/>
        </w:rPr>
        <w:t>IoT</w:t>
      </w:r>
      <w:proofErr w:type="spellEnd"/>
      <w:r>
        <w:rPr>
          <w:lang w:val="en-US"/>
        </w:rPr>
        <w:t xml:space="preserve"> devices in</w:t>
      </w:r>
      <m:oMath>
        <m:r>
          <w:rPr>
            <w:rFonts w:ascii="Cambria Math" w:hAnsi="Cambria Math"/>
            <w:lang w:val="en-US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indoor</m:t>
                </m:r>
              </m:e>
              <m:e>
                <m:r>
                  <m:rPr>
                    <m:nor/>
                  </m:rPr>
                  <w:rPr>
                    <w:strike/>
                    <w:lang w:val="en-US"/>
                  </w:rPr>
                  <m:t>outdoor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BD22D5">
        <w:rPr>
          <w:lang w:val="en-GB"/>
        </w:rPr>
        <w:t xml:space="preserve">installations </w:t>
      </w:r>
      <w:r>
        <w:rPr>
          <w:lang w:val="en-GB"/>
        </w:rPr>
        <w:t>commonly</w:t>
      </w:r>
      <w:r w:rsidRPr="00BD22D5">
        <w:rPr>
          <w:lang w:val="en-GB"/>
        </w:rPr>
        <w:t xml:space="preserve"> use Wi-Fi and Bluetooth</w:t>
      </w:r>
      <w:r>
        <w:rPr>
          <w:lang w:val="en-GB"/>
        </w:rPr>
        <w:t>.</w:t>
      </w:r>
    </w:p>
    <w:p w:rsidR="00F01181" w:rsidRDefault="00F01181" w:rsidP="00524735">
      <w:pPr>
        <w:spacing w:line="360" w:lineRule="auto"/>
        <w:jc w:val="both"/>
        <w:rPr>
          <w:lang w:val="en-GB"/>
        </w:rPr>
      </w:pPr>
      <w:r w:rsidRPr="00714342">
        <w:rPr>
          <w:lang w:val="en-GB"/>
        </w:rPr>
        <w:t>Wi-Fi power consumption is much</w:t>
      </w:r>
      <w:r>
        <w:rPr>
          <w:lang w:val="en-GB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higher</m:t>
                </m:r>
              </m:e>
              <m:e>
                <m:r>
                  <m:rPr>
                    <m:nor/>
                  </m:rPr>
                  <w:rPr>
                    <w:strike/>
                    <w:lang w:val="en-US"/>
                  </w:rPr>
                  <m:t>lower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714342">
        <w:rPr>
          <w:lang w:val="en-GB"/>
        </w:rPr>
        <w:t>than Bluetooth.</w:t>
      </w:r>
    </w:p>
    <w:p w:rsidR="00F01181" w:rsidRDefault="00654C16" w:rsidP="00524735">
      <w:p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The </w:t>
      </w:r>
      <w:r w:rsidR="00F01181">
        <w:rPr>
          <w:lang w:val="en-GB"/>
        </w:rPr>
        <w:t>5G tec</w:t>
      </w:r>
      <w:r w:rsidR="00786040">
        <w:rPr>
          <w:lang w:val="en-GB"/>
        </w:rPr>
        <w:t>h</w:t>
      </w:r>
      <w:r w:rsidR="00F01181">
        <w:rPr>
          <w:lang w:val="en-GB"/>
        </w:rPr>
        <w:t xml:space="preserve">nology will work in the bands of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GB"/>
                  </w:rPr>
                  <m:t>1.6 and 35 GHz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>3.6 and 26 GHz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</m:eqArr>
          </m:e>
        </m:d>
      </m:oMath>
      <w:r w:rsidR="00F01181">
        <w:rPr>
          <w:lang w:val="en-US"/>
        </w:rPr>
        <w:t xml:space="preserve"> </w:t>
      </w:r>
      <w:r w:rsidR="00F01181">
        <w:rPr>
          <w:lang w:val="en-GB"/>
        </w:rPr>
        <w:t>in</w:t>
      </w:r>
      <w:r w:rsidR="00F01181" w:rsidRPr="00066156">
        <w:rPr>
          <w:lang w:val="en-GB"/>
        </w:rPr>
        <w:t xml:space="preserve"> 2020</w:t>
      </w:r>
      <w:r w:rsidR="00F01181">
        <w:rPr>
          <w:lang w:val="en-GB"/>
        </w:rPr>
        <w:t xml:space="preserve"> at the European Community.  </w:t>
      </w:r>
    </w:p>
    <w:p w:rsidR="00BC1E8F" w:rsidRDefault="00654C16" w:rsidP="00A51025">
      <w:pPr>
        <w:spacing w:line="360" w:lineRule="auto"/>
        <w:rPr>
          <w:lang w:val="en-GB"/>
        </w:rPr>
      </w:pPr>
      <w:proofErr w:type="spellStart"/>
      <w:r w:rsidRPr="007E6EF6">
        <w:rPr>
          <w:lang w:val="en-GB"/>
        </w:rPr>
        <w:lastRenderedPageBreak/>
        <w:t>IoT</w:t>
      </w:r>
      <w:proofErr w:type="spellEnd"/>
      <w:r w:rsidRPr="007E6EF6">
        <w:rPr>
          <w:lang w:val="en-GB"/>
        </w:rPr>
        <w:t xml:space="preserve"> enabled devices will operate </w:t>
      </w:r>
      <w:proofErr w:type="gramStart"/>
      <w:r w:rsidRPr="007E6EF6">
        <w:rPr>
          <w:lang w:val="en-GB"/>
        </w:rPr>
        <w:t>at low powers with battery life of up to</w:t>
      </w:r>
      <w:r>
        <w:rPr>
          <w:lang w:val="en-GB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US"/>
                  </w:rPr>
                  <m:t>four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ten</m:t>
                </m:r>
              </m:e>
            </m:eqArr>
          </m:e>
        </m:d>
      </m:oMath>
      <w:r>
        <w:rPr>
          <w:lang w:val="en-US"/>
        </w:rPr>
        <w:t xml:space="preserve"> </w:t>
      </w:r>
      <w:r w:rsidRPr="007E6EF6">
        <w:rPr>
          <w:lang w:val="en-GB"/>
        </w:rPr>
        <w:t>years in some applications</w:t>
      </w:r>
      <w:proofErr w:type="gramEnd"/>
      <w:r>
        <w:rPr>
          <w:lang w:val="en-GB"/>
        </w:rPr>
        <w:t>.</w:t>
      </w:r>
    </w:p>
    <w:p w:rsidR="00A51025" w:rsidRPr="00A65E53" w:rsidRDefault="00A51025" w:rsidP="00A51025">
      <w:pPr>
        <w:pStyle w:val="eLineBottom"/>
        <w:rPr>
          <w:lang w:val="en-US"/>
        </w:rPr>
      </w:pPr>
    </w:p>
    <w:p w:rsidR="00A51025" w:rsidRPr="00A51025" w:rsidRDefault="00A51025" w:rsidP="00A51025">
      <w:pPr>
        <w:spacing w:line="360" w:lineRule="auto"/>
        <w:rPr>
          <w:lang w:val="en-GB"/>
        </w:rPr>
      </w:pPr>
    </w:p>
    <w:p w:rsidR="00666397" w:rsidRDefault="00666397" w:rsidP="00A51025">
      <w:pPr>
        <w:pStyle w:val="eTask"/>
      </w:pPr>
      <w:r>
        <w:t>Assign the terms from the left column to the corresponding definitions on the right.</w:t>
      </w:r>
    </w:p>
    <w:p w:rsidR="00666397" w:rsidRDefault="001D5901" w:rsidP="00666397">
      <w:pPr>
        <w:pStyle w:val="eCheckBoxText"/>
        <w:spacing w:line="360" w:lineRule="auto"/>
        <w:jc w:val="both"/>
        <w:rPr>
          <w:sz w:val="22"/>
          <w:lang w:val="en-U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CC3F4C" wp14:editId="23A51AFB">
                <wp:simplePos x="0" y="0"/>
                <wp:positionH relativeFrom="column">
                  <wp:posOffset>1843405</wp:posOffset>
                </wp:positionH>
                <wp:positionV relativeFrom="paragraph">
                  <wp:posOffset>514889</wp:posOffset>
                </wp:positionV>
                <wp:extent cx="1724552" cy="836762"/>
                <wp:effectExtent l="0" t="0" r="28575" b="20955"/>
                <wp:wrapNone/>
                <wp:docPr id="14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4552" cy="83676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D4D2E6" id="3 Conector recto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15pt,40.55pt" to="280.95pt,1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" strokecolor="red" strokeweight=".5pt">
                <v:stroke joinstyle="miter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95ADCE" wp14:editId="0F398889">
                <wp:simplePos x="0" y="0"/>
                <wp:positionH relativeFrom="column">
                  <wp:posOffset>1843404</wp:posOffset>
                </wp:positionH>
                <wp:positionV relativeFrom="paragraph">
                  <wp:posOffset>471757</wp:posOffset>
                </wp:positionV>
                <wp:extent cx="1725283" cy="2751826"/>
                <wp:effectExtent l="0" t="0" r="27940" b="29845"/>
                <wp:wrapNone/>
                <wp:docPr id="11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5283" cy="275182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2E1F21" id="3 Conector recto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15pt,37.15pt" to="281pt,2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" strokecolor="red" strokeweight=".5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472"/>
        <w:gridCol w:w="2728"/>
        <w:gridCol w:w="3436"/>
      </w:tblGrid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Energy-efficiency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A type of communication over power lines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Narrowband PLC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Use of wearables, fall detection devices or life quality for people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1D5901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870473" wp14:editId="6EC2AD81">
                      <wp:simplePos x="0" y="0"/>
                      <wp:positionH relativeFrom="column">
                        <wp:posOffset>1501140</wp:posOffset>
                      </wp:positionH>
                      <wp:positionV relativeFrom="paragraph">
                        <wp:posOffset>706048</wp:posOffset>
                      </wp:positionV>
                      <wp:extent cx="1724660" cy="0"/>
                      <wp:effectExtent l="0" t="0" r="27940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246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C140DA" id="3 Conector recto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2pt,55.6pt" to="254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Default="001D5901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9112076" wp14:editId="01173EBD">
                      <wp:simplePos x="0" y="0"/>
                      <wp:positionH relativeFrom="column">
                        <wp:posOffset>-68579</wp:posOffset>
                      </wp:positionH>
                      <wp:positionV relativeFrom="paragraph">
                        <wp:posOffset>-277591</wp:posOffset>
                      </wp:positionV>
                      <wp:extent cx="1724660" cy="1872004"/>
                      <wp:effectExtent l="0" t="0" r="27940" b="3302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24660" cy="187200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B7D136" id="3 Conector recto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-21.85pt" to="130.4pt,1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Smart home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can</w:t>
            </w:r>
            <w:proofErr w:type="gramEnd"/>
            <w:r>
              <w:rPr>
                <w:lang w:val="en-US"/>
              </w:rPr>
              <w:t xml:space="preserve"> learn about owner habits and suggest a </w:t>
            </w:r>
            <w:proofErr w:type="spellStart"/>
            <w:r>
              <w:rPr>
                <w:lang w:val="en-US"/>
              </w:rPr>
              <w:t>tv</w:t>
            </w:r>
            <w:proofErr w:type="spellEnd"/>
            <w:r>
              <w:rPr>
                <w:lang w:val="en-US"/>
              </w:rPr>
              <w:t xml:space="preserve"> film, a meal or a drink… 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</w:tr>
      <w:tr w:rsid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Smart health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Remote device feature</w:t>
            </w:r>
          </w:p>
        </w:tc>
      </w:tr>
    </w:tbl>
    <w:p w:rsidR="00666397" w:rsidRDefault="00666397" w:rsidP="00666397">
      <w:pPr>
        <w:pStyle w:val="eCheckBoxText"/>
        <w:spacing w:line="360" w:lineRule="auto"/>
        <w:jc w:val="both"/>
        <w:rPr>
          <w:sz w:val="22"/>
          <w:lang w:val="en-US"/>
        </w:rPr>
      </w:pPr>
    </w:p>
    <w:p w:rsidR="00666397" w:rsidRDefault="00666397" w:rsidP="00666397">
      <w:pPr>
        <w:pStyle w:val="eLineBottom"/>
        <w:rPr>
          <w:sz w:val="22"/>
          <w:lang w:val="en-US"/>
        </w:rPr>
      </w:pPr>
    </w:p>
    <w:p w:rsidR="00666397" w:rsidRDefault="00666397" w:rsidP="00666397">
      <w:pPr>
        <w:pStyle w:val="eCheckBoxText"/>
        <w:spacing w:line="360" w:lineRule="auto"/>
        <w:jc w:val="both"/>
        <w:rPr>
          <w:sz w:val="22"/>
          <w:lang w:val="en-US"/>
        </w:rPr>
      </w:pPr>
    </w:p>
    <w:p w:rsidR="00666397" w:rsidRDefault="00666397" w:rsidP="00A51025">
      <w:pPr>
        <w:pStyle w:val="eTask"/>
      </w:pPr>
      <w:r>
        <w:t>List a minimum of 4 basic applications and its description in the field of smart cities.</w:t>
      </w:r>
    </w:p>
    <w:p w:rsidR="00666397" w:rsidRDefault="00666397" w:rsidP="00666397">
      <w:pPr>
        <w:pStyle w:val="eCheckBoxText"/>
        <w:spacing w:line="360" w:lineRule="auto"/>
        <w:jc w:val="both"/>
        <w:rPr>
          <w:lang w:val="en-US"/>
        </w:rPr>
      </w:pPr>
    </w:p>
    <w:p w:rsidR="00666397" w:rsidRPr="00A51025" w:rsidRDefault="00666397" w:rsidP="001D5901">
      <w:pPr>
        <w:ind w:left="709" w:hanging="709"/>
      </w:pPr>
      <w:r w:rsidRPr="00A51025">
        <w:t>1.</w:t>
      </w:r>
      <w:r w:rsidRPr="00A51025">
        <w:tab/>
      </w:r>
      <w:proofErr w:type="spellStart"/>
      <w:r w:rsidR="001D5901" w:rsidRPr="001D5901">
        <w:rPr>
          <w:b/>
          <w:color w:val="FF0000"/>
        </w:rPr>
        <w:t>Structural</w:t>
      </w:r>
      <w:proofErr w:type="spellEnd"/>
      <w:r w:rsidR="001D5901" w:rsidRPr="001D5901">
        <w:rPr>
          <w:b/>
          <w:color w:val="FF0000"/>
        </w:rPr>
        <w:t xml:space="preserve"> </w:t>
      </w:r>
      <w:proofErr w:type="spellStart"/>
      <w:r w:rsidR="001D5901" w:rsidRPr="001D5901">
        <w:rPr>
          <w:b/>
          <w:color w:val="FF0000"/>
        </w:rPr>
        <w:t>health</w:t>
      </w:r>
      <w:proofErr w:type="spellEnd"/>
      <w:r w:rsidR="001D5901" w:rsidRPr="001D5901">
        <w:rPr>
          <w:color w:val="FF0000"/>
        </w:rPr>
        <w:t xml:space="preserve">: Monitoring </w:t>
      </w:r>
      <w:proofErr w:type="spellStart"/>
      <w:r w:rsidR="001D5901" w:rsidRPr="001D5901">
        <w:rPr>
          <w:color w:val="FF0000"/>
        </w:rPr>
        <w:t>of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vibrations</w:t>
      </w:r>
      <w:proofErr w:type="spellEnd"/>
      <w:r w:rsidR="001D5901" w:rsidRPr="001D5901">
        <w:rPr>
          <w:color w:val="FF0000"/>
        </w:rPr>
        <w:t xml:space="preserve"> and </w:t>
      </w:r>
      <w:proofErr w:type="spellStart"/>
      <w:r w:rsidR="001D5901" w:rsidRPr="001D5901">
        <w:rPr>
          <w:color w:val="FF0000"/>
        </w:rPr>
        <w:t>material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conditions</w:t>
      </w:r>
      <w:proofErr w:type="spellEnd"/>
      <w:r w:rsidR="001D5901" w:rsidRPr="001D5901">
        <w:rPr>
          <w:color w:val="FF0000"/>
        </w:rPr>
        <w:t xml:space="preserve"> in </w:t>
      </w:r>
      <w:proofErr w:type="spellStart"/>
      <w:r w:rsidR="001D5901" w:rsidRPr="001D5901">
        <w:rPr>
          <w:color w:val="FF0000"/>
        </w:rPr>
        <w:t>buildings</w:t>
      </w:r>
      <w:proofErr w:type="spellEnd"/>
      <w:r w:rsidR="001D5901" w:rsidRPr="001D5901">
        <w:rPr>
          <w:color w:val="FF0000"/>
        </w:rPr>
        <w:t xml:space="preserve">, </w:t>
      </w:r>
      <w:proofErr w:type="spellStart"/>
      <w:r w:rsidR="001D5901" w:rsidRPr="001D5901">
        <w:rPr>
          <w:color w:val="FF0000"/>
        </w:rPr>
        <w:t>bridges</w:t>
      </w:r>
      <w:proofErr w:type="spellEnd"/>
      <w:r w:rsidR="001D5901" w:rsidRPr="001D5901">
        <w:rPr>
          <w:color w:val="FF0000"/>
        </w:rPr>
        <w:t xml:space="preserve"> and </w:t>
      </w:r>
      <w:proofErr w:type="spellStart"/>
      <w:r w:rsidR="001D5901" w:rsidRPr="001D5901">
        <w:rPr>
          <w:color w:val="FF0000"/>
        </w:rPr>
        <w:t>historical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monuments</w:t>
      </w:r>
      <w:proofErr w:type="spellEnd"/>
    </w:p>
    <w:p w:rsidR="00666397" w:rsidRPr="00A51025" w:rsidRDefault="00666397" w:rsidP="00A51025"/>
    <w:p w:rsidR="00666397" w:rsidRPr="00A51025" w:rsidRDefault="00666397" w:rsidP="001D5901">
      <w:pPr>
        <w:ind w:left="709" w:hanging="709"/>
      </w:pPr>
      <w:r w:rsidRPr="00A51025">
        <w:t>2.</w:t>
      </w:r>
      <w:r w:rsidRPr="00A51025">
        <w:tab/>
      </w:r>
      <w:proofErr w:type="spellStart"/>
      <w:r w:rsidR="001D5901" w:rsidRPr="001D5901">
        <w:rPr>
          <w:b/>
          <w:color w:val="FF0000"/>
        </w:rPr>
        <w:t>Traffic</w:t>
      </w:r>
      <w:proofErr w:type="spellEnd"/>
      <w:r w:rsidR="001D5901" w:rsidRPr="001D5901">
        <w:rPr>
          <w:b/>
          <w:color w:val="FF0000"/>
        </w:rPr>
        <w:t xml:space="preserve"> </w:t>
      </w:r>
      <w:proofErr w:type="spellStart"/>
      <w:r w:rsidR="001D5901" w:rsidRPr="001D5901">
        <w:rPr>
          <w:b/>
          <w:color w:val="FF0000"/>
        </w:rPr>
        <w:t>congestion</w:t>
      </w:r>
      <w:proofErr w:type="spellEnd"/>
      <w:r w:rsidR="001D5901" w:rsidRPr="001D5901">
        <w:rPr>
          <w:color w:val="FF0000"/>
        </w:rPr>
        <w:t xml:space="preserve">: Monitoring </w:t>
      </w:r>
      <w:proofErr w:type="spellStart"/>
      <w:r w:rsidR="001D5901" w:rsidRPr="001D5901">
        <w:rPr>
          <w:color w:val="FF0000"/>
        </w:rPr>
        <w:t>of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vehicles</w:t>
      </w:r>
      <w:proofErr w:type="spellEnd"/>
      <w:r w:rsidR="001D5901" w:rsidRPr="001D5901">
        <w:rPr>
          <w:color w:val="FF0000"/>
        </w:rPr>
        <w:t xml:space="preserve"> and </w:t>
      </w:r>
      <w:proofErr w:type="spellStart"/>
      <w:r w:rsidR="001D5901" w:rsidRPr="001D5901">
        <w:rPr>
          <w:color w:val="FF0000"/>
        </w:rPr>
        <w:t>pedestrians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levels</w:t>
      </w:r>
      <w:proofErr w:type="spellEnd"/>
      <w:r w:rsidR="001D5901" w:rsidRPr="001D5901">
        <w:rPr>
          <w:color w:val="FF0000"/>
        </w:rPr>
        <w:t xml:space="preserve"> to </w:t>
      </w:r>
      <w:proofErr w:type="spellStart"/>
      <w:r w:rsidR="001D5901" w:rsidRPr="001D5901">
        <w:rPr>
          <w:color w:val="FF0000"/>
        </w:rPr>
        <w:t>optimize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driving</w:t>
      </w:r>
      <w:proofErr w:type="spellEnd"/>
      <w:r w:rsidR="001D5901" w:rsidRPr="001D5901">
        <w:rPr>
          <w:color w:val="FF0000"/>
        </w:rPr>
        <w:t xml:space="preserve"> and </w:t>
      </w:r>
      <w:proofErr w:type="spellStart"/>
      <w:r w:rsidR="001D5901" w:rsidRPr="001D5901">
        <w:rPr>
          <w:color w:val="FF0000"/>
        </w:rPr>
        <w:t>walking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routes</w:t>
      </w:r>
      <w:proofErr w:type="spellEnd"/>
    </w:p>
    <w:p w:rsidR="00666397" w:rsidRPr="00A51025" w:rsidRDefault="00666397" w:rsidP="00A51025"/>
    <w:p w:rsidR="00666397" w:rsidRPr="00A51025" w:rsidRDefault="00666397" w:rsidP="00A51025">
      <w:r w:rsidRPr="00A51025">
        <w:t>3.</w:t>
      </w:r>
      <w:r w:rsidRPr="00A51025">
        <w:tab/>
      </w:r>
      <w:r w:rsidR="001D5901" w:rsidRPr="001D5901">
        <w:rPr>
          <w:b/>
          <w:color w:val="FF0000"/>
        </w:rPr>
        <w:t xml:space="preserve">Smart </w:t>
      </w:r>
      <w:proofErr w:type="spellStart"/>
      <w:r w:rsidR="001D5901" w:rsidRPr="001D5901">
        <w:rPr>
          <w:b/>
          <w:color w:val="FF0000"/>
        </w:rPr>
        <w:t>lighting</w:t>
      </w:r>
      <w:proofErr w:type="spellEnd"/>
      <w:r w:rsidR="001D5901" w:rsidRPr="001D5901">
        <w:rPr>
          <w:color w:val="FF0000"/>
        </w:rPr>
        <w:t xml:space="preserve">: </w:t>
      </w:r>
      <w:proofErr w:type="spellStart"/>
      <w:r w:rsidR="001D5901" w:rsidRPr="001D5901">
        <w:rPr>
          <w:color w:val="FF0000"/>
        </w:rPr>
        <w:t>Intelligent</w:t>
      </w:r>
      <w:proofErr w:type="spellEnd"/>
      <w:r w:rsidR="001D5901" w:rsidRPr="001D5901">
        <w:rPr>
          <w:color w:val="FF0000"/>
        </w:rPr>
        <w:t xml:space="preserve"> and </w:t>
      </w:r>
      <w:proofErr w:type="spellStart"/>
      <w:r w:rsidR="001D5901" w:rsidRPr="001D5901">
        <w:rPr>
          <w:color w:val="FF0000"/>
        </w:rPr>
        <w:t>weather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adaptive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lighting</w:t>
      </w:r>
      <w:proofErr w:type="spellEnd"/>
      <w:r w:rsidR="001D5901" w:rsidRPr="001D5901">
        <w:rPr>
          <w:color w:val="FF0000"/>
        </w:rPr>
        <w:t xml:space="preserve"> in </w:t>
      </w:r>
      <w:proofErr w:type="spellStart"/>
      <w:r w:rsidR="001D5901" w:rsidRPr="001D5901">
        <w:rPr>
          <w:color w:val="FF0000"/>
        </w:rPr>
        <w:t>streets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lights</w:t>
      </w:r>
      <w:proofErr w:type="spellEnd"/>
    </w:p>
    <w:p w:rsidR="00666397" w:rsidRPr="00A51025" w:rsidRDefault="00666397" w:rsidP="00A51025"/>
    <w:p w:rsidR="00666397" w:rsidRPr="00A51025" w:rsidRDefault="00666397" w:rsidP="00A51025">
      <w:r w:rsidRPr="00A51025">
        <w:t>4.</w:t>
      </w:r>
      <w:r w:rsidRPr="00A51025">
        <w:tab/>
      </w:r>
      <w:proofErr w:type="spellStart"/>
      <w:r w:rsidR="001D5901" w:rsidRPr="001D5901">
        <w:rPr>
          <w:b/>
          <w:color w:val="FF0000"/>
        </w:rPr>
        <w:t>Potable</w:t>
      </w:r>
      <w:proofErr w:type="spellEnd"/>
      <w:r w:rsidR="001D5901" w:rsidRPr="001D5901">
        <w:rPr>
          <w:b/>
          <w:color w:val="FF0000"/>
        </w:rPr>
        <w:t xml:space="preserve"> </w:t>
      </w:r>
      <w:proofErr w:type="spellStart"/>
      <w:r w:rsidR="001D5901" w:rsidRPr="001D5901">
        <w:rPr>
          <w:b/>
          <w:color w:val="FF0000"/>
        </w:rPr>
        <w:t>water</w:t>
      </w:r>
      <w:proofErr w:type="spellEnd"/>
      <w:r w:rsidR="001D5901" w:rsidRPr="001D5901">
        <w:rPr>
          <w:b/>
          <w:color w:val="FF0000"/>
        </w:rPr>
        <w:t xml:space="preserve"> monitoring</w:t>
      </w:r>
      <w:r w:rsidR="001D5901" w:rsidRPr="001D5901">
        <w:rPr>
          <w:color w:val="FF0000"/>
        </w:rPr>
        <w:t xml:space="preserve">: Monitoring </w:t>
      </w:r>
      <w:proofErr w:type="spellStart"/>
      <w:r w:rsidR="001D5901" w:rsidRPr="001D5901">
        <w:rPr>
          <w:color w:val="FF0000"/>
        </w:rPr>
        <w:t>of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the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quality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of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tap</w:t>
      </w:r>
      <w:proofErr w:type="spellEnd"/>
      <w:r w:rsidR="001D5901" w:rsidRPr="001D5901">
        <w:rPr>
          <w:color w:val="FF0000"/>
        </w:rPr>
        <w:t xml:space="preserve"> </w:t>
      </w:r>
      <w:proofErr w:type="spellStart"/>
      <w:r w:rsidR="001D5901" w:rsidRPr="001D5901">
        <w:rPr>
          <w:color w:val="FF0000"/>
        </w:rPr>
        <w:t>water</w:t>
      </w:r>
      <w:proofErr w:type="spellEnd"/>
      <w:r w:rsidR="001D5901" w:rsidRPr="001D5901">
        <w:rPr>
          <w:color w:val="FF0000"/>
        </w:rPr>
        <w:t xml:space="preserve"> in </w:t>
      </w:r>
      <w:proofErr w:type="spellStart"/>
      <w:r w:rsidR="001D5901" w:rsidRPr="001D5901">
        <w:rPr>
          <w:color w:val="FF0000"/>
        </w:rPr>
        <w:t>cities</w:t>
      </w:r>
      <w:proofErr w:type="spellEnd"/>
    </w:p>
    <w:p w:rsidR="00666397" w:rsidRPr="00A51025" w:rsidRDefault="00666397" w:rsidP="00A51025"/>
    <w:p w:rsidR="00666397" w:rsidRDefault="00666397" w:rsidP="00666397">
      <w:pPr>
        <w:pStyle w:val="eLineBottom"/>
        <w:rPr>
          <w:lang w:val="en-US"/>
        </w:rPr>
      </w:pPr>
    </w:p>
    <w:p w:rsidR="00666397" w:rsidRDefault="00666397" w:rsidP="00666397">
      <w:pPr>
        <w:pStyle w:val="eCheckBoxText"/>
        <w:spacing w:line="360" w:lineRule="auto"/>
        <w:jc w:val="both"/>
        <w:rPr>
          <w:lang w:val="en-US"/>
        </w:rPr>
      </w:pPr>
    </w:p>
    <w:p w:rsidR="00A51025" w:rsidRDefault="00A51025">
      <w:pPr>
        <w:rPr>
          <w:b/>
          <w:lang w:val="en-US"/>
        </w:rPr>
      </w:pPr>
      <w:r>
        <w:br w:type="page"/>
      </w:r>
    </w:p>
    <w:p w:rsidR="00666397" w:rsidRDefault="00666397" w:rsidP="00A51025">
      <w:pPr>
        <w:pStyle w:val="eTask"/>
      </w:pPr>
      <w:r>
        <w:lastRenderedPageBreak/>
        <w:t>Correct the text so that the following statements are true.</w:t>
      </w:r>
    </w:p>
    <w:p w:rsidR="00666397" w:rsidRDefault="00666397" w:rsidP="00666397">
      <w:pPr>
        <w:pStyle w:val="eCheckBoxText"/>
        <w:spacing w:line="360" w:lineRule="auto"/>
        <w:jc w:val="both"/>
      </w:pPr>
    </w:p>
    <w:p w:rsidR="00666397" w:rsidRDefault="00666397" w:rsidP="00524735">
      <w:pPr>
        <w:spacing w:line="360" w:lineRule="auto"/>
        <w:jc w:val="both"/>
      </w:pPr>
      <w:r>
        <w:t xml:space="preserve">Commercial IoT devices use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>either ZigBee or Bluetooth</m:t>
                </m:r>
                <m: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an IP network</m:t>
                </m:r>
              </m:e>
            </m:eqArr>
          </m:e>
        </m:d>
      </m:oMath>
      <w:r>
        <w:rPr>
          <w:lang w:val="en-US"/>
        </w:rPr>
        <w:t xml:space="preserve"> to communicate with others.</w:t>
      </w:r>
    </w:p>
    <w:p w:rsidR="00666397" w:rsidRDefault="00666397" w:rsidP="00524735">
      <w:pPr>
        <w:spacing w:line="360" w:lineRule="auto"/>
        <w:jc w:val="both"/>
      </w:pPr>
      <w:r>
        <w:t>A smart grid</w:t>
      </w:r>
      <w:r>
        <w:rPr>
          <w:lang w:val="en-GB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GB"/>
                  </w:rPr>
                  <m:t>combines sources of fossil energy with laptops and smartphones in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>integrates the information and communication technologies to</m:t>
                </m:r>
              </m:e>
            </m:eqArr>
          </m:e>
        </m:d>
      </m:oMath>
      <w:r>
        <w:rPr>
          <w:lang w:val="en-US"/>
        </w:rPr>
        <w:t xml:space="preserve"> </w:t>
      </w:r>
      <w:r>
        <w:rPr>
          <w:lang w:val="en-GB"/>
        </w:rPr>
        <w:t>the electricity network to have a smart energy management.</w:t>
      </w:r>
    </w:p>
    <w:p w:rsidR="00666397" w:rsidRPr="00666397" w:rsidRDefault="00666397" w:rsidP="00524735">
      <w:pPr>
        <w:spacing w:line="360" w:lineRule="auto"/>
        <w:jc w:val="both"/>
      </w:pPr>
      <w:r>
        <w:t xml:space="preserve">Smart farming provides the farmer with opportunities for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GB"/>
                  </w:rPr>
                  <m:t>combines sources of fossil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>better decision-making</m:t>
                </m:r>
              </m:e>
            </m:eqArr>
          </m:e>
        </m:d>
      </m:oMath>
      <w:r>
        <w:rPr>
          <w:lang w:val="en-US"/>
        </w:rPr>
        <w:t xml:space="preserve"> and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>more efficient management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better decision-making</m:t>
                </m:r>
              </m:e>
            </m:eqArr>
          </m:e>
        </m:d>
      </m:oMath>
      <w:r>
        <w:rPr>
          <w:lang w:val="en-US"/>
        </w:rPr>
        <w:t>.</w:t>
      </w:r>
    </w:p>
    <w:sectPr w:rsidR="00666397" w:rsidRPr="0066639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91B" w:rsidRDefault="0041591B" w:rsidP="00861A1A">
      <w:r>
        <w:separator/>
      </w:r>
    </w:p>
  </w:endnote>
  <w:endnote w:type="continuationSeparator" w:id="0">
    <w:p w:rsidR="0041591B" w:rsidRDefault="0041591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91B" w:rsidRDefault="0041591B" w:rsidP="00861A1A">
      <w:r>
        <w:separator/>
      </w:r>
    </w:p>
  </w:footnote>
  <w:footnote w:type="continuationSeparator" w:id="0">
    <w:p w:rsidR="0041591B" w:rsidRDefault="0041591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4A0446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A0446">
      <w:rPr>
        <w:rFonts w:ascii="Calibri" w:hAnsi="Calibri"/>
        <w:smallCaps/>
        <w:noProof/>
        <w:sz w:val="20"/>
        <w:szCs w:val="20"/>
        <w:lang w:val="en-US"/>
      </w:rPr>
      <w:t>The world of IoT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A7E8F67A"/>
    <w:lvl w:ilvl="0" w:tplc="69C8A8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590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2268"/>
    <w:rsid w:val="003C31BA"/>
    <w:rsid w:val="003C5B45"/>
    <w:rsid w:val="003D41BB"/>
    <w:rsid w:val="003E01BE"/>
    <w:rsid w:val="003F03EB"/>
    <w:rsid w:val="003F623C"/>
    <w:rsid w:val="003F7F87"/>
    <w:rsid w:val="00402B09"/>
    <w:rsid w:val="0041591B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E5E95"/>
    <w:rsid w:val="004E70EA"/>
    <w:rsid w:val="004F5AFF"/>
    <w:rsid w:val="005132B0"/>
    <w:rsid w:val="00517E3A"/>
    <w:rsid w:val="0052284C"/>
    <w:rsid w:val="00524735"/>
    <w:rsid w:val="00561B7B"/>
    <w:rsid w:val="00561C5A"/>
    <w:rsid w:val="00563AEB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4C16"/>
    <w:rsid w:val="0066326F"/>
    <w:rsid w:val="00666397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86040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1025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181"/>
    <w:rsid w:val="00F168D6"/>
    <w:rsid w:val="00F24638"/>
    <w:rsid w:val="00F248A4"/>
    <w:rsid w:val="00F40215"/>
    <w:rsid w:val="00F46B18"/>
    <w:rsid w:val="00F7311A"/>
    <w:rsid w:val="00F748A6"/>
    <w:rsid w:val="00F82C59"/>
    <w:rsid w:val="00F871C6"/>
    <w:rsid w:val="00F8749B"/>
    <w:rsid w:val="00FA74D9"/>
    <w:rsid w:val="00FB201E"/>
    <w:rsid w:val="00FC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9560B3-B33E-4B64-88E5-33E1D049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A51025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6</TotalTime>
  <Pages>3</Pages>
  <Words>370</Words>
  <Characters>2188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2018-04-30T11:32:00Z</dcterms:created>
  <dcterms:modified xsi:type="dcterms:W3CDTF">2018-04-30T11:46:00Z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