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D31641" w:rsidRDefault="00D31641" w:rsidP="00D31641">
      <w:pPr>
        <w:pStyle w:val="eTask"/>
        <w:rPr>
          <w:lang w:val="es-ES"/>
        </w:rPr>
      </w:pPr>
      <w:r w:rsidRPr="00D31641">
        <w:rPr>
          <w:lang w:val="es-ES"/>
        </w:rPr>
        <w:t>¿Cuáles de las siguientes afirmaciones sobre el sistema de casa inteligente son válidas?</w:t>
      </w:r>
      <w:r w:rsidR="009D6341" w:rsidRPr="00D31641">
        <w:rPr>
          <w:lang w:val="es-ES"/>
        </w:rPr>
        <w:t>:</w:t>
      </w:r>
    </w:p>
    <w:p w:rsidR="009D6341" w:rsidRPr="00D31641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bookmarkStart w:id="0" w:name="_GoBack"/>
      <w:bookmarkEnd w:id="0"/>
    </w:p>
    <w:p w:rsidR="009D6341" w:rsidRPr="00B81818" w:rsidRDefault="00B81818" w:rsidP="009D6341">
      <w:pPr>
        <w:pStyle w:val="eCheckBoxText"/>
        <w:rPr>
          <w:color w:val="FF0000"/>
          <w:lang w:val="es-ES"/>
        </w:rPr>
      </w:pPr>
      <w:r w:rsidRPr="00B81818">
        <w:rPr>
          <w:rStyle w:val="eCheckBoxSquareChar"/>
          <w:color w:val="FF0000"/>
          <w:lang w:val="es-ES"/>
        </w:rPr>
        <w:t>x</w:t>
      </w:r>
      <w:r w:rsidR="009D6341" w:rsidRPr="00B81818">
        <w:rPr>
          <w:color w:val="FF0000"/>
          <w:lang w:val="es-ES"/>
        </w:rPr>
        <w:tab/>
      </w:r>
      <w:r w:rsidR="00D84068" w:rsidRPr="00B81818">
        <w:rPr>
          <w:color w:val="FF0000"/>
          <w:lang w:val="es-ES"/>
        </w:rPr>
        <w:t>s</w:t>
      </w:r>
      <w:r w:rsidR="00D31641" w:rsidRPr="00B81818">
        <w:rPr>
          <w:color w:val="FF0000"/>
          <w:lang w:val="es-ES"/>
        </w:rPr>
        <w:t>e puede crear desde cero en casa</w:t>
      </w:r>
    </w:p>
    <w:p w:rsidR="009D6341" w:rsidRPr="00B81818" w:rsidRDefault="00D84068" w:rsidP="009D6341">
      <w:pPr>
        <w:pStyle w:val="eCheckBoxText"/>
        <w:rPr>
          <w:color w:val="FF0000"/>
          <w:lang w:val="es-ES"/>
        </w:rPr>
      </w:pPr>
      <w:r w:rsidRPr="00B81818">
        <w:rPr>
          <w:rStyle w:val="eCheckBoxSquareChar"/>
          <w:color w:val="FF0000"/>
          <w:lang w:val="es-ES"/>
        </w:rPr>
        <w:t>x</w:t>
      </w:r>
      <w:r w:rsidR="009D6341" w:rsidRPr="00B81818">
        <w:rPr>
          <w:color w:val="FF0000"/>
          <w:lang w:val="es-ES"/>
        </w:rPr>
        <w:tab/>
      </w:r>
      <w:r w:rsidR="00D31641" w:rsidRPr="00B81818">
        <w:rPr>
          <w:color w:val="FF0000"/>
          <w:lang w:val="es-ES"/>
        </w:rPr>
        <w:t>pueden estar disponibles como un kit para el hogar inteligente incluido desde cero en casa</w:t>
      </w:r>
    </w:p>
    <w:p w:rsidR="00D31641" w:rsidRPr="00B81818" w:rsidRDefault="00D84068" w:rsidP="009D6341">
      <w:pPr>
        <w:pStyle w:val="eCheckBoxText"/>
        <w:rPr>
          <w:color w:val="FF0000"/>
          <w:lang w:val="es-ES"/>
        </w:rPr>
      </w:pPr>
      <w:r w:rsidRPr="00B81818">
        <w:rPr>
          <w:rStyle w:val="eCheckBoxSquareChar"/>
          <w:color w:val="FF0000"/>
          <w:lang w:val="es-ES"/>
        </w:rPr>
        <w:t>x</w:t>
      </w:r>
      <w:r w:rsidR="009D6341" w:rsidRPr="00B81818">
        <w:rPr>
          <w:color w:val="FF0000"/>
          <w:lang w:val="es-ES"/>
        </w:rPr>
        <w:tab/>
      </w:r>
      <w:r w:rsidR="00D31641" w:rsidRPr="00B81818">
        <w:rPr>
          <w:color w:val="FF0000"/>
          <w:lang w:val="es-ES"/>
        </w:rPr>
        <w:t xml:space="preserve">tienen mucha implementación de software de código abierto </w:t>
      </w:r>
    </w:p>
    <w:p w:rsidR="009D6341" w:rsidRPr="00B81818" w:rsidRDefault="00D84068" w:rsidP="009D6341">
      <w:pPr>
        <w:pStyle w:val="eCheckBoxText"/>
        <w:rPr>
          <w:lang w:val="es-ES"/>
        </w:rPr>
      </w:pPr>
      <w:r w:rsidRPr="00B81818">
        <w:rPr>
          <w:rStyle w:val="eCheckBoxSquareChar"/>
          <w:color w:val="FF0000"/>
          <w:lang w:val="es-ES"/>
        </w:rPr>
        <w:t>x</w:t>
      </w:r>
      <w:r w:rsidR="009D6341" w:rsidRPr="00B81818">
        <w:rPr>
          <w:color w:val="FF0000"/>
          <w:lang w:val="es-ES"/>
        </w:rPr>
        <w:tab/>
      </w:r>
      <w:r w:rsidR="00D31641" w:rsidRPr="00B81818">
        <w:rPr>
          <w:color w:val="FF0000"/>
          <w:lang w:val="es-ES"/>
        </w:rPr>
        <w:t>se pueden comprar completamente</w:t>
      </w:r>
    </w:p>
    <w:p w:rsidR="001922A0" w:rsidRPr="00D31641" w:rsidRDefault="001922A0" w:rsidP="00C148FD">
      <w:pPr>
        <w:pStyle w:val="eLineBottom"/>
        <w:rPr>
          <w:lang w:val="es-ES"/>
        </w:rPr>
      </w:pPr>
    </w:p>
    <w:p w:rsidR="009D6341" w:rsidRPr="00D31641" w:rsidRDefault="009D6341" w:rsidP="009D6341">
      <w:pPr>
        <w:rPr>
          <w:lang w:val="es-ES"/>
        </w:rPr>
      </w:pPr>
    </w:p>
    <w:p w:rsidR="009D6341" w:rsidRPr="00D31641" w:rsidRDefault="006934F6" w:rsidP="009D6341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>
        <w:rPr>
          <w:lang w:val="es-ES"/>
        </w:rPr>
        <w:t xml:space="preserve">2. </w:t>
      </w:r>
      <w:r w:rsidR="00D31641" w:rsidRPr="00D31641">
        <w:rPr>
          <w:lang w:val="es-ES"/>
        </w:rPr>
        <w:t>¿Qué tecnologías pertenecen a las tecnologías de IoT para la automatización del hogar?</w:t>
      </w:r>
    </w:p>
    <w:p w:rsidR="009D6341" w:rsidRPr="008B37E1" w:rsidRDefault="007F3F7D" w:rsidP="009D6341">
      <w:pPr>
        <w:pStyle w:val="eCheckBoxText"/>
        <w:rPr>
          <w:lang w:val="en-GB"/>
        </w:rPr>
      </w:pPr>
      <w:r w:rsidRPr="008B37E1">
        <w:rPr>
          <w:rStyle w:val="eCheckBoxSquareChar"/>
          <w:color w:val="FF0000"/>
          <w:lang w:val="en-GB"/>
        </w:rPr>
        <w:t>x</w:t>
      </w:r>
      <w:r w:rsidR="009D6341" w:rsidRPr="008B37E1">
        <w:rPr>
          <w:lang w:val="en-GB"/>
        </w:rPr>
        <w:tab/>
      </w:r>
      <w:r w:rsidR="009D6341" w:rsidRPr="00B81818">
        <w:rPr>
          <w:b/>
          <w:color w:val="FF0000"/>
          <w:lang w:val="en-GB"/>
        </w:rPr>
        <w:t>LoRaWan</w:t>
      </w:r>
    </w:p>
    <w:p w:rsidR="009D6341" w:rsidRPr="008B37E1" w:rsidRDefault="009D6341" w:rsidP="009D6341">
      <w:pPr>
        <w:pStyle w:val="eCheckBoxText"/>
        <w:rPr>
          <w:lang w:val="en-GB"/>
        </w:rPr>
      </w:pPr>
      <w:r w:rsidRPr="008B37E1">
        <w:rPr>
          <w:rStyle w:val="eCheckBoxSquareChar"/>
          <w:lang w:val="en-GB"/>
        </w:rPr>
        <w:t>□</w:t>
      </w:r>
      <w:r w:rsidRPr="008B37E1">
        <w:rPr>
          <w:lang w:val="en-GB"/>
        </w:rPr>
        <w:tab/>
        <w:t>DLMS</w:t>
      </w:r>
    </w:p>
    <w:p w:rsidR="009D6341" w:rsidRPr="008B37E1" w:rsidRDefault="007F3F7D" w:rsidP="009D6341">
      <w:pPr>
        <w:pStyle w:val="eCheckBoxText"/>
        <w:rPr>
          <w:lang w:val="en-GB"/>
        </w:rPr>
      </w:pPr>
      <w:r w:rsidRPr="00AB306F">
        <w:rPr>
          <w:rStyle w:val="eCheckBoxSquareChar"/>
          <w:color w:val="FF0000"/>
          <w:lang w:val="en-GB"/>
        </w:rPr>
        <w:t>x</w:t>
      </w:r>
      <w:r w:rsidR="009D6341" w:rsidRPr="008B37E1">
        <w:rPr>
          <w:lang w:val="en-GB"/>
        </w:rPr>
        <w:tab/>
      </w:r>
      <w:r w:rsidR="009D6341" w:rsidRPr="00B81818">
        <w:rPr>
          <w:b/>
          <w:color w:val="FF0000"/>
          <w:lang w:val="en-GB"/>
        </w:rPr>
        <w:t>SigFox</w:t>
      </w:r>
    </w:p>
    <w:p w:rsidR="009D6341" w:rsidRPr="008B37E1" w:rsidRDefault="009D6341" w:rsidP="009D6341">
      <w:pPr>
        <w:pStyle w:val="eCheckBoxText"/>
        <w:rPr>
          <w:lang w:val="en-GB"/>
        </w:rPr>
      </w:pPr>
      <w:r w:rsidRPr="008B37E1">
        <w:rPr>
          <w:rStyle w:val="eCheckBoxSquareChar"/>
          <w:lang w:val="en-GB"/>
        </w:rPr>
        <w:t>□</w:t>
      </w:r>
      <w:r w:rsidRPr="008B37E1">
        <w:rPr>
          <w:lang w:val="en-GB"/>
        </w:rPr>
        <w:tab/>
        <w:t>PLC</w:t>
      </w:r>
    </w:p>
    <w:p w:rsidR="009D6341" w:rsidRPr="008B37E1" w:rsidRDefault="009D6341" w:rsidP="009D6341">
      <w:pPr>
        <w:pStyle w:val="eLineBottom"/>
        <w:rPr>
          <w:lang w:val="en-GB"/>
        </w:rPr>
      </w:pPr>
    </w:p>
    <w:p w:rsidR="009D6341" w:rsidRPr="008B37E1" w:rsidRDefault="009D6341" w:rsidP="009D6341">
      <w:pPr>
        <w:rPr>
          <w:lang w:val="en-GB"/>
        </w:rPr>
      </w:pPr>
    </w:p>
    <w:p w:rsidR="004667DD" w:rsidRPr="00414D5D" w:rsidRDefault="00C71E51" w:rsidP="00414D5D">
      <w:pPr>
        <w:pStyle w:val="eTask"/>
        <w:numPr>
          <w:ilvl w:val="0"/>
          <w:numId w:val="9"/>
        </w:numPr>
        <w:ind w:left="426" w:hanging="426"/>
        <w:rPr>
          <w:lang w:val="es-ES"/>
        </w:rPr>
      </w:pPr>
      <w:r w:rsidRPr="00414D5D">
        <w:rPr>
          <w:lang w:val="es-ES"/>
        </w:rPr>
        <w:t>¡Seleccione las tecnologías de TV inteligente señaladas bajo la tabla y asígnelas a los correspondientes de servicios / interfaces de la tabla</w:t>
      </w:r>
      <w:r w:rsidR="004667DD" w:rsidRPr="00414D5D">
        <w:rPr>
          <w:lang w:val="es-ES"/>
        </w:rPr>
        <w:t>!</w:t>
      </w:r>
    </w:p>
    <w:p w:rsidR="004667DD" w:rsidRPr="00C71E51" w:rsidRDefault="004667DD" w:rsidP="003825C9">
      <w:pPr>
        <w:rPr>
          <w:lang w:val="es-ES"/>
        </w:rPr>
      </w:pPr>
    </w:p>
    <w:p w:rsidR="004667DD" w:rsidRPr="00C71E51" w:rsidRDefault="004667DD" w:rsidP="004667DD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9"/>
        <w:gridCol w:w="1683"/>
        <w:gridCol w:w="1616"/>
        <w:gridCol w:w="1548"/>
        <w:gridCol w:w="1342"/>
        <w:gridCol w:w="1350"/>
      </w:tblGrid>
      <w:tr w:rsidR="004667DD" w:rsidTr="00716392">
        <w:trPr>
          <w:trHeight w:val="1872"/>
        </w:trPr>
        <w:tc>
          <w:tcPr>
            <w:tcW w:w="1754" w:type="dxa"/>
          </w:tcPr>
          <w:p w:rsidR="004667DD" w:rsidRPr="00626F32" w:rsidRDefault="00C71E51" w:rsidP="004667DD">
            <w:pPr>
              <w:jc w:val="center"/>
              <w:rPr>
                <w:b/>
                <w:lang w:val="es-ES"/>
              </w:rPr>
            </w:pPr>
            <w:r w:rsidRPr="00626F32">
              <w:rPr>
                <w:b/>
                <w:lang w:val="es-ES"/>
              </w:rPr>
              <w:t>Transmisión en vivo</w:t>
            </w:r>
          </w:p>
          <w:p w:rsidR="004667DD" w:rsidRPr="00626F32" w:rsidRDefault="004667DD" w:rsidP="004667DD">
            <w:pPr>
              <w:jc w:val="center"/>
              <w:rPr>
                <w:b/>
                <w:lang w:val="es-ES"/>
              </w:rPr>
            </w:pPr>
          </w:p>
          <w:p w:rsidR="00626F32" w:rsidRPr="00626F32" w:rsidRDefault="00626F32" w:rsidP="00626F32">
            <w:pPr>
              <w:jc w:val="center"/>
              <w:rPr>
                <w:b/>
                <w:color w:val="FF0000"/>
                <w:lang w:val="es-ES"/>
              </w:rPr>
            </w:pPr>
            <w:r w:rsidRPr="00626F32">
              <w:rPr>
                <w:b/>
                <w:color w:val="FF0000"/>
                <w:lang w:val="es-ES"/>
              </w:rPr>
              <w:t>DVB-T</w:t>
            </w:r>
          </w:p>
          <w:p w:rsidR="00626F32" w:rsidRPr="00626F32" w:rsidRDefault="00626F32" w:rsidP="00626F32">
            <w:pPr>
              <w:jc w:val="center"/>
              <w:rPr>
                <w:b/>
                <w:color w:val="FF0000"/>
                <w:lang w:val="es-ES"/>
              </w:rPr>
            </w:pPr>
            <w:r w:rsidRPr="00626F32">
              <w:rPr>
                <w:b/>
                <w:color w:val="FF0000"/>
                <w:lang w:val="es-ES"/>
              </w:rPr>
              <w:t>DVB-S</w:t>
            </w:r>
          </w:p>
          <w:p w:rsidR="004667DD" w:rsidRPr="004667DD" w:rsidRDefault="00626F32" w:rsidP="00626F32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DVB-C</w:t>
            </w:r>
          </w:p>
        </w:tc>
        <w:tc>
          <w:tcPr>
            <w:tcW w:w="1652" w:type="dxa"/>
          </w:tcPr>
          <w:p w:rsidR="004667DD" w:rsidRPr="004667DD" w:rsidRDefault="00C71E51" w:rsidP="004667D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Interfaces inhalámbricas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626F32" w:rsidRPr="004667DD" w:rsidRDefault="00626F32" w:rsidP="00626F32">
            <w:pPr>
              <w:jc w:val="center"/>
              <w:rPr>
                <w:b/>
                <w:color w:val="FF0000"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Wi-Fi</w:t>
            </w:r>
          </w:p>
          <w:p w:rsidR="004667DD" w:rsidRPr="004667DD" w:rsidRDefault="00626F32" w:rsidP="00626F32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Bluetooth</w:t>
            </w:r>
          </w:p>
        </w:tc>
        <w:tc>
          <w:tcPr>
            <w:tcW w:w="1624" w:type="dxa"/>
          </w:tcPr>
          <w:p w:rsidR="004667DD" w:rsidRPr="00C71E51" w:rsidRDefault="00C71E51" w:rsidP="004667DD">
            <w:pPr>
              <w:jc w:val="center"/>
              <w:rPr>
                <w:b/>
                <w:lang w:val="es-ES"/>
              </w:rPr>
            </w:pPr>
            <w:r w:rsidRPr="00C71E51">
              <w:rPr>
                <w:b/>
                <w:lang w:val="es-ES"/>
              </w:rPr>
              <w:t>Red de cable</w:t>
            </w:r>
            <w:r w:rsidR="004667DD" w:rsidRPr="00C71E51">
              <w:rPr>
                <w:b/>
                <w:lang w:val="es-ES"/>
              </w:rPr>
              <w:t xml:space="preserve"> (LAN)</w:t>
            </w:r>
          </w:p>
          <w:p w:rsidR="004667DD" w:rsidRPr="00C71E51" w:rsidRDefault="004667DD" w:rsidP="004667DD">
            <w:pPr>
              <w:jc w:val="center"/>
              <w:rPr>
                <w:b/>
                <w:lang w:val="es-ES"/>
              </w:rPr>
            </w:pPr>
          </w:p>
          <w:p w:rsidR="004667DD" w:rsidRPr="00626F32" w:rsidRDefault="00626F32" w:rsidP="004667DD">
            <w:pPr>
              <w:jc w:val="center"/>
              <w:rPr>
                <w:b/>
                <w:lang w:val="es-ES"/>
              </w:rPr>
            </w:pPr>
            <w:r w:rsidRPr="00626F32">
              <w:rPr>
                <w:b/>
                <w:color w:val="FF0000"/>
                <w:lang w:val="es-ES"/>
              </w:rPr>
              <w:t>Ethernet</w:t>
            </w:r>
          </w:p>
        </w:tc>
        <w:tc>
          <w:tcPr>
            <w:tcW w:w="1556" w:type="dxa"/>
          </w:tcPr>
          <w:p w:rsidR="004667DD" w:rsidRPr="008B37E1" w:rsidRDefault="00C71E51" w:rsidP="004667DD">
            <w:pPr>
              <w:jc w:val="center"/>
              <w:rPr>
                <w:b/>
                <w:lang w:val="es-ES"/>
              </w:rPr>
            </w:pPr>
            <w:r w:rsidRPr="008B37E1">
              <w:rPr>
                <w:b/>
                <w:lang w:val="es-ES"/>
              </w:rPr>
              <w:t>Entrada de video</w:t>
            </w:r>
          </w:p>
          <w:p w:rsidR="004667DD" w:rsidRPr="008B37E1" w:rsidRDefault="004667DD" w:rsidP="004667DD">
            <w:pPr>
              <w:jc w:val="center"/>
              <w:rPr>
                <w:b/>
                <w:lang w:val="es-ES"/>
              </w:rPr>
            </w:pPr>
          </w:p>
          <w:p w:rsidR="00626F32" w:rsidRPr="008B37E1" w:rsidRDefault="00626F32" w:rsidP="00626F32">
            <w:pPr>
              <w:jc w:val="center"/>
              <w:rPr>
                <w:b/>
                <w:color w:val="FF0000"/>
                <w:lang w:val="es-ES"/>
              </w:rPr>
            </w:pPr>
            <w:r w:rsidRPr="008B37E1">
              <w:rPr>
                <w:b/>
                <w:color w:val="FF0000"/>
                <w:lang w:val="es-ES"/>
              </w:rPr>
              <w:t>HDMI</w:t>
            </w:r>
          </w:p>
          <w:p w:rsidR="004667DD" w:rsidRPr="008B37E1" w:rsidRDefault="00626F32" w:rsidP="00626F32">
            <w:pPr>
              <w:jc w:val="center"/>
              <w:rPr>
                <w:b/>
                <w:lang w:val="es-ES"/>
              </w:rPr>
            </w:pPr>
            <w:r w:rsidRPr="008B37E1">
              <w:rPr>
                <w:b/>
                <w:color w:val="FF0000"/>
                <w:lang w:val="es-ES"/>
              </w:rPr>
              <w:t>S-video</w:t>
            </w:r>
          </w:p>
        </w:tc>
        <w:tc>
          <w:tcPr>
            <w:tcW w:w="1351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Dat</w:t>
            </w:r>
            <w:r w:rsidR="00C71E51">
              <w:rPr>
                <w:b/>
                <w:lang w:val="en-US"/>
              </w:rPr>
              <w:t>os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626F32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color w:val="FF0000"/>
                <w:lang w:val="en-US"/>
              </w:rPr>
              <w:t>USB</w:t>
            </w:r>
          </w:p>
        </w:tc>
        <w:tc>
          <w:tcPr>
            <w:tcW w:w="1351" w:type="dxa"/>
          </w:tcPr>
          <w:p w:rsidR="004667DD" w:rsidRPr="00626F32" w:rsidRDefault="00C71E51" w:rsidP="004667DD">
            <w:pPr>
              <w:jc w:val="center"/>
              <w:rPr>
                <w:b/>
                <w:lang w:val="es-ES"/>
              </w:rPr>
            </w:pPr>
            <w:r w:rsidRPr="00626F32">
              <w:rPr>
                <w:b/>
                <w:lang w:val="es-ES"/>
              </w:rPr>
              <w:t xml:space="preserve">Módulo </w:t>
            </w:r>
            <w:r w:rsidR="004667DD" w:rsidRPr="00626F32">
              <w:rPr>
                <w:b/>
                <w:lang w:val="es-ES"/>
              </w:rPr>
              <w:t xml:space="preserve">CI/CI+ </w:t>
            </w:r>
          </w:p>
          <w:p w:rsidR="004667DD" w:rsidRPr="00626F32" w:rsidRDefault="004667DD" w:rsidP="004667DD">
            <w:pPr>
              <w:jc w:val="center"/>
              <w:rPr>
                <w:b/>
                <w:lang w:val="es-ES"/>
              </w:rPr>
            </w:pPr>
          </w:p>
          <w:p w:rsidR="004667DD" w:rsidRPr="00626F32" w:rsidRDefault="00626F32" w:rsidP="004667DD">
            <w:pPr>
              <w:jc w:val="center"/>
              <w:rPr>
                <w:b/>
                <w:lang w:val="es-ES"/>
              </w:rPr>
            </w:pPr>
            <w:r w:rsidRPr="00626F32">
              <w:rPr>
                <w:b/>
                <w:color w:val="FF0000"/>
                <w:lang w:val="es-ES"/>
              </w:rPr>
              <w:t>Tarjeta inteligente</w:t>
            </w:r>
          </w:p>
        </w:tc>
      </w:tr>
    </w:tbl>
    <w:p w:rsidR="004667DD" w:rsidRPr="00626F32" w:rsidRDefault="004667DD" w:rsidP="004667DD">
      <w:pPr>
        <w:rPr>
          <w:lang w:val="es-ES"/>
        </w:rPr>
      </w:pPr>
    </w:p>
    <w:p w:rsidR="004667DD" w:rsidRPr="001461AE" w:rsidRDefault="004667DD" w:rsidP="004667DD">
      <w:pPr>
        <w:jc w:val="center"/>
        <w:rPr>
          <w:b/>
          <w:lang w:val="en-US"/>
        </w:rPr>
      </w:pPr>
      <w:r w:rsidRPr="009C2328">
        <w:rPr>
          <w:b/>
          <w:color w:val="FF0000"/>
          <w:lang w:val="en-US"/>
        </w:rPr>
        <w:t xml:space="preserve">Ethernet       DVB-C       </w:t>
      </w:r>
      <w:r w:rsidRPr="001461AE">
        <w:rPr>
          <w:b/>
          <w:lang w:val="en-US"/>
        </w:rPr>
        <w:t xml:space="preserve">Firewire       </w:t>
      </w:r>
      <w:r w:rsidRPr="009C2328">
        <w:rPr>
          <w:b/>
          <w:color w:val="FF0000"/>
          <w:lang w:val="en-US"/>
        </w:rPr>
        <w:t>Bluetooth</w:t>
      </w:r>
      <w:r w:rsidR="009C2328">
        <w:rPr>
          <w:b/>
          <w:lang w:val="en-US"/>
        </w:rPr>
        <w:t xml:space="preserve">   </w:t>
      </w:r>
      <w:r w:rsidRPr="001461AE">
        <w:rPr>
          <w:b/>
          <w:lang w:val="en-US"/>
        </w:rPr>
        <w:t xml:space="preserve"> </w:t>
      </w:r>
      <w:r w:rsidRPr="009C2328">
        <w:rPr>
          <w:b/>
          <w:color w:val="FF0000"/>
          <w:lang w:val="en-US"/>
        </w:rPr>
        <w:t xml:space="preserve">DVB-T    </w:t>
      </w:r>
      <w:r w:rsidR="00414D5D" w:rsidRPr="009C2328">
        <w:rPr>
          <w:b/>
          <w:color w:val="FF0000"/>
          <w:lang w:val="en-US"/>
        </w:rPr>
        <w:t>Tarjeta inteligente</w:t>
      </w:r>
      <w:r w:rsidRPr="009C2328">
        <w:rPr>
          <w:b/>
          <w:color w:val="FF0000"/>
          <w:lang w:val="en-US"/>
        </w:rPr>
        <w:t xml:space="preserve">      </w:t>
      </w:r>
      <w:r w:rsidR="009C2328">
        <w:rPr>
          <w:b/>
          <w:lang w:val="en-US"/>
        </w:rPr>
        <w:t>Wimax</w:t>
      </w:r>
    </w:p>
    <w:p w:rsidR="004667DD" w:rsidRPr="001461AE" w:rsidRDefault="004667DD" w:rsidP="003825C9">
      <w:pPr>
        <w:rPr>
          <w:lang w:val="en-US"/>
        </w:rPr>
      </w:pPr>
    </w:p>
    <w:p w:rsidR="004667DD" w:rsidRPr="001461AE" w:rsidRDefault="004667DD" w:rsidP="004667DD">
      <w:pPr>
        <w:jc w:val="center"/>
        <w:rPr>
          <w:b/>
          <w:lang w:val="en-US"/>
        </w:rPr>
      </w:pPr>
      <w:r w:rsidRPr="009C2328">
        <w:rPr>
          <w:b/>
          <w:color w:val="FF0000"/>
          <w:lang w:val="en-US"/>
        </w:rPr>
        <w:t>HDMI</w:t>
      </w:r>
      <w:r w:rsidRPr="001461AE">
        <w:rPr>
          <w:b/>
          <w:lang w:val="en-US"/>
        </w:rPr>
        <w:t xml:space="preserve">       GPS       </w:t>
      </w:r>
      <w:r w:rsidRPr="009C2328">
        <w:rPr>
          <w:b/>
          <w:color w:val="FF0000"/>
          <w:lang w:val="en-US"/>
        </w:rPr>
        <w:t xml:space="preserve">DVB-S      Wi-Fi       </w:t>
      </w:r>
      <w:r w:rsidRPr="001461AE">
        <w:rPr>
          <w:b/>
          <w:lang w:val="en-US"/>
        </w:rPr>
        <w:t xml:space="preserve">LTE       </w:t>
      </w:r>
      <w:r w:rsidRPr="009C2328">
        <w:rPr>
          <w:b/>
          <w:color w:val="FF0000"/>
          <w:lang w:val="en-US"/>
        </w:rPr>
        <w:t>USB       S-video</w:t>
      </w:r>
    </w:p>
    <w:p w:rsidR="004667DD" w:rsidRPr="009D6341" w:rsidRDefault="004667DD" w:rsidP="004667DD">
      <w:pPr>
        <w:pStyle w:val="eLineBottom"/>
        <w:rPr>
          <w:lang w:val="en-GB"/>
        </w:rPr>
      </w:pPr>
    </w:p>
    <w:p w:rsidR="004667DD" w:rsidRPr="009D6341" w:rsidRDefault="004667DD" w:rsidP="004667DD">
      <w:pPr>
        <w:rPr>
          <w:lang w:val="en-GB"/>
        </w:rPr>
      </w:pPr>
    </w:p>
    <w:p w:rsidR="00EF79B1" w:rsidRPr="000C2279" w:rsidRDefault="000C2279" w:rsidP="000C2279">
      <w:pPr>
        <w:pStyle w:val="eTask"/>
        <w:rPr>
          <w:lang w:val="es-ES"/>
        </w:rPr>
      </w:pPr>
      <w:r w:rsidRPr="000C2279">
        <w:rPr>
          <w:lang w:val="es-ES"/>
        </w:rPr>
        <w:t xml:space="preserve">¡Agregue las palabras </w:t>
      </w:r>
      <w:r>
        <w:rPr>
          <w:lang w:val="es-ES"/>
        </w:rPr>
        <w:t>indicadas abajo</w:t>
      </w:r>
      <w:r w:rsidRPr="000C2279">
        <w:rPr>
          <w:lang w:val="es-ES"/>
        </w:rPr>
        <w:t xml:space="preserve"> para </w:t>
      </w:r>
      <w:r>
        <w:rPr>
          <w:lang w:val="es-ES"/>
        </w:rPr>
        <w:t>completar</w:t>
      </w:r>
      <w:r w:rsidRPr="000C2279">
        <w:rPr>
          <w:lang w:val="es-ES"/>
        </w:rPr>
        <w:t xml:space="preserve"> la oración!</w:t>
      </w:r>
    </w:p>
    <w:p w:rsidR="00EF79B1" w:rsidRPr="000C2279" w:rsidRDefault="00EF79B1" w:rsidP="003825C9">
      <w:pPr>
        <w:rPr>
          <w:lang w:val="es-ES"/>
        </w:rPr>
      </w:pPr>
    </w:p>
    <w:p w:rsidR="00EF79B1" w:rsidRPr="000C2279" w:rsidRDefault="000C2279" w:rsidP="001461AE">
      <w:pPr>
        <w:spacing w:line="360" w:lineRule="auto"/>
        <w:jc w:val="both"/>
        <w:rPr>
          <w:lang w:val="es-ES"/>
        </w:rPr>
      </w:pPr>
      <w:r w:rsidRPr="000C2279">
        <w:rPr>
          <w:lang w:val="es-ES"/>
        </w:rPr>
        <w:t>Los televisores que son</w:t>
      </w:r>
      <w:r w:rsidR="00EF79B1" w:rsidRPr="000C2279">
        <w:rPr>
          <w:lang w:val="es-ES"/>
        </w:rPr>
        <w:t xml:space="preserve"> DLNA (Digital Living Network Alliance</w:t>
      </w:r>
      <w:r w:rsidRPr="000C2279">
        <w:rPr>
          <w:lang w:val="es-ES"/>
        </w:rPr>
        <w:t>,</w:t>
      </w:r>
      <w:r w:rsidRPr="000C2279">
        <w:t xml:space="preserve"> </w:t>
      </w:r>
      <w:r w:rsidRPr="000C2279">
        <w:rPr>
          <w:lang w:val="es-ES"/>
        </w:rPr>
        <w:t>Alianza de Red Ditigal en Directo</w:t>
      </w:r>
      <w:r w:rsidR="00EF79B1" w:rsidRPr="000C2279">
        <w:rPr>
          <w:lang w:val="es-ES"/>
        </w:rPr>
        <w:t xml:space="preserve">) </w:t>
      </w:r>
      <w:r w:rsidR="00B81818">
        <w:rPr>
          <w:lang w:val="es-ES"/>
        </w:rPr>
        <w:t>_</w:t>
      </w:r>
      <w:r w:rsidR="000B3DD2" w:rsidRPr="000B3DD2">
        <w:rPr>
          <w:color w:val="FF0000"/>
          <w:u w:val="single"/>
          <w:lang w:val="es-ES"/>
        </w:rPr>
        <w:t>certificados</w:t>
      </w:r>
      <w:r w:rsidR="00B81818">
        <w:rPr>
          <w:lang w:val="es-ES"/>
        </w:rPr>
        <w:t>_</w:t>
      </w:r>
      <w:r w:rsidR="00EF79B1" w:rsidRPr="000C2279">
        <w:rPr>
          <w:lang w:val="es-ES"/>
        </w:rPr>
        <w:t xml:space="preserve"> </w:t>
      </w:r>
      <w:r>
        <w:rPr>
          <w:lang w:val="es-ES"/>
        </w:rPr>
        <w:t>son capaces de hacer funcionar</w:t>
      </w:r>
      <w:r w:rsidR="00EF79B1" w:rsidRPr="000C2279">
        <w:rPr>
          <w:lang w:val="es-ES"/>
        </w:rPr>
        <w:t xml:space="preserve"> </w:t>
      </w:r>
      <w:r w:rsidR="00B81818">
        <w:rPr>
          <w:lang w:val="es-ES"/>
        </w:rPr>
        <w:t>_</w:t>
      </w:r>
      <w:r w:rsidR="000B3DD2" w:rsidRPr="000B3DD2">
        <w:rPr>
          <w:color w:val="FF0000"/>
          <w:u w:val="single"/>
          <w:lang w:val="es-ES"/>
        </w:rPr>
        <w:t>contenido multimedia</w:t>
      </w:r>
      <w:r w:rsidR="00B81818">
        <w:rPr>
          <w:lang w:val="es-ES"/>
        </w:rPr>
        <w:t>_</w:t>
      </w:r>
      <w:r w:rsidR="00EF79B1" w:rsidRPr="000B3DD2">
        <w:rPr>
          <w:color w:val="FF0000"/>
          <w:lang w:val="es-ES"/>
        </w:rPr>
        <w:t xml:space="preserve"> </w:t>
      </w:r>
      <w:r>
        <w:rPr>
          <w:lang w:val="es-ES"/>
        </w:rPr>
        <w:t>de otro</w:t>
      </w:r>
      <w:r w:rsidR="00EF79B1" w:rsidRPr="000C2279">
        <w:rPr>
          <w:lang w:val="es-ES"/>
        </w:rPr>
        <w:t xml:space="preserve"> </w:t>
      </w:r>
      <w:r w:rsidR="00B81818">
        <w:rPr>
          <w:lang w:val="es-ES"/>
        </w:rPr>
        <w:t>_</w:t>
      </w:r>
      <w:r w:rsidR="000B3DD2" w:rsidRPr="000B3DD2">
        <w:rPr>
          <w:color w:val="FF0000"/>
          <w:u w:val="single"/>
          <w:lang w:val="es-ES"/>
        </w:rPr>
        <w:t>dispositivo</w:t>
      </w:r>
      <w:r w:rsidR="00B81818">
        <w:rPr>
          <w:lang w:val="es-ES"/>
        </w:rPr>
        <w:t>_</w:t>
      </w:r>
      <w:r w:rsidR="000B3DD2">
        <w:rPr>
          <w:lang w:val="es-ES"/>
        </w:rPr>
        <w:t xml:space="preserve"> </w:t>
      </w:r>
      <w:r w:rsidR="000B3DD2" w:rsidRPr="000C2279">
        <w:rPr>
          <w:lang w:val="es-ES"/>
        </w:rPr>
        <w:t>DLNA</w:t>
      </w:r>
      <w:r w:rsidR="00EF79B1" w:rsidRPr="000C2279">
        <w:rPr>
          <w:lang w:val="es-ES"/>
        </w:rPr>
        <w:t xml:space="preserve"> (PCs, tablets, </w:t>
      </w:r>
      <w:r w:rsidR="00B81818">
        <w:rPr>
          <w:lang w:val="es-ES"/>
        </w:rPr>
        <w:t>_</w:t>
      </w:r>
      <w:r w:rsidR="000B3DD2" w:rsidRPr="000B3DD2">
        <w:rPr>
          <w:color w:val="FF0000"/>
          <w:u w:val="single"/>
          <w:lang w:val="es-ES"/>
        </w:rPr>
        <w:t>smartphones</w:t>
      </w:r>
      <w:r w:rsidR="00B81818">
        <w:rPr>
          <w:lang w:val="es-ES"/>
        </w:rPr>
        <w:t>_</w:t>
      </w:r>
      <w:r w:rsidR="00EF79B1" w:rsidRPr="000C2279">
        <w:rPr>
          <w:lang w:val="es-ES"/>
        </w:rPr>
        <w:t xml:space="preserve">, </w:t>
      </w:r>
      <w:r>
        <w:rPr>
          <w:lang w:val="es-ES"/>
        </w:rPr>
        <w:t>servidores multimedia</w:t>
      </w:r>
      <w:r w:rsidR="00EF79B1" w:rsidRPr="000C2279">
        <w:rPr>
          <w:lang w:val="es-ES"/>
        </w:rPr>
        <w:t>, etc.).</w:t>
      </w:r>
    </w:p>
    <w:p w:rsidR="00EF79B1" w:rsidRPr="000C2279" w:rsidRDefault="00EF79B1" w:rsidP="00EF79B1">
      <w:pPr>
        <w:rPr>
          <w:lang w:val="es-ES"/>
        </w:rPr>
      </w:pPr>
    </w:p>
    <w:p w:rsidR="00EF79B1" w:rsidRPr="000C2279" w:rsidRDefault="000C2279" w:rsidP="00EF79B1">
      <w:pPr>
        <w:jc w:val="center"/>
        <w:rPr>
          <w:b/>
          <w:lang w:val="es-ES"/>
        </w:rPr>
      </w:pPr>
      <w:r w:rsidRPr="000C2279">
        <w:rPr>
          <w:b/>
          <w:lang w:val="es-ES"/>
        </w:rPr>
        <w:t>dispositivos</w:t>
      </w:r>
      <w:r w:rsidR="00EF79B1" w:rsidRPr="000C2279">
        <w:rPr>
          <w:b/>
          <w:lang w:val="es-ES"/>
        </w:rPr>
        <w:t xml:space="preserve">          smartphones          </w:t>
      </w:r>
      <w:r>
        <w:rPr>
          <w:b/>
          <w:lang w:val="es-ES"/>
        </w:rPr>
        <w:t>certificados</w:t>
      </w:r>
      <w:r w:rsidR="00EF79B1" w:rsidRPr="000C2279">
        <w:rPr>
          <w:b/>
          <w:lang w:val="es-ES"/>
        </w:rPr>
        <w:t xml:space="preserve">          </w:t>
      </w:r>
      <w:r>
        <w:rPr>
          <w:b/>
          <w:lang w:val="es-ES"/>
        </w:rPr>
        <w:t>contenido multimedia</w:t>
      </w:r>
    </w:p>
    <w:p w:rsidR="001B1F56" w:rsidRPr="009D6341" w:rsidRDefault="000E3DFA" w:rsidP="001B1F56">
      <w:pPr>
        <w:pStyle w:val="eTask"/>
        <w:rPr>
          <w:lang w:val="en-GB"/>
        </w:rPr>
      </w:pPr>
      <w:r>
        <w:rPr>
          <w:lang w:val="en-GB"/>
        </w:rPr>
        <w:lastRenderedPageBreak/>
        <w:t>¡Rellena la oración</w:t>
      </w:r>
      <w:r w:rsidR="001B1F56" w:rsidRPr="001B1F56">
        <w:rPr>
          <w:lang w:val="en-GB"/>
        </w:rPr>
        <w:t>!</w:t>
      </w:r>
    </w:p>
    <w:p w:rsidR="001B1F56" w:rsidRPr="009D6341" w:rsidRDefault="001B1F56" w:rsidP="003825C9">
      <w:pPr>
        <w:rPr>
          <w:lang w:val="en-GB"/>
        </w:rPr>
      </w:pPr>
    </w:p>
    <w:p w:rsidR="001B1F56" w:rsidRPr="000E3DFA" w:rsidRDefault="000E3DFA" w:rsidP="001B1F56">
      <w:pPr>
        <w:rPr>
          <w:lang w:val="es-ES"/>
        </w:rPr>
      </w:pPr>
      <w:r w:rsidRPr="000E3DFA">
        <w:rPr>
          <w:lang w:val="es-ES"/>
        </w:rPr>
        <w:t xml:space="preserve">Los aparatos inteligentes son aparatos que están equipados con </w:t>
      </w:r>
      <w:r w:rsidR="00B81818">
        <w:rPr>
          <w:lang w:val="es-ES"/>
        </w:rPr>
        <w:t>_</w:t>
      </w:r>
      <w:r w:rsidR="008B37E1" w:rsidRPr="008B37E1">
        <w:rPr>
          <w:color w:val="FF0000"/>
          <w:u w:val="single"/>
          <w:lang w:val="es-ES"/>
        </w:rPr>
        <w:t>interfaz inhalámbrico</w:t>
      </w:r>
      <w:r w:rsidR="00B81818">
        <w:rPr>
          <w:lang w:val="es-ES"/>
        </w:rPr>
        <w:t>_</w:t>
      </w:r>
      <w:r w:rsidR="001B1F56" w:rsidRPr="008B37E1">
        <w:rPr>
          <w:color w:val="FF0000"/>
          <w:lang w:val="es-ES"/>
        </w:rPr>
        <w:t xml:space="preserve"> </w:t>
      </w:r>
      <w:r>
        <w:rPr>
          <w:lang w:val="es-ES"/>
        </w:rPr>
        <w:t>y que pueden ser controlados remotamente</w:t>
      </w:r>
      <w:r w:rsidR="001B1F56" w:rsidRPr="000E3DFA">
        <w:rPr>
          <w:lang w:val="es-ES"/>
        </w:rPr>
        <w:t>.</w:t>
      </w:r>
    </w:p>
    <w:p w:rsidR="001B1F56" w:rsidRPr="000E3DFA" w:rsidRDefault="001B1F56" w:rsidP="001B1F56">
      <w:pPr>
        <w:pStyle w:val="eLineBottom"/>
        <w:rPr>
          <w:lang w:val="es-ES"/>
        </w:rPr>
      </w:pPr>
    </w:p>
    <w:p w:rsidR="001B1F56" w:rsidRPr="000E3DFA" w:rsidRDefault="001B1F56" w:rsidP="001B1F56">
      <w:pPr>
        <w:rPr>
          <w:lang w:val="es-ES"/>
        </w:rPr>
      </w:pPr>
    </w:p>
    <w:p w:rsidR="001B1F56" w:rsidRPr="000912B1" w:rsidRDefault="000912B1" w:rsidP="000912B1">
      <w:pPr>
        <w:pStyle w:val="eTask"/>
        <w:rPr>
          <w:lang w:val="es-ES"/>
        </w:rPr>
      </w:pPr>
      <w:r w:rsidRPr="000912B1">
        <w:rPr>
          <w:lang w:val="es-ES"/>
        </w:rPr>
        <w:t xml:space="preserve">¡Asigne los términos de la columna izquierda (sensores) a los correspondientes </w:t>
      </w:r>
      <w:r>
        <w:rPr>
          <w:lang w:val="es-ES"/>
        </w:rPr>
        <w:t>a la derecha (parámetro medido)</w:t>
      </w:r>
      <w:r w:rsidR="001B1F56" w:rsidRPr="000912B1">
        <w:rPr>
          <w:lang w:val="es-ES"/>
        </w:rPr>
        <w:t>!</w:t>
      </w:r>
    </w:p>
    <w:p w:rsidR="001B1F56" w:rsidRPr="000912B1" w:rsidRDefault="001B1F56" w:rsidP="003825C9">
      <w:pPr>
        <w:rPr>
          <w:lang w:val="es-ES"/>
        </w:rPr>
      </w:pPr>
    </w:p>
    <w:p w:rsidR="00394D59" w:rsidRPr="000912B1" w:rsidRDefault="00394D59" w:rsidP="003825C9">
      <w:pPr>
        <w:rPr>
          <w:lang w:val="es-ES"/>
        </w:rPr>
      </w:pPr>
    </w:p>
    <w:tbl>
      <w:tblPr>
        <w:tblStyle w:val="Mkatabulky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1B1F56" w:rsidRPr="009B1030" w:rsidTr="001B1F56">
        <w:trPr>
          <w:trHeight w:val="552"/>
        </w:trPr>
        <w:tc>
          <w:tcPr>
            <w:tcW w:w="2376" w:type="dxa"/>
            <w:vAlign w:val="center"/>
          </w:tcPr>
          <w:p w:rsidR="001B1F56" w:rsidRPr="00CD73E8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Acelerómetro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B81818" w:rsidP="00716392">
            <w:pPr>
              <w:pStyle w:val="eText"/>
            </w:pPr>
            <w:r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6C1FD987" wp14:editId="1CE90E13">
                      <wp:simplePos x="0" y="0"/>
                      <wp:positionH relativeFrom="column">
                        <wp:posOffset>-78629</wp:posOffset>
                      </wp:positionH>
                      <wp:positionV relativeFrom="paragraph">
                        <wp:posOffset>1518395</wp:posOffset>
                      </wp:positionV>
                      <wp:extent cx="1710055" cy="1743880"/>
                      <wp:effectExtent l="0" t="0" r="23495" b="27940"/>
                      <wp:wrapNone/>
                      <wp:docPr id="9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174388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F8AF84" id="11 Conector recto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.2pt,119.55pt" to="128.45pt,2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55A97BCC" wp14:editId="61FF1973">
                      <wp:simplePos x="0" y="0"/>
                      <wp:positionH relativeFrom="column">
                        <wp:posOffset>-78629</wp:posOffset>
                      </wp:positionH>
                      <wp:positionV relativeFrom="paragraph">
                        <wp:posOffset>160936</wp:posOffset>
                      </wp:positionV>
                      <wp:extent cx="1703705" cy="3101419"/>
                      <wp:effectExtent l="0" t="0" r="29845" b="22860"/>
                      <wp:wrapNone/>
                      <wp:docPr id="15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05" cy="310141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23707E" id="11 Conector recto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.2pt,12.65pt" to="127.95pt,2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" strokecolor="red" strokeweight="1.5pt">
                      <o:lock v:ext="edit" shapetype="f"/>
                    </v:line>
                  </w:pict>
                </mc:Fallback>
              </mc:AlternateContent>
            </w:r>
            <w:r w:rsidR="008B37E1"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53120" behindDoc="0" locked="0" layoutInCell="1" allowOverlap="1" wp14:anchorId="570B457D" wp14:editId="6675A2CD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523240</wp:posOffset>
                      </wp:positionV>
                      <wp:extent cx="1703705" cy="1974215"/>
                      <wp:effectExtent l="0" t="0" r="29845" b="26035"/>
                      <wp:wrapNone/>
                      <wp:docPr id="17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05" cy="19742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027493" id="11 Conector recto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9pt,41.2pt" to="128.25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="008B37E1"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55168" behindDoc="0" locked="0" layoutInCell="1" allowOverlap="1" wp14:anchorId="49F37CDF" wp14:editId="1D0A4E28">
                      <wp:simplePos x="0" y="0"/>
                      <wp:positionH relativeFrom="column">
                        <wp:posOffset>22684105</wp:posOffset>
                      </wp:positionH>
                      <wp:positionV relativeFrom="paragraph">
                        <wp:posOffset>534670</wp:posOffset>
                      </wp:positionV>
                      <wp:extent cx="1711960" cy="0"/>
                      <wp:effectExtent l="0" t="0" r="21590" b="19050"/>
                      <wp:wrapNone/>
                      <wp:docPr id="19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19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5246D5" id="11 Conector recto" o:spid="_x0000_s1026" style="position:absolute;flip:y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86.15pt,42.1pt" to="1920.9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="008B37E1"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33CDB64F" wp14:editId="75D7D282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1167130</wp:posOffset>
                      </wp:positionV>
                      <wp:extent cx="1710055" cy="1003300"/>
                      <wp:effectExtent l="0" t="0" r="23495" b="25400"/>
                      <wp:wrapNone/>
                      <wp:docPr id="11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10055" cy="10033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5682D2" id="11 Conector recto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85pt,91.9pt" to="128.8pt,1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="008B37E1"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3B3AEF3" wp14:editId="4F4B858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1167130</wp:posOffset>
                      </wp:positionV>
                      <wp:extent cx="1703705" cy="1330325"/>
                      <wp:effectExtent l="0" t="0" r="29845" b="22225"/>
                      <wp:wrapNone/>
                      <wp:docPr id="12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03705" cy="13303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B9960" id="11 Conector recto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9pt,91.9pt" to="128.25pt,1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" strokecolor="red" strokeweight="1.5pt">
                      <o:lock v:ext="edit" shapetype="f"/>
                    </v:line>
                  </w:pict>
                </mc:Fallback>
              </mc:AlternateContent>
            </w:r>
            <w:r w:rsidR="008B37E1"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F4D8EFD" wp14:editId="7D7353AD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834390</wp:posOffset>
                      </wp:positionV>
                      <wp:extent cx="1703705" cy="2022475"/>
                      <wp:effectExtent l="0" t="0" r="29845" b="15875"/>
                      <wp:wrapNone/>
                      <wp:docPr id="13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05" cy="202247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5B07F5" id="11 Conector recto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85pt,65.7pt" to="128.3pt,2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" strokecolor="red" strokeweight="1.5pt">
                      <o:lock v:ext="edit" shapetype="f"/>
                    </v:line>
                  </w:pict>
                </mc:Fallback>
              </mc:AlternateContent>
            </w:r>
            <w:r w:rsidR="008B37E1"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4C5E16E6" wp14:editId="50A1438E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834390</wp:posOffset>
                      </wp:positionV>
                      <wp:extent cx="1710055" cy="1336675"/>
                      <wp:effectExtent l="0" t="0" r="23495" b="34925"/>
                      <wp:wrapNone/>
                      <wp:docPr id="14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133667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2D1DCB" id="11 Conector recto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9pt,65.7pt" to="128.75pt,1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="008B37E1"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 wp14:anchorId="1280308A" wp14:editId="5AD2D6DA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197829</wp:posOffset>
                      </wp:positionV>
                      <wp:extent cx="1710055" cy="2658745"/>
                      <wp:effectExtent l="0" t="0" r="23495" b="27305"/>
                      <wp:wrapNone/>
                      <wp:docPr id="16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265874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44B33" id="11 Conector recto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65pt,15.6pt" to="129pt,2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Foto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Giroscopio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9B71EA" w:rsidP="00716392">
            <w:pPr>
              <w:pStyle w:val="eTex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72576" behindDoc="0" locked="0" layoutInCell="1" allowOverlap="1" wp14:anchorId="26EC384F" wp14:editId="4F38E672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178779</wp:posOffset>
                      </wp:positionV>
                      <wp:extent cx="1711960" cy="1059180"/>
                      <wp:effectExtent l="0" t="0" r="21590" b="26670"/>
                      <wp:wrapNone/>
                      <wp:docPr id="7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1960" cy="105918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E7FD9E" id="11 Conector recto" o:spid="_x0000_s1026" style="position:absolute;flip:y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9pt,14.1pt" to="128.9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BD1B61" w:rsidRDefault="00BD1B61" w:rsidP="00716392">
            <w:pPr>
              <w:pStyle w:val="eText"/>
              <w:spacing w:after="0"/>
              <w:rPr>
                <w:lang w:val="es-ES"/>
              </w:rPr>
            </w:pPr>
            <w:r w:rsidRPr="00BD1B61">
              <w:rPr>
                <w:lang w:val="es-ES"/>
              </w:rPr>
              <w:t>Distancia del objeto desde un teléfono inteligente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Magnetómetro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 w:rsidRPr="00BD1B61">
              <w:rPr>
                <w:lang w:val="en-GB"/>
              </w:rPr>
              <w:t>Toque con los dedos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BD1B61">
            <w:pPr>
              <w:rPr>
                <w:lang w:val="en-GB"/>
              </w:rPr>
            </w:pPr>
            <w:r w:rsidRPr="00876F61">
              <w:rPr>
                <w:lang w:val="en-GB"/>
              </w:rPr>
              <w:t>B</w:t>
            </w:r>
            <w:r w:rsidR="00BD1B61">
              <w:rPr>
                <w:lang w:val="en-GB"/>
              </w:rPr>
              <w:t>arómetro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Posición en la tierra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Distancia al sensor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Sonido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Sensor de luz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8B37E1" w:rsidP="00716392">
            <w:pPr>
              <w:pStyle w:val="eText"/>
            </w:pPr>
            <w:r w:rsidRPr="008B37E1">
              <w:rPr>
                <w:noProof/>
                <w:lang w:eastAsia="cs-CZ"/>
              </w:rPr>
              <mc:AlternateContent>
                <mc:Choice Requires="wps">
                  <w:drawing>
                    <wp:anchor distT="4294967295" distB="4294967295" distL="114300" distR="114300" simplePos="0" relativeHeight="251670528" behindDoc="0" locked="0" layoutInCell="1" allowOverlap="1" wp14:anchorId="01F44112" wp14:editId="1270F934">
                      <wp:simplePos x="0" y="0"/>
                      <wp:positionH relativeFrom="column">
                        <wp:posOffset>-68871</wp:posOffset>
                      </wp:positionH>
                      <wp:positionV relativeFrom="paragraph">
                        <wp:posOffset>147320</wp:posOffset>
                      </wp:positionV>
                      <wp:extent cx="1710055" cy="0"/>
                      <wp:effectExtent l="0" t="0" r="23495" b="19050"/>
                      <wp:wrapNone/>
                      <wp:docPr id="4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1005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1418AD" id="11 Conector recto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4pt,11.6pt" to="129.2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Condiciones de luz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Pantalla táctil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Presión atmosférica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Orientación y velocidad angular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Cámara frontal y trasera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Campo magnético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BD1B61" w:rsidP="00716392">
            <w:pPr>
              <w:rPr>
                <w:lang w:val="en-GB"/>
              </w:rPr>
            </w:pPr>
            <w:r>
              <w:rPr>
                <w:lang w:val="en-GB"/>
              </w:rPr>
              <w:t>Micrófono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BD1B61" w:rsidP="00716392">
            <w:pPr>
              <w:pStyle w:val="eText"/>
              <w:spacing w:after="0"/>
            </w:pPr>
            <w:r>
              <w:rPr>
                <w:lang w:val="en-GB"/>
              </w:rPr>
              <w:t>Aceleración</w:t>
            </w:r>
          </w:p>
        </w:tc>
      </w:tr>
    </w:tbl>
    <w:p w:rsidR="00394D59" w:rsidRPr="009D6341" w:rsidRDefault="00394D59" w:rsidP="001B1F56">
      <w:pPr>
        <w:pStyle w:val="eLineBottom"/>
        <w:rPr>
          <w:lang w:val="en-GB"/>
        </w:rPr>
      </w:pPr>
    </w:p>
    <w:p w:rsidR="001B1F56" w:rsidRDefault="001B1F56" w:rsidP="001B1F56">
      <w:pPr>
        <w:rPr>
          <w:lang w:val="en-GB"/>
        </w:rPr>
      </w:pPr>
    </w:p>
    <w:p w:rsidR="00127770" w:rsidRPr="00197A63" w:rsidRDefault="00197A63" w:rsidP="00197A63">
      <w:pPr>
        <w:pStyle w:val="eTask"/>
        <w:rPr>
          <w:lang w:val="es-ES"/>
        </w:rPr>
      </w:pPr>
      <w:r w:rsidRPr="00197A63">
        <w:rPr>
          <w:lang w:val="es-ES"/>
        </w:rPr>
        <w:t>¿Cuáles son las características importantes de los sist</w:t>
      </w:r>
      <w:r>
        <w:rPr>
          <w:lang w:val="es-ES"/>
        </w:rPr>
        <w:t>emas de transporte inteligentes</w:t>
      </w:r>
      <w:r w:rsidR="00127770" w:rsidRPr="00197A63">
        <w:rPr>
          <w:lang w:val="es-ES"/>
        </w:rPr>
        <w:t>?</w:t>
      </w:r>
    </w:p>
    <w:p w:rsidR="00127770" w:rsidRPr="00197A63" w:rsidRDefault="00127770" w:rsidP="003825C9">
      <w:pPr>
        <w:rPr>
          <w:lang w:val="es-ES"/>
        </w:rPr>
      </w:pP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  <w:r w:rsidRPr="00243463">
        <w:rPr>
          <w:szCs w:val="24"/>
          <w:lang w:val="es-ES"/>
        </w:rPr>
        <w:t>a)</w:t>
      </w:r>
      <w:r w:rsidRPr="00243463">
        <w:rPr>
          <w:szCs w:val="24"/>
          <w:lang w:val="es-ES"/>
        </w:rPr>
        <w:tab/>
        <w:t>__</w:t>
      </w:r>
      <w:r w:rsidR="00243463" w:rsidRPr="00243463">
        <w:t xml:space="preserve"> </w:t>
      </w:r>
      <w:r w:rsidR="00243463" w:rsidRPr="00243463">
        <w:rPr>
          <w:color w:val="FF0000"/>
          <w:szCs w:val="24"/>
          <w:lang w:val="es-ES"/>
        </w:rPr>
        <w:t>Gestión del transporte público</w:t>
      </w:r>
      <w:r w:rsidRPr="00243463">
        <w:rPr>
          <w:szCs w:val="24"/>
          <w:lang w:val="es-ES"/>
        </w:rPr>
        <w:t>__</w:t>
      </w: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  <w:r w:rsidRPr="00243463">
        <w:rPr>
          <w:szCs w:val="24"/>
          <w:lang w:val="es-ES"/>
        </w:rPr>
        <w:t>b)</w:t>
      </w:r>
      <w:r w:rsidRPr="00243463">
        <w:rPr>
          <w:szCs w:val="24"/>
          <w:lang w:val="es-ES"/>
        </w:rPr>
        <w:tab/>
        <w:t>__</w:t>
      </w:r>
      <w:r w:rsidR="00243463" w:rsidRPr="00243463">
        <w:t xml:space="preserve"> </w:t>
      </w:r>
      <w:r w:rsidR="00243463" w:rsidRPr="00243463">
        <w:rPr>
          <w:color w:val="FF0000"/>
          <w:szCs w:val="24"/>
          <w:lang w:val="es-ES"/>
        </w:rPr>
        <w:t>Información de ruta y planificación de viaje</w:t>
      </w:r>
      <w:r w:rsidRPr="00243463">
        <w:rPr>
          <w:szCs w:val="24"/>
          <w:lang w:val="es-ES"/>
        </w:rPr>
        <w:t>__</w:t>
      </w: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  <w:r w:rsidRPr="00243463">
        <w:rPr>
          <w:szCs w:val="24"/>
          <w:lang w:val="es-ES"/>
        </w:rPr>
        <w:t>c)</w:t>
      </w:r>
      <w:r w:rsidRPr="00243463">
        <w:rPr>
          <w:szCs w:val="24"/>
          <w:lang w:val="es-ES"/>
        </w:rPr>
        <w:tab/>
        <w:t>__</w:t>
      </w:r>
      <w:r w:rsidR="00243463" w:rsidRPr="00243463">
        <w:t xml:space="preserve"> </w:t>
      </w:r>
      <w:r w:rsidR="00243463" w:rsidRPr="00243463">
        <w:rPr>
          <w:color w:val="FF0000"/>
          <w:szCs w:val="24"/>
          <w:lang w:val="es-ES"/>
        </w:rPr>
        <w:t>Seguridad y Control de Vehículos</w:t>
      </w:r>
      <w:r w:rsidRPr="00243463">
        <w:rPr>
          <w:szCs w:val="24"/>
          <w:lang w:val="es-ES"/>
        </w:rPr>
        <w:t>__</w:t>
      </w: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  <w:r w:rsidRPr="00243463">
        <w:rPr>
          <w:szCs w:val="24"/>
          <w:lang w:val="es-ES"/>
        </w:rPr>
        <w:t>d)</w:t>
      </w:r>
      <w:r w:rsidRPr="00243463">
        <w:rPr>
          <w:szCs w:val="24"/>
          <w:lang w:val="es-ES"/>
        </w:rPr>
        <w:tab/>
        <w:t>__</w:t>
      </w:r>
      <w:r w:rsidR="00243463" w:rsidRPr="00243463">
        <w:rPr>
          <w:color w:val="FF0000"/>
          <w:szCs w:val="24"/>
          <w:lang w:val="es-ES"/>
        </w:rPr>
        <w:t>Horario electrónico</w:t>
      </w:r>
      <w:r w:rsidRPr="00243463">
        <w:rPr>
          <w:szCs w:val="24"/>
          <w:lang w:val="es-ES"/>
        </w:rPr>
        <w:t>__</w:t>
      </w: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  <w:r w:rsidRPr="00243463">
        <w:rPr>
          <w:szCs w:val="24"/>
          <w:lang w:val="es-ES"/>
        </w:rPr>
        <w:t>e)</w:t>
      </w:r>
      <w:r w:rsidRPr="00243463">
        <w:rPr>
          <w:szCs w:val="24"/>
          <w:lang w:val="es-ES"/>
        </w:rPr>
        <w:tab/>
        <w:t>__</w:t>
      </w:r>
      <w:r w:rsidR="00243463" w:rsidRPr="00243463">
        <w:rPr>
          <w:color w:val="FF0000"/>
          <w:szCs w:val="24"/>
          <w:lang w:val="es-ES"/>
        </w:rPr>
        <w:t>Sistema de pago electrónico</w:t>
      </w:r>
      <w:r w:rsidRPr="00243463">
        <w:rPr>
          <w:szCs w:val="24"/>
          <w:lang w:val="es-ES"/>
        </w:rPr>
        <w:t>__</w:t>
      </w:r>
    </w:p>
    <w:p w:rsidR="009141B0" w:rsidRPr="00243463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</w:p>
    <w:p w:rsidR="009141B0" w:rsidRPr="009141B0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  <w:r w:rsidRPr="009141B0">
        <w:rPr>
          <w:szCs w:val="24"/>
          <w:lang w:val="es-ES"/>
        </w:rPr>
        <w:t>f)</w:t>
      </w:r>
      <w:r w:rsidRPr="009141B0">
        <w:rPr>
          <w:szCs w:val="24"/>
          <w:lang w:val="es-ES"/>
        </w:rPr>
        <w:tab/>
        <w:t>__</w:t>
      </w:r>
      <w:r w:rsidR="00243463" w:rsidRPr="00243463">
        <w:t xml:space="preserve"> </w:t>
      </w:r>
      <w:r w:rsidR="00243463" w:rsidRPr="00243463">
        <w:rPr>
          <w:color w:val="FF0000"/>
          <w:szCs w:val="24"/>
          <w:lang w:val="es-ES"/>
        </w:rPr>
        <w:t>Estacionamiento inteligente</w:t>
      </w:r>
      <w:r w:rsidRPr="009141B0">
        <w:rPr>
          <w:szCs w:val="24"/>
          <w:lang w:val="es-ES"/>
        </w:rPr>
        <w:t>__</w:t>
      </w:r>
    </w:p>
    <w:p w:rsidR="009141B0" w:rsidRPr="009141B0" w:rsidRDefault="009141B0" w:rsidP="00B81818">
      <w:pPr>
        <w:pStyle w:val="eLineBottom"/>
        <w:pBdr>
          <w:bottom w:val="none" w:sz="0" w:space="0" w:color="auto"/>
        </w:pBdr>
        <w:rPr>
          <w:szCs w:val="24"/>
          <w:lang w:val="es-ES"/>
        </w:rPr>
      </w:pPr>
    </w:p>
    <w:p w:rsidR="00127770" w:rsidRPr="007A71EF" w:rsidRDefault="009141B0" w:rsidP="00B81818">
      <w:pPr>
        <w:pStyle w:val="eLineBottom"/>
        <w:pBdr>
          <w:bottom w:val="none" w:sz="0" w:space="0" w:color="auto"/>
        </w:pBdr>
        <w:rPr>
          <w:lang w:val="es-ES"/>
        </w:rPr>
      </w:pPr>
      <w:r w:rsidRPr="007A71EF">
        <w:rPr>
          <w:szCs w:val="24"/>
          <w:lang w:val="es-ES"/>
        </w:rPr>
        <w:t>g)</w:t>
      </w:r>
      <w:r w:rsidRPr="007A71EF">
        <w:rPr>
          <w:szCs w:val="24"/>
          <w:lang w:val="es-ES"/>
        </w:rPr>
        <w:tab/>
        <w:t>__</w:t>
      </w:r>
      <w:r w:rsidR="00C934BD" w:rsidRPr="007A71EF">
        <w:rPr>
          <w:color w:val="FF0000"/>
          <w:szCs w:val="24"/>
          <w:lang w:val="es-ES"/>
        </w:rPr>
        <w:t>Movilidad como un servicio</w:t>
      </w:r>
      <w:r w:rsidRPr="007A71EF">
        <w:rPr>
          <w:szCs w:val="24"/>
          <w:lang w:val="es-ES"/>
        </w:rPr>
        <w:t>__</w:t>
      </w:r>
    </w:p>
    <w:p w:rsidR="001922A0" w:rsidRPr="005F0A0D" w:rsidRDefault="005F0A0D" w:rsidP="005F0A0D">
      <w:pPr>
        <w:pStyle w:val="eTask"/>
        <w:rPr>
          <w:lang w:val="es-ES"/>
        </w:rPr>
      </w:pPr>
      <w:r w:rsidRPr="005F0A0D">
        <w:rPr>
          <w:lang w:val="es-ES"/>
        </w:rPr>
        <w:lastRenderedPageBreak/>
        <w:t>¡Agregue las palabras a continuación al diagrama de los relojes inteligentes en los es</w:t>
      </w:r>
      <w:r>
        <w:rPr>
          <w:lang w:val="es-ES"/>
        </w:rPr>
        <w:t>pacios correctos (líneas rojas)</w:t>
      </w:r>
      <w:r w:rsidR="00BF3F8C" w:rsidRPr="005F0A0D">
        <w:rPr>
          <w:lang w:val="es-ES"/>
        </w:rPr>
        <w:t>!</w:t>
      </w:r>
    </w:p>
    <w:p w:rsidR="001922A0" w:rsidRPr="005F0A0D" w:rsidRDefault="001922A0" w:rsidP="003825C9">
      <w:pPr>
        <w:rPr>
          <w:lang w:val="es-ES"/>
        </w:rPr>
      </w:pPr>
    </w:p>
    <w:p w:rsidR="001922A0" w:rsidRPr="009D6341" w:rsidRDefault="00E94E7C" w:rsidP="001922A0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6042660" cy="2752090"/>
                <wp:effectExtent l="0" t="0" r="0" b="10160"/>
                <wp:docPr id="88" name="Kresliace plátno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4697095" cy="2112645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 w="10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570" y="150495"/>
                            <a:ext cx="1800225" cy="821690"/>
                          </a:xfrm>
                          <a:prstGeom prst="rect">
                            <a:avLst/>
                          </a:prstGeom>
                          <a:solidFill>
                            <a:srgbClr val="DDF9DF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2395" y="1125220"/>
                            <a:ext cx="1800225" cy="821055"/>
                          </a:xfrm>
                          <a:prstGeom prst="rect">
                            <a:avLst/>
                          </a:prstGeom>
                          <a:solidFill>
                            <a:srgbClr val="EBF28A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7975" y="464185"/>
                            <a:ext cx="1548130" cy="821690"/>
                          </a:xfrm>
                          <a:prstGeom prst="rect">
                            <a:avLst/>
                          </a:prstGeom>
                          <a:solidFill>
                            <a:srgbClr val="FFDCCB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5555" y="1395095"/>
                            <a:ext cx="1515745" cy="563880"/>
                          </a:xfrm>
                          <a:prstGeom prst="rect">
                            <a:avLst/>
                          </a:prstGeom>
                          <a:solidFill>
                            <a:srgbClr val="FCC900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06315" y="1384935"/>
                            <a:ext cx="950595" cy="601345"/>
                          </a:xfrm>
                          <a:prstGeom prst="rect">
                            <a:avLst/>
                          </a:prstGeom>
                          <a:solidFill>
                            <a:srgbClr val="FFD9A8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" y="2259965"/>
                            <a:ext cx="867410" cy="273685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59560" y="2262505"/>
                            <a:ext cx="1379220" cy="483870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3"/>
                        <wps:cNvSpPr>
                          <a:spLocks/>
                        </wps:cNvSpPr>
                        <wps:spPr bwMode="auto">
                          <a:xfrm>
                            <a:off x="4391660" y="641350"/>
                            <a:ext cx="824230" cy="146050"/>
                          </a:xfrm>
                          <a:custGeom>
                            <a:avLst/>
                            <a:gdLst>
                              <a:gd name="T0" fmla="*/ 453 w 2379"/>
                              <a:gd name="T1" fmla="*/ 283 h 423"/>
                              <a:gd name="T2" fmla="*/ 653 w 2379"/>
                              <a:gd name="T3" fmla="*/ 423 h 423"/>
                              <a:gd name="T4" fmla="*/ 326 w 2379"/>
                              <a:gd name="T5" fmla="*/ 423 h 423"/>
                              <a:gd name="T6" fmla="*/ 0 w 2379"/>
                              <a:gd name="T7" fmla="*/ 212 h 423"/>
                              <a:gd name="T8" fmla="*/ 326 w 2379"/>
                              <a:gd name="T9" fmla="*/ 0 h 423"/>
                              <a:gd name="T10" fmla="*/ 653 w 2379"/>
                              <a:gd name="T11" fmla="*/ 0 h 423"/>
                              <a:gd name="T12" fmla="*/ 453 w 2379"/>
                              <a:gd name="T13" fmla="*/ 141 h 423"/>
                              <a:gd name="T14" fmla="*/ 1926 w 2379"/>
                              <a:gd name="T15" fmla="*/ 141 h 423"/>
                              <a:gd name="T16" fmla="*/ 1726 w 2379"/>
                              <a:gd name="T17" fmla="*/ 0 h 423"/>
                              <a:gd name="T18" fmla="*/ 2053 w 2379"/>
                              <a:gd name="T19" fmla="*/ 0 h 423"/>
                              <a:gd name="T20" fmla="*/ 2379 w 2379"/>
                              <a:gd name="T21" fmla="*/ 212 h 423"/>
                              <a:gd name="T22" fmla="*/ 2053 w 2379"/>
                              <a:gd name="T23" fmla="*/ 423 h 423"/>
                              <a:gd name="T24" fmla="*/ 1726 w 2379"/>
                              <a:gd name="T25" fmla="*/ 423 h 423"/>
                              <a:gd name="T26" fmla="*/ 1926 w 2379"/>
                              <a:gd name="T27" fmla="*/ 283 h 423"/>
                              <a:gd name="T28" fmla="*/ 453 w 2379"/>
                              <a:gd name="T29" fmla="*/ 28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379" h="423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926" y="141"/>
                                </a:lnTo>
                                <a:lnTo>
                                  <a:pt x="1726" y="0"/>
                                </a:lnTo>
                                <a:lnTo>
                                  <a:pt x="2053" y="0"/>
                                </a:lnTo>
                                <a:lnTo>
                                  <a:pt x="2379" y="212"/>
                                </a:lnTo>
                                <a:lnTo>
                                  <a:pt x="2053" y="423"/>
                                </a:lnTo>
                                <a:lnTo>
                                  <a:pt x="1726" y="423"/>
                                </a:lnTo>
                                <a:lnTo>
                                  <a:pt x="1926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4"/>
                        <wps:cNvSpPr>
                          <a:spLocks/>
                        </wps:cNvSpPr>
                        <wps:spPr bwMode="auto">
                          <a:xfrm>
                            <a:off x="4050030" y="1480820"/>
                            <a:ext cx="753110" cy="146685"/>
                          </a:xfrm>
                          <a:custGeom>
                            <a:avLst/>
                            <a:gdLst>
                              <a:gd name="T0" fmla="*/ 453 w 2172"/>
                              <a:gd name="T1" fmla="*/ 282 h 423"/>
                              <a:gd name="T2" fmla="*/ 652 w 2172"/>
                              <a:gd name="T3" fmla="*/ 423 h 423"/>
                              <a:gd name="T4" fmla="*/ 326 w 2172"/>
                              <a:gd name="T5" fmla="*/ 423 h 423"/>
                              <a:gd name="T6" fmla="*/ 0 w 2172"/>
                              <a:gd name="T7" fmla="*/ 211 h 423"/>
                              <a:gd name="T8" fmla="*/ 326 w 2172"/>
                              <a:gd name="T9" fmla="*/ 0 h 423"/>
                              <a:gd name="T10" fmla="*/ 652 w 2172"/>
                              <a:gd name="T11" fmla="*/ 0 h 423"/>
                              <a:gd name="T12" fmla="*/ 452 w 2172"/>
                              <a:gd name="T13" fmla="*/ 141 h 423"/>
                              <a:gd name="T14" fmla="*/ 2172 w 2172"/>
                              <a:gd name="T15" fmla="*/ 141 h 423"/>
                              <a:gd name="T16" fmla="*/ 2172 w 2172"/>
                              <a:gd name="T17" fmla="*/ 282 h 423"/>
                              <a:gd name="T18" fmla="*/ 453 w 217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72" h="423">
                                <a:moveTo>
                                  <a:pt x="453" y="282"/>
                                </a:moveTo>
                                <a:lnTo>
                                  <a:pt x="652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1"/>
                                </a:lnTo>
                                <a:lnTo>
                                  <a:pt x="326" y="0"/>
                                </a:lnTo>
                                <a:lnTo>
                                  <a:pt x="652" y="0"/>
                                </a:lnTo>
                                <a:lnTo>
                                  <a:pt x="452" y="141"/>
                                </a:lnTo>
                                <a:lnTo>
                                  <a:pt x="2172" y="141"/>
                                </a:lnTo>
                                <a:lnTo>
                                  <a:pt x="217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5"/>
                        <wps:cNvSpPr>
                          <a:spLocks/>
                        </wps:cNvSpPr>
                        <wps:spPr bwMode="auto">
                          <a:xfrm>
                            <a:off x="4051300" y="1744980"/>
                            <a:ext cx="762000" cy="146685"/>
                          </a:xfrm>
                          <a:custGeom>
                            <a:avLst/>
                            <a:gdLst>
                              <a:gd name="T0" fmla="*/ 1746 w 2199"/>
                              <a:gd name="T1" fmla="*/ 282 h 423"/>
                              <a:gd name="T2" fmla="*/ 0 w 2199"/>
                              <a:gd name="T3" fmla="*/ 282 h 423"/>
                              <a:gd name="T4" fmla="*/ 0 w 2199"/>
                              <a:gd name="T5" fmla="*/ 141 h 423"/>
                              <a:gd name="T6" fmla="*/ 1746 w 2199"/>
                              <a:gd name="T7" fmla="*/ 141 h 423"/>
                              <a:gd name="T8" fmla="*/ 1546 w 2199"/>
                              <a:gd name="T9" fmla="*/ 0 h 423"/>
                              <a:gd name="T10" fmla="*/ 1873 w 2199"/>
                              <a:gd name="T11" fmla="*/ 0 h 423"/>
                              <a:gd name="T12" fmla="*/ 2199 w 2199"/>
                              <a:gd name="T13" fmla="*/ 211 h 423"/>
                              <a:gd name="T14" fmla="*/ 1873 w 2199"/>
                              <a:gd name="T15" fmla="*/ 423 h 423"/>
                              <a:gd name="T16" fmla="*/ 1546 w 2199"/>
                              <a:gd name="T17" fmla="*/ 423 h 423"/>
                              <a:gd name="T18" fmla="*/ 1746 w 2199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99" h="423">
                                <a:moveTo>
                                  <a:pt x="1746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1746" y="141"/>
                                </a:lnTo>
                                <a:lnTo>
                                  <a:pt x="1546" y="0"/>
                                </a:lnTo>
                                <a:lnTo>
                                  <a:pt x="1873" y="0"/>
                                </a:lnTo>
                                <a:lnTo>
                                  <a:pt x="2199" y="211"/>
                                </a:lnTo>
                                <a:lnTo>
                                  <a:pt x="1873" y="423"/>
                                </a:lnTo>
                                <a:lnTo>
                                  <a:pt x="1546" y="423"/>
                                </a:lnTo>
                                <a:lnTo>
                                  <a:pt x="1746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6"/>
                        <wps:cNvSpPr>
                          <a:spLocks/>
                        </wps:cNvSpPr>
                        <wps:spPr bwMode="auto">
                          <a:xfrm>
                            <a:off x="415925" y="1946275"/>
                            <a:ext cx="146685" cy="309245"/>
                          </a:xfrm>
                          <a:custGeom>
                            <a:avLst/>
                            <a:gdLst>
                              <a:gd name="T0" fmla="*/ 282 w 423"/>
                              <a:gd name="T1" fmla="*/ 453 h 891"/>
                              <a:gd name="T2" fmla="*/ 282 w 423"/>
                              <a:gd name="T3" fmla="*/ 891 h 891"/>
                              <a:gd name="T4" fmla="*/ 141 w 423"/>
                              <a:gd name="T5" fmla="*/ 891 h 891"/>
                              <a:gd name="T6" fmla="*/ 141 w 423"/>
                              <a:gd name="T7" fmla="*/ 453 h 891"/>
                              <a:gd name="T8" fmla="*/ 0 w 423"/>
                              <a:gd name="T9" fmla="*/ 652 h 891"/>
                              <a:gd name="T10" fmla="*/ 0 w 423"/>
                              <a:gd name="T11" fmla="*/ 326 h 891"/>
                              <a:gd name="T12" fmla="*/ 211 w 423"/>
                              <a:gd name="T13" fmla="*/ 0 h 891"/>
                              <a:gd name="T14" fmla="*/ 423 w 423"/>
                              <a:gd name="T15" fmla="*/ 326 h 891"/>
                              <a:gd name="T16" fmla="*/ 423 w 423"/>
                              <a:gd name="T17" fmla="*/ 652 h 891"/>
                              <a:gd name="T18" fmla="*/ 282 w 423"/>
                              <a:gd name="T19" fmla="*/ 453 h 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891">
                                <a:moveTo>
                                  <a:pt x="282" y="453"/>
                                </a:moveTo>
                                <a:lnTo>
                                  <a:pt x="282" y="891"/>
                                </a:lnTo>
                                <a:lnTo>
                                  <a:pt x="141" y="891"/>
                                </a:lnTo>
                                <a:lnTo>
                                  <a:pt x="141" y="453"/>
                                </a:lnTo>
                                <a:lnTo>
                                  <a:pt x="0" y="652"/>
                                </a:lnTo>
                                <a:lnTo>
                                  <a:pt x="0" y="326"/>
                                </a:lnTo>
                                <a:lnTo>
                                  <a:pt x="211" y="0"/>
                                </a:lnTo>
                                <a:lnTo>
                                  <a:pt x="423" y="326"/>
                                </a:lnTo>
                                <a:lnTo>
                                  <a:pt x="423" y="652"/>
                                </a:lnTo>
                                <a:lnTo>
                                  <a:pt x="282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"/>
                        <wps:cNvSpPr>
                          <a:spLocks/>
                        </wps:cNvSpPr>
                        <wps:spPr bwMode="auto">
                          <a:xfrm>
                            <a:off x="2289810" y="800735"/>
                            <a:ext cx="550545" cy="146050"/>
                          </a:xfrm>
                          <a:custGeom>
                            <a:avLst/>
                            <a:gdLst>
                              <a:gd name="T0" fmla="*/ 453 w 1589"/>
                              <a:gd name="T1" fmla="*/ 282 h 423"/>
                              <a:gd name="T2" fmla="*/ 653 w 1589"/>
                              <a:gd name="T3" fmla="*/ 423 h 423"/>
                              <a:gd name="T4" fmla="*/ 326 w 1589"/>
                              <a:gd name="T5" fmla="*/ 423 h 423"/>
                              <a:gd name="T6" fmla="*/ 0 w 1589"/>
                              <a:gd name="T7" fmla="*/ 212 h 423"/>
                              <a:gd name="T8" fmla="*/ 326 w 1589"/>
                              <a:gd name="T9" fmla="*/ 0 h 423"/>
                              <a:gd name="T10" fmla="*/ 653 w 1589"/>
                              <a:gd name="T11" fmla="*/ 0 h 423"/>
                              <a:gd name="T12" fmla="*/ 453 w 1589"/>
                              <a:gd name="T13" fmla="*/ 141 h 423"/>
                              <a:gd name="T14" fmla="*/ 1136 w 1589"/>
                              <a:gd name="T15" fmla="*/ 141 h 423"/>
                              <a:gd name="T16" fmla="*/ 936 w 1589"/>
                              <a:gd name="T17" fmla="*/ 0 h 423"/>
                              <a:gd name="T18" fmla="*/ 1263 w 1589"/>
                              <a:gd name="T19" fmla="*/ 0 h 423"/>
                              <a:gd name="T20" fmla="*/ 1589 w 1589"/>
                              <a:gd name="T21" fmla="*/ 212 h 423"/>
                              <a:gd name="T22" fmla="*/ 1263 w 1589"/>
                              <a:gd name="T23" fmla="*/ 423 h 423"/>
                              <a:gd name="T24" fmla="*/ 936 w 1589"/>
                              <a:gd name="T25" fmla="*/ 423 h 423"/>
                              <a:gd name="T26" fmla="*/ 1136 w 1589"/>
                              <a:gd name="T27" fmla="*/ 282 h 423"/>
                              <a:gd name="T28" fmla="*/ 453 w 1589"/>
                              <a:gd name="T2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89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136" y="141"/>
                                </a:lnTo>
                                <a:lnTo>
                                  <a:pt x="936" y="0"/>
                                </a:lnTo>
                                <a:lnTo>
                                  <a:pt x="1263" y="0"/>
                                </a:lnTo>
                                <a:lnTo>
                                  <a:pt x="1589" y="212"/>
                                </a:lnTo>
                                <a:lnTo>
                                  <a:pt x="1263" y="423"/>
                                </a:lnTo>
                                <a:lnTo>
                                  <a:pt x="936" y="423"/>
                                </a:lnTo>
                                <a:lnTo>
                                  <a:pt x="1136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8"/>
                        <wps:cNvSpPr>
                          <a:spLocks/>
                        </wps:cNvSpPr>
                        <wps:spPr bwMode="auto">
                          <a:xfrm>
                            <a:off x="1920875" y="1518920"/>
                            <a:ext cx="331470" cy="146685"/>
                          </a:xfrm>
                          <a:custGeom>
                            <a:avLst/>
                            <a:gdLst>
                              <a:gd name="T0" fmla="*/ 503 w 956"/>
                              <a:gd name="T1" fmla="*/ 282 h 423"/>
                              <a:gd name="T2" fmla="*/ 0 w 956"/>
                              <a:gd name="T3" fmla="*/ 282 h 423"/>
                              <a:gd name="T4" fmla="*/ 0 w 956"/>
                              <a:gd name="T5" fmla="*/ 141 h 423"/>
                              <a:gd name="T6" fmla="*/ 503 w 956"/>
                              <a:gd name="T7" fmla="*/ 141 h 423"/>
                              <a:gd name="T8" fmla="*/ 303 w 956"/>
                              <a:gd name="T9" fmla="*/ 0 h 423"/>
                              <a:gd name="T10" fmla="*/ 630 w 956"/>
                              <a:gd name="T11" fmla="*/ 0 h 423"/>
                              <a:gd name="T12" fmla="*/ 956 w 956"/>
                              <a:gd name="T13" fmla="*/ 211 h 423"/>
                              <a:gd name="T14" fmla="*/ 630 w 956"/>
                              <a:gd name="T15" fmla="*/ 423 h 423"/>
                              <a:gd name="T16" fmla="*/ 303 w 956"/>
                              <a:gd name="T17" fmla="*/ 423 h 423"/>
                              <a:gd name="T18" fmla="*/ 503 w 956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56" h="423">
                                <a:moveTo>
                                  <a:pt x="503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503" y="141"/>
                                </a:lnTo>
                                <a:lnTo>
                                  <a:pt x="303" y="0"/>
                                </a:lnTo>
                                <a:lnTo>
                                  <a:pt x="630" y="0"/>
                                </a:lnTo>
                                <a:lnTo>
                                  <a:pt x="956" y="211"/>
                                </a:lnTo>
                                <a:lnTo>
                                  <a:pt x="630" y="423"/>
                                </a:lnTo>
                                <a:lnTo>
                                  <a:pt x="303" y="423"/>
                                </a:lnTo>
                                <a:lnTo>
                                  <a:pt x="50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"/>
                        <wps:cNvSpPr>
                          <a:spLocks/>
                        </wps:cNvSpPr>
                        <wps:spPr bwMode="auto">
                          <a:xfrm>
                            <a:off x="2284730" y="1601470"/>
                            <a:ext cx="239395" cy="146685"/>
                          </a:xfrm>
                          <a:custGeom>
                            <a:avLst/>
                            <a:gdLst>
                              <a:gd name="T0" fmla="*/ 453 w 692"/>
                              <a:gd name="T1" fmla="*/ 282 h 423"/>
                              <a:gd name="T2" fmla="*/ 653 w 692"/>
                              <a:gd name="T3" fmla="*/ 423 h 423"/>
                              <a:gd name="T4" fmla="*/ 327 w 692"/>
                              <a:gd name="T5" fmla="*/ 423 h 423"/>
                              <a:gd name="T6" fmla="*/ 0 w 692"/>
                              <a:gd name="T7" fmla="*/ 211 h 423"/>
                              <a:gd name="T8" fmla="*/ 327 w 692"/>
                              <a:gd name="T9" fmla="*/ 0 h 423"/>
                              <a:gd name="T10" fmla="*/ 653 w 692"/>
                              <a:gd name="T11" fmla="*/ 0 h 423"/>
                              <a:gd name="T12" fmla="*/ 453 w 692"/>
                              <a:gd name="T13" fmla="*/ 141 h 423"/>
                              <a:gd name="T14" fmla="*/ 692 w 692"/>
                              <a:gd name="T15" fmla="*/ 141 h 423"/>
                              <a:gd name="T16" fmla="*/ 692 w 692"/>
                              <a:gd name="T17" fmla="*/ 282 h 423"/>
                              <a:gd name="T18" fmla="*/ 453 w 69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2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7" y="423"/>
                                </a:lnTo>
                                <a:lnTo>
                                  <a:pt x="0" y="211"/>
                                </a:lnTo>
                                <a:lnTo>
                                  <a:pt x="327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692" y="141"/>
                                </a:lnTo>
                                <a:lnTo>
                                  <a:pt x="69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0"/>
                        <wps:cNvSpPr>
                          <a:spLocks/>
                        </wps:cNvSpPr>
                        <wps:spPr bwMode="auto">
                          <a:xfrm>
                            <a:off x="1919605" y="509270"/>
                            <a:ext cx="425450" cy="1763395"/>
                          </a:xfrm>
                          <a:custGeom>
                            <a:avLst/>
                            <a:gdLst>
                              <a:gd name="T0" fmla="*/ 453 w 1228"/>
                              <a:gd name="T1" fmla="*/ 283 h 5089"/>
                              <a:gd name="T2" fmla="*/ 653 w 1228"/>
                              <a:gd name="T3" fmla="*/ 423 h 5089"/>
                              <a:gd name="T4" fmla="*/ 326 w 1228"/>
                              <a:gd name="T5" fmla="*/ 423 h 5089"/>
                              <a:gd name="T6" fmla="*/ 0 w 1228"/>
                              <a:gd name="T7" fmla="*/ 212 h 5089"/>
                              <a:gd name="T8" fmla="*/ 326 w 1228"/>
                              <a:gd name="T9" fmla="*/ 0 h 5089"/>
                              <a:gd name="T10" fmla="*/ 653 w 1228"/>
                              <a:gd name="T11" fmla="*/ 0 h 5089"/>
                              <a:gd name="T12" fmla="*/ 453 w 1228"/>
                              <a:gd name="T13" fmla="*/ 141 h 5089"/>
                              <a:gd name="T14" fmla="*/ 1014 w 1228"/>
                              <a:gd name="T15" fmla="*/ 141 h 5089"/>
                              <a:gd name="T16" fmla="*/ 1085 w 1228"/>
                              <a:gd name="T17" fmla="*/ 141 h 5089"/>
                              <a:gd name="T18" fmla="*/ 1085 w 1228"/>
                              <a:gd name="T19" fmla="*/ 212 h 5089"/>
                              <a:gd name="T20" fmla="*/ 1085 w 1228"/>
                              <a:gd name="T21" fmla="*/ 4252 h 5089"/>
                              <a:gd name="T22" fmla="*/ 1085 w 1228"/>
                              <a:gd name="T23" fmla="*/ 4444 h 5089"/>
                              <a:gd name="T24" fmla="*/ 1086 w 1228"/>
                              <a:gd name="T25" fmla="*/ 4636 h 5089"/>
                              <a:gd name="T26" fmla="*/ 1226 w 1228"/>
                              <a:gd name="T27" fmla="*/ 4435 h 5089"/>
                              <a:gd name="T28" fmla="*/ 1228 w 1228"/>
                              <a:gd name="T29" fmla="*/ 4761 h 5089"/>
                              <a:gd name="T30" fmla="*/ 1020 w 1228"/>
                              <a:gd name="T31" fmla="*/ 5089 h 5089"/>
                              <a:gd name="T32" fmla="*/ 805 w 1228"/>
                              <a:gd name="T33" fmla="*/ 4765 h 5089"/>
                              <a:gd name="T34" fmla="*/ 803 w 1228"/>
                              <a:gd name="T35" fmla="*/ 4438 h 5089"/>
                              <a:gd name="T36" fmla="*/ 945 w 1228"/>
                              <a:gd name="T37" fmla="*/ 4637 h 5089"/>
                              <a:gd name="T38" fmla="*/ 943 w 1228"/>
                              <a:gd name="T39" fmla="*/ 4444 h 5089"/>
                              <a:gd name="T40" fmla="*/ 943 w 1228"/>
                              <a:gd name="T41" fmla="*/ 4444 h 5089"/>
                              <a:gd name="T42" fmla="*/ 943 w 1228"/>
                              <a:gd name="T43" fmla="*/ 4443 h 5089"/>
                              <a:gd name="T44" fmla="*/ 943 w 1228"/>
                              <a:gd name="T45" fmla="*/ 4252 h 5089"/>
                              <a:gd name="T46" fmla="*/ 943 w 1228"/>
                              <a:gd name="T47" fmla="*/ 283 h 5089"/>
                              <a:gd name="T48" fmla="*/ 453 w 1228"/>
                              <a:gd name="T49" fmla="*/ 283 h 5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28" h="5089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014" y="141"/>
                                </a:lnTo>
                                <a:lnTo>
                                  <a:pt x="1085" y="141"/>
                                </a:lnTo>
                                <a:lnTo>
                                  <a:pt x="1085" y="212"/>
                                </a:lnTo>
                                <a:lnTo>
                                  <a:pt x="1085" y="4252"/>
                                </a:lnTo>
                                <a:lnTo>
                                  <a:pt x="1085" y="4444"/>
                                </a:lnTo>
                                <a:lnTo>
                                  <a:pt x="1086" y="4636"/>
                                </a:lnTo>
                                <a:lnTo>
                                  <a:pt x="1226" y="4435"/>
                                </a:lnTo>
                                <a:lnTo>
                                  <a:pt x="1228" y="4761"/>
                                </a:lnTo>
                                <a:lnTo>
                                  <a:pt x="1020" y="5089"/>
                                </a:lnTo>
                                <a:lnTo>
                                  <a:pt x="805" y="4765"/>
                                </a:lnTo>
                                <a:lnTo>
                                  <a:pt x="803" y="4438"/>
                                </a:lnTo>
                                <a:lnTo>
                                  <a:pt x="945" y="4637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3"/>
                                </a:lnTo>
                                <a:lnTo>
                                  <a:pt x="943" y="4252"/>
                                </a:lnTo>
                                <a:lnTo>
                                  <a:pt x="943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560" y="383540"/>
                            <a:ext cx="6686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Aplicació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666002" y="594777"/>
                            <a:ext cx="6686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1461AE" w:rsidRDefault="005F4982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procesador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084590" y="1603571"/>
                            <a:ext cx="4400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5F4982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Batería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02398" y="2315845"/>
                            <a:ext cx="5422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5F4982" w:rsidRDefault="005F4982">
                              <w:pPr>
                                <w:rPr>
                                  <w:color w:val="FF0000"/>
                                  <w:u w:val="single"/>
                                  <w:lang w:val="ca-ES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ca-ES"/>
                                </w:rPr>
                                <w:t>Sensores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572295" y="2336058"/>
                            <a:ext cx="13633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5F4982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Display de subsistema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716895" y="2513965"/>
                            <a:ext cx="11176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Con pantalla táctil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42813" y="1414537"/>
                            <a:ext cx="5543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Batería 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881630" y="1589797"/>
                            <a:ext cx="906145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1818" w:rsidRDefault="005F4982">
                              <w:pP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administración</w:t>
                              </w:r>
                            </w:p>
                            <w:p w:rsidR="00E94E7C" w:rsidRPr="00E94E7C" w:rsidRDefault="005F4982" w:rsidP="00B81818">
                              <w:pPr>
                                <w:jc w:val="center"/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de energía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023183" y="718185"/>
                            <a:ext cx="11982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Radio inhalámbrica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061970" y="948483"/>
                            <a:ext cx="118491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5F4982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transmisor/receptor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6832" y="1202583"/>
                            <a:ext cx="15621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5F4982">
                              <w:r>
                                <w:rPr>
                                  <w:b/>
                                  <w:bCs/>
                                  <w:color w:val="FF0000"/>
                                  <w:u w:val="single"/>
                                  <w:lang w:val="en-US"/>
                                </w:rPr>
                                <w:t>Interfaces</w:t>
                              </w:r>
                              <w:r w:rsidR="00E94E7C">
                                <w:rPr>
                                  <w:b/>
                                  <w:bCs/>
                                  <w:color w:val="141515"/>
                                  <w:lang w:val="en-US"/>
                                </w:rPr>
                                <w:t xml:space="preserve"> </w:t>
                              </w:r>
                              <w:r w:rsidR="00FB37FE">
                                <w:rPr>
                                  <w:b/>
                                  <w:bCs/>
                                  <w:color w:val="141515"/>
                                  <w:lang w:val="en-US"/>
                                </w:rPr>
                                <w:t>a los sensores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7725" y="1386840"/>
                            <a:ext cx="15367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(m</w:t>
                              </w:r>
                              <w:r w:rsidR="00FB37FE">
                                <w:rPr>
                                  <w:color w:val="141515"/>
                                  <w:lang w:val="en-US"/>
                                </w:rPr>
                                <w:t>ovimiento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, </w:t>
                              </w:r>
                              <w:r w:rsidR="00FB37FE">
                                <w:rPr>
                                  <w:color w:val="141515"/>
                                  <w:lang w:val="en-US"/>
                                </w:rPr>
                                <w:t>magnético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0916" y="1548130"/>
                            <a:ext cx="140081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5F4982"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temperatura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>, h</w:t>
                              </w:r>
                              <w:r w:rsidR="00FB37FE">
                                <w:rPr>
                                  <w:color w:val="141515"/>
                                  <w:lang w:val="en-US"/>
                                </w:rPr>
                                <w:t>umedad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435" y="1708785"/>
                            <a:ext cx="9861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lang w:val="en-US"/>
                                </w:rPr>
                                <w:t>giroscopio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 xml:space="preserve">, etc.)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602230" y="46696"/>
                            <a:ext cx="104076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Altamente integrado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72055" y="201440"/>
                            <a:ext cx="13716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FB37FE">
                              <w:r w:rsidRPr="00FB37FE"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FB37FE"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 xml:space="preserve"> de aplicación específica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Line 37"/>
                        <wps:cNvCnPr/>
                        <wps:spPr bwMode="auto">
                          <a:xfrm>
                            <a:off x="5217795" y="332740"/>
                            <a:ext cx="0" cy="389255"/>
                          </a:xfrm>
                          <a:prstGeom prst="line">
                            <a:avLst/>
                          </a:prstGeom>
                          <a:noFill/>
                          <a:ln w="2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189855" y="305435"/>
                            <a:ext cx="55245" cy="55245"/>
                          </a:xfrm>
                          <a:prstGeom prst="ellipse">
                            <a:avLst/>
                          </a:prstGeom>
                          <a:solidFill>
                            <a:srgbClr val="141515"/>
                          </a:solidFill>
                          <a:ln w="4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9"/>
                        <wps:cNvSpPr>
                          <a:spLocks/>
                        </wps:cNvSpPr>
                        <wps:spPr bwMode="auto">
                          <a:xfrm>
                            <a:off x="5112385" y="237490"/>
                            <a:ext cx="56515" cy="169545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88 h 488"/>
                              <a:gd name="T2" fmla="*/ 0 w 164"/>
                              <a:gd name="T3" fmla="*/ 244 h 488"/>
                              <a:gd name="T4" fmla="*/ 164 w 164"/>
                              <a:gd name="T5" fmla="*/ 0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8">
                                <a:moveTo>
                                  <a:pt x="164" y="488"/>
                                </a:moveTo>
                                <a:cubicBezTo>
                                  <a:pt x="65" y="450"/>
                                  <a:pt x="0" y="353"/>
                                  <a:pt x="0" y="244"/>
                                </a:cubicBezTo>
                                <a:cubicBezTo>
                                  <a:pt x="0" y="135"/>
                                  <a:pt x="65" y="38"/>
                                  <a:pt x="164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0"/>
                        <wps:cNvSpPr>
                          <a:spLocks/>
                        </wps:cNvSpPr>
                        <wps:spPr bwMode="auto">
                          <a:xfrm>
                            <a:off x="5259070" y="236220"/>
                            <a:ext cx="56515" cy="16827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487"/>
                              <a:gd name="T2" fmla="*/ 164 w 164"/>
                              <a:gd name="T3" fmla="*/ 244 h 487"/>
                              <a:gd name="T4" fmla="*/ 0 w 164"/>
                              <a:gd name="T5" fmla="*/ 48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7">
                                <a:moveTo>
                                  <a:pt x="0" y="0"/>
                                </a:moveTo>
                                <a:cubicBezTo>
                                  <a:pt x="98" y="37"/>
                                  <a:pt x="164" y="135"/>
                                  <a:pt x="164" y="244"/>
                                </a:cubicBezTo>
                                <a:cubicBezTo>
                                  <a:pt x="164" y="353"/>
                                  <a:pt x="98" y="450"/>
                                  <a:pt x="0" y="487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1"/>
                        <wps:cNvSpPr>
                          <a:spLocks/>
                        </wps:cNvSpPr>
                        <wps:spPr bwMode="auto">
                          <a:xfrm>
                            <a:off x="5295900" y="193675"/>
                            <a:ext cx="85725" cy="257175"/>
                          </a:xfrm>
                          <a:custGeom>
                            <a:avLst/>
                            <a:gdLst>
                              <a:gd name="T0" fmla="*/ 0 w 247"/>
                              <a:gd name="T1" fmla="*/ 0 h 742"/>
                              <a:gd name="T2" fmla="*/ 247 w 247"/>
                              <a:gd name="T3" fmla="*/ 371 h 742"/>
                              <a:gd name="T4" fmla="*/ 0 w 247"/>
                              <a:gd name="T5" fmla="*/ 742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0" y="0"/>
                                </a:moveTo>
                                <a:cubicBezTo>
                                  <a:pt x="148" y="57"/>
                                  <a:pt x="247" y="205"/>
                                  <a:pt x="247" y="371"/>
                                </a:cubicBezTo>
                                <a:cubicBezTo>
                                  <a:pt x="247" y="537"/>
                                  <a:pt x="148" y="685"/>
                                  <a:pt x="0" y="742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2"/>
                        <wps:cNvSpPr>
                          <a:spLocks/>
                        </wps:cNvSpPr>
                        <wps:spPr bwMode="auto">
                          <a:xfrm>
                            <a:off x="5037455" y="193675"/>
                            <a:ext cx="85725" cy="256540"/>
                          </a:xfrm>
                          <a:custGeom>
                            <a:avLst/>
                            <a:gdLst>
                              <a:gd name="T0" fmla="*/ 247 w 247"/>
                              <a:gd name="T1" fmla="*/ 742 h 742"/>
                              <a:gd name="T2" fmla="*/ 0 w 247"/>
                              <a:gd name="T3" fmla="*/ 371 h 742"/>
                              <a:gd name="T4" fmla="*/ 247 w 247"/>
                              <a:gd name="T5" fmla="*/ 0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247" y="742"/>
                                </a:moveTo>
                                <a:cubicBezTo>
                                  <a:pt x="99" y="685"/>
                                  <a:pt x="0" y="537"/>
                                  <a:pt x="0" y="371"/>
                                </a:cubicBezTo>
                                <a:cubicBezTo>
                                  <a:pt x="0" y="205"/>
                                  <a:pt x="99" y="56"/>
                                  <a:pt x="247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88" o:spid="_x0000_s1026" editas="canvas" style="width:475.8pt;height:216.7pt;mso-position-horizontal-relative:char;mso-position-vertical-relative:line" coordsize="60426,2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426;height:27520;visibility:visible;mso-wrap-style:square">
                  <v:fill o:detectmouseclick="t"/>
                  <v:path o:connecttype="none"/>
                </v:shape>
                <v:rect id="Rectangle 5" o:spid="_x0000_s1028" style="position:absolute;left:31;top:31;width:46971;height:2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" fillcolor="#ebebeb" strokecolor="#141515" strokeweight="28e-5mm"/>
                <v:rect id="Rectangle 6" o:spid="_x0000_s1029" style="position:absolute;left:1155;top:1504;width:1800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" fillcolor="#ddf9df" strokecolor="#141515" strokeweight="53e-5mm"/>
                <v:rect id="Rectangle 7" o:spid="_x0000_s1030" style="position:absolute;left:1123;top:11252;width:18003;height:8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" fillcolor="#ebf28a" strokecolor="#141515" strokeweight="53e-5mm"/>
                <v:rect id="Rectangle 8" o:spid="_x0000_s1031" style="position:absolute;left:28479;top:4641;width:1548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" fillcolor="#ffdccb" strokecolor="#141515" strokeweight="53e-5mm"/>
                <v:rect id="Rectangle 9" o:spid="_x0000_s1032" style="position:absolute;left:25355;top:13950;width:15158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" fillcolor="#fcc900" strokecolor="#141515" strokeweight="53e-5mm"/>
                <v:rect id="Rectangle 10" o:spid="_x0000_s1033" style="position:absolute;left:48063;top:13849;width:9506;height:6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" fillcolor="#ffd9a8" strokecolor="#141515" strokeweight="53e-5mm"/>
                <v:rect id="Rectangle 11" o:spid="_x0000_s1034" style="position:absolute;left:190;top:22599;width:867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" fillcolor="#fffadd" strokecolor="#141515" strokeweight="53e-5mm"/>
                <v:rect id="Rectangle 12" o:spid="_x0000_s1035" style="position:absolute;left:15595;top:22625;width:13792;height:4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" fillcolor="#fffadd" strokecolor="#141515" strokeweight="53e-5mm"/>
                <v:shape id="Freeform 13" o:spid="_x0000_s1036" style="position:absolute;left:43916;top:6413;width:8242;height:1461;visibility:visible;mso-wrap-style:square;v-text-anchor:top" coordsize="237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" path="m453,283l653,423r-327,l,212,326,,653,,453,141r1473,l1726,r327,l2379,212,2053,423r-327,l1926,283r-1473,xe" fillcolor="#0092ca" stroked="f">
                  <v:path arrowok="t" o:connecttype="custom" o:connectlocs="156947,97712;226239,146050;112946,146050;0,73198;112946,0;226239,0;156947,48683;667283,48683;597991,0;711284,0;824230,73198;711284,146050;597991,146050;667283,97712;156947,97712" o:connectangles="0,0,0,0,0,0,0,0,0,0,0,0,0,0,0"/>
                </v:shape>
                <v:shape id="Freeform 14" o:spid="_x0000_s1037" style="position:absolute;left:40500;top:14808;width:7531;height:1467;visibility:visible;mso-wrap-style:square;v-text-anchor:top" coordsize="217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" path="m453,282l652,423r-326,l,211,326,,652,,452,141r1720,l2172,282r-1719,xe" fillcolor="#0092ca" stroked="f">
                  <v:path arrowok="t" o:connecttype="custom" o:connectlocs="157071,97790;226072,146685;113036,146685;0,73169;113036,0;226072,0;156725,48895;753110,48895;753110,97790;157071,97790" o:connectangles="0,0,0,0,0,0,0,0,0,0"/>
                </v:shape>
                <v:shape id="Freeform 15" o:spid="_x0000_s1038" style="position:absolute;left:40513;top:17449;width:7620;height:1467;visibility:visible;mso-wrap-style:square;v-text-anchor:top" coordsize="219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" path="m1746,282l,282,,141r1746,l1546,r327,l2199,211,1873,423r-327,l1746,282xe" fillcolor="#0092ca" stroked="f">
                  <v:path arrowok="t" o:connecttype="custom" o:connectlocs="605026,97790;0,97790;0,48895;605026,48895;535722,0;649034,0;762000,73169;649034,146685;535722,146685;605026,97790" o:connectangles="0,0,0,0,0,0,0,0,0,0"/>
                </v:shape>
                <v:shape id="Freeform 16" o:spid="_x0000_s1039" style="position:absolute;left:4159;top:19462;width:1467;height:3093;visibility:visible;mso-wrap-style:square;v-text-anchor:top" coordsize="423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" path="m282,453r,438l141,891r,-438l,652,,326,211,,423,326r,326l282,453xe" fillcolor="#0092ca" stroked="f">
                  <v:path arrowok="t" o:connecttype="custom" o:connectlocs="97790,157226;97790,309245;48895,309245;48895,157226;0,226294;0,113147;73169,0;146685,113147;146685,226294;97790,157226" o:connectangles="0,0,0,0,0,0,0,0,0,0"/>
                </v:shape>
                <v:shape id="Freeform 17" o:spid="_x0000_s1040" style="position:absolute;left:22898;top:8007;width:5505;height:1460;visibility:visible;mso-wrap-style:square;v-text-anchor:top" coordsize="158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" path="m453,282l653,423r-327,l,212,326,,653,,453,141r683,l936,r327,l1589,212,1263,423r-327,l1136,282r-683,xe" fillcolor="#0092ca" stroked="f">
                  <v:path arrowok="t" o:connecttype="custom" o:connectlocs="156952,97367;226247,146050;112950,146050;0,73198;112950,0;226247,0;156952,48683;393593,48683;324298,0;437595,0;550545,73198;437595,146050;324298,146050;393593,97367;156952,97367" o:connectangles="0,0,0,0,0,0,0,0,0,0,0,0,0,0,0"/>
                </v:shape>
                <v:shape id="Freeform 18" o:spid="_x0000_s1041" style="position:absolute;left:19208;top:15189;width:3315;height:1467;visibility:visible;mso-wrap-style:square;v-text-anchor:top" coordsize="956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" path="m503,282l,282,,141r503,l303,,630,,956,211,630,423r-327,l503,282xe" fillcolor="#0092ca" stroked="f">
                  <v:path arrowok="t" o:connecttype="custom" o:connectlocs="174403,97790;0,97790;0,48895;174403,48895;105058,0;218437,0;331470,73169;218437,146685;105058,146685;174403,97790" o:connectangles="0,0,0,0,0,0,0,0,0,0"/>
                </v:shape>
                <v:shape id="Freeform 19" o:spid="_x0000_s1042" style="position:absolute;left:22847;top:16014;width:2394;height:1467;visibility:visible;mso-wrap-style:square;v-text-anchor:top" coordsize="69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" path="m453,282l653,423r-326,l,211,327,,653,,453,141r239,l692,282r-239,xe" fillcolor="#0092ca" stroked="f">
                  <v:path arrowok="t" o:connecttype="custom" o:connectlocs="156714,97790;225903,146685;113125,146685;0,73169;113125,0;225903,0;156714,48895;239395,48895;239395,97790;156714,97790" o:connectangles="0,0,0,0,0,0,0,0,0,0"/>
                </v:shape>
                <v:shape id="Freeform 20" o:spid="_x0000_s1043" style="position:absolute;left:19196;top:5092;width:4254;height:17634;visibility:visible;mso-wrap-style:square;v-text-anchor:top" coordsize="1228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" path="m453,283l653,423r-327,l,212,326,,653,,453,141r561,l1085,141r,71l1085,4252r,192l1086,4636r140,-201l1228,4761r-208,328l805,4765r-2,-327l945,4637r-2,-193l943,4444r,-1l943,4252r,-3969l453,283xe" fillcolor="#0092ca" stroked="f">
                  <v:path arrowok="t" o:connecttype="custom" o:connectlocs="156945,98063;226237,146574;112945,146574;0,73460;112945,0;226237,0;156945,48858;351308,48858;375907,48858;375907,73460;375907,1473365;375907,1539895;376253,1606425;424757,1536777;425450,1649739;353387,1763395;278898,1651125;278205,1537816;327402,1606772;326710,1539895;326710,1539895;326710,1539549;326710,1473365;326710,98063;156945,98063" o:connectangles="0,0,0,0,0,0,0,0,0,0,0,0,0,0,0,0,0,0,0,0,0,0,0,0,0"/>
                </v:shape>
                <v:rect id="Rectangle 21" o:spid="_x0000_s1044" style="position:absolute;left:6705;top:3835;width:668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Aplicació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22" o:spid="_x0000_s1045" style="position:absolute;left:6660;top:5947;width:668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1461AE" w:rsidRDefault="005F4982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procesador</w:t>
                        </w:r>
                      </w:p>
                    </w:txbxContent>
                  </v:textbox>
                </v:rect>
                <v:rect id="Rectangle 23" o:spid="_x0000_s1046" style="position:absolute;left:50845;top:16035;width:440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:rsidR="00E94E7C" w:rsidRPr="00E94E7C" w:rsidRDefault="005F4982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Batería</w:t>
                        </w:r>
                      </w:p>
                    </w:txbxContent>
                  </v:textbox>
                </v:rect>
                <v:rect id="Rectangle 24" o:spid="_x0000_s1047" style="position:absolute;left:2023;top:23158;width:542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5F4982" w:rsidRDefault="005F4982">
                        <w:pPr>
                          <w:rPr>
                            <w:color w:val="FF0000"/>
                            <w:u w:val="single"/>
                            <w:lang w:val="ca-ES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ca-ES"/>
                          </w:rPr>
                          <w:t>Sensores</w:t>
                        </w:r>
                      </w:p>
                    </w:txbxContent>
                  </v:textbox>
                </v:rect>
                <v:rect id="Rectangle 25" o:spid="_x0000_s1048" style="position:absolute;left:15722;top:23360;width:1363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Pr="00015FBB" w:rsidRDefault="005F4982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Display de subsistema</w:t>
                        </w:r>
                      </w:p>
                    </w:txbxContent>
                  </v:textbox>
                </v:rect>
                <v:rect id="Rectangle 26" o:spid="_x0000_s1049" style="position:absolute;left:17168;top:25139;width:1117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a5wAAAANsAAAAPAAAAZHJzL2Rvd25yZXYueG1sRI/NigIx&#10;EITvC75DaMHbmtHDrox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5qVWuc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Con pantalla táctil</w:t>
                        </w:r>
                      </w:p>
                    </w:txbxContent>
                  </v:textbox>
                </v:rect>
                <v:rect id="Rectangle 27" o:spid="_x0000_s1050" style="position:absolute;left:30428;top:14145;width:554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Batería y</w:t>
                        </w:r>
                      </w:p>
                    </w:txbxContent>
                  </v:textbox>
                </v:rect>
                <v:rect id="Rectangle 28" o:spid="_x0000_s1051" style="position:absolute;left:28816;top:15897;width:9061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:rsidR="00B81818" w:rsidRDefault="005F4982">
                        <w:pPr>
                          <w:rPr>
                            <w:color w:val="FF0000"/>
                            <w:u w:val="single"/>
                            <w:lang w:val="en-US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administración</w:t>
                        </w:r>
                      </w:p>
                      <w:p w:rsidR="00E94E7C" w:rsidRPr="00E94E7C" w:rsidRDefault="005F4982" w:rsidP="00B81818">
                        <w:pPr>
                          <w:jc w:val="center"/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de energía</w:t>
                        </w:r>
                      </w:p>
                    </w:txbxContent>
                  </v:textbox>
                </v:rect>
                <v:rect id="Rectangle 29" o:spid="_x0000_s1052" style="position:absolute;left:30231;top:7181;width:1198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Radio inhalámbrica</w:t>
                        </w:r>
                      </w:p>
                    </w:txbxContent>
                  </v:textbox>
                </v:rect>
                <v:rect id="Rectangle 30" o:spid="_x0000_s1053" style="position:absolute;left:30619;top:9484;width:1184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Pr="00015FBB" w:rsidRDefault="005F4982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transmisor/receptor</w:t>
                        </w:r>
                      </w:p>
                    </w:txbxContent>
                  </v:textbox>
                </v:rect>
                <v:rect id="Rectangle 31" o:spid="_x0000_s1054" style="position:absolute;left:1268;top:12025;width:1562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5F4982">
                        <w:r>
                          <w:rPr>
                            <w:b/>
                            <w:bCs/>
                            <w:color w:val="FF0000"/>
                            <w:u w:val="single"/>
                            <w:lang w:val="en-US"/>
                          </w:rPr>
                          <w:t>Interfaces</w:t>
                        </w:r>
                        <w:r w:rsidR="00E94E7C">
                          <w:rPr>
                            <w:b/>
                            <w:bCs/>
                            <w:color w:val="141515"/>
                            <w:lang w:val="en-US"/>
                          </w:rPr>
                          <w:t xml:space="preserve"> </w:t>
                        </w:r>
                        <w:r w:rsidR="00FB37FE">
                          <w:rPr>
                            <w:b/>
                            <w:bCs/>
                            <w:color w:val="141515"/>
                            <w:lang w:val="en-US"/>
                          </w:rPr>
                          <w:t>a los sensores</w:t>
                        </w:r>
                      </w:p>
                    </w:txbxContent>
                  </v:textbox>
                </v:rect>
                <v:rect id="Rectangle 32" o:spid="_x0000_s1055" style="position:absolute;left:4477;top:13868;width:1536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(m</w:t>
                        </w:r>
                        <w:r w:rsidR="00FB37FE">
                          <w:rPr>
                            <w:color w:val="141515"/>
                            <w:lang w:val="en-US"/>
                          </w:rPr>
                          <w:t>ovimiento</w:t>
                        </w:r>
                        <w:r>
                          <w:rPr>
                            <w:color w:val="141515"/>
                            <w:lang w:val="en-US"/>
                          </w:rPr>
                          <w:t xml:space="preserve">, </w:t>
                        </w:r>
                        <w:r w:rsidR="00FB37FE">
                          <w:rPr>
                            <w:color w:val="141515"/>
                            <w:lang w:val="en-US"/>
                          </w:rPr>
                          <w:t>magnético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3" o:spid="_x0000_s1056" style="position:absolute;left:2209;top:15481;width:14008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Default="005F4982"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temperatura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>, h</w:t>
                        </w:r>
                        <w:r w:rsidR="00FB37FE">
                          <w:rPr>
                            <w:color w:val="141515"/>
                            <w:lang w:val="en-US"/>
                          </w:rPr>
                          <w:t>umedad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4" o:spid="_x0000_s1057" style="position:absolute;left:5404;top:17087;width:986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lang w:val="en-US"/>
                          </w:rPr>
                          <w:t>giroscopio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 xml:space="preserve">, etc.) </w:t>
                        </w:r>
                      </w:p>
                    </w:txbxContent>
                  </v:textbox>
                </v:rect>
                <v:rect id="Rectangle 35" o:spid="_x0000_s1058" style="position:absolute;left:26022;top:466;width:10407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<v:textbox style="mso-fit-shape-to-text:t" inset="0,0,0,0">
                    <w:txbxContent>
                      <w:p w:rsidR="00E94E7C" w:rsidRDefault="00FB37FE"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Altamente integrado</w:t>
                        </w:r>
                      </w:p>
                    </w:txbxContent>
                  </v:textbox>
                </v:rect>
                <v:rect id="Rectangle 36" o:spid="_x0000_s1059" style="position:absolute;left:24720;top:2014;width:1371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FB37FE">
                        <w:r w:rsidRPr="00FB37FE"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FB37FE"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 xml:space="preserve"> de aplicación específica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52177,3327" to="52177,7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" strokecolor="#141515" strokeweight="81e-5mm">
                  <v:stroke joinstyle="miter"/>
                </v:line>
                <v:oval id="Oval 38" o:spid="_x0000_s1061" style="position:absolute;left:51898;top:3054;width:553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" fillcolor="#141515" strokecolor="#141515" strokeweight="1e-4mm">
                  <v:stroke joinstyle="miter"/>
                </v:oval>
                <v:shape id="Freeform 39" o:spid="_x0000_s1062" style="position:absolute;left:51123;top:2374;width:566;height:1696;visibility:visible;mso-wrap-style:square;v-text-anchor:top" coordsize="164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" path="m164,488c65,450,,353,,244,,135,65,38,164,e" filled="f" strokecolor="#141515" strokeweight="53e-5mm">
                  <v:stroke joinstyle="miter"/>
                  <v:path arrowok="t" o:connecttype="custom" o:connectlocs="56515,169545;0,84773;56515,0" o:connectangles="0,0,0"/>
                </v:shape>
                <v:shape id="Freeform 40" o:spid="_x0000_s1063" style="position:absolute;left:52590;top:2362;width:565;height:1682;visibility:visible;mso-wrap-style:square;v-text-anchor:top" coordsize="16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" path="m,c98,37,164,135,164,244,164,353,98,450,,487e" filled="f" strokecolor="#141515" strokeweight="53e-5mm">
                  <v:stroke joinstyle="miter"/>
                  <v:path arrowok="t" o:connecttype="custom" o:connectlocs="0,0;56515,84310;0,168275" o:connectangles="0,0,0"/>
                </v:shape>
                <v:shape id="Freeform 41" o:spid="_x0000_s1064" style="position:absolute;left:52959;top:1936;width:857;height:2572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" path="m,c148,57,247,205,247,371,247,537,148,685,,742e" filled="f" strokecolor="#141515" strokeweight="53e-5mm">
                  <v:stroke joinstyle="miter"/>
                  <v:path arrowok="t" o:connecttype="custom" o:connectlocs="0,0;85725,128588;0,257175" o:connectangles="0,0,0"/>
                </v:shape>
                <v:shape id="Freeform 42" o:spid="_x0000_s1065" style="position:absolute;left:50374;top:1936;width:857;height:2566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" path="m247,742c99,685,,537,,371,,205,99,56,247,e" filled="f" strokecolor="#141515" strokeweight="53e-5mm">
                  <v:stroke joinstyle="miter"/>
                  <v:path arrowok="t" o:connecttype="custom" o:connectlocs="85725,256540;0,128270;85725,0" o:connectangles="0,0,0"/>
                </v:shape>
                <w10:anchorlock/>
              </v:group>
            </w:pict>
          </mc:Fallback>
        </mc:AlternateContent>
      </w:r>
    </w:p>
    <w:p w:rsidR="001922A0" w:rsidRDefault="001922A0" w:rsidP="001922A0">
      <w:pPr>
        <w:rPr>
          <w:lang w:val="en-GB"/>
        </w:rPr>
      </w:pPr>
    </w:p>
    <w:p w:rsidR="00015FBB" w:rsidRPr="006F304B" w:rsidRDefault="00E94E7C" w:rsidP="00015FBB">
      <w:pPr>
        <w:rPr>
          <w:b/>
        </w:rPr>
      </w:pPr>
      <w:r w:rsidRPr="00FB37FE">
        <w:rPr>
          <w:b/>
          <w:lang w:val="es-ES"/>
        </w:rPr>
        <w:t>B</w:t>
      </w:r>
      <w:r w:rsidR="00FB37FE" w:rsidRPr="00FB37FE">
        <w:rPr>
          <w:b/>
          <w:lang w:val="es-ES"/>
        </w:rPr>
        <w:t>atería</w:t>
      </w:r>
      <w:r w:rsidR="00FB37FE">
        <w:rPr>
          <w:b/>
          <w:lang w:val="es-ES"/>
        </w:rPr>
        <w:t xml:space="preserve">  a</w:t>
      </w:r>
      <w:r w:rsidR="00FB37FE" w:rsidRPr="00FB37FE">
        <w:rPr>
          <w:b/>
          <w:lang w:val="es-ES"/>
        </w:rPr>
        <w:t xml:space="preserve">dministración de energía </w:t>
      </w:r>
      <w:r w:rsidR="00FB37FE">
        <w:rPr>
          <w:b/>
          <w:lang w:val="es-ES"/>
        </w:rPr>
        <w:t xml:space="preserve">   s</w:t>
      </w:r>
      <w:r w:rsidR="00015FBB" w:rsidRPr="00FB37FE">
        <w:rPr>
          <w:b/>
          <w:lang w:val="es-ES"/>
        </w:rPr>
        <w:t>ensor</w:t>
      </w:r>
      <w:r w:rsidR="00FB37FE">
        <w:rPr>
          <w:b/>
          <w:lang w:val="es-ES"/>
        </w:rPr>
        <w:t>e</w:t>
      </w:r>
      <w:r w:rsidR="00015FBB" w:rsidRPr="00FB37FE">
        <w:rPr>
          <w:b/>
          <w:lang w:val="es-ES"/>
        </w:rPr>
        <w:t xml:space="preserve">s          </w:t>
      </w:r>
      <w:r w:rsidR="00FB37FE">
        <w:rPr>
          <w:b/>
          <w:lang w:val="es-ES"/>
        </w:rPr>
        <w:t>procesador</w:t>
      </w:r>
      <w:r w:rsidRPr="00FB37FE">
        <w:rPr>
          <w:b/>
          <w:lang w:val="es-ES"/>
        </w:rPr>
        <w:t xml:space="preserve">         </w:t>
      </w:r>
      <w:r w:rsidR="00FB37FE">
        <w:rPr>
          <w:b/>
          <w:lang w:val="es-ES"/>
        </w:rPr>
        <w:t>transmisor/receptor</w:t>
      </w:r>
    </w:p>
    <w:p w:rsidR="00015FBB" w:rsidRPr="00FB37FE" w:rsidRDefault="00015FBB" w:rsidP="003825C9">
      <w:pPr>
        <w:rPr>
          <w:lang w:val="es-ES"/>
        </w:rPr>
      </w:pPr>
    </w:p>
    <w:p w:rsidR="00015FBB" w:rsidRPr="00FB37FE" w:rsidRDefault="00FB37FE" w:rsidP="00015FBB">
      <w:pPr>
        <w:jc w:val="center"/>
        <w:rPr>
          <w:lang w:val="es-ES"/>
        </w:rPr>
      </w:pPr>
      <w:r w:rsidRPr="00FB37FE">
        <w:rPr>
          <w:b/>
          <w:lang w:val="es-ES"/>
        </w:rPr>
        <w:t>display de subsitema</w:t>
      </w:r>
      <w:r w:rsidR="00015FBB" w:rsidRPr="00FB37FE">
        <w:rPr>
          <w:b/>
          <w:lang w:val="es-ES"/>
        </w:rPr>
        <w:t xml:space="preserve">         </w:t>
      </w:r>
      <w:r w:rsidRPr="00FB37FE">
        <w:rPr>
          <w:b/>
          <w:lang w:val="es-ES"/>
        </w:rPr>
        <w:t>interfaces</w:t>
      </w:r>
      <w:r w:rsidR="00015FBB" w:rsidRPr="00FB37FE">
        <w:rPr>
          <w:b/>
          <w:lang w:val="es-ES"/>
        </w:rPr>
        <w:t xml:space="preserve">          t</w:t>
      </w:r>
      <w:r w:rsidRPr="00FB37FE">
        <w:rPr>
          <w:b/>
          <w:lang w:val="es-ES"/>
        </w:rPr>
        <w:t>e</w:t>
      </w:r>
      <w:r>
        <w:rPr>
          <w:b/>
          <w:lang w:val="es-ES"/>
        </w:rPr>
        <w:t>mperatura</w:t>
      </w:r>
    </w:p>
    <w:p w:rsidR="00C148FD" w:rsidRPr="00FB37FE" w:rsidRDefault="00C148FD" w:rsidP="00C148FD">
      <w:pPr>
        <w:pStyle w:val="eLineBottom"/>
        <w:rPr>
          <w:lang w:val="es-ES"/>
        </w:rPr>
      </w:pPr>
    </w:p>
    <w:p w:rsidR="00C148FD" w:rsidRPr="00FB37FE" w:rsidRDefault="00C148FD" w:rsidP="00C148FD">
      <w:pPr>
        <w:rPr>
          <w:lang w:val="es-ES"/>
        </w:rPr>
      </w:pPr>
    </w:p>
    <w:p w:rsidR="00127770" w:rsidRPr="003E73F0" w:rsidRDefault="003E73F0" w:rsidP="003E73F0">
      <w:pPr>
        <w:pStyle w:val="eTask"/>
        <w:rPr>
          <w:lang w:val="es-ES"/>
        </w:rPr>
      </w:pPr>
      <w:r w:rsidRPr="003E73F0">
        <w:rPr>
          <w:lang w:val="es-ES"/>
        </w:rPr>
        <w:t>¿Cuáles son las áreas esenciales para las soluciones de ciudades inteligentes</w:t>
      </w:r>
      <w:r w:rsidR="00127770" w:rsidRPr="003E73F0">
        <w:rPr>
          <w:lang w:val="es-ES"/>
        </w:rPr>
        <w:t>?</w:t>
      </w:r>
    </w:p>
    <w:p w:rsidR="00127770" w:rsidRPr="003E73F0" w:rsidRDefault="00127770" w:rsidP="0012777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27770" w:rsidRPr="006B771B" w:rsidRDefault="00127770" w:rsidP="00127770">
      <w:pPr>
        <w:rPr>
          <w:lang w:val="es-ES"/>
        </w:rPr>
      </w:pPr>
      <w:r w:rsidRPr="006B771B">
        <w:rPr>
          <w:lang w:val="es-ES"/>
        </w:rPr>
        <w:t>a)</w:t>
      </w:r>
      <w:r w:rsidRPr="006B771B">
        <w:rPr>
          <w:lang w:val="es-ES"/>
        </w:rPr>
        <w:tab/>
      </w:r>
      <w:r w:rsidR="001461AE">
        <w:t>__</w:t>
      </w:r>
      <w:r w:rsidR="006B771B" w:rsidRPr="00377652">
        <w:rPr>
          <w:color w:val="FF0000"/>
        </w:rPr>
        <w:t>Sistemas de transporte inteligente</w:t>
      </w:r>
      <w:r w:rsidR="006B771B" w:rsidRPr="006B771B">
        <w:t>__</w:t>
      </w:r>
    </w:p>
    <w:p w:rsidR="00127770" w:rsidRPr="006B771B" w:rsidRDefault="00127770" w:rsidP="00127770">
      <w:pPr>
        <w:rPr>
          <w:lang w:val="es-ES"/>
        </w:rPr>
      </w:pPr>
    </w:p>
    <w:p w:rsidR="00127770" w:rsidRPr="006B771B" w:rsidRDefault="00127770" w:rsidP="00127770">
      <w:pPr>
        <w:rPr>
          <w:lang w:val="es-ES"/>
        </w:rPr>
      </w:pPr>
      <w:r w:rsidRPr="006B771B">
        <w:rPr>
          <w:lang w:val="es-ES"/>
        </w:rPr>
        <w:t>b)</w:t>
      </w:r>
      <w:r w:rsidRPr="006B771B">
        <w:rPr>
          <w:lang w:val="es-ES"/>
        </w:rPr>
        <w:tab/>
      </w:r>
      <w:r w:rsidR="000C1141">
        <w:t>__</w:t>
      </w:r>
      <w:r w:rsidR="006B771B" w:rsidRPr="00377652">
        <w:rPr>
          <w:color w:val="FF0000"/>
        </w:rPr>
        <w:t>Videovigilancia inteligente</w:t>
      </w:r>
      <w:r w:rsidR="001461AE">
        <w:t>____</w:t>
      </w:r>
    </w:p>
    <w:p w:rsidR="00127770" w:rsidRPr="006B771B" w:rsidRDefault="00127770" w:rsidP="00127770">
      <w:pPr>
        <w:rPr>
          <w:lang w:val="es-ES"/>
        </w:rPr>
      </w:pPr>
    </w:p>
    <w:p w:rsidR="00127770" w:rsidRPr="006B771B" w:rsidRDefault="00127770" w:rsidP="00127770">
      <w:pPr>
        <w:rPr>
          <w:shd w:val="clear" w:color="auto" w:fill="CCFFCC"/>
          <w:lang w:val="es-ES"/>
        </w:rPr>
      </w:pPr>
      <w:r w:rsidRPr="006B771B">
        <w:rPr>
          <w:lang w:val="es-ES"/>
        </w:rPr>
        <w:t>c)</w:t>
      </w:r>
      <w:r w:rsidRPr="006B771B">
        <w:rPr>
          <w:lang w:val="es-ES"/>
        </w:rPr>
        <w:tab/>
      </w:r>
      <w:r w:rsidR="000C1141">
        <w:t>__</w:t>
      </w:r>
      <w:r w:rsidR="006B771B" w:rsidRPr="00377652">
        <w:rPr>
          <w:color w:val="FF0000"/>
        </w:rPr>
        <w:t>Medición inteligente y sistemas de energía inteligentes</w:t>
      </w:r>
      <w:r w:rsidR="001461AE">
        <w:t>__</w:t>
      </w:r>
    </w:p>
    <w:p w:rsidR="00127770" w:rsidRPr="006B771B" w:rsidRDefault="00127770" w:rsidP="00127770">
      <w:pPr>
        <w:rPr>
          <w:lang w:val="es-ES"/>
        </w:rPr>
      </w:pPr>
    </w:p>
    <w:p w:rsidR="00127770" w:rsidRPr="006B771B" w:rsidRDefault="00127770" w:rsidP="00127770">
      <w:pPr>
        <w:rPr>
          <w:shd w:val="clear" w:color="auto" w:fill="CCFFCC"/>
          <w:lang w:val="es-ES"/>
        </w:rPr>
      </w:pPr>
      <w:r w:rsidRPr="006B771B">
        <w:rPr>
          <w:lang w:val="es-ES"/>
        </w:rPr>
        <w:t>d)</w:t>
      </w:r>
      <w:r w:rsidRPr="006B771B">
        <w:rPr>
          <w:lang w:val="es-ES"/>
        </w:rPr>
        <w:tab/>
      </w:r>
      <w:r w:rsidR="00377652">
        <w:t>__</w:t>
      </w:r>
      <w:r w:rsidR="00377652" w:rsidRPr="00377652">
        <w:rPr>
          <w:color w:val="FF0000"/>
        </w:rPr>
        <w:t>Gestión inteligente de residuos</w:t>
      </w:r>
      <w:r w:rsidR="001461AE">
        <w:t>__</w:t>
      </w:r>
    </w:p>
    <w:p w:rsidR="00127770" w:rsidRPr="006B771B" w:rsidRDefault="00127770" w:rsidP="00127770">
      <w:pPr>
        <w:rPr>
          <w:lang w:val="es-ES"/>
        </w:rPr>
      </w:pPr>
    </w:p>
    <w:p w:rsidR="00127770" w:rsidRPr="006B771B" w:rsidRDefault="00127770" w:rsidP="00127770">
      <w:pPr>
        <w:rPr>
          <w:lang w:val="es-ES"/>
        </w:rPr>
      </w:pPr>
      <w:r w:rsidRPr="006B771B">
        <w:rPr>
          <w:lang w:val="es-ES"/>
        </w:rPr>
        <w:t>e)</w:t>
      </w:r>
      <w:r w:rsidRPr="006B771B">
        <w:rPr>
          <w:lang w:val="es-ES"/>
        </w:rPr>
        <w:tab/>
      </w:r>
      <w:r w:rsidR="00377652">
        <w:t>__</w:t>
      </w:r>
      <w:r w:rsidR="00377652" w:rsidRPr="00377652">
        <w:rPr>
          <w:color w:val="FF0000"/>
        </w:rPr>
        <w:t>Iluminación inteligente</w:t>
      </w:r>
      <w:r w:rsidR="001461AE">
        <w:t>___</w:t>
      </w:r>
    </w:p>
    <w:p w:rsidR="00127770" w:rsidRPr="006B771B" w:rsidRDefault="00127770" w:rsidP="00127770">
      <w:pPr>
        <w:pStyle w:val="eLineBottom"/>
        <w:rPr>
          <w:lang w:val="es-ES"/>
        </w:rPr>
      </w:pPr>
    </w:p>
    <w:p w:rsidR="009D6341" w:rsidRPr="006B771B" w:rsidRDefault="009D6341" w:rsidP="009D6341">
      <w:pPr>
        <w:rPr>
          <w:lang w:val="es-ES"/>
        </w:rPr>
      </w:pPr>
    </w:p>
    <w:p w:rsidR="000C00D4" w:rsidRPr="00493F0F" w:rsidRDefault="00493F0F" w:rsidP="00493F0F">
      <w:pPr>
        <w:pStyle w:val="eTask"/>
        <w:rPr>
          <w:lang w:val="es-ES"/>
        </w:rPr>
      </w:pPr>
      <w:r>
        <w:rPr>
          <w:lang w:val="es-ES"/>
        </w:rPr>
        <w:t>¡Agregue</w:t>
      </w:r>
      <w:r w:rsidRPr="00493F0F">
        <w:rPr>
          <w:lang w:val="es-ES"/>
        </w:rPr>
        <w:t xml:space="preserve"> las palabras de abajo para corregir la oración</w:t>
      </w:r>
      <w:r w:rsidR="00D606BA" w:rsidRPr="00493F0F">
        <w:rPr>
          <w:lang w:val="es-ES"/>
        </w:rPr>
        <w:t>!</w:t>
      </w:r>
    </w:p>
    <w:p w:rsidR="000C00D4" w:rsidRPr="00493F0F" w:rsidRDefault="000C00D4" w:rsidP="003825C9">
      <w:pPr>
        <w:rPr>
          <w:lang w:val="es-ES"/>
        </w:rPr>
      </w:pPr>
    </w:p>
    <w:p w:rsidR="000C00D4" w:rsidRPr="00493F0F" w:rsidRDefault="00B47C31" w:rsidP="001461AE">
      <w:pPr>
        <w:spacing w:line="360" w:lineRule="auto"/>
        <w:rPr>
          <w:lang w:val="es-ES"/>
        </w:rPr>
      </w:pPr>
      <w:r>
        <w:rPr>
          <w:lang w:val="es-ES"/>
        </w:rPr>
        <w:t xml:space="preserve">La </w:t>
      </w:r>
      <w:r w:rsidRPr="00B47C31">
        <w:rPr>
          <w:color w:val="FF0000"/>
          <w:u w:val="single"/>
          <w:lang w:val="es-ES"/>
        </w:rPr>
        <w:t>velocidad</w:t>
      </w:r>
      <w:r w:rsidR="00127770" w:rsidRPr="00493F0F">
        <w:rPr>
          <w:lang w:val="es-ES"/>
        </w:rPr>
        <w:t xml:space="preserve"> </w:t>
      </w:r>
      <w:r w:rsidR="00493F0F">
        <w:rPr>
          <w:lang w:val="es-ES"/>
        </w:rPr>
        <w:t>indica</w:t>
      </w:r>
      <w:r w:rsidR="00493F0F" w:rsidRPr="00493F0F">
        <w:rPr>
          <w:lang w:val="es-ES"/>
        </w:rPr>
        <w:t xml:space="preserve"> la frecuencia de adquisición de datos</w:t>
      </w:r>
      <w:r w:rsidR="00127770" w:rsidRPr="00493F0F">
        <w:rPr>
          <w:lang w:val="es-ES"/>
        </w:rPr>
        <w:t xml:space="preserve">. </w:t>
      </w:r>
      <w:r>
        <w:rPr>
          <w:lang w:val="es-ES"/>
        </w:rPr>
        <w:t xml:space="preserve">La </w:t>
      </w:r>
      <w:r w:rsidRPr="00B47C31">
        <w:rPr>
          <w:color w:val="FF0000"/>
          <w:u w:val="single"/>
          <w:lang w:val="es-ES"/>
        </w:rPr>
        <w:t>variedad</w:t>
      </w:r>
      <w:r w:rsidR="00127770" w:rsidRPr="00493F0F">
        <w:rPr>
          <w:lang w:val="es-ES"/>
        </w:rPr>
        <w:t xml:space="preserve"> </w:t>
      </w:r>
      <w:r w:rsidR="00493F0F" w:rsidRPr="00493F0F">
        <w:rPr>
          <w:lang w:val="es-ES"/>
        </w:rPr>
        <w:t>describe los diferentes tipos de datos que pueden ser manejados</w:t>
      </w:r>
      <w:r w:rsidR="00127770" w:rsidRPr="00493F0F">
        <w:rPr>
          <w:lang w:val="es-ES"/>
        </w:rPr>
        <w:t xml:space="preserve">. </w:t>
      </w:r>
      <w:r>
        <w:rPr>
          <w:lang w:val="es-ES"/>
        </w:rPr>
        <w:t xml:space="preserve">El </w:t>
      </w:r>
      <w:r w:rsidRPr="00B47C31">
        <w:rPr>
          <w:color w:val="FF0000"/>
          <w:u w:val="single"/>
          <w:lang w:val="es-ES"/>
        </w:rPr>
        <w:t>volumen</w:t>
      </w:r>
      <w:r w:rsidR="00127770" w:rsidRPr="00493F0F">
        <w:rPr>
          <w:lang w:val="es-ES"/>
        </w:rPr>
        <w:t xml:space="preserve"> </w:t>
      </w:r>
      <w:r w:rsidR="00493F0F" w:rsidRPr="00493F0F">
        <w:rPr>
          <w:lang w:val="es-ES"/>
        </w:rPr>
        <w:t>representa la cantidad de datos</w:t>
      </w:r>
      <w:r w:rsidR="00127770" w:rsidRPr="00493F0F">
        <w:rPr>
          <w:lang w:val="es-ES"/>
        </w:rPr>
        <w:t>.</w:t>
      </w:r>
    </w:p>
    <w:p w:rsidR="006F304B" w:rsidRPr="00493F0F" w:rsidRDefault="006F304B" w:rsidP="003825C9">
      <w:pPr>
        <w:rPr>
          <w:lang w:val="es-ES"/>
        </w:rPr>
      </w:pPr>
    </w:p>
    <w:p w:rsidR="006F304B" w:rsidRPr="00493F0F" w:rsidRDefault="006F304B" w:rsidP="003825C9">
      <w:pPr>
        <w:jc w:val="center"/>
        <w:rPr>
          <w:b/>
          <w:lang w:val="es-ES"/>
        </w:rPr>
      </w:pPr>
      <w:r w:rsidRPr="00493F0F">
        <w:rPr>
          <w:b/>
          <w:lang w:val="es-ES"/>
        </w:rPr>
        <w:t>Va</w:t>
      </w:r>
      <w:r w:rsidR="00493F0F">
        <w:rPr>
          <w:b/>
          <w:lang w:val="es-ES"/>
        </w:rPr>
        <w:t>riedad</w:t>
      </w:r>
      <w:r w:rsidRPr="00493F0F">
        <w:rPr>
          <w:b/>
          <w:lang w:val="es-ES"/>
        </w:rPr>
        <w:t xml:space="preserve"> </w:t>
      </w:r>
      <w:r w:rsidRPr="00493F0F">
        <w:rPr>
          <w:b/>
          <w:lang w:val="es-ES"/>
        </w:rPr>
        <w:tab/>
        <w:t>Veloci</w:t>
      </w:r>
      <w:r w:rsidR="00493F0F" w:rsidRPr="00493F0F">
        <w:rPr>
          <w:b/>
          <w:lang w:val="es-ES"/>
        </w:rPr>
        <w:t>dad</w:t>
      </w:r>
      <w:r w:rsidRPr="00493F0F">
        <w:rPr>
          <w:b/>
          <w:lang w:val="es-ES"/>
        </w:rPr>
        <w:tab/>
        <w:t>Volume</w:t>
      </w:r>
      <w:r w:rsidR="00493F0F">
        <w:rPr>
          <w:b/>
          <w:lang w:val="es-ES"/>
        </w:rPr>
        <w:t>n</w:t>
      </w:r>
    </w:p>
    <w:p w:rsidR="000C00D4" w:rsidRPr="00493F0F" w:rsidRDefault="000C00D4" w:rsidP="000C00D4">
      <w:pPr>
        <w:rPr>
          <w:lang w:val="es-ES"/>
        </w:rPr>
      </w:pPr>
    </w:p>
    <w:p w:rsidR="009D6341" w:rsidRPr="00493F0F" w:rsidRDefault="009D6341" w:rsidP="00C148FD">
      <w:pPr>
        <w:pStyle w:val="eCheckBoxText"/>
        <w:rPr>
          <w:lang w:val="es-ES"/>
        </w:rPr>
      </w:pPr>
    </w:p>
    <w:sectPr w:rsidR="009D6341" w:rsidRPr="00493F0F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351" w:rsidRDefault="00703351" w:rsidP="00861A1A">
      <w:r>
        <w:separator/>
      </w:r>
    </w:p>
  </w:endnote>
  <w:endnote w:type="continuationSeparator" w:id="0">
    <w:p w:rsidR="00703351" w:rsidRDefault="0070335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81818" w:rsidRPr="00AE2889" w:rsidRDefault="00B81818" w:rsidP="00B818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El presente proyecto ha sido financiado con el apoyo de la Comisión Europea. Esta</w:t>
          </w:r>
        </w:p>
        <w:p w:rsidR="00BF5E09" w:rsidRPr="00CA51B5" w:rsidRDefault="00B81818" w:rsidP="00B818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2889"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351" w:rsidRDefault="00703351" w:rsidP="00861A1A">
      <w:r>
        <w:separator/>
      </w:r>
    </w:p>
  </w:footnote>
  <w:footnote w:type="continuationSeparator" w:id="0">
    <w:p w:rsidR="00703351" w:rsidRDefault="0070335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81818" w:rsidRPr="00AE2889">
      <w:rPr>
        <w:rFonts w:ascii="Calibri" w:hAnsi="Calibri"/>
        <w:b/>
        <w:smallCaps/>
        <w:noProof/>
      </w:rPr>
      <w:t>EJERCICIO</w:t>
    </w:r>
  </w:p>
  <w:p w:rsidR="00C148FD" w:rsidRPr="00C148FD" w:rsidRDefault="00083A1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TECHNOLOGÍAS INTELIGENTES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41"/>
    <w:rsid w:val="0000673F"/>
    <w:rsid w:val="00010EB0"/>
    <w:rsid w:val="00015FBB"/>
    <w:rsid w:val="00016AD8"/>
    <w:rsid w:val="00017595"/>
    <w:rsid w:val="00021197"/>
    <w:rsid w:val="00030EDA"/>
    <w:rsid w:val="00045BEB"/>
    <w:rsid w:val="000652E4"/>
    <w:rsid w:val="00073ADF"/>
    <w:rsid w:val="0007473C"/>
    <w:rsid w:val="000750C9"/>
    <w:rsid w:val="00083A17"/>
    <w:rsid w:val="00087EAC"/>
    <w:rsid w:val="000912B1"/>
    <w:rsid w:val="00094A16"/>
    <w:rsid w:val="000A233F"/>
    <w:rsid w:val="000A55B3"/>
    <w:rsid w:val="000B3DD2"/>
    <w:rsid w:val="000C00D4"/>
    <w:rsid w:val="000C1141"/>
    <w:rsid w:val="000C2279"/>
    <w:rsid w:val="000C6B3A"/>
    <w:rsid w:val="000D2B42"/>
    <w:rsid w:val="000E3DFA"/>
    <w:rsid w:val="00127770"/>
    <w:rsid w:val="001301D8"/>
    <w:rsid w:val="0013693D"/>
    <w:rsid w:val="00136968"/>
    <w:rsid w:val="0014373A"/>
    <w:rsid w:val="001461AE"/>
    <w:rsid w:val="00150794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7A63"/>
    <w:rsid w:val="001A69FE"/>
    <w:rsid w:val="001B057D"/>
    <w:rsid w:val="001B1F56"/>
    <w:rsid w:val="001D00A1"/>
    <w:rsid w:val="001F6290"/>
    <w:rsid w:val="00213F2C"/>
    <w:rsid w:val="00223478"/>
    <w:rsid w:val="00225015"/>
    <w:rsid w:val="00243463"/>
    <w:rsid w:val="00272012"/>
    <w:rsid w:val="002825A8"/>
    <w:rsid w:val="00283A7C"/>
    <w:rsid w:val="002850DE"/>
    <w:rsid w:val="00292860"/>
    <w:rsid w:val="00294D9D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77652"/>
    <w:rsid w:val="003825C9"/>
    <w:rsid w:val="0039238A"/>
    <w:rsid w:val="00394D59"/>
    <w:rsid w:val="003B1326"/>
    <w:rsid w:val="003C2268"/>
    <w:rsid w:val="003C5B45"/>
    <w:rsid w:val="003D41BB"/>
    <w:rsid w:val="003E01BE"/>
    <w:rsid w:val="003E73F0"/>
    <w:rsid w:val="003F03EB"/>
    <w:rsid w:val="003F623C"/>
    <w:rsid w:val="003F7F87"/>
    <w:rsid w:val="00402B09"/>
    <w:rsid w:val="00414D5D"/>
    <w:rsid w:val="00417ED2"/>
    <w:rsid w:val="00435704"/>
    <w:rsid w:val="0046567F"/>
    <w:rsid w:val="004667DD"/>
    <w:rsid w:val="00472203"/>
    <w:rsid w:val="00475954"/>
    <w:rsid w:val="00492966"/>
    <w:rsid w:val="00493F0F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4C0C"/>
    <w:rsid w:val="005D7525"/>
    <w:rsid w:val="005E1AB1"/>
    <w:rsid w:val="005E20B2"/>
    <w:rsid w:val="005E5A22"/>
    <w:rsid w:val="005F0A0D"/>
    <w:rsid w:val="005F4982"/>
    <w:rsid w:val="005F5FA1"/>
    <w:rsid w:val="00625B5A"/>
    <w:rsid w:val="00626F32"/>
    <w:rsid w:val="0063686B"/>
    <w:rsid w:val="006435FE"/>
    <w:rsid w:val="0064494B"/>
    <w:rsid w:val="0066326F"/>
    <w:rsid w:val="0068067D"/>
    <w:rsid w:val="0068131D"/>
    <w:rsid w:val="00690FB1"/>
    <w:rsid w:val="006934F6"/>
    <w:rsid w:val="006A24C7"/>
    <w:rsid w:val="006B5D59"/>
    <w:rsid w:val="006B771B"/>
    <w:rsid w:val="006D39B2"/>
    <w:rsid w:val="006D3F30"/>
    <w:rsid w:val="006D50FA"/>
    <w:rsid w:val="006F0D5B"/>
    <w:rsid w:val="006F304B"/>
    <w:rsid w:val="006F787A"/>
    <w:rsid w:val="00703351"/>
    <w:rsid w:val="00710301"/>
    <w:rsid w:val="0073574D"/>
    <w:rsid w:val="007460F9"/>
    <w:rsid w:val="0076745A"/>
    <w:rsid w:val="007738BD"/>
    <w:rsid w:val="007837ED"/>
    <w:rsid w:val="00790D07"/>
    <w:rsid w:val="007A71EF"/>
    <w:rsid w:val="007C0FDD"/>
    <w:rsid w:val="007C308E"/>
    <w:rsid w:val="007C3F21"/>
    <w:rsid w:val="007C5B85"/>
    <w:rsid w:val="007E16D1"/>
    <w:rsid w:val="007E6CED"/>
    <w:rsid w:val="007F3F7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37E1"/>
    <w:rsid w:val="008B6CCD"/>
    <w:rsid w:val="008C64E0"/>
    <w:rsid w:val="008D38F1"/>
    <w:rsid w:val="008F1B37"/>
    <w:rsid w:val="008F5585"/>
    <w:rsid w:val="00912A69"/>
    <w:rsid w:val="009141B0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B71EA"/>
    <w:rsid w:val="009C2328"/>
    <w:rsid w:val="009C7B24"/>
    <w:rsid w:val="009D6341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0537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36D"/>
    <w:rsid w:val="00B47C31"/>
    <w:rsid w:val="00B5145B"/>
    <w:rsid w:val="00B707D0"/>
    <w:rsid w:val="00B75FF7"/>
    <w:rsid w:val="00B816F4"/>
    <w:rsid w:val="00B81818"/>
    <w:rsid w:val="00B822EA"/>
    <w:rsid w:val="00B84417"/>
    <w:rsid w:val="00B94FBB"/>
    <w:rsid w:val="00BA3595"/>
    <w:rsid w:val="00BB3CAA"/>
    <w:rsid w:val="00BB48C7"/>
    <w:rsid w:val="00BC1F6B"/>
    <w:rsid w:val="00BC732E"/>
    <w:rsid w:val="00BD1B61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1E51"/>
    <w:rsid w:val="00C7264E"/>
    <w:rsid w:val="00C767C9"/>
    <w:rsid w:val="00C878F0"/>
    <w:rsid w:val="00C934BD"/>
    <w:rsid w:val="00CA51B5"/>
    <w:rsid w:val="00CB3199"/>
    <w:rsid w:val="00CB7A55"/>
    <w:rsid w:val="00CC2293"/>
    <w:rsid w:val="00CC266E"/>
    <w:rsid w:val="00CE09BA"/>
    <w:rsid w:val="00CF4DFA"/>
    <w:rsid w:val="00D060B3"/>
    <w:rsid w:val="00D06992"/>
    <w:rsid w:val="00D20A5C"/>
    <w:rsid w:val="00D2650E"/>
    <w:rsid w:val="00D31641"/>
    <w:rsid w:val="00D33524"/>
    <w:rsid w:val="00D573B0"/>
    <w:rsid w:val="00D606BA"/>
    <w:rsid w:val="00D6535B"/>
    <w:rsid w:val="00D71B81"/>
    <w:rsid w:val="00D71C62"/>
    <w:rsid w:val="00D773FA"/>
    <w:rsid w:val="00D84068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E7C"/>
    <w:rsid w:val="00EA1BDF"/>
    <w:rsid w:val="00EB6B74"/>
    <w:rsid w:val="00EB6E4B"/>
    <w:rsid w:val="00EC77B0"/>
    <w:rsid w:val="00ED2956"/>
    <w:rsid w:val="00EE3197"/>
    <w:rsid w:val="00EF2951"/>
    <w:rsid w:val="00EF79B1"/>
    <w:rsid w:val="00F168D6"/>
    <w:rsid w:val="00F24638"/>
    <w:rsid w:val="00F248A4"/>
    <w:rsid w:val="00F46B18"/>
    <w:rsid w:val="00F6158D"/>
    <w:rsid w:val="00F748A6"/>
    <w:rsid w:val="00F82C59"/>
    <w:rsid w:val="00F871C6"/>
    <w:rsid w:val="00F8749B"/>
    <w:rsid w:val="00FA74D9"/>
    <w:rsid w:val="00FB201E"/>
    <w:rsid w:val="00FB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CB1CE2"/>
  <w15:docId w15:val="{E9DCC562-61EF-45F0-A0BA-4AAAD056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locked/>
    <w:rsid w:val="001B1F5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9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22</TotalTime>
  <Pages>3</Pages>
  <Words>464</Words>
  <Characters>2741</Characters>
  <Application>Microsoft Office Word</Application>
  <DocSecurity>0</DocSecurity>
  <Lines>22</Lines>
  <Paragraphs>6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Marek Nevosad</cp:lastModifiedBy>
  <cp:revision>21</cp:revision>
  <cp:lastPrinted>2013-05-24T14:00:00Z</cp:lastPrinted>
  <dcterms:created xsi:type="dcterms:W3CDTF">2019-02-06T08:22:00Z</dcterms:created>
  <dcterms:modified xsi:type="dcterms:W3CDTF">2019-02-08T20:30:00Z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