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601FDB" w:rsidRDefault="00601FDB" w:rsidP="001922A0">
      <w:pPr>
        <w:pStyle w:val="eTask"/>
        <w:rPr>
          <w:lang w:val="sk-SK"/>
        </w:rPr>
      </w:pPr>
      <w:r w:rsidRPr="00601FDB">
        <w:rPr>
          <w:lang w:val="sk-SK"/>
        </w:rPr>
        <w:t>Ktoré z nasledovných tvrdení ohľadom riešenia inteligentného domu sú platné:</w:t>
      </w:r>
    </w:p>
    <w:p w:rsidR="009D6341" w:rsidRPr="00601FDB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</w:r>
      <w:r w:rsidR="00601FDB" w:rsidRPr="00601FDB">
        <w:rPr>
          <w:lang w:val="sk-SK"/>
        </w:rPr>
        <w:t>môže byť vytvorený vlastnoručne od základu</w:t>
      </w: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</w:r>
      <w:r w:rsidR="00601FDB" w:rsidRPr="00601FDB">
        <w:rPr>
          <w:lang w:val="sk-SK"/>
        </w:rPr>
        <w:t>je možné ho zakúpiť ako súčasť inteligentnej domácej súpravy (home kit)</w:t>
      </w: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</w:r>
      <w:r w:rsidR="00601FDB" w:rsidRPr="00601FDB">
        <w:rPr>
          <w:lang w:val="sk-SK"/>
        </w:rPr>
        <w:t>existuje mnoho open source softvérových implementácií</w:t>
      </w: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</w:r>
      <w:r w:rsidR="00601FDB" w:rsidRPr="00601FDB">
        <w:rPr>
          <w:lang w:val="sk-SK"/>
        </w:rPr>
        <w:t>môže byť zakúpený ako celok</w:t>
      </w:r>
    </w:p>
    <w:p w:rsidR="001922A0" w:rsidRPr="00601FDB" w:rsidRDefault="001922A0" w:rsidP="00C148FD">
      <w:pPr>
        <w:pStyle w:val="eLineBottom"/>
        <w:rPr>
          <w:lang w:val="sk-SK"/>
        </w:rPr>
      </w:pPr>
    </w:p>
    <w:p w:rsidR="009D6341" w:rsidRPr="00601FDB" w:rsidRDefault="009D6341" w:rsidP="009D6341">
      <w:pPr>
        <w:rPr>
          <w:lang w:val="sk-SK"/>
        </w:rPr>
      </w:pPr>
    </w:p>
    <w:p w:rsidR="009D6341" w:rsidRPr="00601FDB" w:rsidRDefault="00601FDB" w:rsidP="009D6341">
      <w:pPr>
        <w:pStyle w:val="eTask"/>
        <w:rPr>
          <w:lang w:val="sk-SK"/>
        </w:rPr>
      </w:pPr>
      <w:r w:rsidRPr="008079CF">
        <w:rPr>
          <w:lang w:val="sk-SK"/>
        </w:rPr>
        <w:t>Ktoré z</w:t>
      </w:r>
      <w:r>
        <w:rPr>
          <w:lang w:val="sk-SK"/>
        </w:rPr>
        <w:t> </w:t>
      </w:r>
      <w:r w:rsidRPr="008079CF">
        <w:rPr>
          <w:lang w:val="sk-SK"/>
        </w:rPr>
        <w:t>uvedených technológií patria medzi IoT tech</w:t>
      </w:r>
      <w:r>
        <w:rPr>
          <w:lang w:val="sk-SK"/>
        </w:rPr>
        <w:t>n</w:t>
      </w:r>
      <w:r w:rsidRPr="008079CF">
        <w:rPr>
          <w:lang w:val="sk-SK"/>
        </w:rPr>
        <w:t>ológie pre inteligentné domy?</w:t>
      </w:r>
    </w:p>
    <w:p w:rsidR="009D6341" w:rsidRPr="00601FDB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  <w:t>LoRaWan</w:t>
      </w: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  <w:t>DLMS</w:t>
      </w: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  <w:t>SigFox</w:t>
      </w:r>
    </w:p>
    <w:p w:rsidR="009D6341" w:rsidRPr="00601FDB" w:rsidRDefault="009D6341" w:rsidP="009D6341">
      <w:pPr>
        <w:pStyle w:val="eCheckBoxText"/>
        <w:rPr>
          <w:lang w:val="sk-SK"/>
        </w:rPr>
      </w:pPr>
      <w:r w:rsidRPr="00601FDB">
        <w:rPr>
          <w:rStyle w:val="eCheckBoxSquareChar"/>
          <w:lang w:val="sk-SK"/>
        </w:rPr>
        <w:t>□</w:t>
      </w:r>
      <w:r w:rsidRPr="00601FDB">
        <w:rPr>
          <w:lang w:val="sk-SK"/>
        </w:rPr>
        <w:tab/>
        <w:t>PLC</w:t>
      </w:r>
    </w:p>
    <w:p w:rsidR="009D6341" w:rsidRPr="00601FDB" w:rsidRDefault="009D6341" w:rsidP="009D6341">
      <w:pPr>
        <w:pStyle w:val="eLineBottom"/>
        <w:rPr>
          <w:lang w:val="sk-SK"/>
        </w:rPr>
      </w:pPr>
    </w:p>
    <w:p w:rsidR="009D6341" w:rsidRPr="00601FDB" w:rsidRDefault="009D6341" w:rsidP="009D6341">
      <w:pPr>
        <w:rPr>
          <w:lang w:val="sk-SK"/>
        </w:rPr>
      </w:pPr>
    </w:p>
    <w:p w:rsidR="004667DD" w:rsidRPr="00601FDB" w:rsidRDefault="00601FDB" w:rsidP="00601FDB">
      <w:pPr>
        <w:pStyle w:val="eTask"/>
        <w:rPr>
          <w:lang w:val="sk-SK"/>
        </w:rPr>
      </w:pPr>
      <w:r w:rsidRPr="00601FDB">
        <w:rPr>
          <w:lang w:val="sk-SK"/>
        </w:rPr>
        <w:t>Vyberte technológie inteligentných televízorov zo zoznamu pod tabuľkou a priraďte ich k zodpovedajúcemu typu služby/rozhrania v tabuľke!</w:t>
      </w:r>
    </w:p>
    <w:p w:rsidR="004667DD" w:rsidRPr="00601FDB" w:rsidRDefault="004667DD" w:rsidP="003825C9">
      <w:pPr>
        <w:rPr>
          <w:lang w:val="sk-SK"/>
        </w:rPr>
      </w:pPr>
    </w:p>
    <w:p w:rsidR="004667DD" w:rsidRPr="00601FDB" w:rsidRDefault="004667DD" w:rsidP="004667DD">
      <w:pPr>
        <w:rPr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4"/>
        <w:gridCol w:w="1652"/>
        <w:gridCol w:w="1624"/>
        <w:gridCol w:w="1556"/>
        <w:gridCol w:w="1351"/>
        <w:gridCol w:w="1351"/>
      </w:tblGrid>
      <w:tr w:rsidR="004667DD" w:rsidRPr="00601FDB" w:rsidTr="00716392">
        <w:trPr>
          <w:trHeight w:val="1872"/>
        </w:trPr>
        <w:tc>
          <w:tcPr>
            <w:tcW w:w="1754" w:type="dxa"/>
          </w:tcPr>
          <w:p w:rsidR="004667DD" w:rsidRPr="00601FDB" w:rsidRDefault="00601FDB" w:rsidP="004667D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Živé</w:t>
            </w:r>
            <w:r w:rsidRPr="008079CF">
              <w:rPr>
                <w:b/>
                <w:lang w:val="sk-SK"/>
              </w:rPr>
              <w:t xml:space="preserve"> </w:t>
            </w:r>
            <w:r>
              <w:rPr>
                <w:b/>
                <w:lang w:val="sk-SK"/>
              </w:rPr>
              <w:t>vysielanie</w:t>
            </w:r>
            <w:r w:rsidRPr="00601FDB">
              <w:rPr>
                <w:b/>
                <w:lang w:val="sk-SK"/>
              </w:rPr>
              <w:t xml:space="preserve"> </w:t>
            </w: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1652" w:type="dxa"/>
          </w:tcPr>
          <w:p w:rsidR="00601FDB" w:rsidRPr="008079CF" w:rsidRDefault="00601FDB" w:rsidP="00601FD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Bezdrôtové rozhrania</w:t>
            </w: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1624" w:type="dxa"/>
          </w:tcPr>
          <w:p w:rsidR="00601FDB" w:rsidRPr="008079CF" w:rsidRDefault="00601FDB" w:rsidP="00601FD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Pevná</w:t>
            </w:r>
            <w:r w:rsidRPr="008079CF">
              <w:rPr>
                <w:b/>
                <w:lang w:val="sk-SK"/>
              </w:rPr>
              <w:t xml:space="preserve"> (LAN)</w:t>
            </w:r>
          </w:p>
          <w:p w:rsidR="00601FDB" w:rsidRPr="008079CF" w:rsidRDefault="00601FDB" w:rsidP="00601FD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sieť</w:t>
            </w: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1556" w:type="dxa"/>
          </w:tcPr>
          <w:p w:rsidR="00601FDB" w:rsidRPr="008079CF" w:rsidRDefault="00601FDB" w:rsidP="00601FD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Vstupné vid</w:t>
            </w:r>
            <w:r w:rsidRPr="008079CF">
              <w:rPr>
                <w:b/>
                <w:lang w:val="sk-SK"/>
              </w:rPr>
              <w:t>eo</w:t>
            </w: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1351" w:type="dxa"/>
          </w:tcPr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  <w:r w:rsidRPr="00601FDB">
              <w:rPr>
                <w:b/>
                <w:lang w:val="sk-SK"/>
              </w:rPr>
              <w:t>D</w:t>
            </w:r>
            <w:r w:rsidR="00601FDB">
              <w:rPr>
                <w:b/>
                <w:lang w:val="sk-SK"/>
              </w:rPr>
              <w:t>á</w:t>
            </w:r>
            <w:r w:rsidRPr="00601FDB">
              <w:rPr>
                <w:b/>
                <w:lang w:val="sk-SK"/>
              </w:rPr>
              <w:t>ta</w:t>
            </w: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1351" w:type="dxa"/>
          </w:tcPr>
          <w:p w:rsidR="00601FDB" w:rsidRDefault="00601FDB" w:rsidP="00601FD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Modul</w:t>
            </w:r>
          </w:p>
          <w:p w:rsidR="004667DD" w:rsidRPr="00601FDB" w:rsidRDefault="00601FDB" w:rsidP="00601FDB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lang w:val="sk-SK"/>
              </w:rPr>
              <w:t>CI/CI+</w:t>
            </w:r>
          </w:p>
          <w:p w:rsidR="004667DD" w:rsidRPr="00601FDB" w:rsidRDefault="004667DD" w:rsidP="004667DD">
            <w:pPr>
              <w:jc w:val="center"/>
              <w:rPr>
                <w:b/>
                <w:lang w:val="sk-SK"/>
              </w:rPr>
            </w:pPr>
          </w:p>
        </w:tc>
      </w:tr>
    </w:tbl>
    <w:p w:rsidR="004667DD" w:rsidRPr="00601FDB" w:rsidRDefault="004667DD" w:rsidP="004667DD">
      <w:pPr>
        <w:rPr>
          <w:lang w:val="sk-SK"/>
        </w:rPr>
      </w:pPr>
    </w:p>
    <w:p w:rsidR="00601FDB" w:rsidRPr="00601FDB" w:rsidRDefault="00601FDB" w:rsidP="00601FDB">
      <w:pPr>
        <w:jc w:val="center"/>
        <w:rPr>
          <w:b/>
          <w:lang w:val="sk-SK"/>
        </w:rPr>
      </w:pPr>
      <w:r w:rsidRPr="00601FDB">
        <w:rPr>
          <w:b/>
          <w:lang w:val="sk-SK"/>
        </w:rPr>
        <w:t xml:space="preserve">Ethernet       DVB-C       Firewire       Bluetooth       DVB-T       Dekódovacia karta       </w:t>
      </w:r>
    </w:p>
    <w:p w:rsidR="00601FDB" w:rsidRPr="00601FDB" w:rsidRDefault="00601FDB" w:rsidP="00601FDB">
      <w:pPr>
        <w:jc w:val="center"/>
        <w:rPr>
          <w:b/>
          <w:lang w:val="sk-SK"/>
        </w:rPr>
      </w:pPr>
    </w:p>
    <w:p w:rsidR="00601FDB" w:rsidRPr="00601FDB" w:rsidRDefault="00601FDB" w:rsidP="00601FDB">
      <w:pPr>
        <w:jc w:val="center"/>
        <w:rPr>
          <w:b/>
          <w:lang w:val="sk-SK"/>
        </w:rPr>
      </w:pPr>
      <w:r w:rsidRPr="00601FDB">
        <w:rPr>
          <w:b/>
          <w:lang w:val="sk-SK"/>
        </w:rPr>
        <w:t>Wimax       HDMI       GPS       DVB-S      Wi-Fi       LTE       USB       S-video</w:t>
      </w:r>
    </w:p>
    <w:p w:rsidR="004667DD" w:rsidRPr="00601FDB" w:rsidRDefault="004667DD" w:rsidP="004667DD">
      <w:pPr>
        <w:pStyle w:val="eLineBottom"/>
        <w:rPr>
          <w:lang w:val="sk-SK"/>
        </w:rPr>
      </w:pPr>
    </w:p>
    <w:p w:rsidR="004667DD" w:rsidRPr="00601FDB" w:rsidRDefault="004667DD" w:rsidP="004667DD">
      <w:pPr>
        <w:rPr>
          <w:lang w:val="sk-SK"/>
        </w:rPr>
      </w:pPr>
    </w:p>
    <w:p w:rsidR="00EF79B1" w:rsidRPr="00601FDB" w:rsidRDefault="00601FDB" w:rsidP="00EF79B1">
      <w:pPr>
        <w:pStyle w:val="eTask"/>
        <w:rPr>
          <w:lang w:val="sk-SK"/>
        </w:rPr>
      </w:pPr>
      <w:r>
        <w:rPr>
          <w:lang w:val="sk-SK"/>
        </w:rPr>
        <w:t>Pridajte slová uvedené nižšie na správne miesta vo vete</w:t>
      </w:r>
      <w:r w:rsidRPr="008079CF">
        <w:rPr>
          <w:lang w:val="sk-SK"/>
        </w:rPr>
        <w:t>!</w:t>
      </w:r>
    </w:p>
    <w:p w:rsidR="00EF79B1" w:rsidRPr="00601FDB" w:rsidRDefault="00EF79B1" w:rsidP="003825C9">
      <w:pPr>
        <w:rPr>
          <w:lang w:val="sk-SK"/>
        </w:rPr>
      </w:pPr>
    </w:p>
    <w:p w:rsidR="00601FDB" w:rsidRPr="00601FDB" w:rsidRDefault="00601FDB" w:rsidP="00601FDB">
      <w:pPr>
        <w:jc w:val="both"/>
        <w:rPr>
          <w:lang w:val="sk-SK"/>
        </w:rPr>
      </w:pPr>
      <w:r w:rsidRPr="00601FDB">
        <w:rPr>
          <w:lang w:val="sk-SK"/>
        </w:rPr>
        <w:t xml:space="preserve">Inteligentné televízory, ktoré majú DLNA (Digital Living Network Alliance) </w:t>
      </w:r>
      <w:r w:rsidRPr="00601FDB">
        <w:rPr>
          <w:lang w:val="en-US"/>
        </w:rPr>
        <w:t>____________</w:t>
      </w:r>
      <w:r w:rsidRPr="00601FDB">
        <w:rPr>
          <w:lang w:val="sk-SK"/>
        </w:rPr>
        <w:t xml:space="preserve">, sú schopné prehrávať ______________ z iných ______________ (počítače, tablety, </w:t>
      </w:r>
      <w:r w:rsidRPr="00601FDB">
        <w:rPr>
          <w:u w:val="single"/>
          <w:lang w:val="sk-SK"/>
        </w:rPr>
        <w:t xml:space="preserve"> </w:t>
      </w:r>
      <w:r w:rsidRPr="00601FDB">
        <w:rPr>
          <w:lang w:val="sk-SK"/>
        </w:rPr>
        <w:t>______________, mediálne servery a iné).</w:t>
      </w:r>
    </w:p>
    <w:p w:rsidR="00EF79B1" w:rsidRPr="00601FDB" w:rsidRDefault="00EF79B1" w:rsidP="00EF79B1">
      <w:pPr>
        <w:rPr>
          <w:lang w:val="sk-SK"/>
        </w:rPr>
      </w:pPr>
    </w:p>
    <w:p w:rsidR="00601FDB" w:rsidRPr="008079CF" w:rsidRDefault="00601FDB" w:rsidP="00601FDB">
      <w:pPr>
        <w:jc w:val="center"/>
        <w:rPr>
          <w:b/>
          <w:lang w:val="sk-SK"/>
        </w:rPr>
      </w:pPr>
      <w:r>
        <w:rPr>
          <w:b/>
          <w:lang w:val="sk-SK"/>
        </w:rPr>
        <w:t>zariadenia</w:t>
      </w:r>
      <w:r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inteligentné telefóny</w:t>
      </w:r>
      <w:r w:rsidRPr="008079CF">
        <w:rPr>
          <w:b/>
          <w:lang w:val="sk-SK"/>
        </w:rPr>
        <w:t xml:space="preserve">          certi</w:t>
      </w:r>
      <w:r>
        <w:rPr>
          <w:b/>
          <w:lang w:val="sk-SK"/>
        </w:rPr>
        <w:t>fikát</w:t>
      </w:r>
      <w:r w:rsidRPr="008079CF">
        <w:rPr>
          <w:b/>
          <w:lang w:val="sk-SK"/>
        </w:rPr>
        <w:t xml:space="preserve">          multimedi</w:t>
      </w:r>
      <w:r>
        <w:rPr>
          <w:b/>
          <w:lang w:val="sk-SK"/>
        </w:rPr>
        <w:t>álny obsah</w:t>
      </w:r>
    </w:p>
    <w:p w:rsidR="00EF79B1" w:rsidRPr="00601FDB" w:rsidRDefault="00EF79B1" w:rsidP="00EF79B1">
      <w:pPr>
        <w:pStyle w:val="eLineBottom"/>
        <w:rPr>
          <w:lang w:val="sk-SK"/>
        </w:rPr>
      </w:pPr>
    </w:p>
    <w:p w:rsidR="00601FDB" w:rsidRDefault="00601FDB" w:rsidP="00601FDB">
      <w:pPr>
        <w:rPr>
          <w:lang w:val="sk-SK"/>
        </w:rPr>
      </w:pPr>
    </w:p>
    <w:p w:rsidR="00601FDB" w:rsidRPr="008079CF" w:rsidRDefault="00601FDB" w:rsidP="00601FDB">
      <w:pPr>
        <w:pStyle w:val="eTask"/>
        <w:rPr>
          <w:lang w:val="sk-SK"/>
        </w:rPr>
      </w:pPr>
      <w:r>
        <w:rPr>
          <w:lang w:val="sk-SK"/>
        </w:rPr>
        <w:lastRenderedPageBreak/>
        <w:t>Doplňte správne vetu</w:t>
      </w:r>
      <w:r w:rsidRPr="008079CF">
        <w:rPr>
          <w:lang w:val="sk-SK"/>
        </w:rPr>
        <w:t>!</w:t>
      </w:r>
    </w:p>
    <w:p w:rsidR="00601FDB" w:rsidRPr="008079CF" w:rsidRDefault="00601FDB" w:rsidP="00601FDB">
      <w:pPr>
        <w:rPr>
          <w:lang w:val="sk-SK"/>
        </w:rPr>
      </w:pPr>
    </w:p>
    <w:p w:rsidR="00601FDB" w:rsidRPr="008079CF" w:rsidRDefault="00601FDB" w:rsidP="00601FDB">
      <w:pPr>
        <w:rPr>
          <w:lang w:val="sk-SK"/>
        </w:rPr>
      </w:pPr>
      <w:r w:rsidRPr="00601FDB">
        <w:rPr>
          <w:lang w:val="sk-SK"/>
        </w:rPr>
        <w:t xml:space="preserve">Inteligentné spotrebiče sú spotrebiče, ktoré sú vybavené ______________________ a ktoré </w:t>
      </w:r>
      <w:r w:rsidRPr="00391C2C">
        <w:rPr>
          <w:lang w:val="sk-SK"/>
        </w:rPr>
        <w:t>je možné diaľkovo ovládať alebo sledovať</w:t>
      </w:r>
      <w:r w:rsidRPr="008079CF">
        <w:rPr>
          <w:lang w:val="sk-SK"/>
        </w:rPr>
        <w:t>.</w:t>
      </w:r>
    </w:p>
    <w:p w:rsidR="001B1F56" w:rsidRPr="00601FDB" w:rsidRDefault="001B1F56" w:rsidP="001B1F56">
      <w:pPr>
        <w:pStyle w:val="eLineBottom"/>
        <w:rPr>
          <w:lang w:val="sk-SK"/>
        </w:rPr>
      </w:pPr>
    </w:p>
    <w:p w:rsidR="001B1F56" w:rsidRPr="00601FDB" w:rsidRDefault="001B1F56" w:rsidP="001B1F56">
      <w:pPr>
        <w:rPr>
          <w:lang w:val="sk-SK"/>
        </w:rPr>
      </w:pPr>
    </w:p>
    <w:p w:rsidR="00601FDB" w:rsidRPr="008079CF" w:rsidRDefault="00601FDB" w:rsidP="00601FDB">
      <w:pPr>
        <w:pStyle w:val="eTask"/>
        <w:rPr>
          <w:lang w:val="sk-SK"/>
        </w:rPr>
      </w:pPr>
      <w:r>
        <w:rPr>
          <w:lang w:val="sk-SK"/>
        </w:rPr>
        <w:t>Priraďte termíny v ľavom stĺpci (senzor) k zodpovedajúcim termínom v pravom stĺpci (meraný parameter)</w:t>
      </w:r>
      <w:r w:rsidRPr="008079CF">
        <w:rPr>
          <w:lang w:val="sk-SK"/>
        </w:rPr>
        <w:t>!</w:t>
      </w:r>
    </w:p>
    <w:p w:rsidR="001B1F56" w:rsidRPr="00601FDB" w:rsidRDefault="001B1F56" w:rsidP="003825C9">
      <w:pPr>
        <w:rPr>
          <w:lang w:val="sk-SK"/>
        </w:rPr>
      </w:pPr>
    </w:p>
    <w:p w:rsidR="00394D59" w:rsidRPr="00601FDB" w:rsidRDefault="00394D59" w:rsidP="003825C9">
      <w:pPr>
        <w:rPr>
          <w:lang w:val="sk-SK"/>
        </w:rPr>
      </w:pPr>
    </w:p>
    <w:tbl>
      <w:tblPr>
        <w:tblStyle w:val="TableGrid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601FDB" w:rsidRPr="00601FDB" w:rsidTr="00601FDB">
        <w:trPr>
          <w:trHeight w:val="552"/>
        </w:trPr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Akcelerometer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obraz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Gyroskop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vzdialenosť objektu od telefónu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Magnetometer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dotyk prstu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Barometer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pozícia na Zemi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Snímač vzdialenosti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zvuk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Svetelný senzor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svetelné podmienky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Dotyková obrazovka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atmosférický tlak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orientácia a uhlová rýchlosť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Predná a zadná kamera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Pr="00BC4630" w:rsidRDefault="00601FDB" w:rsidP="00601FDB">
            <w:r w:rsidRPr="00BC4630">
              <w:t>magnetické pole</w:t>
            </w:r>
          </w:p>
        </w:tc>
      </w:tr>
      <w:tr w:rsidR="00601FDB" w:rsidRPr="00601FDB" w:rsidTr="00601FDB">
        <w:tc>
          <w:tcPr>
            <w:tcW w:w="2376" w:type="dxa"/>
            <w:vAlign w:val="center"/>
          </w:tcPr>
          <w:p w:rsidR="00601FDB" w:rsidRPr="00601FDB" w:rsidRDefault="00601FDB" w:rsidP="00601FDB">
            <w:pPr>
              <w:rPr>
                <w:lang w:val="sk-SK"/>
              </w:rPr>
            </w:pPr>
            <w:r w:rsidRPr="00601FDB">
              <w:rPr>
                <w:lang w:val="sk-SK"/>
              </w:rPr>
              <w:t>Mikrofón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01FDB" w:rsidRPr="00601FDB" w:rsidRDefault="00601FDB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601FDB" w:rsidRDefault="00601FDB" w:rsidP="00601FDB">
            <w:r w:rsidRPr="00BC4630">
              <w:t>akcelerácia (zrýchlenie)</w:t>
            </w:r>
          </w:p>
        </w:tc>
      </w:tr>
    </w:tbl>
    <w:p w:rsidR="00394D59" w:rsidRPr="00601FDB" w:rsidRDefault="00394D59" w:rsidP="001B1F56">
      <w:pPr>
        <w:pStyle w:val="eLineBottom"/>
        <w:rPr>
          <w:lang w:val="sk-SK"/>
        </w:rPr>
      </w:pPr>
    </w:p>
    <w:p w:rsidR="001B1F56" w:rsidRPr="00601FDB" w:rsidRDefault="001B1F56" w:rsidP="001B1F56">
      <w:pPr>
        <w:rPr>
          <w:lang w:val="sk-SK"/>
        </w:rPr>
      </w:pPr>
    </w:p>
    <w:p w:rsidR="00601FDB" w:rsidRPr="008079CF" w:rsidRDefault="00601FDB" w:rsidP="00601FDB">
      <w:pPr>
        <w:pStyle w:val="eTask"/>
        <w:rPr>
          <w:lang w:val="sk-SK"/>
        </w:rPr>
      </w:pPr>
      <w:r w:rsidRPr="007074F9">
        <w:rPr>
          <w:lang w:val="sk-SK"/>
        </w:rPr>
        <w:t>Ktoré funkcie patria medzi dôležité funkcie inteligentnej dopravnej siete?</w:t>
      </w:r>
    </w:p>
    <w:p w:rsidR="00127770" w:rsidRPr="00601FDB" w:rsidRDefault="00127770" w:rsidP="003825C9">
      <w:pPr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a)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shd w:val="clear" w:color="auto" w:fill="CCFFCC"/>
          <w:lang w:val="sk-SK"/>
        </w:rPr>
      </w:pPr>
      <w:r w:rsidRPr="00601FDB">
        <w:rPr>
          <w:lang w:val="sk-SK"/>
        </w:rPr>
        <w:t>b)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shd w:val="clear" w:color="auto" w:fill="CCFFCC"/>
          <w:lang w:val="sk-SK"/>
        </w:rPr>
      </w:pPr>
      <w:r w:rsidRPr="00601FDB">
        <w:rPr>
          <w:lang w:val="sk-SK"/>
        </w:rPr>
        <w:t>c)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d)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e)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f.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g)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pStyle w:val="eLineBottom"/>
        <w:rPr>
          <w:lang w:val="sk-SK"/>
        </w:rPr>
      </w:pPr>
    </w:p>
    <w:p w:rsidR="00601FDB" w:rsidRPr="008079CF" w:rsidRDefault="00601FDB" w:rsidP="00601FDB">
      <w:pPr>
        <w:pStyle w:val="eTask"/>
        <w:rPr>
          <w:lang w:val="sk-SK"/>
        </w:rPr>
      </w:pPr>
      <w:r>
        <w:rPr>
          <w:lang w:val="sk-SK"/>
        </w:rPr>
        <w:lastRenderedPageBreak/>
        <w:t>Doplňte slová pod schémou inteligentných hodiniek do správnych miest (medzier)</w:t>
      </w:r>
      <w:r w:rsidRPr="008079CF">
        <w:rPr>
          <w:lang w:val="sk-SK"/>
        </w:rPr>
        <w:t>!</w:t>
      </w:r>
    </w:p>
    <w:p w:rsidR="00601FDB" w:rsidRPr="008079CF" w:rsidRDefault="00601FDB" w:rsidP="00601FDB">
      <w:pPr>
        <w:rPr>
          <w:lang w:val="sk-SK"/>
        </w:rPr>
      </w:pPr>
    </w:p>
    <w:p w:rsidR="00601FDB" w:rsidRPr="008079CF" w:rsidRDefault="00601FDB" w:rsidP="00601FDB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r w:rsidRPr="008079CF">
        <w:rPr>
          <w:noProof/>
          <w:lang w:val="sk-SK" w:eastAsia="sk-SK"/>
        </w:rPr>
        <mc:AlternateContent>
          <mc:Choice Requires="wpc">
            <w:drawing>
              <wp:inline distT="0" distB="0" distL="0" distR="0" wp14:anchorId="73C13877" wp14:editId="56A010A9">
                <wp:extent cx="5762625" cy="2752090"/>
                <wp:effectExtent l="0" t="0" r="9525" b="10160"/>
                <wp:docPr id="88" name="Kresliace plátno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4697095" cy="2112645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 w="10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570" y="150495"/>
                            <a:ext cx="1800225" cy="821690"/>
                          </a:xfrm>
                          <a:prstGeom prst="rect">
                            <a:avLst/>
                          </a:prstGeom>
                          <a:solidFill>
                            <a:srgbClr val="DDF9DF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2395" y="1125220"/>
                            <a:ext cx="1800225" cy="821055"/>
                          </a:xfrm>
                          <a:prstGeom prst="rect">
                            <a:avLst/>
                          </a:prstGeom>
                          <a:solidFill>
                            <a:srgbClr val="EBF28A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7975" y="464185"/>
                            <a:ext cx="1548130" cy="821690"/>
                          </a:xfrm>
                          <a:prstGeom prst="rect">
                            <a:avLst/>
                          </a:prstGeom>
                          <a:solidFill>
                            <a:srgbClr val="FFDCCB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5555" y="1395095"/>
                            <a:ext cx="1515745" cy="563880"/>
                          </a:xfrm>
                          <a:prstGeom prst="rect">
                            <a:avLst/>
                          </a:prstGeom>
                          <a:solidFill>
                            <a:srgbClr val="FCC900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06315" y="1384935"/>
                            <a:ext cx="950595" cy="601345"/>
                          </a:xfrm>
                          <a:prstGeom prst="rect">
                            <a:avLst/>
                          </a:prstGeom>
                          <a:solidFill>
                            <a:srgbClr val="FFD9A8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" y="2259965"/>
                            <a:ext cx="867410" cy="273685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59560" y="2262505"/>
                            <a:ext cx="1600836" cy="483870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3"/>
                        <wps:cNvSpPr>
                          <a:spLocks/>
                        </wps:cNvSpPr>
                        <wps:spPr bwMode="auto">
                          <a:xfrm>
                            <a:off x="4391660" y="641350"/>
                            <a:ext cx="824230" cy="146050"/>
                          </a:xfrm>
                          <a:custGeom>
                            <a:avLst/>
                            <a:gdLst>
                              <a:gd name="T0" fmla="*/ 453 w 2379"/>
                              <a:gd name="T1" fmla="*/ 283 h 423"/>
                              <a:gd name="T2" fmla="*/ 653 w 2379"/>
                              <a:gd name="T3" fmla="*/ 423 h 423"/>
                              <a:gd name="T4" fmla="*/ 326 w 2379"/>
                              <a:gd name="T5" fmla="*/ 423 h 423"/>
                              <a:gd name="T6" fmla="*/ 0 w 2379"/>
                              <a:gd name="T7" fmla="*/ 212 h 423"/>
                              <a:gd name="T8" fmla="*/ 326 w 2379"/>
                              <a:gd name="T9" fmla="*/ 0 h 423"/>
                              <a:gd name="T10" fmla="*/ 653 w 2379"/>
                              <a:gd name="T11" fmla="*/ 0 h 423"/>
                              <a:gd name="T12" fmla="*/ 453 w 2379"/>
                              <a:gd name="T13" fmla="*/ 141 h 423"/>
                              <a:gd name="T14" fmla="*/ 1926 w 2379"/>
                              <a:gd name="T15" fmla="*/ 141 h 423"/>
                              <a:gd name="T16" fmla="*/ 1726 w 2379"/>
                              <a:gd name="T17" fmla="*/ 0 h 423"/>
                              <a:gd name="T18" fmla="*/ 2053 w 2379"/>
                              <a:gd name="T19" fmla="*/ 0 h 423"/>
                              <a:gd name="T20" fmla="*/ 2379 w 2379"/>
                              <a:gd name="T21" fmla="*/ 212 h 423"/>
                              <a:gd name="T22" fmla="*/ 2053 w 2379"/>
                              <a:gd name="T23" fmla="*/ 423 h 423"/>
                              <a:gd name="T24" fmla="*/ 1726 w 2379"/>
                              <a:gd name="T25" fmla="*/ 423 h 423"/>
                              <a:gd name="T26" fmla="*/ 1926 w 2379"/>
                              <a:gd name="T27" fmla="*/ 283 h 423"/>
                              <a:gd name="T28" fmla="*/ 453 w 2379"/>
                              <a:gd name="T29" fmla="*/ 28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379" h="423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926" y="141"/>
                                </a:lnTo>
                                <a:lnTo>
                                  <a:pt x="1726" y="0"/>
                                </a:lnTo>
                                <a:lnTo>
                                  <a:pt x="2053" y="0"/>
                                </a:lnTo>
                                <a:lnTo>
                                  <a:pt x="2379" y="212"/>
                                </a:lnTo>
                                <a:lnTo>
                                  <a:pt x="2053" y="423"/>
                                </a:lnTo>
                                <a:lnTo>
                                  <a:pt x="1726" y="423"/>
                                </a:lnTo>
                                <a:lnTo>
                                  <a:pt x="1926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4"/>
                        <wps:cNvSpPr>
                          <a:spLocks/>
                        </wps:cNvSpPr>
                        <wps:spPr bwMode="auto">
                          <a:xfrm>
                            <a:off x="4050030" y="1480820"/>
                            <a:ext cx="753110" cy="146685"/>
                          </a:xfrm>
                          <a:custGeom>
                            <a:avLst/>
                            <a:gdLst>
                              <a:gd name="T0" fmla="*/ 453 w 2172"/>
                              <a:gd name="T1" fmla="*/ 282 h 423"/>
                              <a:gd name="T2" fmla="*/ 652 w 2172"/>
                              <a:gd name="T3" fmla="*/ 423 h 423"/>
                              <a:gd name="T4" fmla="*/ 326 w 2172"/>
                              <a:gd name="T5" fmla="*/ 423 h 423"/>
                              <a:gd name="T6" fmla="*/ 0 w 2172"/>
                              <a:gd name="T7" fmla="*/ 211 h 423"/>
                              <a:gd name="T8" fmla="*/ 326 w 2172"/>
                              <a:gd name="T9" fmla="*/ 0 h 423"/>
                              <a:gd name="T10" fmla="*/ 652 w 2172"/>
                              <a:gd name="T11" fmla="*/ 0 h 423"/>
                              <a:gd name="T12" fmla="*/ 452 w 2172"/>
                              <a:gd name="T13" fmla="*/ 141 h 423"/>
                              <a:gd name="T14" fmla="*/ 2172 w 2172"/>
                              <a:gd name="T15" fmla="*/ 141 h 423"/>
                              <a:gd name="T16" fmla="*/ 2172 w 2172"/>
                              <a:gd name="T17" fmla="*/ 282 h 423"/>
                              <a:gd name="T18" fmla="*/ 453 w 217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72" h="423">
                                <a:moveTo>
                                  <a:pt x="453" y="282"/>
                                </a:moveTo>
                                <a:lnTo>
                                  <a:pt x="652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1"/>
                                </a:lnTo>
                                <a:lnTo>
                                  <a:pt x="326" y="0"/>
                                </a:lnTo>
                                <a:lnTo>
                                  <a:pt x="652" y="0"/>
                                </a:lnTo>
                                <a:lnTo>
                                  <a:pt x="452" y="141"/>
                                </a:lnTo>
                                <a:lnTo>
                                  <a:pt x="2172" y="141"/>
                                </a:lnTo>
                                <a:lnTo>
                                  <a:pt x="217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5"/>
                        <wps:cNvSpPr>
                          <a:spLocks/>
                        </wps:cNvSpPr>
                        <wps:spPr bwMode="auto">
                          <a:xfrm>
                            <a:off x="4051300" y="1744980"/>
                            <a:ext cx="762000" cy="146685"/>
                          </a:xfrm>
                          <a:custGeom>
                            <a:avLst/>
                            <a:gdLst>
                              <a:gd name="T0" fmla="*/ 1746 w 2199"/>
                              <a:gd name="T1" fmla="*/ 282 h 423"/>
                              <a:gd name="T2" fmla="*/ 0 w 2199"/>
                              <a:gd name="T3" fmla="*/ 282 h 423"/>
                              <a:gd name="T4" fmla="*/ 0 w 2199"/>
                              <a:gd name="T5" fmla="*/ 141 h 423"/>
                              <a:gd name="T6" fmla="*/ 1746 w 2199"/>
                              <a:gd name="T7" fmla="*/ 141 h 423"/>
                              <a:gd name="T8" fmla="*/ 1546 w 2199"/>
                              <a:gd name="T9" fmla="*/ 0 h 423"/>
                              <a:gd name="T10" fmla="*/ 1873 w 2199"/>
                              <a:gd name="T11" fmla="*/ 0 h 423"/>
                              <a:gd name="T12" fmla="*/ 2199 w 2199"/>
                              <a:gd name="T13" fmla="*/ 211 h 423"/>
                              <a:gd name="T14" fmla="*/ 1873 w 2199"/>
                              <a:gd name="T15" fmla="*/ 423 h 423"/>
                              <a:gd name="T16" fmla="*/ 1546 w 2199"/>
                              <a:gd name="T17" fmla="*/ 423 h 423"/>
                              <a:gd name="T18" fmla="*/ 1746 w 2199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99" h="423">
                                <a:moveTo>
                                  <a:pt x="1746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1746" y="141"/>
                                </a:lnTo>
                                <a:lnTo>
                                  <a:pt x="1546" y="0"/>
                                </a:lnTo>
                                <a:lnTo>
                                  <a:pt x="1873" y="0"/>
                                </a:lnTo>
                                <a:lnTo>
                                  <a:pt x="2199" y="211"/>
                                </a:lnTo>
                                <a:lnTo>
                                  <a:pt x="1873" y="423"/>
                                </a:lnTo>
                                <a:lnTo>
                                  <a:pt x="1546" y="423"/>
                                </a:lnTo>
                                <a:lnTo>
                                  <a:pt x="1746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6"/>
                        <wps:cNvSpPr>
                          <a:spLocks/>
                        </wps:cNvSpPr>
                        <wps:spPr bwMode="auto">
                          <a:xfrm>
                            <a:off x="415925" y="1946275"/>
                            <a:ext cx="146685" cy="309245"/>
                          </a:xfrm>
                          <a:custGeom>
                            <a:avLst/>
                            <a:gdLst>
                              <a:gd name="T0" fmla="*/ 282 w 423"/>
                              <a:gd name="T1" fmla="*/ 453 h 891"/>
                              <a:gd name="T2" fmla="*/ 282 w 423"/>
                              <a:gd name="T3" fmla="*/ 891 h 891"/>
                              <a:gd name="T4" fmla="*/ 141 w 423"/>
                              <a:gd name="T5" fmla="*/ 891 h 891"/>
                              <a:gd name="T6" fmla="*/ 141 w 423"/>
                              <a:gd name="T7" fmla="*/ 453 h 891"/>
                              <a:gd name="T8" fmla="*/ 0 w 423"/>
                              <a:gd name="T9" fmla="*/ 652 h 891"/>
                              <a:gd name="T10" fmla="*/ 0 w 423"/>
                              <a:gd name="T11" fmla="*/ 326 h 891"/>
                              <a:gd name="T12" fmla="*/ 211 w 423"/>
                              <a:gd name="T13" fmla="*/ 0 h 891"/>
                              <a:gd name="T14" fmla="*/ 423 w 423"/>
                              <a:gd name="T15" fmla="*/ 326 h 891"/>
                              <a:gd name="T16" fmla="*/ 423 w 423"/>
                              <a:gd name="T17" fmla="*/ 652 h 891"/>
                              <a:gd name="T18" fmla="*/ 282 w 423"/>
                              <a:gd name="T19" fmla="*/ 453 h 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891">
                                <a:moveTo>
                                  <a:pt x="282" y="453"/>
                                </a:moveTo>
                                <a:lnTo>
                                  <a:pt x="282" y="891"/>
                                </a:lnTo>
                                <a:lnTo>
                                  <a:pt x="141" y="891"/>
                                </a:lnTo>
                                <a:lnTo>
                                  <a:pt x="141" y="453"/>
                                </a:lnTo>
                                <a:lnTo>
                                  <a:pt x="0" y="652"/>
                                </a:lnTo>
                                <a:lnTo>
                                  <a:pt x="0" y="326"/>
                                </a:lnTo>
                                <a:lnTo>
                                  <a:pt x="211" y="0"/>
                                </a:lnTo>
                                <a:lnTo>
                                  <a:pt x="423" y="326"/>
                                </a:lnTo>
                                <a:lnTo>
                                  <a:pt x="423" y="652"/>
                                </a:lnTo>
                                <a:lnTo>
                                  <a:pt x="282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"/>
                        <wps:cNvSpPr>
                          <a:spLocks/>
                        </wps:cNvSpPr>
                        <wps:spPr bwMode="auto">
                          <a:xfrm>
                            <a:off x="2289810" y="800735"/>
                            <a:ext cx="550545" cy="146050"/>
                          </a:xfrm>
                          <a:custGeom>
                            <a:avLst/>
                            <a:gdLst>
                              <a:gd name="T0" fmla="*/ 453 w 1589"/>
                              <a:gd name="T1" fmla="*/ 282 h 423"/>
                              <a:gd name="T2" fmla="*/ 653 w 1589"/>
                              <a:gd name="T3" fmla="*/ 423 h 423"/>
                              <a:gd name="T4" fmla="*/ 326 w 1589"/>
                              <a:gd name="T5" fmla="*/ 423 h 423"/>
                              <a:gd name="T6" fmla="*/ 0 w 1589"/>
                              <a:gd name="T7" fmla="*/ 212 h 423"/>
                              <a:gd name="T8" fmla="*/ 326 w 1589"/>
                              <a:gd name="T9" fmla="*/ 0 h 423"/>
                              <a:gd name="T10" fmla="*/ 653 w 1589"/>
                              <a:gd name="T11" fmla="*/ 0 h 423"/>
                              <a:gd name="T12" fmla="*/ 453 w 1589"/>
                              <a:gd name="T13" fmla="*/ 141 h 423"/>
                              <a:gd name="T14" fmla="*/ 1136 w 1589"/>
                              <a:gd name="T15" fmla="*/ 141 h 423"/>
                              <a:gd name="T16" fmla="*/ 936 w 1589"/>
                              <a:gd name="T17" fmla="*/ 0 h 423"/>
                              <a:gd name="T18" fmla="*/ 1263 w 1589"/>
                              <a:gd name="T19" fmla="*/ 0 h 423"/>
                              <a:gd name="T20" fmla="*/ 1589 w 1589"/>
                              <a:gd name="T21" fmla="*/ 212 h 423"/>
                              <a:gd name="T22" fmla="*/ 1263 w 1589"/>
                              <a:gd name="T23" fmla="*/ 423 h 423"/>
                              <a:gd name="T24" fmla="*/ 936 w 1589"/>
                              <a:gd name="T25" fmla="*/ 423 h 423"/>
                              <a:gd name="T26" fmla="*/ 1136 w 1589"/>
                              <a:gd name="T27" fmla="*/ 282 h 423"/>
                              <a:gd name="T28" fmla="*/ 453 w 1589"/>
                              <a:gd name="T2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89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136" y="141"/>
                                </a:lnTo>
                                <a:lnTo>
                                  <a:pt x="936" y="0"/>
                                </a:lnTo>
                                <a:lnTo>
                                  <a:pt x="1263" y="0"/>
                                </a:lnTo>
                                <a:lnTo>
                                  <a:pt x="1589" y="212"/>
                                </a:lnTo>
                                <a:lnTo>
                                  <a:pt x="1263" y="423"/>
                                </a:lnTo>
                                <a:lnTo>
                                  <a:pt x="936" y="423"/>
                                </a:lnTo>
                                <a:lnTo>
                                  <a:pt x="1136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8"/>
                        <wps:cNvSpPr>
                          <a:spLocks/>
                        </wps:cNvSpPr>
                        <wps:spPr bwMode="auto">
                          <a:xfrm>
                            <a:off x="1920875" y="1518920"/>
                            <a:ext cx="331470" cy="146685"/>
                          </a:xfrm>
                          <a:custGeom>
                            <a:avLst/>
                            <a:gdLst>
                              <a:gd name="T0" fmla="*/ 503 w 956"/>
                              <a:gd name="T1" fmla="*/ 282 h 423"/>
                              <a:gd name="T2" fmla="*/ 0 w 956"/>
                              <a:gd name="T3" fmla="*/ 282 h 423"/>
                              <a:gd name="T4" fmla="*/ 0 w 956"/>
                              <a:gd name="T5" fmla="*/ 141 h 423"/>
                              <a:gd name="T6" fmla="*/ 503 w 956"/>
                              <a:gd name="T7" fmla="*/ 141 h 423"/>
                              <a:gd name="T8" fmla="*/ 303 w 956"/>
                              <a:gd name="T9" fmla="*/ 0 h 423"/>
                              <a:gd name="T10" fmla="*/ 630 w 956"/>
                              <a:gd name="T11" fmla="*/ 0 h 423"/>
                              <a:gd name="T12" fmla="*/ 956 w 956"/>
                              <a:gd name="T13" fmla="*/ 211 h 423"/>
                              <a:gd name="T14" fmla="*/ 630 w 956"/>
                              <a:gd name="T15" fmla="*/ 423 h 423"/>
                              <a:gd name="T16" fmla="*/ 303 w 956"/>
                              <a:gd name="T17" fmla="*/ 423 h 423"/>
                              <a:gd name="T18" fmla="*/ 503 w 956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56" h="423">
                                <a:moveTo>
                                  <a:pt x="503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503" y="141"/>
                                </a:lnTo>
                                <a:lnTo>
                                  <a:pt x="303" y="0"/>
                                </a:lnTo>
                                <a:lnTo>
                                  <a:pt x="630" y="0"/>
                                </a:lnTo>
                                <a:lnTo>
                                  <a:pt x="956" y="211"/>
                                </a:lnTo>
                                <a:lnTo>
                                  <a:pt x="630" y="423"/>
                                </a:lnTo>
                                <a:lnTo>
                                  <a:pt x="303" y="423"/>
                                </a:lnTo>
                                <a:lnTo>
                                  <a:pt x="50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"/>
                        <wps:cNvSpPr>
                          <a:spLocks/>
                        </wps:cNvSpPr>
                        <wps:spPr bwMode="auto">
                          <a:xfrm>
                            <a:off x="2284730" y="1601470"/>
                            <a:ext cx="239395" cy="146685"/>
                          </a:xfrm>
                          <a:custGeom>
                            <a:avLst/>
                            <a:gdLst>
                              <a:gd name="T0" fmla="*/ 453 w 692"/>
                              <a:gd name="T1" fmla="*/ 282 h 423"/>
                              <a:gd name="T2" fmla="*/ 653 w 692"/>
                              <a:gd name="T3" fmla="*/ 423 h 423"/>
                              <a:gd name="T4" fmla="*/ 327 w 692"/>
                              <a:gd name="T5" fmla="*/ 423 h 423"/>
                              <a:gd name="T6" fmla="*/ 0 w 692"/>
                              <a:gd name="T7" fmla="*/ 211 h 423"/>
                              <a:gd name="T8" fmla="*/ 327 w 692"/>
                              <a:gd name="T9" fmla="*/ 0 h 423"/>
                              <a:gd name="T10" fmla="*/ 653 w 692"/>
                              <a:gd name="T11" fmla="*/ 0 h 423"/>
                              <a:gd name="T12" fmla="*/ 453 w 692"/>
                              <a:gd name="T13" fmla="*/ 141 h 423"/>
                              <a:gd name="T14" fmla="*/ 692 w 692"/>
                              <a:gd name="T15" fmla="*/ 141 h 423"/>
                              <a:gd name="T16" fmla="*/ 692 w 692"/>
                              <a:gd name="T17" fmla="*/ 282 h 423"/>
                              <a:gd name="T18" fmla="*/ 453 w 69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2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7" y="423"/>
                                </a:lnTo>
                                <a:lnTo>
                                  <a:pt x="0" y="211"/>
                                </a:lnTo>
                                <a:lnTo>
                                  <a:pt x="327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692" y="141"/>
                                </a:lnTo>
                                <a:lnTo>
                                  <a:pt x="69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0"/>
                        <wps:cNvSpPr>
                          <a:spLocks/>
                        </wps:cNvSpPr>
                        <wps:spPr bwMode="auto">
                          <a:xfrm>
                            <a:off x="1919605" y="509270"/>
                            <a:ext cx="425450" cy="1763395"/>
                          </a:xfrm>
                          <a:custGeom>
                            <a:avLst/>
                            <a:gdLst>
                              <a:gd name="T0" fmla="*/ 453 w 1228"/>
                              <a:gd name="T1" fmla="*/ 283 h 5089"/>
                              <a:gd name="T2" fmla="*/ 653 w 1228"/>
                              <a:gd name="T3" fmla="*/ 423 h 5089"/>
                              <a:gd name="T4" fmla="*/ 326 w 1228"/>
                              <a:gd name="T5" fmla="*/ 423 h 5089"/>
                              <a:gd name="T6" fmla="*/ 0 w 1228"/>
                              <a:gd name="T7" fmla="*/ 212 h 5089"/>
                              <a:gd name="T8" fmla="*/ 326 w 1228"/>
                              <a:gd name="T9" fmla="*/ 0 h 5089"/>
                              <a:gd name="T10" fmla="*/ 653 w 1228"/>
                              <a:gd name="T11" fmla="*/ 0 h 5089"/>
                              <a:gd name="T12" fmla="*/ 453 w 1228"/>
                              <a:gd name="T13" fmla="*/ 141 h 5089"/>
                              <a:gd name="T14" fmla="*/ 1014 w 1228"/>
                              <a:gd name="T15" fmla="*/ 141 h 5089"/>
                              <a:gd name="T16" fmla="*/ 1085 w 1228"/>
                              <a:gd name="T17" fmla="*/ 141 h 5089"/>
                              <a:gd name="T18" fmla="*/ 1085 w 1228"/>
                              <a:gd name="T19" fmla="*/ 212 h 5089"/>
                              <a:gd name="T20" fmla="*/ 1085 w 1228"/>
                              <a:gd name="T21" fmla="*/ 4252 h 5089"/>
                              <a:gd name="T22" fmla="*/ 1085 w 1228"/>
                              <a:gd name="T23" fmla="*/ 4444 h 5089"/>
                              <a:gd name="T24" fmla="*/ 1086 w 1228"/>
                              <a:gd name="T25" fmla="*/ 4636 h 5089"/>
                              <a:gd name="T26" fmla="*/ 1226 w 1228"/>
                              <a:gd name="T27" fmla="*/ 4435 h 5089"/>
                              <a:gd name="T28" fmla="*/ 1228 w 1228"/>
                              <a:gd name="T29" fmla="*/ 4761 h 5089"/>
                              <a:gd name="T30" fmla="*/ 1020 w 1228"/>
                              <a:gd name="T31" fmla="*/ 5089 h 5089"/>
                              <a:gd name="T32" fmla="*/ 805 w 1228"/>
                              <a:gd name="T33" fmla="*/ 4765 h 5089"/>
                              <a:gd name="T34" fmla="*/ 803 w 1228"/>
                              <a:gd name="T35" fmla="*/ 4438 h 5089"/>
                              <a:gd name="T36" fmla="*/ 945 w 1228"/>
                              <a:gd name="T37" fmla="*/ 4637 h 5089"/>
                              <a:gd name="T38" fmla="*/ 943 w 1228"/>
                              <a:gd name="T39" fmla="*/ 4444 h 5089"/>
                              <a:gd name="T40" fmla="*/ 943 w 1228"/>
                              <a:gd name="T41" fmla="*/ 4444 h 5089"/>
                              <a:gd name="T42" fmla="*/ 943 w 1228"/>
                              <a:gd name="T43" fmla="*/ 4443 h 5089"/>
                              <a:gd name="T44" fmla="*/ 943 w 1228"/>
                              <a:gd name="T45" fmla="*/ 4252 h 5089"/>
                              <a:gd name="T46" fmla="*/ 943 w 1228"/>
                              <a:gd name="T47" fmla="*/ 283 h 5089"/>
                              <a:gd name="T48" fmla="*/ 453 w 1228"/>
                              <a:gd name="T49" fmla="*/ 283 h 5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28" h="5089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014" y="141"/>
                                </a:lnTo>
                                <a:lnTo>
                                  <a:pt x="1085" y="141"/>
                                </a:lnTo>
                                <a:lnTo>
                                  <a:pt x="1085" y="212"/>
                                </a:lnTo>
                                <a:lnTo>
                                  <a:pt x="1085" y="4252"/>
                                </a:lnTo>
                                <a:lnTo>
                                  <a:pt x="1085" y="4444"/>
                                </a:lnTo>
                                <a:lnTo>
                                  <a:pt x="1086" y="4636"/>
                                </a:lnTo>
                                <a:lnTo>
                                  <a:pt x="1226" y="4435"/>
                                </a:lnTo>
                                <a:lnTo>
                                  <a:pt x="1228" y="4761"/>
                                </a:lnTo>
                                <a:lnTo>
                                  <a:pt x="1020" y="5089"/>
                                </a:lnTo>
                                <a:lnTo>
                                  <a:pt x="805" y="4765"/>
                                </a:lnTo>
                                <a:lnTo>
                                  <a:pt x="803" y="4438"/>
                                </a:lnTo>
                                <a:lnTo>
                                  <a:pt x="945" y="4637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3"/>
                                </a:lnTo>
                                <a:lnTo>
                                  <a:pt x="943" y="4252"/>
                                </a:lnTo>
                                <a:lnTo>
                                  <a:pt x="943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560" y="383540"/>
                            <a:ext cx="6350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712C6F" w:rsidRDefault="00601FDB" w:rsidP="00601FDB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Aplikačný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679318" y="561922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601FDB" w:rsidRDefault="00601FDB" w:rsidP="00601FD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85306" y="1622425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601FDB" w:rsidRDefault="00601FDB" w:rsidP="00601FD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09343" y="2315845"/>
                            <a:ext cx="534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601FDB" w:rsidRDefault="00601FDB" w:rsidP="00601FDB">
                              <w:pPr>
                                <w:rPr>
                                  <w:lang w:val="en-US"/>
                                </w:rPr>
                              </w:pPr>
                              <w:r w:rsidRPr="00601FDB">
                                <w:rPr>
                                  <w:lang w:val="en-US"/>
                                </w:rPr>
                                <w:t>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76730" y="2353310"/>
                            <a:ext cx="1219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601FDB" w:rsidRDefault="00601FDB" w:rsidP="00601FD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604010" y="2513965"/>
                            <a:ext cx="15074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712C6F" w:rsidRDefault="00601FDB" w:rsidP="00601FDB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s dotykovou obrazovkou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23870" y="1716405"/>
                            <a:ext cx="5207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712C6F" w:rsidRDefault="00601FDB" w:rsidP="00601FDB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a batérie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627630" y="1518920"/>
                            <a:ext cx="1296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601FDB" w:rsidRDefault="00601FDB" w:rsidP="00601FD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016885" y="718185"/>
                            <a:ext cx="12147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712C6F" w:rsidRDefault="00601FDB" w:rsidP="00601FDB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Bezdrôtový rádiový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07690" y="879475"/>
                            <a:ext cx="1067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601FDB" w:rsidRDefault="00601FDB" w:rsidP="00601FD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92785" y="1219835"/>
                            <a:ext cx="14732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712C6F" w:rsidRDefault="00601FDB" w:rsidP="00601FDB">
                              <w:pPr>
                                <w:rPr>
                                  <w:lang w:val="sk-SK"/>
                                </w:rPr>
                              </w:pPr>
                              <w:r w:rsidRPr="00601FDB">
                                <w:rPr>
                                  <w:b/>
                                  <w:bCs/>
                                  <w:lang w:val="sk-SK"/>
                                </w:rPr>
                                <w:t>_________</w:t>
                              </w:r>
                              <w:r w:rsidRPr="00712C6F">
                                <w:rPr>
                                  <w:b/>
                                  <w:bCs/>
                                  <w:color w:val="141515"/>
                                  <w:lang w:val="sk-SK"/>
                                </w:rPr>
                                <w:t xml:space="preserve"> k senzorom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7725" y="1386840"/>
                            <a:ext cx="11474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Default="00601FDB" w:rsidP="00601FDB">
                              <w:r>
                                <w:rPr>
                                  <w:color w:val="141515"/>
                                  <w:lang w:val="en-US"/>
                                </w:rPr>
                                <w:t>(</w:t>
                              </w:r>
                              <w:proofErr w:type="gramStart"/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pohyb</w:t>
                              </w:r>
                              <w:proofErr w:type="gramEnd"/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, mag. pole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30275" y="1548130"/>
                            <a:ext cx="10433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Default="00601FDB" w:rsidP="00601FDB">
                              <w:r>
                                <w:rPr>
                                  <w:lang w:val="sk-SK"/>
                                </w:rPr>
                                <w:t>______</w:t>
                              </w: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, vlhkosť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435" y="1708785"/>
                            <a:ext cx="94107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Default="00601FDB" w:rsidP="00601FDB"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gyroskop, atď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.)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602230" y="18415"/>
                            <a:ext cx="166497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712C6F" w:rsidRDefault="00601FDB" w:rsidP="00601FDB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sz w:val="20"/>
                                  <w:szCs w:val="20"/>
                                  <w:lang w:val="sk-SK"/>
                                </w:rPr>
                                <w:t>Zákaznícky (integrovaný) obvod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854960" y="154305"/>
                            <a:ext cx="109347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FDB" w:rsidRPr="00712C6F" w:rsidRDefault="00601FDB" w:rsidP="00601FDB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sz w:val="20"/>
                                  <w:szCs w:val="20"/>
                                  <w:lang w:val="sk-SK"/>
                                </w:rPr>
                                <w:t>(závislý od aplikácie)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Line 37"/>
                        <wps:cNvCnPr/>
                        <wps:spPr bwMode="auto">
                          <a:xfrm>
                            <a:off x="5217795" y="332740"/>
                            <a:ext cx="0" cy="389255"/>
                          </a:xfrm>
                          <a:prstGeom prst="line">
                            <a:avLst/>
                          </a:prstGeom>
                          <a:noFill/>
                          <a:ln w="2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189855" y="305435"/>
                            <a:ext cx="55245" cy="55245"/>
                          </a:xfrm>
                          <a:prstGeom prst="ellipse">
                            <a:avLst/>
                          </a:prstGeom>
                          <a:solidFill>
                            <a:srgbClr val="141515"/>
                          </a:solidFill>
                          <a:ln w="4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9"/>
                        <wps:cNvSpPr>
                          <a:spLocks/>
                        </wps:cNvSpPr>
                        <wps:spPr bwMode="auto">
                          <a:xfrm>
                            <a:off x="5112385" y="237490"/>
                            <a:ext cx="56515" cy="169545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88 h 488"/>
                              <a:gd name="T2" fmla="*/ 0 w 164"/>
                              <a:gd name="T3" fmla="*/ 244 h 488"/>
                              <a:gd name="T4" fmla="*/ 164 w 164"/>
                              <a:gd name="T5" fmla="*/ 0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8">
                                <a:moveTo>
                                  <a:pt x="164" y="488"/>
                                </a:moveTo>
                                <a:cubicBezTo>
                                  <a:pt x="65" y="450"/>
                                  <a:pt x="0" y="353"/>
                                  <a:pt x="0" y="244"/>
                                </a:cubicBezTo>
                                <a:cubicBezTo>
                                  <a:pt x="0" y="135"/>
                                  <a:pt x="65" y="38"/>
                                  <a:pt x="164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0"/>
                        <wps:cNvSpPr>
                          <a:spLocks/>
                        </wps:cNvSpPr>
                        <wps:spPr bwMode="auto">
                          <a:xfrm>
                            <a:off x="5259070" y="236220"/>
                            <a:ext cx="56515" cy="16827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487"/>
                              <a:gd name="T2" fmla="*/ 164 w 164"/>
                              <a:gd name="T3" fmla="*/ 244 h 487"/>
                              <a:gd name="T4" fmla="*/ 0 w 164"/>
                              <a:gd name="T5" fmla="*/ 48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7">
                                <a:moveTo>
                                  <a:pt x="0" y="0"/>
                                </a:moveTo>
                                <a:cubicBezTo>
                                  <a:pt x="98" y="37"/>
                                  <a:pt x="164" y="135"/>
                                  <a:pt x="164" y="244"/>
                                </a:cubicBezTo>
                                <a:cubicBezTo>
                                  <a:pt x="164" y="353"/>
                                  <a:pt x="98" y="450"/>
                                  <a:pt x="0" y="487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1"/>
                        <wps:cNvSpPr>
                          <a:spLocks/>
                        </wps:cNvSpPr>
                        <wps:spPr bwMode="auto">
                          <a:xfrm>
                            <a:off x="5295900" y="193675"/>
                            <a:ext cx="85725" cy="257175"/>
                          </a:xfrm>
                          <a:custGeom>
                            <a:avLst/>
                            <a:gdLst>
                              <a:gd name="T0" fmla="*/ 0 w 247"/>
                              <a:gd name="T1" fmla="*/ 0 h 742"/>
                              <a:gd name="T2" fmla="*/ 247 w 247"/>
                              <a:gd name="T3" fmla="*/ 371 h 742"/>
                              <a:gd name="T4" fmla="*/ 0 w 247"/>
                              <a:gd name="T5" fmla="*/ 742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0" y="0"/>
                                </a:moveTo>
                                <a:cubicBezTo>
                                  <a:pt x="148" y="57"/>
                                  <a:pt x="247" y="205"/>
                                  <a:pt x="247" y="371"/>
                                </a:cubicBezTo>
                                <a:cubicBezTo>
                                  <a:pt x="247" y="537"/>
                                  <a:pt x="148" y="685"/>
                                  <a:pt x="0" y="742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2"/>
                        <wps:cNvSpPr>
                          <a:spLocks/>
                        </wps:cNvSpPr>
                        <wps:spPr bwMode="auto">
                          <a:xfrm>
                            <a:off x="5037455" y="193675"/>
                            <a:ext cx="85725" cy="256540"/>
                          </a:xfrm>
                          <a:custGeom>
                            <a:avLst/>
                            <a:gdLst>
                              <a:gd name="T0" fmla="*/ 247 w 247"/>
                              <a:gd name="T1" fmla="*/ 742 h 742"/>
                              <a:gd name="T2" fmla="*/ 0 w 247"/>
                              <a:gd name="T3" fmla="*/ 371 h 742"/>
                              <a:gd name="T4" fmla="*/ 247 w 247"/>
                              <a:gd name="T5" fmla="*/ 0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247" y="742"/>
                                </a:moveTo>
                                <a:cubicBezTo>
                                  <a:pt x="99" y="685"/>
                                  <a:pt x="0" y="537"/>
                                  <a:pt x="0" y="371"/>
                                </a:cubicBezTo>
                                <a:cubicBezTo>
                                  <a:pt x="0" y="205"/>
                                  <a:pt x="99" y="56"/>
                                  <a:pt x="247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88" o:spid="_x0000_s1026" editas="canvas" style="width:453.75pt;height:216.7pt;mso-position-horizontal-relative:char;mso-position-vertical-relative:line" coordsize="57626,2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26;height:27520;visibility:visible;mso-wrap-style:square">
                  <v:fill o:detectmouseclick="t"/>
                  <v:path o:connecttype="none"/>
                </v:shape>
                <v:rect id="Rectangle 5" o:spid="_x0000_s1028" style="position:absolute;left:31;top:31;width:46971;height:21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tXzMIA&#10;AADbAAAADwAAAGRycy9kb3ducmV2LnhtbERPu27CMBTdkfgH6yKxIHBAaoRSDAJaUIcOPDp0vIpv&#10;k4j4OtgOSf++HioxHp33atObWjzI+cqygvksAUGcW11xoeDrepguQfiArLG2TAp+ycNmPRysMNO2&#10;4zM9LqEQMYR9hgrKEJpMSp+XZNDPbEMcuR/rDIYIXSG1wy6Gm1oukiSVBiuODSU2tC8pv11aowC7&#10;Y/Lpdunp9H1/a929at/T/USp8ajfvoII1Ien+N/9oRW8xPXxS/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1fMwgAAANsAAAAPAAAAAAAAAAAAAAAAAJgCAABkcnMvZG93&#10;bnJldi54bWxQSwUGAAAAAAQABAD1AAAAhwMAAAAA&#10;" fillcolor="#ebebeb" strokecolor="#141515" strokeweight="28e-5mm"/>
                <v:rect id="Rectangle 6" o:spid="_x0000_s1029" style="position:absolute;left:1155;top:1504;width:18002;height:8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LmgMQA&#10;AADbAAAADwAAAGRycy9kb3ducmV2LnhtbESPQWvCQBSE74L/YXlCb2aj0FJT1yCC0IKXWtHrM/u6&#10;Ccm+DbvbmPrru4VCj8PMfMOsy9F2YiAfGscKFlkOgrhyumGj4PSxnz+DCBFZY+eYFHxTgHIznayx&#10;0O7G7zQcoxEJwqFABXWMfSFlqGqyGDLXEyfv03mLMUlvpPZ4S3DbyWWeP0mLDaeFGnva1VS1xy+r&#10;4DAuL6u3e7tzd389m8MQ0IRKqYfZuH0BEWmM/+G/9qtW8LiA3y/p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5oDEAAAA2wAAAA8AAAAAAAAAAAAAAAAAmAIAAGRycy9k&#10;b3ducmV2LnhtbFBLBQYAAAAABAAEAPUAAACJAwAAAAA=&#10;" fillcolor="#ddf9df" strokecolor="#141515" strokeweight="53e-5mm"/>
                <v:rect id="Rectangle 7" o:spid="_x0000_s1030" style="position:absolute;left:1123;top:11252;width:18003;height:8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rQbMMA&#10;AADbAAAADwAAAGRycy9kb3ducmV2LnhtbESPQUvDQBSE70L/w/IK3uzGFq2k3RZRKj3WpEiPj+wz&#10;G817G7Nrm/77riD0OMzMN8xyPXCrjtSHxouB+0kGiqTytpHawL7c3D2BChHFYuuFDJwpwHo1ulli&#10;bv1J3ulYxFoliIQcDbgYu1zrUDliDBPfkSTv0/eMMcm+1rbHU4Jzq6dZ9qgZG0kLDjt6cVR9F79s&#10;YMaFLb90ye71sD03uzl//PCbMbfj4XkBKtIQr+H/9tYaeJjC3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rQbMMAAADbAAAADwAAAAAAAAAAAAAAAACYAgAAZHJzL2Rv&#10;d25yZXYueG1sUEsFBgAAAAAEAAQA9QAAAIgDAAAAAA==&#10;" fillcolor="#ebf28a" strokecolor="#141515" strokeweight="53e-5mm"/>
                <v:rect id="Rectangle 8" o:spid="_x0000_s1031" style="position:absolute;left:28479;top:4641;width:15482;height:8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9AbsQA&#10;AADbAAAADwAAAGRycy9kb3ducmV2LnhtbESPzWrDMBCE74G8g9hAb7XstCnBjWJCoLT0lp8ScttY&#10;a8vUWhlLddy3rwKFHIeZ+YZZFaNtxUC9bxwryJIUBHHpdMO1guPh7XEJwgdkja1jUvBLHor1dLLC&#10;XLsr72jYh1pECPscFZgQulxKXxqy6BPXEUevcr3FEGVfS93jNcJtK+dp+iItNhwXDHa0NVR+73+s&#10;Avdp0jH7MvP2vXpelPo8nPylUuphNm5eQQQawz383/7QChZPcPsSf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vQG7EAAAA2wAAAA8AAAAAAAAAAAAAAAAAmAIAAGRycy9k&#10;b3ducmV2LnhtbFBLBQYAAAAABAAEAPUAAACJAwAAAAA=&#10;" fillcolor="#ffdccb" strokecolor="#141515" strokeweight="53e-5mm"/>
                <v:rect id="Rectangle 9" o:spid="_x0000_s1032" style="position:absolute;left:25355;top:13950;width:15158;height:5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/WLcUA&#10;AADbAAAADwAAAGRycy9kb3ducmV2LnhtbESPQWvCQBSE74L/YXmF3symthZNXaWWthQLgtHS6yP7&#10;mo3Nvg3Z1aT/visIHoeZ+YaZL3tbixO1vnKs4C5JQRAXTldcKtjv3kZTED4ga6wdk4I/8rBcDAdz&#10;zLTreEunPJQiQthnqMCE0GRS+sKQRZ+4hjh6P661GKJsS6lb7CLc1nKcpo/SYsVxwWBDL4aK3/xo&#10;FazWaX5/8N23bTZfr5+z4mjonZS6vemfn0AE6sM1fGl/aAWTBzh/i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9YtxQAAANsAAAAPAAAAAAAAAAAAAAAAAJgCAABkcnMv&#10;ZG93bnJldi54bWxQSwUGAAAAAAQABAD1AAAAigMAAAAA&#10;" fillcolor="#fcc900" strokecolor="#141515" strokeweight="53e-5mm"/>
                <v:rect id="Rectangle 10" o:spid="_x0000_s1033" style="position:absolute;left:48063;top:13849;width:9506;height:6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uvM8UA&#10;AADbAAAADwAAAGRycy9kb3ducmV2LnhtbESPT2vCQBTE74LfYXmCN93Uf5TUVUQMCvVi2kKPj+xr&#10;Npp9G7Krxm/fLRQ8DjPzG2a57mwtbtT6yrGCl3ECgrhwuuJSwedHNnoF4QOyxtoxKXiQh/Wq31ti&#10;qt2dT3TLQykihH2KCkwITSqlLwxZ9GPXEEfvx7UWQ5RtKXWL9wi3tZwkyUJarDguGGxoa6i45Fer&#10;4JyZ05f7znbny2w/vR4Px3r77pUaDrrNG4hAXXiG/9sHrWA+h7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68zxQAAANsAAAAPAAAAAAAAAAAAAAAAAJgCAABkcnMv&#10;ZG93bnJldi54bWxQSwUGAAAAAAQABAD1AAAAigMAAAAA&#10;" fillcolor="#ffd9a8" strokecolor="#141515" strokeweight="53e-5mm"/>
                <v:rect id="Rectangle 11" o:spid="_x0000_s1034" style="position:absolute;left:190;top:22599;width:867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x5MQA&#10;AADbAAAADwAAAGRycy9kb3ducmV2LnhtbESP0WrCQBRE3wv+w3IFX6RuIm0I0TWIUPShhZr6AZfs&#10;NYlm74bdrca/7xYKfRxm5gyzLkfTixs531lWkC4SEMS11R03Ck5fb885CB+QNfaWScGDPJSbydMa&#10;C23vfKRbFRoRIewLVNCGMBRS+rolg35hB+Lona0zGKJ0jdQO7xFuerlMkkwa7DgutDjQrqX6Wn0b&#10;BZcX7k6H/OPTv6dLyh7zcb53R6Vm03G7AhFoDP/hv/ZBK3jN4P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C8eTEAAAA2wAAAA8AAAAAAAAAAAAAAAAAmAIAAGRycy9k&#10;b3ducmV2LnhtbFBLBQYAAAAABAAEAPUAAACJAwAAAAA=&#10;" fillcolor="#fffadd" strokecolor="#141515" strokeweight="53e-5mm"/>
                <v:rect id="Rectangle 12" o:spid="_x0000_s1035" style="position:absolute;left:15595;top:22625;width:16008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5Uf8QA&#10;AADbAAAADwAAAGRycy9kb3ducmV2LnhtbESP3WoCMRSE7wu+QziCN1Kzu7RWVqOUQtELC/49wGFz&#10;3E27OVmSVNe3b4SCl8PMfMMsVr1txYV8MI4V5JMMBHHltOFawen4+TwDESKyxtYxKbhRgNVy8LTA&#10;Ursr7+lyiLVIEA4lKmhi7EopQ9WQxTBxHXHyzs5bjEn6WmqP1wS3rSyybCotGk4LDXb00VD1c/i1&#10;Cr5f2Jw2s69d2OYFTW/jfrz2e6VGw/59DiJSHx/h//ZGK3h9g/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VH/EAAAA2wAAAA8AAAAAAAAAAAAAAAAAmAIAAGRycy9k&#10;b3ducmV2LnhtbFBLBQYAAAAABAAEAPUAAACJAwAAAAA=&#10;" fillcolor="#fffadd" strokecolor="#141515" strokeweight="53e-5mm"/>
                <v:shape id="Freeform 13" o:spid="_x0000_s1036" style="position:absolute;left:43916;top:6413;width:8242;height:1461;visibility:visible;mso-wrap-style:square;v-text-anchor:top" coordsize="2379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V/sEA&#10;AADbAAAADwAAAGRycy9kb3ducmV2LnhtbERPy2qDQBTdF/IPww1014wJtBibSQh5SLusFtxenBs1&#10;OnfEmUTz95lFocvDeW92k+nEnQbXWFawXEQgiEurG64U/ObntxiE88gaO8uk4EEOdtvZywYTbUf+&#10;oXvmKxFC2CWooPa+T6R0ZU0G3cL2xIG72MGgD3CopB5wDOGmk6so+pAGGw4NNfZ0qKlss5tRkB7z&#10;7/XxtL4WU1Gc4rZ1aR/FSr3Op/0nCE+T/xf/ub+0gvcwNnw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ilf7BAAAA2wAAAA8AAAAAAAAAAAAAAAAAmAIAAGRycy9kb3du&#10;cmV2LnhtbFBLBQYAAAAABAAEAPUAAACGAwAAAAA=&#10;" path="m453,283l653,423r-327,l,212,326,,653,,453,141r1473,l1726,r327,l2379,212,2053,423r-327,l1926,283r-1473,xe" fillcolor="#0092ca" stroked="f">
                  <v:path arrowok="t" o:connecttype="custom" o:connectlocs="156947,97712;226239,146050;112946,146050;0,73198;112946,0;226239,0;156947,48683;667283,48683;597991,0;711284,0;824230,73198;711284,146050;597991,146050;667283,97712;156947,97712" o:connectangles="0,0,0,0,0,0,0,0,0,0,0,0,0,0,0"/>
                </v:shape>
                <v:shape id="Freeform 14" o:spid="_x0000_s1037" style="position:absolute;left:40500;top:14808;width:7531;height:1467;visibility:visible;mso-wrap-style:square;v-text-anchor:top" coordsize="2172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JYXsQA&#10;AADbAAAADwAAAGRycy9kb3ducmV2LnhtbESPQWvCQBSE70L/w/IK3symgmJTV1FpIRcF01J6fGRf&#10;k5Ds25BdY/LvXUHwOMzMN8x6O5hG9NS5yrKCtygGQZxbXXGh4Of7a7YC4TyyxsYyKRjJwXbzMllj&#10;ou2Vz9RnvhABwi5BBaX3bSKly0sy6CLbEgfv33YGfZBdIXWH1wA3jZzH8VIarDgslNjSoaS8zi5G&#10;we/pz9Tp4ZLv+9W4qz/rBR6PrVLT12H3AcLT4J/hRzvVChbvcP8Sf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yWF7EAAAA2wAAAA8AAAAAAAAAAAAAAAAAmAIAAGRycy9k&#10;b3ducmV2LnhtbFBLBQYAAAAABAAEAPUAAACJAwAAAAA=&#10;" path="m453,282l652,423r-326,l,211,326,,652,,452,141r1720,l2172,282r-1719,xe" fillcolor="#0092ca" stroked="f">
                  <v:path arrowok="t" o:connecttype="custom" o:connectlocs="157071,97790;226072,146685;113036,146685;0,73169;113036,0;226072,0;156725,48895;753110,48895;753110,97790;157071,97790" o:connectangles="0,0,0,0,0,0,0,0,0,0"/>
                </v:shape>
                <v:shape id="Freeform 15" o:spid="_x0000_s1038" style="position:absolute;left:40513;top:17449;width:7620;height:1467;visibility:visible;mso-wrap-style:square;v-text-anchor:top" coordsize="2199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scXr4A&#10;AADbAAAADwAAAGRycy9kb3ducmV2LnhtbERP3WqDMBS+H/QdwinsbsZtrBvWKGUwmJfaPcDBnBmp&#10;OXFJau3bNxeFXX58/2W92kks5MPoWMFzloMg7p0eeVDwc/x6+gARIrLGyTEpuFKAuto8lFhod+GW&#10;li4OIoVwKFCBiXEupAy9IYshczNx4n6dtxgT9IPUHi8p3E7yJc930uLIqcHgTJ+G+lN3tgqa9tWv&#10;HV39m5362PyRP6J5V+pxux72ICKt8V98d39rBbu0Pn1JP0BW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t7HF6+AAAA2wAAAA8AAAAAAAAAAAAAAAAAmAIAAGRycy9kb3ducmV2&#10;LnhtbFBLBQYAAAAABAAEAPUAAACDAwAAAAA=&#10;" path="m1746,282l,282,,141r1746,l1546,r327,l2199,211,1873,423r-327,l1746,282xe" fillcolor="#0092ca" stroked="f">
                  <v:path arrowok="t" o:connecttype="custom" o:connectlocs="605026,97790;0,97790;0,48895;605026,48895;535722,0;649034,0;762000,73169;649034,146685;535722,146685;605026,97790" o:connectangles="0,0,0,0,0,0,0,0,0,0"/>
                </v:shape>
                <v:shape id="Freeform 16" o:spid="_x0000_s1039" style="position:absolute;left:4159;top:19462;width:1467;height:3093;visibility:visible;mso-wrap-style:square;v-text-anchor:top" coordsize="423,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RYUcQA&#10;AADbAAAADwAAAGRycy9kb3ducmV2LnhtbESPT4vCMBTE78J+h/AWvIimKvina5SiLnjxoLsHj8/m&#10;2ZZtXmqTrfXbG0HwOMzMb5jFqjWlaKh2hWUFw0EEgji1uuBMwe/Pd38GwnlkjaVlUnAnB6vlR2eB&#10;sbY3PlBz9JkIEHYxKsi9r2IpXZqTQTewFXHwLrY26IOsM6lrvAW4KeUoiibSYMFhIceK1jmlf8d/&#10;o8BstufedXOazrZuvE+S7DJvrFSq+9kmXyA8tf4dfrV3WsFkCM8v4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kWFHEAAAA2wAAAA8AAAAAAAAAAAAAAAAAmAIAAGRycy9k&#10;b3ducmV2LnhtbFBLBQYAAAAABAAEAPUAAACJAwAAAAA=&#10;" path="m282,453r,438l141,891r,-438l,652,,326,211,,423,326r,326l282,453xe" fillcolor="#0092ca" stroked="f">
                  <v:path arrowok="t" o:connecttype="custom" o:connectlocs="97790,157226;97790,309245;48895,309245;48895,157226;0,226294;0,113147;73169,0;146685,113147;146685,226294;97790,157226" o:connectangles="0,0,0,0,0,0,0,0,0,0"/>
                </v:shape>
                <v:shape id="Freeform 17" o:spid="_x0000_s1040" style="position:absolute;left:22898;top:8007;width:5505;height:1460;visibility:visible;mso-wrap-style:square;v-text-anchor:top" coordsize="1589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TmqsIA&#10;AADbAAAADwAAAGRycy9kb3ducmV2LnhtbESPzWrDMBCE74W+g9hAbo0cU5TWjRLSQtNc8/MAi7Wx&#10;TK2VkVTHefuoEMhxmJlvmOV6dJ0YKMTWs4b5rABBXHvTcqPhdPx+eQMRE7LBzjNpuFKE9er5aYmV&#10;8Rfe03BIjcgQjhVqsCn1lZSxtuQwznxPnL2zDw5TlqGRJuAlw10ny6JQ0mHLecFiT1+W6t/Dn9Mw&#10;dG35uii39md3dpvPd4UnFZTW08m4+QCRaEyP8L29MxpUCf9f8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OaqwgAAANsAAAAPAAAAAAAAAAAAAAAAAJgCAABkcnMvZG93&#10;bnJldi54bWxQSwUGAAAAAAQABAD1AAAAhwMAAAAA&#10;" path="m453,282l653,423r-327,l,212,326,,653,,453,141r683,l936,r327,l1589,212,1263,423r-327,l1136,282r-683,xe" fillcolor="#0092ca" stroked="f">
                  <v:path arrowok="t" o:connecttype="custom" o:connectlocs="156952,97367;226247,146050;112950,146050;0,73198;112950,0;226247,0;156952,48683;393593,48683;324298,0;437595,0;550545,73198;437595,146050;324298,146050;393593,97367;156952,97367" o:connectangles="0,0,0,0,0,0,0,0,0,0,0,0,0,0,0"/>
                </v:shape>
                <v:shape id="Freeform 18" o:spid="_x0000_s1041" style="position:absolute;left:19208;top:15189;width:3315;height:1467;visibility:visible;mso-wrap-style:square;v-text-anchor:top" coordsize="956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8mn8UA&#10;AADbAAAADwAAAGRycy9kb3ducmV2LnhtbESPT2vCQBTE7wW/w/IEb7qxQtDoKm1AkXqqf0q9PbLP&#10;JDX7NmRXk357tyD0OMzMb5jFqjOVuFPjSssKxqMIBHFmdcm5guNhPZyCcB5ZY2WZFPySg9Wy97LA&#10;RNuWP+m+97kIEHYJKii8rxMpXVaQQTeyNXHwLrYx6INscqkbbAPcVPI1imJpsOSwUGBNaUHZdX8z&#10;Ctotv2/i8/l7lq7T3VfKH6fTT6zUoN+9zUF46vx/+NneagXxBP6+h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yafxQAAANsAAAAPAAAAAAAAAAAAAAAAAJgCAABkcnMv&#10;ZG93bnJldi54bWxQSwUGAAAAAAQABAD1AAAAigMAAAAA&#10;" path="m503,282l,282,,141r503,l303,,630,,956,211,630,423r-327,l503,282xe" fillcolor="#0092ca" stroked="f">
                  <v:path arrowok="t" o:connecttype="custom" o:connectlocs="174403,97790;0,97790;0,48895;174403,48895;105058,0;218437,0;331470,73169;218437,146685;105058,146685;174403,97790" o:connectangles="0,0,0,0,0,0,0,0,0,0"/>
                </v:shape>
                <v:shape id="Freeform 19" o:spid="_x0000_s1042" style="position:absolute;left:22847;top:16014;width:2394;height:1467;visibility:visible;mso-wrap-style:square;v-text-anchor:top" coordsize="692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ysDMMA&#10;AADbAAAADwAAAGRycy9kb3ducmV2LnhtbESPwWrDMBBE74X8g9hAbrUcE0xxrYQQCOTSQ52W5ri1&#10;traJtDKWHDt/XxUCPQ4z84Ypd7M14kaD7xwrWCcpCOLa6Y4bBR/n4/MLCB+QNRrHpOBOHnbbxVOJ&#10;hXYTv9OtCo2IEPYFKmhD6Aspfd2SRZ+4njh6P26wGKIcGqkHnCLcGpmlaS4tdhwXWuzp0FJ9rUar&#10;4G1/Gd09a7LxaL4z+3X5NPNklFot5/0riEBz+A8/2ietIN/A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ysDMMAAADbAAAADwAAAAAAAAAAAAAAAACYAgAAZHJzL2Rv&#10;d25yZXYueG1sUEsFBgAAAAAEAAQA9QAAAIgDAAAAAA==&#10;" path="m453,282l653,423r-326,l,211,327,,653,,453,141r239,l692,282r-239,xe" fillcolor="#0092ca" stroked="f">
                  <v:path arrowok="t" o:connecttype="custom" o:connectlocs="156714,97790;225903,146685;113125,146685;0,73169;113125,0;225903,0;156714,48895;239395,48895;239395,97790;156714,97790" o:connectangles="0,0,0,0,0,0,0,0,0,0"/>
                </v:shape>
                <v:shape id="Freeform 20" o:spid="_x0000_s1043" style="position:absolute;left:19196;top:5092;width:4254;height:17634;visibility:visible;mso-wrap-style:square;v-text-anchor:top" coordsize="1228,5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+dwsMA&#10;AADbAAAADwAAAGRycy9kb3ducmV2LnhtbESPwWrDMBBE74X8g9hCbo3cQkxxo5gkNBCCL7V76HGx&#10;tpaJtTKW4th/HwUKPQ4z84bZ5JPtxEiDbx0reF0lIIhrp1tuFHxXx5d3ED4ga+wck4KZPOTbxdMG&#10;M+1u/EVjGRoRIewzVGBC6DMpfW3Iol+5njh6v26wGKIcGqkHvEW47eRbkqTSYstxwWBPB0P1pbza&#10;SNGXtCr8fL4au++rufjRp0+n1PJ52n2ACDSF//Bf+6QVpGt4fI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+dwsMAAADbAAAADwAAAAAAAAAAAAAAAACYAgAAZHJzL2Rv&#10;d25yZXYueG1sUEsFBgAAAAAEAAQA9QAAAIgDAAAAAA==&#10;" path="m453,283l653,423r-327,l,212,326,,653,,453,141r561,l1085,141r,71l1085,4252r,192l1086,4636r140,-201l1228,4761r-208,328l805,4765r-2,-327l945,4637r-2,-193l943,4444r,-1l943,4252r,-3969l453,283xe" fillcolor="#0092ca" stroked="f">
                  <v:path arrowok="t" o:connecttype="custom" o:connectlocs="156945,98063;226237,146574;112945,146574;0,73460;112945,0;226237,0;156945,48858;351308,48858;375907,48858;375907,73460;375907,1473365;375907,1539895;376253,1606425;424757,1536777;425450,1649739;353387,1763395;278898,1651125;278205,1537816;327402,1606772;326710,1539895;326710,1539895;326710,1539549;326710,1473365;326710,98063;156945,98063" o:connectangles="0,0,0,0,0,0,0,0,0,0,0,0,0,0,0,0,0,0,0,0,0,0,0,0,0"/>
                </v:shape>
                <v:rect id="Rectangle 21" o:spid="_x0000_s1044" style="position:absolute;left:6705;top:3835;width:635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    <v:textbox style="mso-fit-shape-to-text:t" inset="0,0,0,0">
                    <w:txbxContent>
                      <w:p w:rsidR="00601FDB" w:rsidRPr="00712C6F" w:rsidRDefault="00601FDB" w:rsidP="00601FDB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Aplikačný</w:t>
                        </w:r>
                      </w:p>
                    </w:txbxContent>
                  </v:textbox>
                </v:rect>
                <v:rect id="Rectangle 22" o:spid="_x0000_s1045" style="position:absolute;left:6793;top:5619;width:610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<v:textbox style="mso-fit-shape-to-text:t" inset="0,0,0,0">
                    <w:txbxContent>
                      <w:p w:rsidR="00601FDB" w:rsidRPr="00601FDB" w:rsidRDefault="00601FDB" w:rsidP="00601FD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3" o:spid="_x0000_s1046" style="position:absolute;left:49853;top:16224;width:610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p+b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o1N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kZp+b0AAADbAAAADwAAAAAAAAAAAAAAAACYAgAAZHJzL2Rvd25yZXYu&#10;eG1sUEsFBgAAAAAEAAQA9QAAAIIDAAAAAA==&#10;" filled="f" stroked="f">
                  <v:textbox style="mso-fit-shape-to-text:t" inset="0,0,0,0">
                    <w:txbxContent>
                      <w:p w:rsidR="00601FDB" w:rsidRPr="00601FDB" w:rsidRDefault="00601FDB" w:rsidP="00601FD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4" o:spid="_x0000_s1047" style="position:absolute;left:2093;top:23158;width:534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<v:textbox style="mso-fit-shape-to-text:t" inset="0,0,0,0">
                    <w:txbxContent>
                      <w:p w:rsidR="00601FDB" w:rsidRPr="00601FDB" w:rsidRDefault="00601FDB" w:rsidP="00601FDB">
                        <w:pPr>
                          <w:rPr>
                            <w:lang w:val="en-US"/>
                          </w:rPr>
                        </w:pPr>
                        <w:r w:rsidRPr="00601FDB">
                          <w:rPr>
                            <w:lang w:val="en-US"/>
                          </w:rPr>
                          <w:t>_______</w:t>
                        </w:r>
                      </w:p>
                    </w:txbxContent>
                  </v:textbox>
                </v:rect>
                <v:rect id="Rectangle 25" o:spid="_x0000_s1048" style="position:absolute;left:17767;top:23533;width:1219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zIr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6fMivwAAANsAAAAPAAAAAAAAAAAAAAAAAJgCAABkcnMvZG93bnJl&#10;di54bWxQSwUGAAAAAAQABAD1AAAAhAMAAAAA&#10;" filled="f" stroked="f">
                  <v:textbox style="mso-fit-shape-to-text:t" inset="0,0,0,0">
                    <w:txbxContent>
                      <w:p w:rsidR="00601FDB" w:rsidRPr="00601FDB" w:rsidRDefault="00601FDB" w:rsidP="00601FD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________________</w:t>
                        </w:r>
                      </w:p>
                    </w:txbxContent>
                  </v:textbox>
                </v:rect>
                <v:rect id="Rectangle 26" o:spid="_x0000_s1049" style="position:absolute;left:16040;top:25139;width:1507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    <v:textbox style="mso-fit-shape-to-text:t" inset="0,0,0,0">
                    <w:txbxContent>
                      <w:p w:rsidR="00601FDB" w:rsidRPr="00712C6F" w:rsidRDefault="00601FDB" w:rsidP="00601FDB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s dotykovou obrazovkou</w:t>
                        </w:r>
                      </w:p>
                    </w:txbxContent>
                  </v:textbox>
                </v:rect>
                <v:rect id="Rectangle 27" o:spid="_x0000_s1050" style="position:absolute;left:30238;top:17164;width:520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Izs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85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yM7BAAAA2wAAAA8AAAAAAAAAAAAAAAAAmAIAAGRycy9kb3du&#10;cmV2LnhtbFBLBQYAAAAABAAEAPUAAACGAwAAAAA=&#10;" filled="f" stroked="f">
                  <v:textbox style="mso-fit-shape-to-text:t" inset="0,0,0,0">
                    <w:txbxContent>
                      <w:p w:rsidR="00601FDB" w:rsidRPr="00712C6F" w:rsidRDefault="00601FDB" w:rsidP="00601FDB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a batérie</w:t>
                        </w:r>
                      </w:p>
                    </w:txbxContent>
                  </v:textbox>
                </v:rect>
                <v:rect id="Rectangle 28" o:spid="_x0000_s1051" style="position:absolute;left:26276;top:15189;width:1296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Vc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7bVXBAAAA2wAAAA8AAAAAAAAAAAAAAAAAmAIAAGRycy9kb3du&#10;cmV2LnhtbFBLBQYAAAAABAAEAPUAAACGAwAAAAA=&#10;" filled="f" stroked="f">
                  <v:textbox style="mso-fit-shape-to-text:t" inset="0,0,0,0">
                    <w:txbxContent>
                      <w:p w:rsidR="00601FDB" w:rsidRPr="00601FDB" w:rsidRDefault="00601FDB" w:rsidP="00601FD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_________________</w:t>
                        </w:r>
                      </w:p>
                    </w:txbxContent>
                  </v:textbox>
                </v:rect>
                <v:rect id="Rectangle 29" o:spid="_x0000_s1052" style="position:absolute;left:30168;top:7181;width:1214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  <v:textbox style="mso-fit-shape-to-text:t" inset="0,0,0,0">
                    <w:txbxContent>
                      <w:p w:rsidR="00601FDB" w:rsidRPr="00712C6F" w:rsidRDefault="00601FDB" w:rsidP="00601FDB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Bezdrôtový rádiový</w:t>
                        </w:r>
                      </w:p>
                    </w:txbxContent>
                  </v:textbox>
                </v:rect>
                <v:rect id="Rectangle 30" o:spid="_x0000_s1053" style="position:absolute;left:31076;top:8794;width:1067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Qu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eULrBAAAA2wAAAA8AAAAAAAAAAAAAAAAAmAIAAGRycy9kb3du&#10;cmV2LnhtbFBLBQYAAAAABAAEAPUAAACGAwAAAAA=&#10;" filled="f" stroked="f">
                  <v:textbox style="mso-fit-shape-to-text:t" inset="0,0,0,0">
                    <w:txbxContent>
                      <w:p w:rsidR="00601FDB" w:rsidRPr="00601FDB" w:rsidRDefault="00601FDB" w:rsidP="00601FD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______________</w:t>
                        </w:r>
                      </w:p>
                    </w:txbxContent>
                  </v:textbox>
                </v:rect>
                <v:rect id="Rectangle 31" o:spid="_x0000_s1054" style="position:absolute;left:2927;top:12198;width:1473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Ozc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zOzcAAAADbAAAADwAAAAAAAAAAAAAAAACYAgAAZHJzL2Rvd25y&#10;ZXYueG1sUEsFBgAAAAAEAAQA9QAAAIUDAAAAAA==&#10;" filled="f" stroked="f">
                  <v:textbox style="mso-fit-shape-to-text:t" inset="0,0,0,0">
                    <w:txbxContent>
                      <w:p w:rsidR="00601FDB" w:rsidRPr="00712C6F" w:rsidRDefault="00601FDB" w:rsidP="00601FDB">
                        <w:pPr>
                          <w:rPr>
                            <w:lang w:val="sk-SK"/>
                          </w:rPr>
                        </w:pPr>
                        <w:r w:rsidRPr="00601FDB">
                          <w:rPr>
                            <w:b/>
                            <w:bCs/>
                            <w:lang w:val="sk-SK"/>
                          </w:rPr>
                          <w:t>_________</w:t>
                        </w:r>
                        <w:r w:rsidRPr="00712C6F">
                          <w:rPr>
                            <w:b/>
                            <w:bCs/>
                            <w:color w:val="141515"/>
                            <w:lang w:val="sk-SK"/>
                          </w:rPr>
                          <w:t xml:space="preserve"> k senzorom</w:t>
                        </w:r>
                      </w:p>
                    </w:txbxContent>
                  </v:textbox>
                </v:rect>
                <v:rect id="Rectangle 32" o:spid="_x0000_s1055" style="position:absolute;left:4477;top:13868;width:11474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    <v:textbox style="mso-fit-shape-to-text:t" inset="0,0,0,0">
                    <w:txbxContent>
                      <w:p w:rsidR="00601FDB" w:rsidRDefault="00601FDB" w:rsidP="00601FDB">
                        <w:r>
                          <w:rPr>
                            <w:color w:val="141515"/>
                            <w:lang w:val="en-US"/>
                          </w:rPr>
                          <w:t>(</w:t>
                        </w:r>
                        <w:proofErr w:type="gramStart"/>
                        <w:r w:rsidRPr="00712C6F">
                          <w:rPr>
                            <w:color w:val="141515"/>
                            <w:lang w:val="sk-SK"/>
                          </w:rPr>
                          <w:t>pohyb</w:t>
                        </w:r>
                        <w:proofErr w:type="gramEnd"/>
                        <w:r w:rsidRPr="00712C6F">
                          <w:rPr>
                            <w:color w:val="141515"/>
                            <w:lang w:val="sk-SK"/>
                          </w:rPr>
                          <w:t xml:space="preserve">, </w:t>
                        </w:r>
                        <w:proofErr w:type="spellStart"/>
                        <w:r w:rsidRPr="00712C6F">
                          <w:rPr>
                            <w:color w:val="141515"/>
                            <w:lang w:val="sk-SK"/>
                          </w:rPr>
                          <w:t>mag</w:t>
                        </w:r>
                        <w:proofErr w:type="spellEnd"/>
                        <w:r w:rsidRPr="00712C6F">
                          <w:rPr>
                            <w:color w:val="141515"/>
                            <w:lang w:val="sk-SK"/>
                          </w:rPr>
                          <w:t>. pole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3" o:spid="_x0000_s1056" style="position:absolute;left:5302;top:15481;width:1043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/JL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n/8kvwAAANsAAAAPAAAAAAAAAAAAAAAAAJgCAABkcnMvZG93bnJl&#10;di54bWxQSwUGAAAAAAQABAD1AAAAhAMAAAAA&#10;" filled="f" stroked="f">
                  <v:textbox style="mso-fit-shape-to-text:t" inset="0,0,0,0">
                    <w:txbxContent>
                      <w:p w:rsidR="00601FDB" w:rsidRDefault="00601FDB" w:rsidP="00601FDB">
                        <w:r>
                          <w:rPr>
                            <w:lang w:val="sk-SK"/>
                          </w:rPr>
                          <w:t>______</w:t>
                        </w:r>
                        <w:r w:rsidRPr="00712C6F">
                          <w:rPr>
                            <w:color w:val="141515"/>
                            <w:lang w:val="sk-SK"/>
                          </w:rPr>
                          <w:t>, vlhkosť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4" o:spid="_x0000_s1057" style="position:absolute;left:5404;top:17087;width:941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av8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r5W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TWr/BAAAA2wAAAA8AAAAAAAAAAAAAAAAAmAIAAGRycy9kb3du&#10;cmV2LnhtbFBLBQYAAAAABAAEAPUAAACGAwAAAAA=&#10;" filled="f" stroked="f">
                  <v:textbox style="mso-fit-shape-to-text:t" inset="0,0,0,0">
                    <w:txbxContent>
                      <w:p w:rsidR="00601FDB" w:rsidRDefault="00601FDB" w:rsidP="00601FDB">
                        <w:r w:rsidRPr="00712C6F">
                          <w:rPr>
                            <w:color w:val="141515"/>
                            <w:lang w:val="sk-SK"/>
                          </w:rPr>
                          <w:t xml:space="preserve">gyroskop, </w:t>
                        </w:r>
                        <w:proofErr w:type="spellStart"/>
                        <w:r w:rsidRPr="00712C6F">
                          <w:rPr>
                            <w:color w:val="141515"/>
                            <w:lang w:val="sk-SK"/>
                          </w:rPr>
                          <w:t>atď</w:t>
                        </w:r>
                        <w:proofErr w:type="spellEnd"/>
                        <w:r>
                          <w:rPr>
                            <w:color w:val="141515"/>
                            <w:lang w:val="en-US"/>
                          </w:rPr>
                          <w:t xml:space="preserve">.) </w:t>
                        </w:r>
                      </w:p>
                    </w:txbxContent>
                  </v:textbox>
                </v:rect>
                <v:rect id="Rectangle 35" o:spid="_x0000_s1058" style="position:absolute;left:26022;top:184;width:16650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    <v:textbox style="mso-fit-shape-to-text:t" inset="0,0,0,0">
                    <w:txbxContent>
                      <w:p w:rsidR="00601FDB" w:rsidRPr="00712C6F" w:rsidRDefault="00601FDB" w:rsidP="00601FDB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sz w:val="20"/>
                            <w:szCs w:val="20"/>
                            <w:lang w:val="sk-SK"/>
                          </w:rPr>
                          <w:t>Zákaznícky (integrovaný) obvod</w:t>
                        </w:r>
                      </w:p>
                    </w:txbxContent>
                  </v:textbox>
                </v:rect>
                <v:rect id="Rectangle 36" o:spid="_x0000_s1059" style="position:absolute;left:28549;top:1543;width:10935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    <v:textbox style="mso-fit-shape-to-text:t" inset="0,0,0,0">
                    <w:txbxContent>
                      <w:p w:rsidR="00601FDB" w:rsidRPr="00712C6F" w:rsidRDefault="00601FDB" w:rsidP="00601FDB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sz w:val="20"/>
                            <w:szCs w:val="20"/>
                            <w:lang w:val="sk-SK"/>
                          </w:rPr>
                          <w:t>(závislý od aplikácie)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52177,3327" to="52177,7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NvOMQAAADbAAAADwAAAGRycy9kb3ducmV2LnhtbESPQWsCMRSE7wX/Q3iCt5p1DyJbo4go&#10;FmwPbmt7fWxeN6ubl20SdfvvG6HQ4zAz3zDzZW9bcSUfGscKJuMMBHHldMO1gve37eMMRIjIGlvH&#10;pOCHAiwXg4c5Ftrd+EDXMtYiQTgUqMDE2BVShsqQxTB2HXHyvpy3GJP0tdQebwluW5ln2VRabDgt&#10;GOxobag6lxer4PjZvR4323jaTXpTfXyX/iXP9kqNhv3qCUSkPv6H/9rPWsEsh/uX9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0284xAAAANsAAAAPAAAAAAAAAAAA&#10;AAAAAKECAABkcnMvZG93bnJldi54bWxQSwUGAAAAAAQABAD5AAAAkgMAAAAA&#10;" strokecolor="#141515" strokeweight="81e-5mm">
                  <v:stroke joinstyle="miter"/>
                </v:line>
                <v:oval id="Oval 38" o:spid="_x0000_s1061" style="position:absolute;left:51898;top:3054;width:553;height: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iDMUA&#10;AADbAAAADwAAAGRycy9kb3ducmV2LnhtbESPQWvCQBSE7wX/w/IKvdWNFiVNXUUKggcRou2ht9fs&#10;axLMvk2zT4399V1B8DjMzDfMbNG7Rp2oC7VnA6NhAoq48Lbm0sDHfvWcggqCbLHxTAYuFGAxHzzM&#10;MLP+zDmddlKqCOGQoYFKpM20DkVFDsPQt8TR+/GdQ4myK7Xt8BzhrtHjJJlqhzXHhQpbeq+oOOyO&#10;zsA+/zvIZ72V72T0m2+mOHnF9MuYp8d++QZKqJd7+NZeWwPpC1y/xB+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+IMxQAAANsAAAAPAAAAAAAAAAAAAAAAAJgCAABkcnMv&#10;ZG93bnJldi54bWxQSwUGAAAAAAQABAD1AAAAigMAAAAA&#10;" fillcolor="#141515" strokecolor="#141515" strokeweight="1e-4mm">
                  <v:stroke joinstyle="miter"/>
                </v:oval>
                <v:shape id="Freeform 39" o:spid="_x0000_s1062" style="position:absolute;left:51123;top:2374;width:566;height:1696;visibility:visible;mso-wrap-style:square;v-text-anchor:top" coordsize="164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GZsQA&#10;AADbAAAADwAAAGRycy9kb3ducmV2LnhtbESPQWvCQBSE74X+h+UJ3uqLoQSNriLSQm3pQc3B4yP7&#10;TILZtyG7Nem/7xYKPQ4z8w2z3o62VXfufeNEw3yWgGIpnWmk0lCcX58WoHwgMdQ6YQ3f7GG7eXxY&#10;U27cIEe+n0KlIkR8ThrqELoc0Zc1W/Iz17FE7+p6SyHKvkLT0xDhtsU0STK01EhcqKnjfc3l7fRl&#10;NXCZFoe9xyx7v6TjgMXy5QM/tZ5Oxt0KVOAx/If/2m9Gw+IZfr/EH4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ihmbEAAAA2wAAAA8AAAAAAAAAAAAAAAAAmAIAAGRycy9k&#10;b3ducmV2LnhtbFBLBQYAAAAABAAEAPUAAACJAwAAAAA=&#10;" path="m164,488c65,450,,353,,244,,135,65,38,164,e" filled="f" strokecolor="#141515" strokeweight="53e-5mm">
                  <v:stroke joinstyle="miter"/>
                  <v:path arrowok="t" o:connecttype="custom" o:connectlocs="56515,169545;0,84773;56515,0" o:connectangles="0,0,0"/>
                </v:shape>
                <v:shape id="Freeform 40" o:spid="_x0000_s1063" style="position:absolute;left:52590;top:2362;width:565;height:1682;visibility:visible;mso-wrap-style:square;v-text-anchor:top" coordsize="164,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z038MA&#10;AADbAAAADwAAAGRycy9kb3ducmV2LnhtbESPzWrDMBCE74W8g9hAbo3ckhTjRgmlPxAScmjqB1is&#10;rW0srYyk2s7bR4FAj8PMfMNsdpM1YiAfWscKnpYZCOLK6ZZrBeXP12MOIkRkjcYxKbhQgN129rDB&#10;QruRv2k4x1okCIcCFTQx9oWUoWrIYli6njh5v85bjEn6WmqPY4JbI5+z7EVabDktNNjTe0NVd/6z&#10;Cj7GT2Oz9am9dP6wKk9DeTTcKbWYT2+vICJN8T98b++1gnwNty/p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z038MAAADbAAAADwAAAAAAAAAAAAAAAACYAgAAZHJzL2Rv&#10;d25yZXYueG1sUEsFBgAAAAAEAAQA9QAAAIgDAAAAAA==&#10;" path="m,c98,37,164,135,164,244,164,353,98,450,,487e" filled="f" strokecolor="#141515" strokeweight="53e-5mm">
                  <v:stroke joinstyle="miter"/>
                  <v:path arrowok="t" o:connecttype="custom" o:connectlocs="0,0;56515,84310;0,168275" o:connectangles="0,0,0"/>
                </v:shape>
                <v:shape id="Freeform 41" o:spid="_x0000_s1064" style="position:absolute;left:52959;top:1936;width:857;height:2572;visibility:visible;mso-wrap-style:square;v-text-anchor:top" coordsize="247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OrHcUA&#10;AADbAAAADwAAAGRycy9kb3ducmV2LnhtbESPQWvCQBSE70L/w/KEXqRuLBhCdBUpBFtKFa0Xb4/s&#10;Mwlm38bs1sR/7xYEj8PMfMPMl72pxZVaV1lWMBlHIIhzqysuFBx+s7cEhPPIGmvLpOBGDpaLl8Ec&#10;U2073tF17wsRIOxSVFB636RSurwkg25sG+LgnWxr0AfZFlK32AW4qeV7FMXSYMVhocSGPkrKz/s/&#10;o8Bm2fdpOlrn8WbbZT9fl+nmUhyVeh32qxkIT71/hh/tT60gieH/S/g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Q6sdxQAAANsAAAAPAAAAAAAAAAAAAAAAAJgCAABkcnMv&#10;ZG93bnJldi54bWxQSwUGAAAAAAQABAD1AAAAigMAAAAA&#10;" path="m,c148,57,247,205,247,371,247,537,148,685,,742e" filled="f" strokecolor="#141515" strokeweight="53e-5mm">
                  <v:stroke joinstyle="miter"/>
                  <v:path arrowok="t" o:connecttype="custom" o:connectlocs="0,0;85725,128588;0,257175" o:connectangles="0,0,0"/>
                </v:shape>
                <v:shape id="Freeform 42" o:spid="_x0000_s1065" style="position:absolute;left:50374;top:1936;width:857;height:2566;visibility:visible;mso-wrap-style:square;v-text-anchor:top" coordsize="247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8OhsYA&#10;AADbAAAADwAAAGRycy9kb3ducmV2LnhtbESPT2vCQBTE74LfYXmCF9FNBa1EV5FCsKVo8c/F2yP7&#10;TILZtzG7mvTbdwuCx2FmfsMsVq0pxYNqV1hW8DaKQBCnVhecKTgdk+EMhPPIGkvLpOCXHKyW3c4C&#10;Y20b3tPj4DMRIOxiVJB7X8VSujQng25kK+LgXWxt0AdZZ1LX2AS4KeU4iqbSYMFhIceKPnJKr4e7&#10;UWCT5PsyGWzS6e6nSbZft8nulp2V6vfa9RyEp9a/ws/2p1Ywe4f/L+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8OhsYAAADbAAAADwAAAAAAAAAAAAAAAACYAgAAZHJz&#10;L2Rvd25yZXYueG1sUEsFBgAAAAAEAAQA9QAAAIsDAAAAAA==&#10;" path="m247,742c99,685,,537,,371,,205,99,56,247,e" filled="f" strokecolor="#141515" strokeweight="53e-5mm">
                  <v:stroke joinstyle="miter"/>
                  <v:path arrowok="t" o:connecttype="custom" o:connectlocs="85725,256540;0,128270;85725,0" o:connectangles="0,0,0"/>
                </v:shape>
                <w10:anchorlock/>
              </v:group>
            </w:pict>
          </mc:Fallback>
        </mc:AlternateContent>
      </w:r>
    </w:p>
    <w:p w:rsidR="00601FDB" w:rsidRPr="008079CF" w:rsidRDefault="00601FDB" w:rsidP="00601FDB">
      <w:pPr>
        <w:rPr>
          <w:lang w:val="sk-SK"/>
        </w:rPr>
      </w:pPr>
    </w:p>
    <w:p w:rsidR="00601FDB" w:rsidRPr="008079CF" w:rsidRDefault="00601FDB" w:rsidP="00601FDB">
      <w:pPr>
        <w:rPr>
          <w:b/>
          <w:lang w:val="sk-SK"/>
        </w:rPr>
      </w:pPr>
      <w:r>
        <w:rPr>
          <w:b/>
          <w:lang w:val="sk-SK"/>
        </w:rPr>
        <w:t>b</w:t>
      </w:r>
      <w:r w:rsidRPr="008079CF">
        <w:rPr>
          <w:b/>
          <w:lang w:val="sk-SK"/>
        </w:rPr>
        <w:t>at</w:t>
      </w:r>
      <w:r>
        <w:rPr>
          <w:b/>
          <w:lang w:val="sk-SK"/>
        </w:rPr>
        <w:t>é</w:t>
      </w:r>
      <w:r w:rsidRPr="008079CF">
        <w:rPr>
          <w:b/>
          <w:lang w:val="sk-SK"/>
        </w:rPr>
        <w:t>r</w:t>
      </w:r>
      <w:r>
        <w:rPr>
          <w:b/>
          <w:lang w:val="sk-SK"/>
        </w:rPr>
        <w:t>ia</w:t>
      </w:r>
      <w:r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manažment napájania</w:t>
      </w:r>
      <w:r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s</w:t>
      </w:r>
      <w:r w:rsidRPr="008079CF">
        <w:rPr>
          <w:b/>
          <w:lang w:val="sk-SK"/>
        </w:rPr>
        <w:t>en</w:t>
      </w:r>
      <w:r>
        <w:rPr>
          <w:b/>
          <w:lang w:val="sk-SK"/>
        </w:rPr>
        <w:t>z</w:t>
      </w:r>
      <w:r w:rsidRPr="008079CF">
        <w:rPr>
          <w:b/>
          <w:lang w:val="sk-SK"/>
        </w:rPr>
        <w:t>or</w:t>
      </w:r>
      <w:r>
        <w:rPr>
          <w:b/>
          <w:lang w:val="sk-SK"/>
        </w:rPr>
        <w:t>y</w:t>
      </w:r>
      <w:r w:rsidRPr="008079CF">
        <w:rPr>
          <w:b/>
          <w:lang w:val="sk-SK"/>
        </w:rPr>
        <w:t xml:space="preserve">          procesor         </w:t>
      </w:r>
      <w:r>
        <w:rPr>
          <w:b/>
          <w:lang w:val="sk-SK"/>
        </w:rPr>
        <w:t>vysielač</w:t>
      </w:r>
      <w:r w:rsidRPr="008079CF">
        <w:rPr>
          <w:b/>
          <w:lang w:val="sk-SK"/>
        </w:rPr>
        <w:t>/</w:t>
      </w:r>
      <w:r>
        <w:rPr>
          <w:b/>
          <w:lang w:val="sk-SK"/>
        </w:rPr>
        <w:t>prijímač</w:t>
      </w:r>
    </w:p>
    <w:p w:rsidR="00601FDB" w:rsidRPr="008079CF" w:rsidRDefault="00601FDB" w:rsidP="00601FDB">
      <w:pPr>
        <w:rPr>
          <w:lang w:val="sk-SK"/>
        </w:rPr>
      </w:pPr>
    </w:p>
    <w:p w:rsidR="00601FDB" w:rsidRPr="008079CF" w:rsidRDefault="00601FDB" w:rsidP="00601FDB">
      <w:pPr>
        <w:jc w:val="center"/>
        <w:rPr>
          <w:lang w:val="sk-SK"/>
        </w:rPr>
      </w:pPr>
      <w:r>
        <w:rPr>
          <w:b/>
          <w:lang w:val="sk-SK"/>
        </w:rPr>
        <w:t>podsystém displeja</w:t>
      </w:r>
      <w:r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rozhrania</w:t>
      </w:r>
      <w:r w:rsidRPr="008079CF">
        <w:rPr>
          <w:b/>
          <w:lang w:val="sk-SK"/>
        </w:rPr>
        <w:t xml:space="preserve">          tep</w:t>
      </w:r>
      <w:r>
        <w:rPr>
          <w:b/>
          <w:lang w:val="sk-SK"/>
        </w:rPr>
        <w:t>lota</w:t>
      </w:r>
    </w:p>
    <w:p w:rsidR="00C148FD" w:rsidRPr="00601FDB" w:rsidRDefault="00C148FD" w:rsidP="00C148FD">
      <w:pPr>
        <w:pStyle w:val="eLineBottom"/>
        <w:rPr>
          <w:lang w:val="sk-SK"/>
        </w:rPr>
      </w:pPr>
    </w:p>
    <w:p w:rsidR="00C148FD" w:rsidRPr="00601FDB" w:rsidRDefault="00C148FD" w:rsidP="00C148FD">
      <w:pPr>
        <w:rPr>
          <w:lang w:val="sk-SK"/>
        </w:rPr>
      </w:pPr>
    </w:p>
    <w:p w:rsidR="00601FDB" w:rsidRPr="008079CF" w:rsidRDefault="00601FDB" w:rsidP="00601FDB">
      <w:pPr>
        <w:pStyle w:val="eTask"/>
        <w:rPr>
          <w:lang w:val="sk-SK"/>
        </w:rPr>
      </w:pPr>
      <w:r w:rsidRPr="00B774FD">
        <w:rPr>
          <w:lang w:val="sk-SK"/>
        </w:rPr>
        <w:t>Ktoré sú najdôležitejšie oblasti riešení pre inteligentné mestá</w:t>
      </w:r>
      <w:r w:rsidRPr="008079CF">
        <w:rPr>
          <w:lang w:val="sk-SK"/>
        </w:rPr>
        <w:t>?</w:t>
      </w:r>
    </w:p>
    <w:p w:rsidR="00127770" w:rsidRPr="00601FDB" w:rsidRDefault="00127770" w:rsidP="0012777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a)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b)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shd w:val="clear" w:color="auto" w:fill="CCFFCC"/>
          <w:lang w:val="sk-SK"/>
        </w:rPr>
      </w:pPr>
      <w:r w:rsidRPr="00601FDB">
        <w:rPr>
          <w:lang w:val="sk-SK"/>
        </w:rPr>
        <w:t>c)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shd w:val="clear" w:color="auto" w:fill="CCFFCC"/>
          <w:lang w:val="sk-SK"/>
        </w:rPr>
      </w:pPr>
      <w:r w:rsidRPr="00601FDB">
        <w:rPr>
          <w:lang w:val="sk-SK"/>
        </w:rPr>
        <w:t>d)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rPr>
          <w:lang w:val="sk-SK"/>
        </w:rPr>
      </w:pPr>
    </w:p>
    <w:p w:rsidR="00127770" w:rsidRPr="00601FDB" w:rsidRDefault="00127770" w:rsidP="00127770">
      <w:pPr>
        <w:rPr>
          <w:lang w:val="sk-SK"/>
        </w:rPr>
      </w:pPr>
      <w:r w:rsidRPr="00601FDB">
        <w:rPr>
          <w:lang w:val="sk-SK"/>
        </w:rPr>
        <w:t>e)</w:t>
      </w:r>
      <w:r w:rsidRPr="00601FDB">
        <w:rPr>
          <w:lang w:val="sk-SK"/>
        </w:rPr>
        <w:tab/>
      </w:r>
      <w:r w:rsidR="001461AE" w:rsidRPr="00601FDB">
        <w:rPr>
          <w:lang w:val="sk-SK"/>
        </w:rPr>
        <w:t>__________________________</w:t>
      </w:r>
    </w:p>
    <w:p w:rsidR="00127770" w:rsidRPr="00601FDB" w:rsidRDefault="00127770" w:rsidP="00127770">
      <w:pPr>
        <w:pStyle w:val="eLineBottom"/>
        <w:rPr>
          <w:lang w:val="sk-SK"/>
        </w:rPr>
      </w:pPr>
    </w:p>
    <w:p w:rsidR="009D6341" w:rsidRPr="00601FDB" w:rsidRDefault="009D6341" w:rsidP="009D6341">
      <w:pPr>
        <w:rPr>
          <w:lang w:val="sk-SK"/>
        </w:rPr>
      </w:pPr>
    </w:p>
    <w:p w:rsidR="00601FDB" w:rsidRPr="008079CF" w:rsidRDefault="00601FDB" w:rsidP="00601FDB">
      <w:pPr>
        <w:pStyle w:val="eTask"/>
        <w:rPr>
          <w:lang w:val="sk-SK"/>
        </w:rPr>
      </w:pPr>
      <w:r>
        <w:rPr>
          <w:lang w:val="sk-SK"/>
        </w:rPr>
        <w:t>Doplňte slova nižšie na správne miesta vo vete</w:t>
      </w:r>
      <w:r w:rsidRPr="008079CF">
        <w:rPr>
          <w:lang w:val="sk-SK"/>
        </w:rPr>
        <w:t>!</w:t>
      </w:r>
    </w:p>
    <w:p w:rsidR="00601FDB" w:rsidRPr="008079CF" w:rsidRDefault="00601FDB" w:rsidP="00601FDB">
      <w:pPr>
        <w:rPr>
          <w:lang w:val="sk-SK"/>
        </w:rPr>
      </w:pPr>
    </w:p>
    <w:p w:rsidR="00601FDB" w:rsidRPr="00B774FD" w:rsidRDefault="00601FDB" w:rsidP="00601FDB">
      <w:pPr>
        <w:rPr>
          <w:lang w:val="sk-SK"/>
        </w:rPr>
      </w:pPr>
      <w:r w:rsidRPr="00B774FD">
        <w:rPr>
          <w:lang w:val="sk-SK"/>
        </w:rPr>
        <w:t>Big data analýza údajov sa vzťahuje na metódu zhromažďovania a porozumenia veľký</w:t>
      </w:r>
      <w:r w:rsidR="009A0D14">
        <w:rPr>
          <w:lang w:val="sk-SK"/>
        </w:rPr>
        <w:t>m</w:t>
      </w:r>
      <w:r w:rsidRPr="00B774FD">
        <w:rPr>
          <w:lang w:val="sk-SK"/>
        </w:rPr>
        <w:t xml:space="preserve"> dátový</w:t>
      </w:r>
      <w:r w:rsidR="009A0D14">
        <w:rPr>
          <w:lang w:val="sk-SK"/>
        </w:rPr>
        <w:t>m</w:t>
      </w:r>
      <w:r w:rsidRPr="00B774FD">
        <w:rPr>
          <w:lang w:val="sk-SK"/>
        </w:rPr>
        <w:t xml:space="preserve"> súboro</w:t>
      </w:r>
      <w:r w:rsidR="009A0D14">
        <w:rPr>
          <w:lang w:val="sk-SK"/>
        </w:rPr>
        <w:t>m</w:t>
      </w:r>
      <w:r w:rsidRPr="00B774FD">
        <w:rPr>
          <w:lang w:val="sk-SK"/>
        </w:rPr>
        <w:t xml:space="preserve"> </w:t>
      </w:r>
      <w:bookmarkStart w:id="0" w:name="_GoBack"/>
      <w:bookmarkEnd w:id="0"/>
      <w:r w:rsidRPr="00B774FD">
        <w:rPr>
          <w:lang w:val="sk-SK"/>
        </w:rPr>
        <w:t xml:space="preserve">z hľadísk, ktoré sú známe ako tri V, rýchlosť (velocity), rozmanitosť (variety) a objem (volume). </w:t>
      </w:r>
      <w:r w:rsidRPr="00601FDB">
        <w:rPr>
          <w:lang w:val="sk-SK"/>
        </w:rPr>
        <w:t>______________</w:t>
      </w:r>
      <w:r w:rsidRPr="00B774FD">
        <w:rPr>
          <w:lang w:val="sk-SK"/>
        </w:rPr>
        <w:t xml:space="preserve"> informuje o frekvencii získavania údajov. </w:t>
      </w:r>
      <w:r w:rsidRPr="00B774FD">
        <w:rPr>
          <w:color w:val="FF0000"/>
          <w:u w:val="single"/>
          <w:lang w:val="sk-SK"/>
        </w:rPr>
        <w:t xml:space="preserve"> </w:t>
      </w:r>
      <w:r w:rsidRPr="00601FDB">
        <w:rPr>
          <w:lang w:val="sk-SK"/>
        </w:rPr>
        <w:t>______________</w:t>
      </w:r>
      <w:r w:rsidRPr="00B774FD">
        <w:rPr>
          <w:lang w:val="sk-SK"/>
        </w:rPr>
        <w:t xml:space="preserve"> opisuje rôzne typy údajov, s ktorými sa dá zaobchádzať. </w:t>
      </w:r>
      <w:r w:rsidRPr="00601FDB">
        <w:rPr>
          <w:lang w:val="sk-SK"/>
        </w:rPr>
        <w:t>______________</w:t>
      </w:r>
      <w:r w:rsidRPr="00B774FD">
        <w:rPr>
          <w:color w:val="FF0000"/>
          <w:u w:val="single"/>
          <w:lang w:val="sk-SK"/>
        </w:rPr>
        <w:t xml:space="preserve"> </w:t>
      </w:r>
      <w:r>
        <w:rPr>
          <w:lang w:val="sk-SK"/>
        </w:rPr>
        <w:t xml:space="preserve"> </w:t>
      </w:r>
      <w:r w:rsidRPr="00B774FD">
        <w:rPr>
          <w:lang w:val="sk-SK"/>
        </w:rPr>
        <w:t>predstavuje množstvo údajov.</w:t>
      </w:r>
    </w:p>
    <w:p w:rsidR="00601FDB" w:rsidRPr="008079CF" w:rsidRDefault="00601FDB" w:rsidP="00601FDB">
      <w:pPr>
        <w:rPr>
          <w:lang w:val="sk-SK"/>
        </w:rPr>
      </w:pPr>
    </w:p>
    <w:p w:rsidR="00601FDB" w:rsidRPr="008079CF" w:rsidRDefault="00601FDB" w:rsidP="00601FDB">
      <w:pPr>
        <w:jc w:val="center"/>
        <w:rPr>
          <w:b/>
          <w:lang w:val="sk-SK"/>
        </w:rPr>
      </w:pPr>
      <w:r>
        <w:rPr>
          <w:b/>
          <w:lang w:val="sk-SK"/>
        </w:rPr>
        <w:t>Rozmanitosť        Rýchlosť        Objem</w:t>
      </w:r>
    </w:p>
    <w:p w:rsidR="00127770" w:rsidRPr="00601FDB" w:rsidRDefault="00127770" w:rsidP="000C00D4">
      <w:pPr>
        <w:pStyle w:val="eLineBottom"/>
        <w:rPr>
          <w:lang w:val="sk-SK"/>
        </w:rPr>
      </w:pPr>
    </w:p>
    <w:p w:rsidR="009D6341" w:rsidRPr="00601FDB" w:rsidRDefault="009D6341" w:rsidP="00C148FD">
      <w:pPr>
        <w:pStyle w:val="eCheckBoxText"/>
        <w:rPr>
          <w:lang w:val="sk-SK"/>
        </w:rPr>
      </w:pPr>
    </w:p>
    <w:sectPr w:rsidR="009D6341" w:rsidRPr="00601FD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844" w:rsidRDefault="000E2844" w:rsidP="00861A1A">
      <w:r>
        <w:separator/>
      </w:r>
    </w:p>
  </w:endnote>
  <w:endnote w:type="continuationSeparator" w:id="0">
    <w:p w:rsidR="000E2844" w:rsidRDefault="000E284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01FDB" w:rsidRPr="00130E19" w:rsidRDefault="00601FDB" w:rsidP="00601FD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130E19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F5E09" w:rsidRPr="00CA51B5" w:rsidRDefault="00601FDB" w:rsidP="00601FD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30E19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844" w:rsidRDefault="000E2844" w:rsidP="00861A1A">
      <w:r>
        <w:separator/>
      </w:r>
    </w:p>
  </w:footnote>
  <w:footnote w:type="continuationSeparator" w:id="0">
    <w:p w:rsidR="000E2844" w:rsidRDefault="000E284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FDB" w:rsidRPr="002B41A8" w:rsidRDefault="00435704" w:rsidP="00601FDB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 wp14:anchorId="6DF70EA3" wp14:editId="39F963B9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601FDB">
      <w:rPr>
        <w:rFonts w:ascii="Calibri" w:hAnsi="Calibri"/>
        <w:b/>
        <w:smallCaps/>
        <w:noProof/>
      </w:rPr>
      <w:t>PRACOVNÝ LIST</w:t>
    </w:r>
  </w:p>
  <w:p w:rsidR="00C148FD" w:rsidRPr="00C148FD" w:rsidRDefault="00601FDB" w:rsidP="00601FD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Inteligentné Technológie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41"/>
    <w:rsid w:val="0000673F"/>
    <w:rsid w:val="00010EB0"/>
    <w:rsid w:val="00015FBB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00D4"/>
    <w:rsid w:val="000C6B3A"/>
    <w:rsid w:val="000D2B42"/>
    <w:rsid w:val="000E2844"/>
    <w:rsid w:val="00127770"/>
    <w:rsid w:val="001301D8"/>
    <w:rsid w:val="0013693D"/>
    <w:rsid w:val="00136968"/>
    <w:rsid w:val="0014373A"/>
    <w:rsid w:val="001461AE"/>
    <w:rsid w:val="00150794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69FE"/>
    <w:rsid w:val="001B057D"/>
    <w:rsid w:val="001B1F56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338"/>
    <w:rsid w:val="00307892"/>
    <w:rsid w:val="00315203"/>
    <w:rsid w:val="00325D79"/>
    <w:rsid w:val="00332A86"/>
    <w:rsid w:val="00337851"/>
    <w:rsid w:val="00347E4D"/>
    <w:rsid w:val="00351AF3"/>
    <w:rsid w:val="003825C9"/>
    <w:rsid w:val="0039238A"/>
    <w:rsid w:val="00394D59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4F12"/>
    <w:rsid w:val="00417ED2"/>
    <w:rsid w:val="00435704"/>
    <w:rsid w:val="0046567F"/>
    <w:rsid w:val="004667DD"/>
    <w:rsid w:val="00472203"/>
    <w:rsid w:val="00475954"/>
    <w:rsid w:val="00484D46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3374"/>
    <w:rsid w:val="005B2E55"/>
    <w:rsid w:val="005B37E2"/>
    <w:rsid w:val="005B460C"/>
    <w:rsid w:val="005D4C0C"/>
    <w:rsid w:val="005D7525"/>
    <w:rsid w:val="005E1AB1"/>
    <w:rsid w:val="005E20B2"/>
    <w:rsid w:val="005E5A22"/>
    <w:rsid w:val="005F5FA1"/>
    <w:rsid w:val="00601FDB"/>
    <w:rsid w:val="00625B5A"/>
    <w:rsid w:val="00625E44"/>
    <w:rsid w:val="0063686B"/>
    <w:rsid w:val="006435FE"/>
    <w:rsid w:val="0064494B"/>
    <w:rsid w:val="00656CEA"/>
    <w:rsid w:val="0066326F"/>
    <w:rsid w:val="0068067D"/>
    <w:rsid w:val="0068131D"/>
    <w:rsid w:val="00690FB1"/>
    <w:rsid w:val="006A0122"/>
    <w:rsid w:val="006A24C7"/>
    <w:rsid w:val="006B5D59"/>
    <w:rsid w:val="006D39B2"/>
    <w:rsid w:val="006D3F30"/>
    <w:rsid w:val="006D50FA"/>
    <w:rsid w:val="006F0D5B"/>
    <w:rsid w:val="006F304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275EE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0D14"/>
    <w:rsid w:val="009A5F9E"/>
    <w:rsid w:val="009B638C"/>
    <w:rsid w:val="009B7C6C"/>
    <w:rsid w:val="009C7B24"/>
    <w:rsid w:val="009D6341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0537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36D"/>
    <w:rsid w:val="00B5145B"/>
    <w:rsid w:val="00B67C4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06BA"/>
    <w:rsid w:val="00D6535B"/>
    <w:rsid w:val="00D71B81"/>
    <w:rsid w:val="00D71C62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E7C"/>
    <w:rsid w:val="00EA1BDF"/>
    <w:rsid w:val="00EB6B74"/>
    <w:rsid w:val="00EB6E4B"/>
    <w:rsid w:val="00EC77B0"/>
    <w:rsid w:val="00ED2956"/>
    <w:rsid w:val="00EE3197"/>
    <w:rsid w:val="00EF2951"/>
    <w:rsid w:val="00EF79B1"/>
    <w:rsid w:val="00F168D6"/>
    <w:rsid w:val="00F24638"/>
    <w:rsid w:val="00F248A4"/>
    <w:rsid w:val="00F46B18"/>
    <w:rsid w:val="00F748A6"/>
    <w:rsid w:val="00F82C59"/>
    <w:rsid w:val="00F871C6"/>
    <w:rsid w:val="00F8749B"/>
    <w:rsid w:val="00FA3565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customStyle="1" w:styleId="eText">
    <w:name w:val="eText"/>
    <w:basedOn w:val="Normal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locked/>
    <w:rsid w:val="001B1F56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073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073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0733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07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073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customStyle="1" w:styleId="eText">
    <w:name w:val="eText"/>
    <w:basedOn w:val="Normal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locked/>
    <w:rsid w:val="001B1F56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073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073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0733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07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07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205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truchly</cp:lastModifiedBy>
  <cp:revision>5</cp:revision>
  <cp:lastPrinted>2013-05-24T14:00:00Z</cp:lastPrinted>
  <dcterms:created xsi:type="dcterms:W3CDTF">2019-01-16T09:10:00Z</dcterms:created>
  <dcterms:modified xsi:type="dcterms:W3CDTF">2019-01-16T12:46:00Z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