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8079CF" w:rsidRDefault="008079CF" w:rsidP="008079CF">
      <w:pPr>
        <w:pStyle w:val="eTask"/>
        <w:rPr>
          <w:lang w:val="sk-SK"/>
        </w:rPr>
      </w:pPr>
      <w:r w:rsidRPr="008079CF">
        <w:rPr>
          <w:lang w:val="sk-SK"/>
        </w:rPr>
        <w:t>Ktoré z nasledovných tvrdení ohľadom riešenia inteligentného domu sú platné:</w:t>
      </w:r>
    </w:p>
    <w:p w:rsidR="009D6341" w:rsidRPr="008079CF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9D6341" w:rsidRPr="008079CF" w:rsidRDefault="00AB306F" w:rsidP="009D6341">
      <w:pPr>
        <w:pStyle w:val="eCheckBoxText"/>
        <w:rPr>
          <w:color w:val="FF0000"/>
          <w:lang w:val="sk-SK"/>
        </w:rPr>
      </w:pPr>
      <w:r w:rsidRPr="008079CF">
        <w:rPr>
          <w:rStyle w:val="eCheckBoxSquareChar"/>
          <w:color w:val="FF0000"/>
          <w:lang w:val="sk-SK"/>
        </w:rPr>
        <w:t>x</w:t>
      </w:r>
      <w:r w:rsidR="009D6341" w:rsidRPr="008079CF">
        <w:rPr>
          <w:color w:val="FF0000"/>
          <w:lang w:val="sk-SK"/>
        </w:rPr>
        <w:tab/>
      </w:r>
      <w:r w:rsidR="008079CF" w:rsidRPr="008079CF">
        <w:rPr>
          <w:color w:val="FF0000"/>
          <w:lang w:val="sk-SK"/>
        </w:rPr>
        <w:t>môže byť vytvoren</w:t>
      </w:r>
      <w:r w:rsidR="008079CF">
        <w:rPr>
          <w:color w:val="FF0000"/>
          <w:lang w:val="sk-SK"/>
        </w:rPr>
        <w:t>ý</w:t>
      </w:r>
      <w:r w:rsidR="008079CF" w:rsidRPr="008079CF">
        <w:rPr>
          <w:color w:val="FF0000"/>
          <w:lang w:val="sk-SK"/>
        </w:rPr>
        <w:t xml:space="preserve"> vlastnoručne od základu</w:t>
      </w:r>
    </w:p>
    <w:p w:rsidR="009D6341" w:rsidRPr="008079CF" w:rsidRDefault="00AB306F" w:rsidP="009D6341">
      <w:pPr>
        <w:pStyle w:val="eCheckBoxText"/>
        <w:rPr>
          <w:color w:val="FF0000"/>
          <w:lang w:val="sk-SK"/>
        </w:rPr>
      </w:pPr>
      <w:r w:rsidRPr="008079CF">
        <w:rPr>
          <w:rStyle w:val="eCheckBoxSquareChar"/>
          <w:color w:val="FF0000"/>
          <w:lang w:val="sk-SK"/>
        </w:rPr>
        <w:t>x</w:t>
      </w:r>
      <w:r w:rsidR="009D6341" w:rsidRPr="008079CF">
        <w:rPr>
          <w:color w:val="FF0000"/>
          <w:lang w:val="sk-SK"/>
        </w:rPr>
        <w:tab/>
      </w:r>
      <w:r w:rsidR="008079CF" w:rsidRPr="008079CF">
        <w:rPr>
          <w:color w:val="FF0000"/>
          <w:lang w:val="sk-SK"/>
        </w:rPr>
        <w:t>je možné ho zakúpiť ako súčasť inteligentnej domácej súpravy (home kit)</w:t>
      </w:r>
    </w:p>
    <w:p w:rsidR="009D6341" w:rsidRPr="008079CF" w:rsidRDefault="00AB306F" w:rsidP="009D6341">
      <w:pPr>
        <w:pStyle w:val="eCheckBoxText"/>
        <w:rPr>
          <w:color w:val="FF0000"/>
          <w:lang w:val="sk-SK"/>
        </w:rPr>
      </w:pPr>
      <w:r w:rsidRPr="008079CF">
        <w:rPr>
          <w:rStyle w:val="eCheckBoxSquareChar"/>
          <w:color w:val="FF0000"/>
          <w:lang w:val="sk-SK"/>
        </w:rPr>
        <w:t>x</w:t>
      </w:r>
      <w:r w:rsidR="009D6341" w:rsidRPr="008079CF">
        <w:rPr>
          <w:color w:val="FF0000"/>
          <w:lang w:val="sk-SK"/>
        </w:rPr>
        <w:tab/>
      </w:r>
      <w:r w:rsidR="008079CF" w:rsidRPr="008079CF">
        <w:rPr>
          <w:color w:val="FF0000"/>
          <w:lang w:val="sk-SK"/>
        </w:rPr>
        <w:t>existuje mnoho open source softvérových implementácií</w:t>
      </w:r>
    </w:p>
    <w:p w:rsidR="009D6341" w:rsidRPr="008079CF" w:rsidRDefault="00AB306F" w:rsidP="009D6341">
      <w:pPr>
        <w:pStyle w:val="eCheckBoxText"/>
        <w:rPr>
          <w:color w:val="FF0000"/>
          <w:lang w:val="sk-SK"/>
        </w:rPr>
      </w:pPr>
      <w:r w:rsidRPr="008079CF">
        <w:rPr>
          <w:rStyle w:val="eCheckBoxSquareChar"/>
          <w:color w:val="FF0000"/>
          <w:lang w:val="sk-SK"/>
        </w:rPr>
        <w:t>x</w:t>
      </w:r>
      <w:r w:rsidR="009D6341" w:rsidRPr="008079CF">
        <w:rPr>
          <w:color w:val="FF0000"/>
          <w:lang w:val="sk-SK"/>
        </w:rPr>
        <w:tab/>
      </w:r>
      <w:r w:rsidR="008079CF" w:rsidRPr="008079CF">
        <w:rPr>
          <w:color w:val="FF0000"/>
          <w:lang w:val="sk-SK"/>
        </w:rPr>
        <w:t>môže byť zakúpen</w:t>
      </w:r>
      <w:r w:rsidR="008079CF">
        <w:rPr>
          <w:color w:val="FF0000"/>
          <w:lang w:val="sk-SK"/>
        </w:rPr>
        <w:t>ý</w:t>
      </w:r>
      <w:r w:rsidR="008079CF" w:rsidRPr="008079CF">
        <w:rPr>
          <w:color w:val="FF0000"/>
          <w:lang w:val="sk-SK"/>
        </w:rPr>
        <w:t xml:space="preserve"> ako celok</w:t>
      </w:r>
    </w:p>
    <w:p w:rsidR="001922A0" w:rsidRPr="008079CF" w:rsidRDefault="001922A0" w:rsidP="00C148FD">
      <w:pPr>
        <w:pStyle w:val="eLineBottom"/>
        <w:rPr>
          <w:lang w:val="sk-SK"/>
        </w:rPr>
      </w:pPr>
    </w:p>
    <w:p w:rsidR="009D6341" w:rsidRPr="008079CF" w:rsidRDefault="009D6341" w:rsidP="009D6341">
      <w:pPr>
        <w:rPr>
          <w:lang w:val="sk-SK"/>
        </w:rPr>
      </w:pPr>
    </w:p>
    <w:p w:rsidR="009D6341" w:rsidRPr="008079CF" w:rsidRDefault="008079CF" w:rsidP="008079CF">
      <w:pPr>
        <w:pStyle w:val="eTask"/>
        <w:rPr>
          <w:lang w:val="sk-SK"/>
        </w:rPr>
      </w:pPr>
      <w:r w:rsidRPr="008079CF">
        <w:rPr>
          <w:lang w:val="sk-SK"/>
        </w:rPr>
        <w:t>Ktoré z</w:t>
      </w:r>
      <w:r>
        <w:rPr>
          <w:lang w:val="sk-SK"/>
        </w:rPr>
        <w:t> </w:t>
      </w:r>
      <w:r w:rsidRPr="008079CF">
        <w:rPr>
          <w:lang w:val="sk-SK"/>
        </w:rPr>
        <w:t>uvedených technológií patria medzi IoT tech</w:t>
      </w:r>
      <w:r>
        <w:rPr>
          <w:lang w:val="sk-SK"/>
        </w:rPr>
        <w:t>n</w:t>
      </w:r>
      <w:r w:rsidRPr="008079CF">
        <w:rPr>
          <w:lang w:val="sk-SK"/>
        </w:rPr>
        <w:t>ológie pre inteligentné domy</w:t>
      </w:r>
      <w:r w:rsidR="009D6341" w:rsidRPr="008079CF">
        <w:rPr>
          <w:lang w:val="sk-SK"/>
        </w:rPr>
        <w:t>?</w:t>
      </w:r>
    </w:p>
    <w:p w:rsidR="009D6341" w:rsidRPr="008079CF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9D6341" w:rsidRPr="008079CF" w:rsidRDefault="00AB306F" w:rsidP="009D6341">
      <w:pPr>
        <w:pStyle w:val="eCheckBoxText"/>
        <w:rPr>
          <w:color w:val="FF0000"/>
          <w:lang w:val="sk-SK"/>
        </w:rPr>
      </w:pPr>
      <w:r w:rsidRPr="008079CF">
        <w:rPr>
          <w:rStyle w:val="eCheckBoxSquareChar"/>
          <w:color w:val="FF0000"/>
          <w:lang w:val="sk-SK"/>
        </w:rPr>
        <w:t>x</w:t>
      </w:r>
      <w:r w:rsidR="009D6341" w:rsidRPr="008079CF">
        <w:rPr>
          <w:color w:val="FF0000"/>
          <w:lang w:val="sk-SK"/>
        </w:rPr>
        <w:tab/>
        <w:t>LoRaWan</w:t>
      </w:r>
    </w:p>
    <w:p w:rsidR="009D6341" w:rsidRPr="008079CF" w:rsidRDefault="009D6341" w:rsidP="009D6341">
      <w:pPr>
        <w:pStyle w:val="eCheckBoxText"/>
        <w:rPr>
          <w:lang w:val="sk-SK"/>
        </w:rPr>
      </w:pPr>
      <w:r w:rsidRPr="008079CF">
        <w:rPr>
          <w:rStyle w:val="eCheckBoxSquareChar"/>
          <w:lang w:val="sk-SK"/>
        </w:rPr>
        <w:t>□</w:t>
      </w:r>
      <w:r w:rsidRPr="008079CF">
        <w:rPr>
          <w:lang w:val="sk-SK"/>
        </w:rPr>
        <w:tab/>
        <w:t>DLMS</w:t>
      </w:r>
    </w:p>
    <w:p w:rsidR="009D6341" w:rsidRPr="008079CF" w:rsidRDefault="00AB306F" w:rsidP="009D6341">
      <w:pPr>
        <w:pStyle w:val="eCheckBoxText"/>
        <w:rPr>
          <w:color w:val="FF0000"/>
          <w:lang w:val="sk-SK"/>
        </w:rPr>
      </w:pPr>
      <w:r w:rsidRPr="008079CF">
        <w:rPr>
          <w:rStyle w:val="eCheckBoxSquareChar"/>
          <w:color w:val="FF0000"/>
          <w:lang w:val="sk-SK"/>
        </w:rPr>
        <w:t>x</w:t>
      </w:r>
      <w:r w:rsidR="009D6341" w:rsidRPr="008079CF">
        <w:rPr>
          <w:color w:val="FF0000"/>
          <w:lang w:val="sk-SK"/>
        </w:rPr>
        <w:tab/>
        <w:t>SigFox</w:t>
      </w:r>
    </w:p>
    <w:p w:rsidR="009D6341" w:rsidRPr="008079CF" w:rsidRDefault="009D6341" w:rsidP="009D6341">
      <w:pPr>
        <w:pStyle w:val="eCheckBoxText"/>
        <w:rPr>
          <w:lang w:val="sk-SK"/>
        </w:rPr>
      </w:pPr>
      <w:r w:rsidRPr="008079CF">
        <w:rPr>
          <w:rStyle w:val="eCheckBoxSquareChar"/>
          <w:lang w:val="sk-SK"/>
        </w:rPr>
        <w:t>□</w:t>
      </w:r>
      <w:r w:rsidRPr="008079CF">
        <w:rPr>
          <w:lang w:val="sk-SK"/>
        </w:rPr>
        <w:tab/>
        <w:t>PLC</w:t>
      </w:r>
    </w:p>
    <w:p w:rsidR="009D6341" w:rsidRPr="008079CF" w:rsidRDefault="009D6341" w:rsidP="009D6341">
      <w:pPr>
        <w:pStyle w:val="eLineBottom"/>
        <w:rPr>
          <w:lang w:val="sk-SK"/>
        </w:rPr>
      </w:pPr>
    </w:p>
    <w:p w:rsidR="009D6341" w:rsidRPr="008079CF" w:rsidRDefault="009D6341" w:rsidP="009D6341">
      <w:pPr>
        <w:rPr>
          <w:lang w:val="sk-SK"/>
        </w:rPr>
      </w:pPr>
    </w:p>
    <w:p w:rsidR="004667DD" w:rsidRPr="008079CF" w:rsidRDefault="00DC5738" w:rsidP="004667DD">
      <w:pPr>
        <w:pStyle w:val="eTask"/>
        <w:rPr>
          <w:lang w:val="sk-SK"/>
        </w:rPr>
      </w:pPr>
      <w:r>
        <w:rPr>
          <w:lang w:val="sk-SK"/>
        </w:rPr>
        <w:t>Vyberte technológie inteligentných televízorov zo zoznamu pod tabuľkou a priraďte ich k zodpovedajúcemu typu služby/rozhrania v tabuľke</w:t>
      </w:r>
      <w:r w:rsidR="004667DD" w:rsidRPr="008079CF">
        <w:rPr>
          <w:lang w:val="sk-SK"/>
        </w:rPr>
        <w:t>!</w:t>
      </w:r>
    </w:p>
    <w:p w:rsidR="004667DD" w:rsidRPr="008079CF" w:rsidRDefault="004667DD" w:rsidP="003825C9">
      <w:pPr>
        <w:rPr>
          <w:lang w:val="sk-SK"/>
        </w:rPr>
      </w:pPr>
    </w:p>
    <w:p w:rsidR="004667DD" w:rsidRPr="008079CF" w:rsidRDefault="004667DD" w:rsidP="004667DD">
      <w:pPr>
        <w:rPr>
          <w:lang w:val="sk-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4"/>
        <w:gridCol w:w="1631"/>
        <w:gridCol w:w="1586"/>
        <w:gridCol w:w="1519"/>
        <w:gridCol w:w="1302"/>
        <w:gridCol w:w="1536"/>
      </w:tblGrid>
      <w:tr w:rsidR="00DC5738" w:rsidRPr="008079CF" w:rsidTr="00716392">
        <w:trPr>
          <w:trHeight w:val="1872"/>
        </w:trPr>
        <w:tc>
          <w:tcPr>
            <w:tcW w:w="1754" w:type="dxa"/>
          </w:tcPr>
          <w:p w:rsidR="004667DD" w:rsidRPr="008079CF" w:rsidRDefault="00DC5738" w:rsidP="004667DD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Živé</w:t>
            </w:r>
            <w:r w:rsidR="004667DD" w:rsidRPr="008079CF">
              <w:rPr>
                <w:b/>
                <w:lang w:val="sk-SK"/>
              </w:rPr>
              <w:t xml:space="preserve"> </w:t>
            </w:r>
            <w:r>
              <w:rPr>
                <w:b/>
                <w:lang w:val="sk-SK"/>
              </w:rPr>
              <w:t>vysielanie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8079CF" w:rsidRDefault="004667DD" w:rsidP="004667DD">
            <w:pPr>
              <w:jc w:val="center"/>
              <w:rPr>
                <w:b/>
                <w:color w:val="FF0000"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DVB-T</w:t>
            </w:r>
          </w:p>
          <w:p w:rsidR="004667DD" w:rsidRPr="008079CF" w:rsidRDefault="004667DD" w:rsidP="004667DD">
            <w:pPr>
              <w:jc w:val="center"/>
              <w:rPr>
                <w:b/>
                <w:color w:val="FF0000"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DVB-S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DVB-C</w:t>
            </w:r>
          </w:p>
        </w:tc>
        <w:tc>
          <w:tcPr>
            <w:tcW w:w="1652" w:type="dxa"/>
          </w:tcPr>
          <w:p w:rsidR="004667DD" w:rsidRPr="008079CF" w:rsidRDefault="00DC5738" w:rsidP="004667DD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Bezdrôtové rozhrania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8079CF" w:rsidRDefault="004667DD" w:rsidP="004667DD">
            <w:pPr>
              <w:jc w:val="center"/>
              <w:rPr>
                <w:b/>
                <w:color w:val="FF0000"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Wi-Fi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Bluetooth</w:t>
            </w:r>
          </w:p>
        </w:tc>
        <w:tc>
          <w:tcPr>
            <w:tcW w:w="1624" w:type="dxa"/>
          </w:tcPr>
          <w:p w:rsidR="004667DD" w:rsidRPr="008079CF" w:rsidRDefault="00DC5738" w:rsidP="004667DD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Pevná</w:t>
            </w:r>
            <w:r w:rsidR="004667DD" w:rsidRPr="008079CF">
              <w:rPr>
                <w:b/>
                <w:lang w:val="sk-SK"/>
              </w:rPr>
              <w:t xml:space="preserve"> (LAN)</w:t>
            </w:r>
          </w:p>
          <w:p w:rsidR="004667DD" w:rsidRPr="008079CF" w:rsidRDefault="00DC5738" w:rsidP="004667DD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sieť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Ethernet</w:t>
            </w:r>
          </w:p>
        </w:tc>
        <w:tc>
          <w:tcPr>
            <w:tcW w:w="1556" w:type="dxa"/>
          </w:tcPr>
          <w:p w:rsidR="004667DD" w:rsidRPr="008079CF" w:rsidRDefault="00DC5738" w:rsidP="004667DD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Vstupné vid</w:t>
            </w:r>
            <w:r w:rsidR="004667DD" w:rsidRPr="008079CF">
              <w:rPr>
                <w:b/>
                <w:lang w:val="sk-SK"/>
              </w:rPr>
              <w:t>eo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8079CF" w:rsidRDefault="004667DD" w:rsidP="004667DD">
            <w:pPr>
              <w:jc w:val="center"/>
              <w:rPr>
                <w:b/>
                <w:color w:val="FF0000"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HDMI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S-video</w:t>
            </w:r>
          </w:p>
        </w:tc>
        <w:tc>
          <w:tcPr>
            <w:tcW w:w="1351" w:type="dxa"/>
          </w:tcPr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  <w:r w:rsidRPr="008079CF">
              <w:rPr>
                <w:b/>
                <w:lang w:val="sk-SK"/>
              </w:rPr>
              <w:t>D</w:t>
            </w:r>
            <w:r w:rsidR="00DC5738">
              <w:rPr>
                <w:b/>
                <w:lang w:val="sk-SK"/>
              </w:rPr>
              <w:t>á</w:t>
            </w:r>
            <w:r w:rsidRPr="008079CF">
              <w:rPr>
                <w:b/>
                <w:lang w:val="sk-SK"/>
              </w:rPr>
              <w:t>ta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  <w:r w:rsidRPr="008079CF">
              <w:rPr>
                <w:b/>
                <w:color w:val="FF0000"/>
                <w:lang w:val="sk-SK"/>
              </w:rPr>
              <w:t>USB</w:t>
            </w:r>
          </w:p>
        </w:tc>
        <w:tc>
          <w:tcPr>
            <w:tcW w:w="1351" w:type="dxa"/>
          </w:tcPr>
          <w:p w:rsidR="00DC5738" w:rsidRDefault="00DC5738" w:rsidP="004667DD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Modul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  <w:r w:rsidRPr="008079CF">
              <w:rPr>
                <w:b/>
                <w:lang w:val="sk-SK"/>
              </w:rPr>
              <w:t>CI/CI+</w:t>
            </w:r>
          </w:p>
          <w:p w:rsidR="004667DD" w:rsidRPr="008079CF" w:rsidRDefault="004667DD" w:rsidP="004667DD">
            <w:pPr>
              <w:jc w:val="center"/>
              <w:rPr>
                <w:b/>
                <w:lang w:val="sk-SK"/>
              </w:rPr>
            </w:pPr>
          </w:p>
          <w:p w:rsidR="004667DD" w:rsidRPr="008079CF" w:rsidRDefault="00DC5738" w:rsidP="00DC5738">
            <w:pPr>
              <w:jc w:val="center"/>
              <w:rPr>
                <w:b/>
                <w:lang w:val="sk-SK"/>
              </w:rPr>
            </w:pPr>
            <w:r>
              <w:rPr>
                <w:b/>
                <w:color w:val="FF0000"/>
                <w:lang w:val="sk-SK"/>
              </w:rPr>
              <w:t>Dekódovacia</w:t>
            </w:r>
            <w:r w:rsidR="004667DD" w:rsidRPr="008079CF">
              <w:rPr>
                <w:b/>
                <w:color w:val="FF0000"/>
                <w:lang w:val="sk-SK"/>
              </w:rPr>
              <w:t xml:space="preserve"> </w:t>
            </w:r>
            <w:r>
              <w:rPr>
                <w:b/>
                <w:color w:val="FF0000"/>
                <w:lang w:val="sk-SK"/>
              </w:rPr>
              <w:t>karta</w:t>
            </w:r>
          </w:p>
        </w:tc>
      </w:tr>
    </w:tbl>
    <w:p w:rsidR="004667DD" w:rsidRPr="008079CF" w:rsidRDefault="004667DD" w:rsidP="004667DD">
      <w:pPr>
        <w:rPr>
          <w:lang w:val="sk-SK"/>
        </w:rPr>
      </w:pPr>
    </w:p>
    <w:p w:rsidR="00DC5738" w:rsidRDefault="004667DD" w:rsidP="004667DD">
      <w:pPr>
        <w:jc w:val="center"/>
        <w:rPr>
          <w:b/>
          <w:color w:val="FF0000"/>
          <w:lang w:val="sk-SK"/>
        </w:rPr>
      </w:pPr>
      <w:r w:rsidRPr="008079CF">
        <w:rPr>
          <w:b/>
          <w:color w:val="FF0000"/>
          <w:lang w:val="sk-SK"/>
        </w:rPr>
        <w:t xml:space="preserve">Ethernet       DVB-C       </w:t>
      </w:r>
      <w:r w:rsidRPr="008079CF">
        <w:rPr>
          <w:b/>
          <w:lang w:val="sk-SK"/>
        </w:rPr>
        <w:t xml:space="preserve">Firewire       </w:t>
      </w:r>
      <w:r w:rsidRPr="008079CF">
        <w:rPr>
          <w:b/>
          <w:color w:val="FF0000"/>
          <w:lang w:val="sk-SK"/>
        </w:rPr>
        <w:t xml:space="preserve">Bluetooth       DVB-T       </w:t>
      </w:r>
      <w:r w:rsidR="00DC5738">
        <w:rPr>
          <w:b/>
          <w:color w:val="FF0000"/>
          <w:lang w:val="sk-SK"/>
        </w:rPr>
        <w:t>Dekódovacia karta</w:t>
      </w:r>
      <w:r w:rsidRPr="008079CF">
        <w:rPr>
          <w:b/>
          <w:color w:val="FF0000"/>
          <w:lang w:val="sk-SK"/>
        </w:rPr>
        <w:t xml:space="preserve">       </w:t>
      </w:r>
    </w:p>
    <w:p w:rsidR="00DC5738" w:rsidRDefault="00DC5738" w:rsidP="004667DD">
      <w:pPr>
        <w:jc w:val="center"/>
        <w:rPr>
          <w:b/>
          <w:color w:val="FF0000"/>
          <w:lang w:val="sk-SK"/>
        </w:rPr>
      </w:pPr>
    </w:p>
    <w:p w:rsidR="004667DD" w:rsidRPr="008079CF" w:rsidRDefault="004667DD" w:rsidP="004667DD">
      <w:pPr>
        <w:jc w:val="center"/>
        <w:rPr>
          <w:b/>
          <w:lang w:val="sk-SK"/>
        </w:rPr>
      </w:pPr>
      <w:r w:rsidRPr="008079CF">
        <w:rPr>
          <w:b/>
          <w:lang w:val="sk-SK"/>
        </w:rPr>
        <w:t>Wimax</w:t>
      </w:r>
      <w:r w:rsidR="00DC5738" w:rsidRPr="008079CF">
        <w:rPr>
          <w:b/>
          <w:lang w:val="sk-SK"/>
        </w:rPr>
        <w:t xml:space="preserve">       </w:t>
      </w:r>
      <w:r w:rsidRPr="008079CF">
        <w:rPr>
          <w:b/>
          <w:color w:val="FF0000"/>
          <w:lang w:val="sk-SK"/>
        </w:rPr>
        <w:t>HDMI</w:t>
      </w:r>
      <w:r w:rsidRPr="008079CF">
        <w:rPr>
          <w:b/>
          <w:lang w:val="sk-SK"/>
        </w:rPr>
        <w:t xml:space="preserve">       GPS       </w:t>
      </w:r>
      <w:r w:rsidRPr="008079CF">
        <w:rPr>
          <w:b/>
          <w:color w:val="FF0000"/>
          <w:lang w:val="sk-SK"/>
        </w:rPr>
        <w:t xml:space="preserve">DVB-S      Wi-Fi       </w:t>
      </w:r>
      <w:r w:rsidRPr="008079CF">
        <w:rPr>
          <w:b/>
          <w:lang w:val="sk-SK"/>
        </w:rPr>
        <w:t xml:space="preserve">LTE       </w:t>
      </w:r>
      <w:r w:rsidRPr="008079CF">
        <w:rPr>
          <w:b/>
          <w:color w:val="FF0000"/>
          <w:lang w:val="sk-SK"/>
        </w:rPr>
        <w:t>USB       S-video</w:t>
      </w:r>
    </w:p>
    <w:p w:rsidR="004667DD" w:rsidRPr="008079CF" w:rsidRDefault="004667DD" w:rsidP="004667DD">
      <w:pPr>
        <w:pStyle w:val="eLineBottom"/>
        <w:rPr>
          <w:lang w:val="sk-SK"/>
        </w:rPr>
      </w:pPr>
    </w:p>
    <w:p w:rsidR="004667DD" w:rsidRPr="008079CF" w:rsidRDefault="004667DD" w:rsidP="004667DD">
      <w:pPr>
        <w:rPr>
          <w:lang w:val="sk-SK"/>
        </w:rPr>
      </w:pPr>
    </w:p>
    <w:p w:rsidR="00EF79B1" w:rsidRPr="008079CF" w:rsidRDefault="00E14FAB" w:rsidP="00EF79B1">
      <w:pPr>
        <w:pStyle w:val="eTask"/>
        <w:rPr>
          <w:lang w:val="sk-SK"/>
        </w:rPr>
      </w:pPr>
      <w:r>
        <w:rPr>
          <w:lang w:val="sk-SK"/>
        </w:rPr>
        <w:t xml:space="preserve">Pridajte slová </w:t>
      </w:r>
      <w:r w:rsidR="001F62BF">
        <w:rPr>
          <w:lang w:val="sk-SK"/>
        </w:rPr>
        <w:t xml:space="preserve">uvedené </w:t>
      </w:r>
      <w:r>
        <w:rPr>
          <w:lang w:val="sk-SK"/>
        </w:rPr>
        <w:t>nižšie na správne miesta vo vete</w:t>
      </w:r>
      <w:r w:rsidR="00EF79B1" w:rsidRPr="008079CF">
        <w:rPr>
          <w:lang w:val="sk-SK"/>
        </w:rPr>
        <w:t>!</w:t>
      </w:r>
    </w:p>
    <w:p w:rsidR="00EF79B1" w:rsidRPr="008079CF" w:rsidRDefault="00EF79B1" w:rsidP="003825C9">
      <w:pPr>
        <w:rPr>
          <w:lang w:val="sk-SK"/>
        </w:rPr>
      </w:pPr>
    </w:p>
    <w:p w:rsidR="00E14FAB" w:rsidRDefault="00D46761" w:rsidP="00EF79B1">
      <w:pPr>
        <w:jc w:val="both"/>
        <w:rPr>
          <w:lang w:val="sk-SK"/>
        </w:rPr>
      </w:pPr>
      <w:r>
        <w:rPr>
          <w:lang w:val="sk-SK"/>
        </w:rPr>
        <w:t>Inteligentné t</w:t>
      </w:r>
      <w:r w:rsidR="00E14FAB" w:rsidRPr="00E14FAB">
        <w:rPr>
          <w:lang w:val="sk-SK"/>
        </w:rPr>
        <w:t xml:space="preserve">elevízory, ktoré majú DLNA (Digital Living Network Alliance) </w:t>
      </w:r>
      <w:r w:rsidR="00E14FAB" w:rsidRPr="00E14FAB">
        <w:rPr>
          <w:u w:val="single"/>
          <w:lang w:val="sk-SK"/>
        </w:rPr>
        <w:t xml:space="preserve"> </w:t>
      </w:r>
      <w:r w:rsidR="00E14FAB" w:rsidRPr="00E14FAB">
        <w:rPr>
          <w:color w:val="FF0000"/>
          <w:u w:val="single"/>
          <w:lang w:val="sk-SK"/>
        </w:rPr>
        <w:t>certifikát</w:t>
      </w:r>
      <w:r w:rsidR="00E14FAB" w:rsidRPr="00E14FAB">
        <w:rPr>
          <w:u w:val="single"/>
          <w:lang w:val="sk-SK"/>
        </w:rPr>
        <w:t xml:space="preserve"> </w:t>
      </w:r>
      <w:r w:rsidR="00E14FAB" w:rsidRPr="00E14FAB">
        <w:rPr>
          <w:lang w:val="sk-SK"/>
        </w:rPr>
        <w:t xml:space="preserve">, sú schopné prehrávať </w:t>
      </w:r>
      <w:r w:rsidR="00E14FAB" w:rsidRPr="00E14FAB">
        <w:rPr>
          <w:color w:val="FF0000"/>
          <w:u w:val="single"/>
          <w:lang w:val="sk-SK"/>
        </w:rPr>
        <w:t xml:space="preserve"> multimediálny obsah </w:t>
      </w:r>
      <w:r w:rsidR="00E14FAB" w:rsidRPr="00E14FAB">
        <w:rPr>
          <w:lang w:val="sk-SK"/>
        </w:rPr>
        <w:t xml:space="preserve"> z iných DLNA </w:t>
      </w:r>
      <w:r w:rsidR="00E14FAB" w:rsidRPr="00E14FAB">
        <w:rPr>
          <w:color w:val="FF0000"/>
          <w:u w:val="single"/>
          <w:lang w:val="sk-SK"/>
        </w:rPr>
        <w:t xml:space="preserve"> zariadení </w:t>
      </w:r>
      <w:r w:rsidR="00E14FAB" w:rsidRPr="00E14FAB">
        <w:rPr>
          <w:lang w:val="sk-SK"/>
        </w:rPr>
        <w:t xml:space="preserve"> (počítače, tablety, </w:t>
      </w:r>
      <w:r w:rsidR="00E14FAB" w:rsidRPr="00E14FAB">
        <w:rPr>
          <w:color w:val="FF0000"/>
          <w:u w:val="single"/>
          <w:lang w:val="sk-SK"/>
        </w:rPr>
        <w:t xml:space="preserve"> inteligentné telefóny </w:t>
      </w:r>
      <w:r w:rsidR="00E14FAB" w:rsidRPr="00E14FAB">
        <w:rPr>
          <w:lang w:val="sk-SK"/>
        </w:rPr>
        <w:t>, mediálne serv</w:t>
      </w:r>
      <w:r w:rsidR="003D5164">
        <w:rPr>
          <w:lang w:val="sk-SK"/>
        </w:rPr>
        <w:t>e</w:t>
      </w:r>
      <w:r w:rsidR="00E14FAB" w:rsidRPr="00E14FAB">
        <w:rPr>
          <w:lang w:val="sk-SK"/>
        </w:rPr>
        <w:t>r</w:t>
      </w:r>
      <w:r w:rsidR="003D5164">
        <w:rPr>
          <w:lang w:val="sk-SK"/>
        </w:rPr>
        <w:t>y</w:t>
      </w:r>
      <w:r w:rsidR="00E14FAB" w:rsidRPr="00E14FAB">
        <w:rPr>
          <w:lang w:val="sk-SK"/>
        </w:rPr>
        <w:t xml:space="preserve"> a iné).</w:t>
      </w:r>
    </w:p>
    <w:p w:rsidR="00EF79B1" w:rsidRPr="008079CF" w:rsidRDefault="00EF79B1" w:rsidP="00EF79B1">
      <w:pPr>
        <w:rPr>
          <w:lang w:val="sk-SK"/>
        </w:rPr>
      </w:pPr>
    </w:p>
    <w:p w:rsidR="00EF79B1" w:rsidRPr="008079CF" w:rsidRDefault="00E14FAB" w:rsidP="00EF79B1">
      <w:pPr>
        <w:jc w:val="center"/>
        <w:rPr>
          <w:b/>
          <w:lang w:val="sk-SK"/>
        </w:rPr>
      </w:pPr>
      <w:r>
        <w:rPr>
          <w:b/>
          <w:lang w:val="sk-SK"/>
        </w:rPr>
        <w:t>zariadenia</w:t>
      </w:r>
      <w:r w:rsidR="00EF79B1" w:rsidRPr="008079CF">
        <w:rPr>
          <w:b/>
          <w:lang w:val="sk-SK"/>
        </w:rPr>
        <w:t xml:space="preserve">          </w:t>
      </w:r>
      <w:r>
        <w:rPr>
          <w:b/>
          <w:lang w:val="sk-SK"/>
        </w:rPr>
        <w:t>inteligentné telefóny</w:t>
      </w:r>
      <w:r w:rsidR="00EF79B1" w:rsidRPr="008079CF">
        <w:rPr>
          <w:b/>
          <w:lang w:val="sk-SK"/>
        </w:rPr>
        <w:t xml:space="preserve">          certi</w:t>
      </w:r>
      <w:r>
        <w:rPr>
          <w:b/>
          <w:lang w:val="sk-SK"/>
        </w:rPr>
        <w:t>fikát</w:t>
      </w:r>
      <w:r w:rsidR="00EF79B1" w:rsidRPr="008079CF">
        <w:rPr>
          <w:b/>
          <w:lang w:val="sk-SK"/>
        </w:rPr>
        <w:t xml:space="preserve">          multimedi</w:t>
      </w:r>
      <w:r>
        <w:rPr>
          <w:b/>
          <w:lang w:val="sk-SK"/>
        </w:rPr>
        <w:t>álny obsah</w:t>
      </w:r>
    </w:p>
    <w:p w:rsidR="001F62BF" w:rsidRPr="008079CF" w:rsidRDefault="001F62BF" w:rsidP="00EF79B1">
      <w:pPr>
        <w:pStyle w:val="eLineBottom"/>
        <w:rPr>
          <w:lang w:val="sk-SK"/>
        </w:rPr>
      </w:pPr>
    </w:p>
    <w:p w:rsidR="001F62BF" w:rsidRDefault="001F62BF" w:rsidP="001F62BF">
      <w:pPr>
        <w:rPr>
          <w:lang w:val="sk-SK"/>
        </w:rPr>
      </w:pPr>
    </w:p>
    <w:p w:rsidR="001B1F56" w:rsidRPr="008079CF" w:rsidRDefault="00391C2C" w:rsidP="001B1F56">
      <w:pPr>
        <w:pStyle w:val="eTask"/>
        <w:rPr>
          <w:lang w:val="sk-SK"/>
        </w:rPr>
      </w:pPr>
      <w:r>
        <w:rPr>
          <w:lang w:val="sk-SK"/>
        </w:rPr>
        <w:lastRenderedPageBreak/>
        <w:t>Doplňte správne vetu</w:t>
      </w:r>
      <w:r w:rsidR="001B1F56" w:rsidRPr="008079CF">
        <w:rPr>
          <w:lang w:val="sk-SK"/>
        </w:rPr>
        <w:t>!</w:t>
      </w:r>
    </w:p>
    <w:p w:rsidR="001B1F56" w:rsidRPr="008079CF" w:rsidRDefault="001B1F56" w:rsidP="003825C9">
      <w:pPr>
        <w:rPr>
          <w:lang w:val="sk-SK"/>
        </w:rPr>
      </w:pPr>
    </w:p>
    <w:p w:rsidR="001B1F56" w:rsidRPr="008079CF" w:rsidRDefault="00391C2C" w:rsidP="001B1F56">
      <w:pPr>
        <w:rPr>
          <w:lang w:val="sk-SK"/>
        </w:rPr>
      </w:pPr>
      <w:r>
        <w:rPr>
          <w:lang w:val="sk-SK"/>
        </w:rPr>
        <w:t xml:space="preserve">Inteligentné spotrebiče sú spotrebiče, ktoré sú vybavené </w:t>
      </w:r>
      <w:r w:rsidR="001B1F56" w:rsidRPr="00391C2C">
        <w:rPr>
          <w:color w:val="FF0000"/>
          <w:u w:val="single"/>
          <w:lang w:val="sk-SK"/>
        </w:rPr>
        <w:t xml:space="preserve"> </w:t>
      </w:r>
      <w:r>
        <w:rPr>
          <w:color w:val="FF0000"/>
          <w:u w:val="single"/>
          <w:lang w:val="sk-SK"/>
        </w:rPr>
        <w:t xml:space="preserve">bezdrôtovým rozhraním </w:t>
      </w:r>
      <w:r w:rsidRPr="00391C2C">
        <w:rPr>
          <w:lang w:val="sk-SK"/>
        </w:rPr>
        <w:t xml:space="preserve"> a ktoré je možné diaľkovo ovládať alebo sledovať</w:t>
      </w:r>
      <w:r w:rsidR="001B1F56" w:rsidRPr="008079CF">
        <w:rPr>
          <w:lang w:val="sk-SK"/>
        </w:rPr>
        <w:t>.</w:t>
      </w:r>
    </w:p>
    <w:p w:rsidR="001B1F56" w:rsidRPr="008079CF" w:rsidRDefault="001B1F56" w:rsidP="001B1F56">
      <w:pPr>
        <w:pStyle w:val="eLineBottom"/>
        <w:rPr>
          <w:lang w:val="sk-SK"/>
        </w:rPr>
      </w:pPr>
    </w:p>
    <w:p w:rsidR="001B1F56" w:rsidRPr="008079CF" w:rsidRDefault="001B1F56" w:rsidP="001B1F56">
      <w:pPr>
        <w:rPr>
          <w:lang w:val="sk-SK"/>
        </w:rPr>
      </w:pPr>
    </w:p>
    <w:p w:rsidR="001B1F56" w:rsidRPr="008079CF" w:rsidRDefault="00391C2C" w:rsidP="001B1F56">
      <w:pPr>
        <w:pStyle w:val="eTask"/>
        <w:rPr>
          <w:lang w:val="sk-SK"/>
        </w:rPr>
      </w:pPr>
      <w:r>
        <w:rPr>
          <w:lang w:val="sk-SK"/>
        </w:rPr>
        <w:t>Priraďte termíny v ľavom stĺpci (senzor) k zodpovedajúcim termínom v pravom stĺpci (meraný parameter)</w:t>
      </w:r>
      <w:r w:rsidR="001B1F56" w:rsidRPr="008079CF">
        <w:rPr>
          <w:lang w:val="sk-SK"/>
        </w:rPr>
        <w:t>!</w:t>
      </w:r>
    </w:p>
    <w:p w:rsidR="001B1F56" w:rsidRPr="008079CF" w:rsidRDefault="001B1F56" w:rsidP="003825C9">
      <w:pPr>
        <w:rPr>
          <w:lang w:val="sk-SK"/>
        </w:rPr>
      </w:pPr>
    </w:p>
    <w:p w:rsidR="00394D59" w:rsidRPr="008079CF" w:rsidRDefault="00394D59" w:rsidP="003825C9">
      <w:pPr>
        <w:rPr>
          <w:lang w:val="sk-SK"/>
        </w:rPr>
      </w:pPr>
    </w:p>
    <w:tbl>
      <w:tblPr>
        <w:tblStyle w:val="TableGrid"/>
        <w:tblW w:w="8897" w:type="dxa"/>
        <w:tblInd w:w="250" w:type="dxa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BC7336" w:rsidRPr="008079CF" w:rsidTr="001F62BF">
        <w:trPr>
          <w:trHeight w:val="552"/>
        </w:trPr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Akcelerometer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9744" behindDoc="0" locked="0" layoutInCell="1" allowOverlap="1" wp14:anchorId="41D5AB2D" wp14:editId="3D14C533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212090</wp:posOffset>
                      </wp:positionV>
                      <wp:extent cx="1710055" cy="2658745"/>
                      <wp:effectExtent l="0" t="0" r="23495" b="27305"/>
                      <wp:wrapNone/>
                      <wp:docPr id="16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265874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flip:y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6.7pt" to="129.35pt,2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 wp14:anchorId="60DE1CED" wp14:editId="4408A36A">
                      <wp:simplePos x="0" y="0"/>
                      <wp:positionH relativeFrom="column">
                        <wp:posOffset>-67137</wp:posOffset>
                      </wp:positionH>
                      <wp:positionV relativeFrom="paragraph">
                        <wp:posOffset>177627</wp:posOffset>
                      </wp:positionV>
                      <wp:extent cx="1703705" cy="3005570"/>
                      <wp:effectExtent l="0" t="0" r="29845" b="23495"/>
                      <wp:wrapNone/>
                      <wp:docPr id="15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05" cy="30055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4pt" to="128.85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pStyle w:val="eText"/>
              <w:spacing w:after="0"/>
              <w:rPr>
                <w:lang w:val="sk-SK"/>
              </w:rPr>
            </w:pPr>
            <w:r>
              <w:rPr>
                <w:lang w:val="sk-SK"/>
              </w:rPr>
              <w:t>obraz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Gyroskop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1552" behindDoc="0" locked="0" layoutInCell="1" allowOverlap="1" wp14:anchorId="7780C461" wp14:editId="21FAB533">
                      <wp:simplePos x="0" y="0"/>
                      <wp:positionH relativeFrom="column">
                        <wp:posOffset>-71933</wp:posOffset>
                      </wp:positionH>
                      <wp:positionV relativeFrom="paragraph">
                        <wp:posOffset>117088</wp:posOffset>
                      </wp:positionV>
                      <wp:extent cx="1712251" cy="1059679"/>
                      <wp:effectExtent l="0" t="0" r="21590" b="26670"/>
                      <wp:wrapNone/>
                      <wp:docPr id="19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2251" cy="105967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65pt,9.2pt" to="129.1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0528" behindDoc="0" locked="0" layoutInCell="1" allowOverlap="1" wp14:anchorId="2A063806" wp14:editId="4BA0177E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180975</wp:posOffset>
                      </wp:positionV>
                      <wp:extent cx="1703705" cy="1974215"/>
                      <wp:effectExtent l="0" t="0" r="29845" b="26035"/>
                      <wp:wrapNone/>
                      <wp:docPr id="17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05" cy="19742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4.25pt" to="128.85pt,1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pStyle w:val="eText"/>
              <w:spacing w:after="0"/>
              <w:rPr>
                <w:lang w:val="sk-SK"/>
              </w:rPr>
            </w:pPr>
            <w:r w:rsidRPr="00391C2C">
              <w:rPr>
                <w:lang w:val="sk-SK"/>
              </w:rPr>
              <w:t>vzdialenosť objektu od telefónu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Magnetometer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 wp14:anchorId="0FD0094B" wp14:editId="3B012FA7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158115</wp:posOffset>
                      </wp:positionV>
                      <wp:extent cx="1710055" cy="1336675"/>
                      <wp:effectExtent l="0" t="0" r="23495" b="34925"/>
                      <wp:wrapNone/>
                      <wp:docPr id="14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133667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flip:y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2.45pt" to="129.35pt,1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6672" behindDoc="0" locked="0" layoutInCell="1" allowOverlap="1" wp14:anchorId="378DF65B" wp14:editId="5C30CEFC">
                      <wp:simplePos x="0" y="0"/>
                      <wp:positionH relativeFrom="column">
                        <wp:posOffset>-67137</wp:posOffset>
                      </wp:positionH>
                      <wp:positionV relativeFrom="paragraph">
                        <wp:posOffset>158692</wp:posOffset>
                      </wp:positionV>
                      <wp:extent cx="1703763" cy="2022764"/>
                      <wp:effectExtent l="0" t="0" r="29845" b="15875"/>
                      <wp:wrapNone/>
                      <wp:docPr id="13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03763" cy="202276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2.5pt" to="128.85pt,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rPr>
                <w:lang w:val="sk-SK"/>
              </w:rPr>
            </w:pPr>
            <w:r w:rsidRPr="00391C2C">
              <w:rPr>
                <w:lang w:val="sk-SK"/>
              </w:rPr>
              <w:t>dotyk prstu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Barometer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5648" behindDoc="0" locked="0" layoutInCell="1" allowOverlap="1" wp14:anchorId="4E27F5CF" wp14:editId="6E0DF025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156845</wp:posOffset>
                      </wp:positionV>
                      <wp:extent cx="1703705" cy="1330325"/>
                      <wp:effectExtent l="0" t="0" r="29845" b="22225"/>
                      <wp:wrapNone/>
                      <wp:docPr id="12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03705" cy="13303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flip:y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2.35pt" to="128.8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" strokecolor="red" strokeweight="1.5pt">
                      <o:lock v:ext="edit" shapetype="f"/>
                    </v:line>
                  </w:pict>
                </mc:Fallback>
              </mc:AlternateContent>
            </w: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0" locked="0" layoutInCell="1" allowOverlap="1" wp14:anchorId="27C2B580" wp14:editId="73B9C54A">
                      <wp:simplePos x="0" y="0"/>
                      <wp:positionH relativeFrom="column">
                        <wp:posOffset>-67137</wp:posOffset>
                      </wp:positionH>
                      <wp:positionV relativeFrom="paragraph">
                        <wp:posOffset>157191</wp:posOffset>
                      </wp:positionV>
                      <wp:extent cx="1710055" cy="1003589"/>
                      <wp:effectExtent l="0" t="0" r="23495" b="25400"/>
                      <wp:wrapNone/>
                      <wp:docPr id="11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10055" cy="100358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2.4pt" to="129.35pt,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rPr>
                <w:lang w:val="sk-SK"/>
              </w:rPr>
            </w:pPr>
            <w:r w:rsidRPr="00391C2C">
              <w:rPr>
                <w:lang w:val="sk-SK"/>
              </w:rPr>
              <w:t>pozícia na Zemi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Snímač vzdialenosti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3600" behindDoc="0" locked="0" layoutInCell="1" allowOverlap="1" wp14:anchorId="1AC7219A" wp14:editId="6460D966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175895</wp:posOffset>
                      </wp:positionV>
                      <wp:extent cx="1710055" cy="1647825"/>
                      <wp:effectExtent l="0" t="0" r="23495" b="28575"/>
                      <wp:wrapNone/>
                      <wp:docPr id="9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710055" cy="16478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flip:y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pt,13.85pt" to="129.35pt,1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pStyle w:val="eText"/>
              <w:spacing w:after="0"/>
              <w:rPr>
                <w:lang w:val="sk-SK"/>
              </w:rPr>
            </w:pPr>
            <w:r>
              <w:rPr>
                <w:lang w:val="sk-SK"/>
              </w:rPr>
              <w:t>zvuk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Svetelný senzor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  <w:r w:rsidRPr="008079CF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4294967295" distB="4294967295" distL="114300" distR="114300" simplePos="0" relativeHeight="251672576" behindDoc="0" locked="0" layoutInCell="1" allowOverlap="1" wp14:anchorId="66B8B4AE" wp14:editId="56F8723E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180975</wp:posOffset>
                      </wp:positionV>
                      <wp:extent cx="1710055" cy="0"/>
                      <wp:effectExtent l="0" t="0" r="23495" b="19050"/>
                      <wp:wrapNone/>
                      <wp:docPr id="4" name="1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1005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1 Conector recto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35pt,14.25pt" to="129.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pStyle w:val="eText"/>
              <w:spacing w:after="0"/>
              <w:rPr>
                <w:lang w:val="sk-SK"/>
              </w:rPr>
            </w:pPr>
            <w:r w:rsidRPr="00BE59BE">
              <w:rPr>
                <w:lang w:val="sk-SK"/>
              </w:rPr>
              <w:t>svetelné podmienky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Dotyková obrazovka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pStyle w:val="eText"/>
              <w:spacing w:after="0"/>
              <w:rPr>
                <w:lang w:val="sk-SK"/>
              </w:rPr>
            </w:pPr>
            <w:r w:rsidRPr="00BE59BE">
              <w:rPr>
                <w:lang w:val="sk-SK"/>
              </w:rPr>
              <w:t>atmosférický tlak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GPS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rPr>
                <w:lang w:val="sk-SK"/>
              </w:rPr>
            </w:pPr>
            <w:r w:rsidRPr="00391C2C">
              <w:rPr>
                <w:lang w:val="sk-SK"/>
              </w:rPr>
              <w:t>orientácia a uhlová rýchlosť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Predná a zadná kamera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rPr>
                <w:lang w:val="sk-SK"/>
              </w:rPr>
            </w:pPr>
            <w:r w:rsidRPr="00391C2C">
              <w:rPr>
                <w:lang w:val="sk-SK"/>
              </w:rPr>
              <w:t>magnetické pole</w:t>
            </w:r>
          </w:p>
        </w:tc>
      </w:tr>
      <w:tr w:rsidR="00BC7336" w:rsidRPr="008079CF" w:rsidTr="001F62BF">
        <w:tc>
          <w:tcPr>
            <w:tcW w:w="2376" w:type="dxa"/>
            <w:vAlign w:val="center"/>
          </w:tcPr>
          <w:p w:rsidR="00BC7336" w:rsidRPr="00391C2C" w:rsidRDefault="00BC7336" w:rsidP="001F62BF">
            <w:pPr>
              <w:rPr>
                <w:lang w:val="sk-SK"/>
              </w:rPr>
            </w:pPr>
            <w:r w:rsidRPr="00391C2C">
              <w:rPr>
                <w:lang w:val="sk-SK"/>
              </w:rPr>
              <w:t>Mikrofón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C7336" w:rsidRPr="008079CF" w:rsidRDefault="00BC7336" w:rsidP="00716392">
            <w:pPr>
              <w:pStyle w:val="eText"/>
              <w:rPr>
                <w:lang w:val="sk-SK"/>
              </w:rPr>
            </w:pPr>
          </w:p>
        </w:tc>
        <w:tc>
          <w:tcPr>
            <w:tcW w:w="3827" w:type="dxa"/>
            <w:vAlign w:val="center"/>
          </w:tcPr>
          <w:p w:rsidR="00BC7336" w:rsidRPr="008079CF" w:rsidRDefault="00391C2C" w:rsidP="00716392">
            <w:pPr>
              <w:pStyle w:val="eText"/>
              <w:spacing w:after="0"/>
              <w:rPr>
                <w:lang w:val="sk-SK"/>
              </w:rPr>
            </w:pPr>
            <w:r w:rsidRPr="00391C2C">
              <w:rPr>
                <w:lang w:val="sk-SK"/>
              </w:rPr>
              <w:t>akcelerácia (zrýchlenie)</w:t>
            </w:r>
          </w:p>
        </w:tc>
      </w:tr>
    </w:tbl>
    <w:p w:rsidR="00394D59" w:rsidRPr="008079CF" w:rsidRDefault="00394D59" w:rsidP="001B1F56">
      <w:pPr>
        <w:pStyle w:val="eLineBottom"/>
        <w:rPr>
          <w:lang w:val="sk-SK"/>
        </w:rPr>
      </w:pPr>
    </w:p>
    <w:p w:rsidR="001B1F56" w:rsidRPr="008079CF" w:rsidRDefault="001B1F56" w:rsidP="001B1F56">
      <w:pPr>
        <w:rPr>
          <w:lang w:val="sk-SK"/>
        </w:rPr>
      </w:pPr>
    </w:p>
    <w:p w:rsidR="00127770" w:rsidRPr="008079CF" w:rsidRDefault="007074F9" w:rsidP="007074F9">
      <w:pPr>
        <w:pStyle w:val="eTask"/>
        <w:rPr>
          <w:lang w:val="sk-SK"/>
        </w:rPr>
      </w:pPr>
      <w:r w:rsidRPr="007074F9">
        <w:rPr>
          <w:lang w:val="sk-SK"/>
        </w:rPr>
        <w:t>Ktoré funkcie patria medzi dôležité funkcie inteligentnej dopravnej siete?</w:t>
      </w:r>
    </w:p>
    <w:p w:rsidR="00127770" w:rsidRPr="008079CF" w:rsidRDefault="00127770" w:rsidP="003825C9">
      <w:pPr>
        <w:rPr>
          <w:lang w:val="sk-SK"/>
        </w:rPr>
      </w:pPr>
    </w:p>
    <w:p w:rsidR="00127770" w:rsidRPr="008079CF" w:rsidRDefault="00127770" w:rsidP="00127770">
      <w:pPr>
        <w:rPr>
          <w:lang w:val="sk-SK"/>
        </w:rPr>
      </w:pPr>
      <w:r w:rsidRPr="008079CF">
        <w:rPr>
          <w:lang w:val="sk-SK"/>
        </w:rPr>
        <w:t>a)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7074F9" w:rsidRPr="007074F9">
        <w:rPr>
          <w:color w:val="FF0000"/>
          <w:u w:val="single"/>
          <w:lang w:val="sk-SK"/>
        </w:rPr>
        <w:t>Riadenie verejnej dopravy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shd w:val="clear" w:color="auto" w:fill="CCFFCC"/>
          <w:lang w:val="sk-SK"/>
        </w:rPr>
      </w:pPr>
      <w:r w:rsidRPr="008079CF">
        <w:rPr>
          <w:lang w:val="sk-SK"/>
        </w:rPr>
        <w:t>b)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7074F9" w:rsidRPr="007074F9">
        <w:rPr>
          <w:color w:val="FF0000"/>
          <w:u w:val="single"/>
          <w:lang w:val="sk-SK"/>
        </w:rPr>
        <w:t>Informácie o trase a plánovanie ciest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shd w:val="clear" w:color="auto" w:fill="CCFFCC"/>
          <w:lang w:val="sk-SK"/>
        </w:rPr>
      </w:pPr>
      <w:r w:rsidRPr="008079CF">
        <w:rPr>
          <w:lang w:val="sk-SK"/>
        </w:rPr>
        <w:t>c)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7074F9" w:rsidRPr="007074F9">
        <w:rPr>
          <w:color w:val="FF0000"/>
          <w:u w:val="single"/>
          <w:lang w:val="sk-SK"/>
        </w:rPr>
        <w:t>Bezpečnosť a kontrola vozidla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lang w:val="sk-SK"/>
        </w:rPr>
      </w:pPr>
      <w:r w:rsidRPr="008079CF">
        <w:rPr>
          <w:lang w:val="sk-SK"/>
        </w:rPr>
        <w:t>d)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7074F9" w:rsidRPr="007074F9">
        <w:rPr>
          <w:color w:val="FF0000"/>
          <w:u w:val="single"/>
          <w:lang w:val="sk-SK"/>
        </w:rPr>
        <w:t>Elektronický časový rozvrh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lang w:val="sk-SK"/>
        </w:rPr>
      </w:pPr>
      <w:r w:rsidRPr="008079CF">
        <w:rPr>
          <w:lang w:val="sk-SK"/>
        </w:rPr>
        <w:t>e)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7074F9" w:rsidRPr="007074F9">
        <w:rPr>
          <w:color w:val="FF0000"/>
          <w:u w:val="single"/>
          <w:lang w:val="sk-SK"/>
        </w:rPr>
        <w:t>Elektronický platobný systém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lang w:val="sk-SK"/>
        </w:rPr>
      </w:pPr>
      <w:r w:rsidRPr="008079CF">
        <w:rPr>
          <w:lang w:val="sk-SK"/>
        </w:rPr>
        <w:t>f</w:t>
      </w:r>
      <w:r w:rsidR="00AB306F" w:rsidRPr="008079CF">
        <w:rPr>
          <w:lang w:val="sk-SK"/>
        </w:rPr>
        <w:t>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7074F9" w:rsidRPr="007074F9">
        <w:rPr>
          <w:color w:val="FF0000"/>
          <w:u w:val="single"/>
          <w:lang w:val="sk-SK"/>
        </w:rPr>
        <w:t>Inteligentné parkovanie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lang w:val="sk-SK"/>
        </w:rPr>
      </w:pPr>
      <w:r w:rsidRPr="008079CF">
        <w:rPr>
          <w:lang w:val="sk-SK"/>
        </w:rPr>
        <w:t>g)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7074F9" w:rsidRPr="007074F9">
        <w:rPr>
          <w:color w:val="FF0000"/>
          <w:u w:val="single"/>
          <w:lang w:val="sk-SK"/>
        </w:rPr>
        <w:t>Mobilita ako služba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pStyle w:val="eLineBottom"/>
        <w:rPr>
          <w:lang w:val="sk-SK"/>
        </w:rPr>
      </w:pPr>
    </w:p>
    <w:p w:rsidR="001922A0" w:rsidRPr="008079CF" w:rsidRDefault="005862DC" w:rsidP="001922A0">
      <w:pPr>
        <w:pStyle w:val="eTask"/>
        <w:rPr>
          <w:lang w:val="sk-SK"/>
        </w:rPr>
      </w:pPr>
      <w:r>
        <w:rPr>
          <w:lang w:val="sk-SK"/>
        </w:rPr>
        <w:lastRenderedPageBreak/>
        <w:t>Doplňte slová pod schémou inteligentných hodiniek do správnych miest (medzier)</w:t>
      </w:r>
      <w:r w:rsidR="00BF3F8C" w:rsidRPr="008079CF">
        <w:rPr>
          <w:lang w:val="sk-SK"/>
        </w:rPr>
        <w:t>!</w:t>
      </w:r>
    </w:p>
    <w:p w:rsidR="001922A0" w:rsidRPr="008079CF" w:rsidRDefault="001922A0" w:rsidP="003825C9">
      <w:pPr>
        <w:rPr>
          <w:lang w:val="sk-SK"/>
        </w:rPr>
      </w:pPr>
    </w:p>
    <w:p w:rsidR="001922A0" w:rsidRPr="008079CF" w:rsidRDefault="00E94E7C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  <w:r w:rsidRPr="008079CF">
        <w:rPr>
          <w:noProof/>
          <w:lang w:val="sk-SK" w:eastAsia="sk-SK"/>
        </w:rPr>
        <mc:AlternateContent>
          <mc:Choice Requires="wpc">
            <w:drawing>
              <wp:inline distT="0" distB="0" distL="0" distR="0" wp14:anchorId="7E0F0D8E" wp14:editId="2287F1E1">
                <wp:extent cx="5762625" cy="2752090"/>
                <wp:effectExtent l="0" t="0" r="9525" b="10160"/>
                <wp:docPr id="88" name="Kresliace plátno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4697095" cy="2112645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 w="10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5570" y="150495"/>
                            <a:ext cx="1800225" cy="821690"/>
                          </a:xfrm>
                          <a:prstGeom prst="rect">
                            <a:avLst/>
                          </a:prstGeom>
                          <a:solidFill>
                            <a:srgbClr val="DDF9DF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2395" y="1125220"/>
                            <a:ext cx="1800225" cy="821055"/>
                          </a:xfrm>
                          <a:prstGeom prst="rect">
                            <a:avLst/>
                          </a:prstGeom>
                          <a:solidFill>
                            <a:srgbClr val="EBF28A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847975" y="464185"/>
                            <a:ext cx="1548130" cy="821690"/>
                          </a:xfrm>
                          <a:prstGeom prst="rect">
                            <a:avLst/>
                          </a:prstGeom>
                          <a:solidFill>
                            <a:srgbClr val="FFDCCB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35555" y="1395095"/>
                            <a:ext cx="1515745" cy="563880"/>
                          </a:xfrm>
                          <a:prstGeom prst="rect">
                            <a:avLst/>
                          </a:prstGeom>
                          <a:solidFill>
                            <a:srgbClr val="FCC900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06315" y="1384935"/>
                            <a:ext cx="950595" cy="601345"/>
                          </a:xfrm>
                          <a:prstGeom prst="rect">
                            <a:avLst/>
                          </a:prstGeom>
                          <a:solidFill>
                            <a:srgbClr val="FFD9A8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9050" y="2259965"/>
                            <a:ext cx="867410" cy="273685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59560" y="2262505"/>
                            <a:ext cx="1600836" cy="483870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3"/>
                        <wps:cNvSpPr>
                          <a:spLocks/>
                        </wps:cNvSpPr>
                        <wps:spPr bwMode="auto">
                          <a:xfrm>
                            <a:off x="4391660" y="641350"/>
                            <a:ext cx="824230" cy="146050"/>
                          </a:xfrm>
                          <a:custGeom>
                            <a:avLst/>
                            <a:gdLst>
                              <a:gd name="T0" fmla="*/ 453 w 2379"/>
                              <a:gd name="T1" fmla="*/ 283 h 423"/>
                              <a:gd name="T2" fmla="*/ 653 w 2379"/>
                              <a:gd name="T3" fmla="*/ 423 h 423"/>
                              <a:gd name="T4" fmla="*/ 326 w 2379"/>
                              <a:gd name="T5" fmla="*/ 423 h 423"/>
                              <a:gd name="T6" fmla="*/ 0 w 2379"/>
                              <a:gd name="T7" fmla="*/ 212 h 423"/>
                              <a:gd name="T8" fmla="*/ 326 w 2379"/>
                              <a:gd name="T9" fmla="*/ 0 h 423"/>
                              <a:gd name="T10" fmla="*/ 653 w 2379"/>
                              <a:gd name="T11" fmla="*/ 0 h 423"/>
                              <a:gd name="T12" fmla="*/ 453 w 2379"/>
                              <a:gd name="T13" fmla="*/ 141 h 423"/>
                              <a:gd name="T14" fmla="*/ 1926 w 2379"/>
                              <a:gd name="T15" fmla="*/ 141 h 423"/>
                              <a:gd name="T16" fmla="*/ 1726 w 2379"/>
                              <a:gd name="T17" fmla="*/ 0 h 423"/>
                              <a:gd name="T18" fmla="*/ 2053 w 2379"/>
                              <a:gd name="T19" fmla="*/ 0 h 423"/>
                              <a:gd name="T20" fmla="*/ 2379 w 2379"/>
                              <a:gd name="T21" fmla="*/ 212 h 423"/>
                              <a:gd name="T22" fmla="*/ 2053 w 2379"/>
                              <a:gd name="T23" fmla="*/ 423 h 423"/>
                              <a:gd name="T24" fmla="*/ 1726 w 2379"/>
                              <a:gd name="T25" fmla="*/ 423 h 423"/>
                              <a:gd name="T26" fmla="*/ 1926 w 2379"/>
                              <a:gd name="T27" fmla="*/ 283 h 423"/>
                              <a:gd name="T28" fmla="*/ 453 w 2379"/>
                              <a:gd name="T29" fmla="*/ 28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379" h="423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926" y="141"/>
                                </a:lnTo>
                                <a:lnTo>
                                  <a:pt x="1726" y="0"/>
                                </a:lnTo>
                                <a:lnTo>
                                  <a:pt x="2053" y="0"/>
                                </a:lnTo>
                                <a:lnTo>
                                  <a:pt x="2379" y="212"/>
                                </a:lnTo>
                                <a:lnTo>
                                  <a:pt x="2053" y="423"/>
                                </a:lnTo>
                                <a:lnTo>
                                  <a:pt x="1726" y="423"/>
                                </a:lnTo>
                                <a:lnTo>
                                  <a:pt x="1926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4"/>
                        <wps:cNvSpPr>
                          <a:spLocks/>
                        </wps:cNvSpPr>
                        <wps:spPr bwMode="auto">
                          <a:xfrm>
                            <a:off x="4050030" y="1480820"/>
                            <a:ext cx="753110" cy="146685"/>
                          </a:xfrm>
                          <a:custGeom>
                            <a:avLst/>
                            <a:gdLst>
                              <a:gd name="T0" fmla="*/ 453 w 2172"/>
                              <a:gd name="T1" fmla="*/ 282 h 423"/>
                              <a:gd name="T2" fmla="*/ 652 w 2172"/>
                              <a:gd name="T3" fmla="*/ 423 h 423"/>
                              <a:gd name="T4" fmla="*/ 326 w 2172"/>
                              <a:gd name="T5" fmla="*/ 423 h 423"/>
                              <a:gd name="T6" fmla="*/ 0 w 2172"/>
                              <a:gd name="T7" fmla="*/ 211 h 423"/>
                              <a:gd name="T8" fmla="*/ 326 w 2172"/>
                              <a:gd name="T9" fmla="*/ 0 h 423"/>
                              <a:gd name="T10" fmla="*/ 652 w 2172"/>
                              <a:gd name="T11" fmla="*/ 0 h 423"/>
                              <a:gd name="T12" fmla="*/ 452 w 2172"/>
                              <a:gd name="T13" fmla="*/ 141 h 423"/>
                              <a:gd name="T14" fmla="*/ 2172 w 2172"/>
                              <a:gd name="T15" fmla="*/ 141 h 423"/>
                              <a:gd name="T16" fmla="*/ 2172 w 2172"/>
                              <a:gd name="T17" fmla="*/ 282 h 423"/>
                              <a:gd name="T18" fmla="*/ 453 w 217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72" h="423">
                                <a:moveTo>
                                  <a:pt x="453" y="282"/>
                                </a:moveTo>
                                <a:lnTo>
                                  <a:pt x="652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1"/>
                                </a:lnTo>
                                <a:lnTo>
                                  <a:pt x="326" y="0"/>
                                </a:lnTo>
                                <a:lnTo>
                                  <a:pt x="652" y="0"/>
                                </a:lnTo>
                                <a:lnTo>
                                  <a:pt x="452" y="141"/>
                                </a:lnTo>
                                <a:lnTo>
                                  <a:pt x="2172" y="141"/>
                                </a:lnTo>
                                <a:lnTo>
                                  <a:pt x="217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5"/>
                        <wps:cNvSpPr>
                          <a:spLocks/>
                        </wps:cNvSpPr>
                        <wps:spPr bwMode="auto">
                          <a:xfrm>
                            <a:off x="4051300" y="1744980"/>
                            <a:ext cx="762000" cy="146685"/>
                          </a:xfrm>
                          <a:custGeom>
                            <a:avLst/>
                            <a:gdLst>
                              <a:gd name="T0" fmla="*/ 1746 w 2199"/>
                              <a:gd name="T1" fmla="*/ 282 h 423"/>
                              <a:gd name="T2" fmla="*/ 0 w 2199"/>
                              <a:gd name="T3" fmla="*/ 282 h 423"/>
                              <a:gd name="T4" fmla="*/ 0 w 2199"/>
                              <a:gd name="T5" fmla="*/ 141 h 423"/>
                              <a:gd name="T6" fmla="*/ 1746 w 2199"/>
                              <a:gd name="T7" fmla="*/ 141 h 423"/>
                              <a:gd name="T8" fmla="*/ 1546 w 2199"/>
                              <a:gd name="T9" fmla="*/ 0 h 423"/>
                              <a:gd name="T10" fmla="*/ 1873 w 2199"/>
                              <a:gd name="T11" fmla="*/ 0 h 423"/>
                              <a:gd name="T12" fmla="*/ 2199 w 2199"/>
                              <a:gd name="T13" fmla="*/ 211 h 423"/>
                              <a:gd name="T14" fmla="*/ 1873 w 2199"/>
                              <a:gd name="T15" fmla="*/ 423 h 423"/>
                              <a:gd name="T16" fmla="*/ 1546 w 2199"/>
                              <a:gd name="T17" fmla="*/ 423 h 423"/>
                              <a:gd name="T18" fmla="*/ 1746 w 2199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99" h="423">
                                <a:moveTo>
                                  <a:pt x="1746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1746" y="141"/>
                                </a:lnTo>
                                <a:lnTo>
                                  <a:pt x="1546" y="0"/>
                                </a:lnTo>
                                <a:lnTo>
                                  <a:pt x="1873" y="0"/>
                                </a:lnTo>
                                <a:lnTo>
                                  <a:pt x="2199" y="211"/>
                                </a:lnTo>
                                <a:lnTo>
                                  <a:pt x="1873" y="423"/>
                                </a:lnTo>
                                <a:lnTo>
                                  <a:pt x="1546" y="423"/>
                                </a:lnTo>
                                <a:lnTo>
                                  <a:pt x="1746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6"/>
                        <wps:cNvSpPr>
                          <a:spLocks/>
                        </wps:cNvSpPr>
                        <wps:spPr bwMode="auto">
                          <a:xfrm>
                            <a:off x="415925" y="1946275"/>
                            <a:ext cx="146685" cy="309245"/>
                          </a:xfrm>
                          <a:custGeom>
                            <a:avLst/>
                            <a:gdLst>
                              <a:gd name="T0" fmla="*/ 282 w 423"/>
                              <a:gd name="T1" fmla="*/ 453 h 891"/>
                              <a:gd name="T2" fmla="*/ 282 w 423"/>
                              <a:gd name="T3" fmla="*/ 891 h 891"/>
                              <a:gd name="T4" fmla="*/ 141 w 423"/>
                              <a:gd name="T5" fmla="*/ 891 h 891"/>
                              <a:gd name="T6" fmla="*/ 141 w 423"/>
                              <a:gd name="T7" fmla="*/ 453 h 891"/>
                              <a:gd name="T8" fmla="*/ 0 w 423"/>
                              <a:gd name="T9" fmla="*/ 652 h 891"/>
                              <a:gd name="T10" fmla="*/ 0 w 423"/>
                              <a:gd name="T11" fmla="*/ 326 h 891"/>
                              <a:gd name="T12" fmla="*/ 211 w 423"/>
                              <a:gd name="T13" fmla="*/ 0 h 891"/>
                              <a:gd name="T14" fmla="*/ 423 w 423"/>
                              <a:gd name="T15" fmla="*/ 326 h 891"/>
                              <a:gd name="T16" fmla="*/ 423 w 423"/>
                              <a:gd name="T17" fmla="*/ 652 h 891"/>
                              <a:gd name="T18" fmla="*/ 282 w 423"/>
                              <a:gd name="T19" fmla="*/ 453 h 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23" h="891">
                                <a:moveTo>
                                  <a:pt x="282" y="453"/>
                                </a:moveTo>
                                <a:lnTo>
                                  <a:pt x="282" y="891"/>
                                </a:lnTo>
                                <a:lnTo>
                                  <a:pt x="141" y="891"/>
                                </a:lnTo>
                                <a:lnTo>
                                  <a:pt x="141" y="453"/>
                                </a:lnTo>
                                <a:lnTo>
                                  <a:pt x="0" y="652"/>
                                </a:lnTo>
                                <a:lnTo>
                                  <a:pt x="0" y="326"/>
                                </a:lnTo>
                                <a:lnTo>
                                  <a:pt x="211" y="0"/>
                                </a:lnTo>
                                <a:lnTo>
                                  <a:pt x="423" y="326"/>
                                </a:lnTo>
                                <a:lnTo>
                                  <a:pt x="423" y="652"/>
                                </a:lnTo>
                                <a:lnTo>
                                  <a:pt x="282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7"/>
                        <wps:cNvSpPr>
                          <a:spLocks/>
                        </wps:cNvSpPr>
                        <wps:spPr bwMode="auto">
                          <a:xfrm>
                            <a:off x="2289810" y="800735"/>
                            <a:ext cx="550545" cy="146050"/>
                          </a:xfrm>
                          <a:custGeom>
                            <a:avLst/>
                            <a:gdLst>
                              <a:gd name="T0" fmla="*/ 453 w 1589"/>
                              <a:gd name="T1" fmla="*/ 282 h 423"/>
                              <a:gd name="T2" fmla="*/ 653 w 1589"/>
                              <a:gd name="T3" fmla="*/ 423 h 423"/>
                              <a:gd name="T4" fmla="*/ 326 w 1589"/>
                              <a:gd name="T5" fmla="*/ 423 h 423"/>
                              <a:gd name="T6" fmla="*/ 0 w 1589"/>
                              <a:gd name="T7" fmla="*/ 212 h 423"/>
                              <a:gd name="T8" fmla="*/ 326 w 1589"/>
                              <a:gd name="T9" fmla="*/ 0 h 423"/>
                              <a:gd name="T10" fmla="*/ 653 w 1589"/>
                              <a:gd name="T11" fmla="*/ 0 h 423"/>
                              <a:gd name="T12" fmla="*/ 453 w 1589"/>
                              <a:gd name="T13" fmla="*/ 141 h 423"/>
                              <a:gd name="T14" fmla="*/ 1136 w 1589"/>
                              <a:gd name="T15" fmla="*/ 141 h 423"/>
                              <a:gd name="T16" fmla="*/ 936 w 1589"/>
                              <a:gd name="T17" fmla="*/ 0 h 423"/>
                              <a:gd name="T18" fmla="*/ 1263 w 1589"/>
                              <a:gd name="T19" fmla="*/ 0 h 423"/>
                              <a:gd name="T20" fmla="*/ 1589 w 1589"/>
                              <a:gd name="T21" fmla="*/ 212 h 423"/>
                              <a:gd name="T22" fmla="*/ 1263 w 1589"/>
                              <a:gd name="T23" fmla="*/ 423 h 423"/>
                              <a:gd name="T24" fmla="*/ 936 w 1589"/>
                              <a:gd name="T25" fmla="*/ 423 h 423"/>
                              <a:gd name="T26" fmla="*/ 1136 w 1589"/>
                              <a:gd name="T27" fmla="*/ 282 h 423"/>
                              <a:gd name="T28" fmla="*/ 453 w 1589"/>
                              <a:gd name="T2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89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136" y="141"/>
                                </a:lnTo>
                                <a:lnTo>
                                  <a:pt x="936" y="0"/>
                                </a:lnTo>
                                <a:lnTo>
                                  <a:pt x="1263" y="0"/>
                                </a:lnTo>
                                <a:lnTo>
                                  <a:pt x="1589" y="212"/>
                                </a:lnTo>
                                <a:lnTo>
                                  <a:pt x="1263" y="423"/>
                                </a:lnTo>
                                <a:lnTo>
                                  <a:pt x="936" y="423"/>
                                </a:lnTo>
                                <a:lnTo>
                                  <a:pt x="1136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8"/>
                        <wps:cNvSpPr>
                          <a:spLocks/>
                        </wps:cNvSpPr>
                        <wps:spPr bwMode="auto">
                          <a:xfrm>
                            <a:off x="1920875" y="1518920"/>
                            <a:ext cx="331470" cy="146685"/>
                          </a:xfrm>
                          <a:custGeom>
                            <a:avLst/>
                            <a:gdLst>
                              <a:gd name="T0" fmla="*/ 503 w 956"/>
                              <a:gd name="T1" fmla="*/ 282 h 423"/>
                              <a:gd name="T2" fmla="*/ 0 w 956"/>
                              <a:gd name="T3" fmla="*/ 282 h 423"/>
                              <a:gd name="T4" fmla="*/ 0 w 956"/>
                              <a:gd name="T5" fmla="*/ 141 h 423"/>
                              <a:gd name="T6" fmla="*/ 503 w 956"/>
                              <a:gd name="T7" fmla="*/ 141 h 423"/>
                              <a:gd name="T8" fmla="*/ 303 w 956"/>
                              <a:gd name="T9" fmla="*/ 0 h 423"/>
                              <a:gd name="T10" fmla="*/ 630 w 956"/>
                              <a:gd name="T11" fmla="*/ 0 h 423"/>
                              <a:gd name="T12" fmla="*/ 956 w 956"/>
                              <a:gd name="T13" fmla="*/ 211 h 423"/>
                              <a:gd name="T14" fmla="*/ 630 w 956"/>
                              <a:gd name="T15" fmla="*/ 423 h 423"/>
                              <a:gd name="T16" fmla="*/ 303 w 956"/>
                              <a:gd name="T17" fmla="*/ 423 h 423"/>
                              <a:gd name="T18" fmla="*/ 503 w 956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56" h="423">
                                <a:moveTo>
                                  <a:pt x="503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503" y="141"/>
                                </a:lnTo>
                                <a:lnTo>
                                  <a:pt x="303" y="0"/>
                                </a:lnTo>
                                <a:lnTo>
                                  <a:pt x="630" y="0"/>
                                </a:lnTo>
                                <a:lnTo>
                                  <a:pt x="956" y="211"/>
                                </a:lnTo>
                                <a:lnTo>
                                  <a:pt x="630" y="423"/>
                                </a:lnTo>
                                <a:lnTo>
                                  <a:pt x="303" y="423"/>
                                </a:lnTo>
                                <a:lnTo>
                                  <a:pt x="50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9"/>
                        <wps:cNvSpPr>
                          <a:spLocks/>
                        </wps:cNvSpPr>
                        <wps:spPr bwMode="auto">
                          <a:xfrm>
                            <a:off x="2284730" y="1601470"/>
                            <a:ext cx="239395" cy="146685"/>
                          </a:xfrm>
                          <a:custGeom>
                            <a:avLst/>
                            <a:gdLst>
                              <a:gd name="T0" fmla="*/ 453 w 692"/>
                              <a:gd name="T1" fmla="*/ 282 h 423"/>
                              <a:gd name="T2" fmla="*/ 653 w 692"/>
                              <a:gd name="T3" fmla="*/ 423 h 423"/>
                              <a:gd name="T4" fmla="*/ 327 w 692"/>
                              <a:gd name="T5" fmla="*/ 423 h 423"/>
                              <a:gd name="T6" fmla="*/ 0 w 692"/>
                              <a:gd name="T7" fmla="*/ 211 h 423"/>
                              <a:gd name="T8" fmla="*/ 327 w 692"/>
                              <a:gd name="T9" fmla="*/ 0 h 423"/>
                              <a:gd name="T10" fmla="*/ 653 w 692"/>
                              <a:gd name="T11" fmla="*/ 0 h 423"/>
                              <a:gd name="T12" fmla="*/ 453 w 692"/>
                              <a:gd name="T13" fmla="*/ 141 h 423"/>
                              <a:gd name="T14" fmla="*/ 692 w 692"/>
                              <a:gd name="T15" fmla="*/ 141 h 423"/>
                              <a:gd name="T16" fmla="*/ 692 w 692"/>
                              <a:gd name="T17" fmla="*/ 282 h 423"/>
                              <a:gd name="T18" fmla="*/ 453 w 69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92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7" y="423"/>
                                </a:lnTo>
                                <a:lnTo>
                                  <a:pt x="0" y="211"/>
                                </a:lnTo>
                                <a:lnTo>
                                  <a:pt x="327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692" y="141"/>
                                </a:lnTo>
                                <a:lnTo>
                                  <a:pt x="69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0"/>
                        <wps:cNvSpPr>
                          <a:spLocks/>
                        </wps:cNvSpPr>
                        <wps:spPr bwMode="auto">
                          <a:xfrm>
                            <a:off x="1919605" y="509270"/>
                            <a:ext cx="425450" cy="1763395"/>
                          </a:xfrm>
                          <a:custGeom>
                            <a:avLst/>
                            <a:gdLst>
                              <a:gd name="T0" fmla="*/ 453 w 1228"/>
                              <a:gd name="T1" fmla="*/ 283 h 5089"/>
                              <a:gd name="T2" fmla="*/ 653 w 1228"/>
                              <a:gd name="T3" fmla="*/ 423 h 5089"/>
                              <a:gd name="T4" fmla="*/ 326 w 1228"/>
                              <a:gd name="T5" fmla="*/ 423 h 5089"/>
                              <a:gd name="T6" fmla="*/ 0 w 1228"/>
                              <a:gd name="T7" fmla="*/ 212 h 5089"/>
                              <a:gd name="T8" fmla="*/ 326 w 1228"/>
                              <a:gd name="T9" fmla="*/ 0 h 5089"/>
                              <a:gd name="T10" fmla="*/ 653 w 1228"/>
                              <a:gd name="T11" fmla="*/ 0 h 5089"/>
                              <a:gd name="T12" fmla="*/ 453 w 1228"/>
                              <a:gd name="T13" fmla="*/ 141 h 5089"/>
                              <a:gd name="T14" fmla="*/ 1014 w 1228"/>
                              <a:gd name="T15" fmla="*/ 141 h 5089"/>
                              <a:gd name="T16" fmla="*/ 1085 w 1228"/>
                              <a:gd name="T17" fmla="*/ 141 h 5089"/>
                              <a:gd name="T18" fmla="*/ 1085 w 1228"/>
                              <a:gd name="T19" fmla="*/ 212 h 5089"/>
                              <a:gd name="T20" fmla="*/ 1085 w 1228"/>
                              <a:gd name="T21" fmla="*/ 4252 h 5089"/>
                              <a:gd name="T22" fmla="*/ 1085 w 1228"/>
                              <a:gd name="T23" fmla="*/ 4444 h 5089"/>
                              <a:gd name="T24" fmla="*/ 1086 w 1228"/>
                              <a:gd name="T25" fmla="*/ 4636 h 5089"/>
                              <a:gd name="T26" fmla="*/ 1226 w 1228"/>
                              <a:gd name="T27" fmla="*/ 4435 h 5089"/>
                              <a:gd name="T28" fmla="*/ 1228 w 1228"/>
                              <a:gd name="T29" fmla="*/ 4761 h 5089"/>
                              <a:gd name="T30" fmla="*/ 1020 w 1228"/>
                              <a:gd name="T31" fmla="*/ 5089 h 5089"/>
                              <a:gd name="T32" fmla="*/ 805 w 1228"/>
                              <a:gd name="T33" fmla="*/ 4765 h 5089"/>
                              <a:gd name="T34" fmla="*/ 803 w 1228"/>
                              <a:gd name="T35" fmla="*/ 4438 h 5089"/>
                              <a:gd name="T36" fmla="*/ 945 w 1228"/>
                              <a:gd name="T37" fmla="*/ 4637 h 5089"/>
                              <a:gd name="T38" fmla="*/ 943 w 1228"/>
                              <a:gd name="T39" fmla="*/ 4444 h 5089"/>
                              <a:gd name="T40" fmla="*/ 943 w 1228"/>
                              <a:gd name="T41" fmla="*/ 4444 h 5089"/>
                              <a:gd name="T42" fmla="*/ 943 w 1228"/>
                              <a:gd name="T43" fmla="*/ 4443 h 5089"/>
                              <a:gd name="T44" fmla="*/ 943 w 1228"/>
                              <a:gd name="T45" fmla="*/ 4252 h 5089"/>
                              <a:gd name="T46" fmla="*/ 943 w 1228"/>
                              <a:gd name="T47" fmla="*/ 283 h 5089"/>
                              <a:gd name="T48" fmla="*/ 453 w 1228"/>
                              <a:gd name="T49" fmla="*/ 283 h 50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28" h="5089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014" y="141"/>
                                </a:lnTo>
                                <a:lnTo>
                                  <a:pt x="1085" y="141"/>
                                </a:lnTo>
                                <a:lnTo>
                                  <a:pt x="1085" y="212"/>
                                </a:lnTo>
                                <a:lnTo>
                                  <a:pt x="1085" y="4252"/>
                                </a:lnTo>
                                <a:lnTo>
                                  <a:pt x="1085" y="4444"/>
                                </a:lnTo>
                                <a:lnTo>
                                  <a:pt x="1086" y="4636"/>
                                </a:lnTo>
                                <a:lnTo>
                                  <a:pt x="1226" y="4435"/>
                                </a:lnTo>
                                <a:lnTo>
                                  <a:pt x="1228" y="4761"/>
                                </a:lnTo>
                                <a:lnTo>
                                  <a:pt x="1020" y="5089"/>
                                </a:lnTo>
                                <a:lnTo>
                                  <a:pt x="805" y="4765"/>
                                </a:lnTo>
                                <a:lnTo>
                                  <a:pt x="803" y="4438"/>
                                </a:lnTo>
                                <a:lnTo>
                                  <a:pt x="945" y="4637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3"/>
                                </a:lnTo>
                                <a:lnTo>
                                  <a:pt x="943" y="4252"/>
                                </a:lnTo>
                                <a:lnTo>
                                  <a:pt x="943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70560" y="383540"/>
                            <a:ext cx="6350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E94E7C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Apli</w:t>
                              </w:r>
                              <w:r w:rsidR="005862DC" w:rsidRPr="00712C6F">
                                <w:rPr>
                                  <w:color w:val="141515"/>
                                  <w:lang w:val="sk-SK"/>
                                </w:rPr>
                                <w:t>kačný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39140" y="544830"/>
                            <a:ext cx="5251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E94E7C">
                              <w:pPr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procesor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062220" y="1622425"/>
                            <a:ext cx="4400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E94E7C">
                              <w:pPr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Bat</w:t>
                              </w:r>
                              <w:r w:rsidR="00712C6F"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é</w:t>
                              </w: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r</w:t>
                              </w:r>
                              <w:r w:rsidR="00712C6F"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ia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09343" y="2315845"/>
                            <a:ext cx="4997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E94E7C">
                              <w:pPr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Sen</w:t>
                              </w:r>
                              <w:r w:rsidR="00712C6F"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z</w:t>
                              </w: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or</w:t>
                              </w:r>
                              <w:r w:rsidR="00712C6F"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76730" y="2353310"/>
                            <a:ext cx="11728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Podsystém displeja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604010" y="2513965"/>
                            <a:ext cx="15074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s dotykovou obrazovkou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23870" y="1716405"/>
                            <a:ext cx="5207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a b</w:t>
                              </w:r>
                              <w:r w:rsidR="00E94E7C" w:rsidRPr="00712C6F">
                                <w:rPr>
                                  <w:color w:val="141515"/>
                                  <w:lang w:val="sk-SK"/>
                                </w:rPr>
                                <w:t>at</w:t>
                              </w: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é</w:t>
                              </w:r>
                              <w:r w:rsidR="00E94E7C" w:rsidRPr="00712C6F">
                                <w:rPr>
                                  <w:color w:val="141515"/>
                                  <w:lang w:val="sk-SK"/>
                                </w:rPr>
                                <w:t>r</w:t>
                              </w: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ie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627630" y="1518920"/>
                            <a:ext cx="13417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Manažment napájania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016885" y="718185"/>
                            <a:ext cx="12147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Bezdrôtový rádiový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107690" y="879475"/>
                            <a:ext cx="10496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vysielač</w:t>
                              </w:r>
                              <w:r w:rsidR="00E94E7C"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/</w:t>
                              </w:r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prijímač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92785" y="1219835"/>
                            <a:ext cx="14732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b/>
                                  <w:bCs/>
                                  <w:color w:val="FF0000"/>
                                  <w:u w:val="single"/>
                                  <w:lang w:val="sk-SK"/>
                                </w:rPr>
                                <w:t>Rozhrania</w:t>
                              </w:r>
                              <w:r w:rsidR="00E94E7C" w:rsidRPr="00712C6F">
                                <w:rPr>
                                  <w:b/>
                                  <w:bCs/>
                                  <w:color w:val="141515"/>
                                  <w:lang w:val="sk-SK"/>
                                </w:rPr>
                                <w:t xml:space="preserve"> </w:t>
                              </w:r>
                              <w:r w:rsidRPr="00712C6F">
                                <w:rPr>
                                  <w:b/>
                                  <w:bCs/>
                                  <w:color w:val="141515"/>
                                  <w:lang w:val="sk-SK"/>
                                </w:rPr>
                                <w:t>k senzorom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7725" y="1386840"/>
                            <a:ext cx="11474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(</w:t>
                              </w:r>
                              <w:proofErr w:type="gramStart"/>
                              <w:r w:rsidR="00712C6F" w:rsidRPr="00712C6F">
                                <w:rPr>
                                  <w:color w:val="141515"/>
                                  <w:lang w:val="sk-SK"/>
                                </w:rPr>
                                <w:t>pohyb</w:t>
                              </w:r>
                              <w:proofErr w:type="gramEnd"/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, mag</w:t>
                              </w:r>
                              <w:r w:rsidR="00712C6F" w:rsidRPr="00712C6F">
                                <w:rPr>
                                  <w:color w:val="141515"/>
                                  <w:lang w:val="sk-SK"/>
                                </w:rPr>
                                <w:t>. pole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30275" y="1548130"/>
                            <a:ext cx="10007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te</w:t>
                              </w:r>
                              <w:r w:rsidR="00712C6F" w:rsidRPr="00712C6F">
                                <w:rPr>
                                  <w:color w:val="FF0000"/>
                                  <w:u w:val="single"/>
                                  <w:lang w:val="sk-SK"/>
                                </w:rPr>
                                <w:t>plota</w:t>
                              </w: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 xml:space="preserve">, </w:t>
                              </w:r>
                              <w:r w:rsidR="00712C6F" w:rsidRPr="00712C6F">
                                <w:rPr>
                                  <w:color w:val="141515"/>
                                  <w:lang w:val="sk-SK"/>
                                </w:rPr>
                                <w:t>vlhkosť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40435" y="1708785"/>
                            <a:ext cx="94107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>gyros</w:t>
                              </w:r>
                              <w:r w:rsidR="00712C6F" w:rsidRPr="00712C6F">
                                <w:rPr>
                                  <w:color w:val="141515"/>
                                  <w:lang w:val="sk-SK"/>
                                </w:rPr>
                                <w:t>k</w:t>
                              </w:r>
                              <w:r w:rsidRPr="00712C6F">
                                <w:rPr>
                                  <w:color w:val="141515"/>
                                  <w:lang w:val="sk-SK"/>
                                </w:rPr>
                                <w:t xml:space="preserve">op, </w:t>
                              </w:r>
                              <w:r w:rsidR="00712C6F" w:rsidRPr="00712C6F">
                                <w:rPr>
                                  <w:color w:val="141515"/>
                                  <w:lang w:val="sk-SK"/>
                                </w:rPr>
                                <w:t>atď</w:t>
                              </w:r>
                              <w:r w:rsidR="00712C6F">
                                <w:rPr>
                                  <w:color w:val="141515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602230" y="18415"/>
                            <a:ext cx="166497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sz w:val="20"/>
                                  <w:szCs w:val="20"/>
                                  <w:lang w:val="sk-SK"/>
                                </w:rPr>
                                <w:t>Zákaznícky (integrovaný) obvod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854960" y="154305"/>
                            <a:ext cx="109347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712C6F" w:rsidRDefault="00712C6F">
                              <w:pPr>
                                <w:rPr>
                                  <w:lang w:val="sk-SK"/>
                                </w:rPr>
                              </w:pPr>
                              <w:r w:rsidRPr="00712C6F">
                                <w:rPr>
                                  <w:color w:val="141515"/>
                                  <w:sz w:val="20"/>
                                  <w:szCs w:val="20"/>
                                  <w:lang w:val="sk-SK"/>
                                </w:rPr>
                                <w:t>(závislý od aplikácie)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Line 37"/>
                        <wps:cNvCnPr/>
                        <wps:spPr bwMode="auto">
                          <a:xfrm>
                            <a:off x="5217795" y="332740"/>
                            <a:ext cx="0" cy="389255"/>
                          </a:xfrm>
                          <a:prstGeom prst="line">
                            <a:avLst/>
                          </a:prstGeom>
                          <a:noFill/>
                          <a:ln w="2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5189855" y="305435"/>
                            <a:ext cx="55245" cy="55245"/>
                          </a:xfrm>
                          <a:prstGeom prst="ellipse">
                            <a:avLst/>
                          </a:prstGeom>
                          <a:solidFill>
                            <a:srgbClr val="141515"/>
                          </a:solidFill>
                          <a:ln w="4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9"/>
                        <wps:cNvSpPr>
                          <a:spLocks/>
                        </wps:cNvSpPr>
                        <wps:spPr bwMode="auto">
                          <a:xfrm>
                            <a:off x="5112385" y="237490"/>
                            <a:ext cx="56515" cy="169545"/>
                          </a:xfrm>
                          <a:custGeom>
                            <a:avLst/>
                            <a:gdLst>
                              <a:gd name="T0" fmla="*/ 164 w 164"/>
                              <a:gd name="T1" fmla="*/ 488 h 488"/>
                              <a:gd name="T2" fmla="*/ 0 w 164"/>
                              <a:gd name="T3" fmla="*/ 244 h 488"/>
                              <a:gd name="T4" fmla="*/ 164 w 164"/>
                              <a:gd name="T5" fmla="*/ 0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8">
                                <a:moveTo>
                                  <a:pt x="164" y="488"/>
                                </a:moveTo>
                                <a:cubicBezTo>
                                  <a:pt x="65" y="450"/>
                                  <a:pt x="0" y="353"/>
                                  <a:pt x="0" y="244"/>
                                </a:cubicBezTo>
                                <a:cubicBezTo>
                                  <a:pt x="0" y="135"/>
                                  <a:pt x="65" y="38"/>
                                  <a:pt x="164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0"/>
                        <wps:cNvSpPr>
                          <a:spLocks/>
                        </wps:cNvSpPr>
                        <wps:spPr bwMode="auto">
                          <a:xfrm>
                            <a:off x="5259070" y="236220"/>
                            <a:ext cx="56515" cy="16827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487"/>
                              <a:gd name="T2" fmla="*/ 164 w 164"/>
                              <a:gd name="T3" fmla="*/ 244 h 487"/>
                              <a:gd name="T4" fmla="*/ 0 w 164"/>
                              <a:gd name="T5" fmla="*/ 48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7">
                                <a:moveTo>
                                  <a:pt x="0" y="0"/>
                                </a:moveTo>
                                <a:cubicBezTo>
                                  <a:pt x="98" y="37"/>
                                  <a:pt x="164" y="135"/>
                                  <a:pt x="164" y="244"/>
                                </a:cubicBezTo>
                                <a:cubicBezTo>
                                  <a:pt x="164" y="353"/>
                                  <a:pt x="98" y="450"/>
                                  <a:pt x="0" y="487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1"/>
                        <wps:cNvSpPr>
                          <a:spLocks/>
                        </wps:cNvSpPr>
                        <wps:spPr bwMode="auto">
                          <a:xfrm>
                            <a:off x="5295900" y="193675"/>
                            <a:ext cx="85725" cy="257175"/>
                          </a:xfrm>
                          <a:custGeom>
                            <a:avLst/>
                            <a:gdLst>
                              <a:gd name="T0" fmla="*/ 0 w 247"/>
                              <a:gd name="T1" fmla="*/ 0 h 742"/>
                              <a:gd name="T2" fmla="*/ 247 w 247"/>
                              <a:gd name="T3" fmla="*/ 371 h 742"/>
                              <a:gd name="T4" fmla="*/ 0 w 247"/>
                              <a:gd name="T5" fmla="*/ 742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0" y="0"/>
                                </a:moveTo>
                                <a:cubicBezTo>
                                  <a:pt x="148" y="57"/>
                                  <a:pt x="247" y="205"/>
                                  <a:pt x="247" y="371"/>
                                </a:cubicBezTo>
                                <a:cubicBezTo>
                                  <a:pt x="247" y="537"/>
                                  <a:pt x="148" y="685"/>
                                  <a:pt x="0" y="742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2"/>
                        <wps:cNvSpPr>
                          <a:spLocks/>
                        </wps:cNvSpPr>
                        <wps:spPr bwMode="auto">
                          <a:xfrm>
                            <a:off x="5037455" y="193675"/>
                            <a:ext cx="85725" cy="256540"/>
                          </a:xfrm>
                          <a:custGeom>
                            <a:avLst/>
                            <a:gdLst>
                              <a:gd name="T0" fmla="*/ 247 w 247"/>
                              <a:gd name="T1" fmla="*/ 742 h 742"/>
                              <a:gd name="T2" fmla="*/ 0 w 247"/>
                              <a:gd name="T3" fmla="*/ 371 h 742"/>
                              <a:gd name="T4" fmla="*/ 247 w 247"/>
                              <a:gd name="T5" fmla="*/ 0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247" y="742"/>
                                </a:moveTo>
                                <a:cubicBezTo>
                                  <a:pt x="99" y="685"/>
                                  <a:pt x="0" y="537"/>
                                  <a:pt x="0" y="371"/>
                                </a:cubicBezTo>
                                <a:cubicBezTo>
                                  <a:pt x="0" y="205"/>
                                  <a:pt x="99" y="56"/>
                                  <a:pt x="247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resliace plátno 88" o:spid="_x0000_s1026" editas="canvas" style="width:453.75pt;height:216.7pt;mso-position-horizontal-relative:char;mso-position-vertical-relative:line" coordsize="57626,2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26;height:27520;visibility:visible;mso-wrap-style:square">
                  <v:fill o:detectmouseclick="t"/>
                  <v:path o:connecttype="none"/>
                </v:shape>
                <v:rect id="Rectangle 5" o:spid="_x0000_s1028" style="position:absolute;left:31;top:31;width:46971;height:21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tXzMIA&#10;AADbAAAADwAAAGRycy9kb3ducmV2LnhtbERPu27CMBTdkfgH6yKxIHBAaoRSDAJaUIcOPDp0vIpv&#10;k4j4OtgOSf++HioxHp33atObWjzI+cqygvksAUGcW11xoeDrepguQfiArLG2TAp+ycNmPRysMNO2&#10;4zM9LqEQMYR9hgrKEJpMSp+XZNDPbEMcuR/rDIYIXSG1wy6Gm1oukiSVBiuODSU2tC8pv11aowC7&#10;Y/Lpdunp9H1/a929at/T/USp8ajfvoII1Ien+N/9oRW8xPXxS/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1fMwgAAANsAAAAPAAAAAAAAAAAAAAAAAJgCAABkcnMvZG93&#10;bnJldi54bWxQSwUGAAAAAAQABAD1AAAAhwMAAAAA&#10;" fillcolor="#ebebeb" strokecolor="#141515" strokeweight="28e-5mm"/>
                <v:rect id="Rectangle 6" o:spid="_x0000_s1029" style="position:absolute;left:1155;top:1504;width:18002;height:8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LmgMQA&#10;AADbAAAADwAAAGRycy9kb3ducmV2LnhtbESPQWvCQBSE74L/YXlCb2aj0FJT1yCC0IKXWtHrM/u6&#10;Ccm+DbvbmPrru4VCj8PMfMOsy9F2YiAfGscKFlkOgrhyumGj4PSxnz+DCBFZY+eYFHxTgHIznayx&#10;0O7G7zQcoxEJwqFABXWMfSFlqGqyGDLXEyfv03mLMUlvpPZ4S3DbyWWeP0mLDaeFGnva1VS1xy+r&#10;4DAuL6u3e7tzd389m8MQ0IRKqYfZuH0BEWmM/+G/9qtW8LiA3y/p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5oDEAAAA2wAAAA8AAAAAAAAAAAAAAAAAmAIAAGRycy9k&#10;b3ducmV2LnhtbFBLBQYAAAAABAAEAPUAAACJAwAAAAA=&#10;" fillcolor="#ddf9df" strokecolor="#141515" strokeweight="53e-5mm"/>
                <v:rect id="Rectangle 7" o:spid="_x0000_s1030" style="position:absolute;left:1123;top:11252;width:18003;height:8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rQbMMA&#10;AADbAAAADwAAAGRycy9kb3ducmV2LnhtbESPQUvDQBSE70L/w/IK3uzGFq2k3RZRKj3WpEiPj+wz&#10;G817G7Nrm/77riD0OMzMN8xyPXCrjtSHxouB+0kGiqTytpHawL7c3D2BChHFYuuFDJwpwHo1ulli&#10;bv1J3ulYxFoliIQcDbgYu1zrUDliDBPfkSTv0/eMMcm+1rbHU4Jzq6dZ9qgZG0kLDjt6cVR9F79s&#10;YMaFLb90ye71sD03uzl//PCbMbfj4XkBKtIQr+H/9tYaeJjC3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rQbMMAAADbAAAADwAAAAAAAAAAAAAAAACYAgAAZHJzL2Rv&#10;d25yZXYueG1sUEsFBgAAAAAEAAQA9QAAAIgDAAAAAA==&#10;" fillcolor="#ebf28a" strokecolor="#141515" strokeweight="53e-5mm"/>
                <v:rect id="Rectangle 8" o:spid="_x0000_s1031" style="position:absolute;left:28479;top:4641;width:15482;height:8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9AbsQA&#10;AADbAAAADwAAAGRycy9kb3ducmV2LnhtbESPzWrDMBCE74G8g9hAb7XstCnBjWJCoLT0lp8ScttY&#10;a8vUWhlLddy3rwKFHIeZ+YZZFaNtxUC9bxwryJIUBHHpdMO1guPh7XEJwgdkja1jUvBLHor1dLLC&#10;XLsr72jYh1pECPscFZgQulxKXxqy6BPXEUevcr3FEGVfS93jNcJtK+dp+iItNhwXDHa0NVR+73+s&#10;Avdp0jH7MvP2vXpelPo8nPylUuphNm5eQQQawz383/7QChZPcPsSf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vQG7EAAAA2wAAAA8AAAAAAAAAAAAAAAAAmAIAAGRycy9k&#10;b3ducmV2LnhtbFBLBQYAAAAABAAEAPUAAACJAwAAAAA=&#10;" fillcolor="#ffdccb" strokecolor="#141515" strokeweight="53e-5mm"/>
                <v:rect id="Rectangle 9" o:spid="_x0000_s1032" style="position:absolute;left:25355;top:13950;width:15158;height:5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/WLcUA&#10;AADbAAAADwAAAGRycy9kb3ducmV2LnhtbESPQWvCQBSE74L/YXmF3symthZNXaWWthQLgtHS6yP7&#10;mo3Nvg3Z1aT/visIHoeZ+YaZL3tbixO1vnKs4C5JQRAXTldcKtjv3kZTED4ga6wdk4I/8rBcDAdz&#10;zLTreEunPJQiQthnqMCE0GRS+sKQRZ+4hjh6P661GKJsS6lb7CLc1nKcpo/SYsVxwWBDL4aK3/xo&#10;FazWaX5/8N23bTZfr5+z4mjonZS6vemfn0AE6sM1fGl/aAWTBzh/i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9YtxQAAANsAAAAPAAAAAAAAAAAAAAAAAJgCAABkcnMv&#10;ZG93bnJldi54bWxQSwUGAAAAAAQABAD1AAAAigMAAAAA&#10;" fillcolor="#fcc900" strokecolor="#141515" strokeweight="53e-5mm"/>
                <v:rect id="Rectangle 10" o:spid="_x0000_s1033" style="position:absolute;left:48063;top:13849;width:9506;height:6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uvM8UA&#10;AADbAAAADwAAAGRycy9kb3ducmV2LnhtbESPT2vCQBTE74LfYXmCN93Uf5TUVUQMCvVi2kKPj+xr&#10;Npp9G7Krxm/fLRQ8DjPzG2a57mwtbtT6yrGCl3ECgrhwuuJSwedHNnoF4QOyxtoxKXiQh/Wq31ti&#10;qt2dT3TLQykihH2KCkwITSqlLwxZ9GPXEEfvx7UWQ5RtKXWL9wi3tZwkyUJarDguGGxoa6i45Fer&#10;4JyZ05f7znbny2w/vR4Px3r77pUaDrrNG4hAXXiG/9sHrWA+h7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68zxQAAANsAAAAPAAAAAAAAAAAAAAAAAJgCAABkcnMv&#10;ZG93bnJldi54bWxQSwUGAAAAAAQABAD1AAAAigMAAAAA&#10;" fillcolor="#ffd9a8" strokecolor="#141515" strokeweight="53e-5mm"/>
                <v:rect id="Rectangle 11" o:spid="_x0000_s1034" style="position:absolute;left:190;top:22599;width:867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x5MQA&#10;AADbAAAADwAAAGRycy9kb3ducmV2LnhtbESP0WrCQBRE3wv+w3IFX6RuIm0I0TWIUPShhZr6AZfs&#10;NYlm74bdrca/7xYKfRxm5gyzLkfTixs531lWkC4SEMS11R03Ck5fb885CB+QNfaWScGDPJSbydMa&#10;C23vfKRbFRoRIewLVNCGMBRS+rolg35hB+Lona0zGKJ0jdQO7xFuerlMkkwa7DgutDjQrqX6Wn0b&#10;BZcX7k6H/OPTv6dLyh7zcb53R6Vm03G7AhFoDP/hv/ZBK3jN4P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C8eTEAAAA2wAAAA8AAAAAAAAAAAAAAAAAmAIAAGRycy9k&#10;b3ducmV2LnhtbFBLBQYAAAAABAAEAPUAAACJAwAAAAA=&#10;" fillcolor="#fffadd" strokecolor="#141515" strokeweight="53e-5mm"/>
                <v:rect id="Rectangle 12" o:spid="_x0000_s1035" style="position:absolute;left:15595;top:22625;width:16008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5Uf8QA&#10;AADbAAAADwAAAGRycy9kb3ducmV2LnhtbESP3WoCMRSE7wu+QziCN1Kzu7RWVqOUQtELC/49wGFz&#10;3E27OVmSVNe3b4SCl8PMfMMsVr1txYV8MI4V5JMMBHHltOFawen4+TwDESKyxtYxKbhRgNVy8LTA&#10;Ursr7+lyiLVIEA4lKmhi7EopQ9WQxTBxHXHyzs5bjEn6WmqP1wS3rSyybCotGk4LDXb00VD1c/i1&#10;Cr5f2Jw2s69d2OYFTW/jfrz2e6VGw/59DiJSHx/h//ZGK3h9g/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VH/EAAAA2wAAAA8AAAAAAAAAAAAAAAAAmAIAAGRycy9k&#10;b3ducmV2LnhtbFBLBQYAAAAABAAEAPUAAACJAwAAAAA=&#10;" fillcolor="#fffadd" strokecolor="#141515" strokeweight="53e-5mm"/>
                <v:shape id="Freeform 13" o:spid="_x0000_s1036" style="position:absolute;left:43916;top:6413;width:8242;height:1461;visibility:visible;mso-wrap-style:square;v-text-anchor:top" coordsize="2379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V/sEA&#10;AADbAAAADwAAAGRycy9kb3ducmV2LnhtbERPy2qDQBTdF/IPww1014wJtBibSQh5SLusFtxenBs1&#10;OnfEmUTz95lFocvDeW92k+nEnQbXWFawXEQgiEurG64U/ObntxiE88gaO8uk4EEOdtvZywYTbUf+&#10;oXvmKxFC2CWooPa+T6R0ZU0G3cL2xIG72MGgD3CopB5wDOGmk6so+pAGGw4NNfZ0qKlss5tRkB7z&#10;7/XxtL4WU1Gc4rZ1aR/FSr3Op/0nCE+T/xf/ub+0gvcwNnw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ilf7BAAAA2wAAAA8AAAAAAAAAAAAAAAAAmAIAAGRycy9kb3du&#10;cmV2LnhtbFBLBQYAAAAABAAEAPUAAACGAwAAAAA=&#10;" path="m453,283l653,423r-327,l,212,326,,653,,453,141r1473,l1726,r327,l2379,212,2053,423r-327,l1926,283r-1473,xe" fillcolor="#0092ca" stroked="f">
                  <v:path arrowok="t" o:connecttype="custom" o:connectlocs="156947,97712;226239,146050;112946,146050;0,73198;112946,0;226239,0;156947,48683;667283,48683;597991,0;711284,0;824230,73198;711284,146050;597991,146050;667283,97712;156947,97712" o:connectangles="0,0,0,0,0,0,0,0,0,0,0,0,0,0,0"/>
                </v:shape>
                <v:shape id="Freeform 14" o:spid="_x0000_s1037" style="position:absolute;left:40500;top:14808;width:7531;height:1467;visibility:visible;mso-wrap-style:square;v-text-anchor:top" coordsize="2172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JYXsQA&#10;AADbAAAADwAAAGRycy9kb3ducmV2LnhtbESPQWvCQBSE70L/w/IK3symgmJTV1FpIRcF01J6fGRf&#10;k5Ds25BdY/LvXUHwOMzMN8x6O5hG9NS5yrKCtygGQZxbXXGh4Of7a7YC4TyyxsYyKRjJwXbzMllj&#10;ou2Vz9RnvhABwi5BBaX3bSKly0sy6CLbEgfv33YGfZBdIXWH1wA3jZzH8VIarDgslNjSoaS8zi5G&#10;we/pz9Tp4ZLv+9W4qz/rBR6PrVLT12H3AcLT4J/hRzvVChbvcP8Sfo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yWF7EAAAA2wAAAA8AAAAAAAAAAAAAAAAAmAIAAGRycy9k&#10;b3ducmV2LnhtbFBLBQYAAAAABAAEAPUAAACJAwAAAAA=&#10;" path="m453,282l652,423r-326,l,211,326,,652,,452,141r1720,l2172,282r-1719,xe" fillcolor="#0092ca" stroked="f">
                  <v:path arrowok="t" o:connecttype="custom" o:connectlocs="157071,97790;226072,146685;113036,146685;0,73169;113036,0;226072,0;156725,48895;753110,48895;753110,97790;157071,97790" o:connectangles="0,0,0,0,0,0,0,0,0,0"/>
                </v:shape>
                <v:shape id="Freeform 15" o:spid="_x0000_s1038" style="position:absolute;left:40513;top:17449;width:7620;height:1467;visibility:visible;mso-wrap-style:square;v-text-anchor:top" coordsize="2199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scXr4A&#10;AADbAAAADwAAAGRycy9kb3ducmV2LnhtbERP3WqDMBS+H/QdwinsbsZtrBvWKGUwmJfaPcDBnBmp&#10;OXFJau3bNxeFXX58/2W92kks5MPoWMFzloMg7p0eeVDwc/x6+gARIrLGyTEpuFKAuto8lFhod+GW&#10;li4OIoVwKFCBiXEupAy9IYshczNx4n6dtxgT9IPUHi8p3E7yJc930uLIqcHgTJ+G+lN3tgqa9tWv&#10;HV39m5362PyRP6J5V+pxux72ICKt8V98d39rBbu0Pn1JP0BW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t7HF6+AAAA2wAAAA8AAAAAAAAAAAAAAAAAmAIAAGRycy9kb3ducmV2&#10;LnhtbFBLBQYAAAAABAAEAPUAAACDAwAAAAA=&#10;" path="m1746,282l,282,,141r1746,l1546,r327,l2199,211,1873,423r-327,l1746,282xe" fillcolor="#0092ca" stroked="f">
                  <v:path arrowok="t" o:connecttype="custom" o:connectlocs="605026,97790;0,97790;0,48895;605026,48895;535722,0;649034,0;762000,73169;649034,146685;535722,146685;605026,97790" o:connectangles="0,0,0,0,0,0,0,0,0,0"/>
                </v:shape>
                <v:shape id="Freeform 16" o:spid="_x0000_s1039" style="position:absolute;left:4159;top:19462;width:1467;height:3093;visibility:visible;mso-wrap-style:square;v-text-anchor:top" coordsize="423,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RYUcQA&#10;AADbAAAADwAAAGRycy9kb3ducmV2LnhtbESPT4vCMBTE78J+h/AWvIimKvina5SiLnjxoLsHj8/m&#10;2ZZtXmqTrfXbG0HwOMzMb5jFqjWlaKh2hWUFw0EEgji1uuBMwe/Pd38GwnlkjaVlUnAnB6vlR2eB&#10;sbY3PlBz9JkIEHYxKsi9r2IpXZqTQTewFXHwLrY26IOsM6lrvAW4KeUoiibSYMFhIceK1jmlf8d/&#10;o8BstufedXOazrZuvE+S7DJvrFSq+9kmXyA8tf4dfrV3WsFkCM8v4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kWFHEAAAA2wAAAA8AAAAAAAAAAAAAAAAAmAIAAGRycy9k&#10;b3ducmV2LnhtbFBLBQYAAAAABAAEAPUAAACJAwAAAAA=&#10;" path="m282,453r,438l141,891r,-438l,652,,326,211,,423,326r,326l282,453xe" fillcolor="#0092ca" stroked="f">
                  <v:path arrowok="t" o:connecttype="custom" o:connectlocs="97790,157226;97790,309245;48895,309245;48895,157226;0,226294;0,113147;73169,0;146685,113147;146685,226294;97790,157226" o:connectangles="0,0,0,0,0,0,0,0,0,0"/>
                </v:shape>
                <v:shape id="Freeform 17" o:spid="_x0000_s1040" style="position:absolute;left:22898;top:8007;width:5505;height:1460;visibility:visible;mso-wrap-style:square;v-text-anchor:top" coordsize="1589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TmqsIA&#10;AADbAAAADwAAAGRycy9kb3ducmV2LnhtbESPzWrDMBCE74W+g9hAbo0cU5TWjRLSQtNc8/MAi7Wx&#10;TK2VkVTHefuoEMhxmJlvmOV6dJ0YKMTWs4b5rABBXHvTcqPhdPx+eQMRE7LBzjNpuFKE9er5aYmV&#10;8Rfe03BIjcgQjhVqsCn1lZSxtuQwznxPnL2zDw5TlqGRJuAlw10ny6JQ0mHLecFiT1+W6t/Dn9Mw&#10;dG35uii39md3dpvPd4UnFZTW08m4+QCRaEyP8L29MxpUCf9f8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OaqwgAAANsAAAAPAAAAAAAAAAAAAAAAAJgCAABkcnMvZG93&#10;bnJldi54bWxQSwUGAAAAAAQABAD1AAAAhwMAAAAA&#10;" path="m453,282l653,423r-327,l,212,326,,653,,453,141r683,l936,r327,l1589,212,1263,423r-327,l1136,282r-683,xe" fillcolor="#0092ca" stroked="f">
                  <v:path arrowok="t" o:connecttype="custom" o:connectlocs="156952,97367;226247,146050;112950,146050;0,73198;112950,0;226247,0;156952,48683;393593,48683;324298,0;437595,0;550545,73198;437595,146050;324298,146050;393593,97367;156952,97367" o:connectangles="0,0,0,0,0,0,0,0,0,0,0,0,0,0,0"/>
                </v:shape>
                <v:shape id="Freeform 18" o:spid="_x0000_s1041" style="position:absolute;left:19208;top:15189;width:3315;height:1467;visibility:visible;mso-wrap-style:square;v-text-anchor:top" coordsize="956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8mn8UA&#10;AADbAAAADwAAAGRycy9kb3ducmV2LnhtbESPT2vCQBTE7wW/w/IEb7qxQtDoKm1AkXqqf0q9PbLP&#10;JDX7NmRXk357tyD0OMzMb5jFqjOVuFPjSssKxqMIBHFmdcm5guNhPZyCcB5ZY2WZFPySg9Wy97LA&#10;RNuWP+m+97kIEHYJKii8rxMpXVaQQTeyNXHwLrYx6INscqkbbAPcVPI1imJpsOSwUGBNaUHZdX8z&#10;Ctotv2/i8/l7lq7T3VfKH6fTT6zUoN+9zUF46vx/+NneagXxBP6+h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yafxQAAANsAAAAPAAAAAAAAAAAAAAAAAJgCAABkcnMv&#10;ZG93bnJldi54bWxQSwUGAAAAAAQABAD1AAAAigMAAAAA&#10;" path="m503,282l,282,,141r503,l303,,630,,956,211,630,423r-327,l503,282xe" fillcolor="#0092ca" stroked="f">
                  <v:path arrowok="t" o:connecttype="custom" o:connectlocs="174403,97790;0,97790;0,48895;174403,48895;105058,0;218437,0;331470,73169;218437,146685;105058,146685;174403,97790" o:connectangles="0,0,0,0,0,0,0,0,0,0"/>
                </v:shape>
                <v:shape id="Freeform 19" o:spid="_x0000_s1042" style="position:absolute;left:22847;top:16014;width:2394;height:1467;visibility:visible;mso-wrap-style:square;v-text-anchor:top" coordsize="692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ysDMMA&#10;AADbAAAADwAAAGRycy9kb3ducmV2LnhtbESPwWrDMBBE74X8g9hAbrUcE0xxrYQQCOTSQ52W5ri1&#10;traJtDKWHDt/XxUCPQ4z84Ypd7M14kaD7xwrWCcpCOLa6Y4bBR/n4/MLCB+QNRrHpOBOHnbbxVOJ&#10;hXYTv9OtCo2IEPYFKmhD6Aspfd2SRZ+4njh6P26wGKIcGqkHnCLcGpmlaS4tdhwXWuzp0FJ9rUar&#10;4G1/Gd09a7LxaL4z+3X5NPNklFot5/0riEBz+A8/2ietIN/A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ysDMMAAADbAAAADwAAAAAAAAAAAAAAAACYAgAAZHJzL2Rv&#10;d25yZXYueG1sUEsFBgAAAAAEAAQA9QAAAIgDAAAAAA==&#10;" path="m453,282l653,423r-326,l,211,327,,653,,453,141r239,l692,282r-239,xe" fillcolor="#0092ca" stroked="f">
                  <v:path arrowok="t" o:connecttype="custom" o:connectlocs="156714,97790;225903,146685;113125,146685;0,73169;113125,0;225903,0;156714,48895;239395,48895;239395,97790;156714,97790" o:connectangles="0,0,0,0,0,0,0,0,0,0"/>
                </v:shape>
                <v:shape id="Freeform 20" o:spid="_x0000_s1043" style="position:absolute;left:19196;top:5092;width:4254;height:17634;visibility:visible;mso-wrap-style:square;v-text-anchor:top" coordsize="1228,5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+dwsMA&#10;AADbAAAADwAAAGRycy9kb3ducmV2LnhtbESPwWrDMBBE74X8g9hCbo3cQkxxo5gkNBCCL7V76HGx&#10;tpaJtTKW4th/HwUKPQ4z84bZ5JPtxEiDbx0reF0lIIhrp1tuFHxXx5d3ED4ga+wck4KZPOTbxdMG&#10;M+1u/EVjGRoRIewzVGBC6DMpfW3Iol+5njh6v26wGKIcGqkHvEW47eRbkqTSYstxwWBPB0P1pbza&#10;SNGXtCr8fL4au++rufjRp0+n1PJ52n2ACDSF//Bf+6QVpGt4fI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+dwsMAAADbAAAADwAAAAAAAAAAAAAAAACYAgAAZHJzL2Rv&#10;d25yZXYueG1sUEsFBgAAAAAEAAQA9QAAAIgDAAAAAA==&#10;" path="m453,283l653,423r-327,l,212,326,,653,,453,141r561,l1085,141r,71l1085,4252r,192l1086,4636r140,-201l1228,4761r-208,328l805,4765r-2,-327l945,4637r-2,-193l943,4444r,-1l943,4252r,-3969l453,283xe" fillcolor="#0092ca" stroked="f">
                  <v:path arrowok="t" o:connecttype="custom" o:connectlocs="156945,98063;226237,146574;112945,146574;0,73460;112945,0;226237,0;156945,48858;351308,48858;375907,48858;375907,73460;375907,1473365;375907,1539895;376253,1606425;424757,1536777;425450,1649739;353387,1763395;278898,1651125;278205,1537816;327402,1606772;326710,1539895;326710,1539895;326710,1539549;326710,1473365;326710,98063;156945,98063" o:connectangles="0,0,0,0,0,0,0,0,0,0,0,0,0,0,0,0,0,0,0,0,0,0,0,0,0"/>
                </v:shape>
                <v:rect id="Rectangle 21" o:spid="_x0000_s1044" style="position:absolute;left:6705;top:3835;width:635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YEMAA&#10;AADb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/h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VYEMAAAADbAAAADwAAAAAAAAAAAAAAAACYAgAAZHJzL2Rvd25y&#10;ZXYueG1sUEsFBgAAAAAEAAQA9QAAAIUDAAAAAA==&#10;" filled="f" stroked="f">
                  <v:textbox style="mso-fit-shape-to-text:t" inset="0,0,0,0">
                    <w:txbxContent>
                      <w:p w:rsidR="00E94E7C" w:rsidRPr="00712C6F" w:rsidRDefault="00E94E7C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lang w:val="sk-SK"/>
                          </w:rPr>
                          <w:t>Apli</w:t>
                        </w:r>
                        <w:r w:rsidR="005862DC" w:rsidRPr="00712C6F">
                          <w:rPr>
                            <w:color w:val="141515"/>
                            <w:lang w:val="sk-SK"/>
                          </w:rPr>
                          <w:t>kačný</w:t>
                        </w:r>
                      </w:p>
                    </w:txbxContent>
                  </v:textbox>
                </v:rect>
                <v:rect id="Rectangle 22" o:spid="_x0000_s1045" style="position:absolute;left:7391;top:5448;width:525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<v:textbox style="mso-fit-shape-to-text:t" inset="0,0,0,0">
                    <w:txbxContent>
                      <w:p w:rsidR="00E94E7C" w:rsidRPr="00712C6F" w:rsidRDefault="00E94E7C">
                        <w:pPr>
                          <w:rPr>
                            <w:color w:val="FF0000"/>
                            <w:u w:val="single"/>
                            <w:lang w:val="sk-SK"/>
                          </w:rPr>
                        </w:pP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procesor</w:t>
                        </w:r>
                      </w:p>
                    </w:txbxContent>
                  </v:textbox>
                </v:rect>
                <v:rect id="Rectangle 23" o:spid="_x0000_s1046" style="position:absolute;left:50622;top:16224;width:440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Zp+b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o1N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kZp+b0AAADbAAAADwAAAAAAAAAAAAAAAACYAgAAZHJzL2Rvd25yZXYu&#10;eG1sUEsFBgAAAAAEAAQA9QAAAIIDAAAAAA==&#10;" filled="f" stroked="f">
                  <v:textbox style="mso-fit-shape-to-text:t" inset="0,0,0,0">
                    <w:txbxContent>
                      <w:p w:rsidR="00E94E7C" w:rsidRPr="00712C6F" w:rsidRDefault="00E94E7C">
                        <w:pPr>
                          <w:rPr>
                            <w:color w:val="FF0000"/>
                            <w:u w:val="single"/>
                            <w:lang w:val="sk-SK"/>
                          </w:rPr>
                        </w:pP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Bat</w:t>
                        </w:r>
                        <w:r w:rsidR="00712C6F" w:rsidRPr="00712C6F">
                          <w:rPr>
                            <w:color w:val="FF0000"/>
                            <w:u w:val="single"/>
                            <w:lang w:val="sk-SK"/>
                          </w:rPr>
                          <w:t>é</w:t>
                        </w: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r</w:t>
                        </w:r>
                        <w:r w:rsidR="00712C6F" w:rsidRPr="00712C6F">
                          <w:rPr>
                            <w:color w:val="FF0000"/>
                            <w:u w:val="single"/>
                            <w:lang w:val="sk-SK"/>
                          </w:rPr>
                          <w:t>ia</w:t>
                        </w:r>
                      </w:p>
                    </w:txbxContent>
                  </v:textbox>
                </v:rect>
                <v:rect id="Rectangle 24" o:spid="_x0000_s1047" style="position:absolute;left:2093;top:23158;width:499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<v:textbox style="mso-fit-shape-to-text:t" inset="0,0,0,0">
                    <w:txbxContent>
                      <w:p w:rsidR="00E94E7C" w:rsidRPr="00712C6F" w:rsidRDefault="00E94E7C">
                        <w:pPr>
                          <w:rPr>
                            <w:color w:val="FF0000"/>
                            <w:u w:val="single"/>
                            <w:lang w:val="sk-SK"/>
                          </w:rPr>
                        </w:pP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Sen</w:t>
                        </w:r>
                        <w:r w:rsidR="00712C6F" w:rsidRPr="00712C6F">
                          <w:rPr>
                            <w:color w:val="FF0000"/>
                            <w:u w:val="single"/>
                            <w:lang w:val="sk-SK"/>
                          </w:rPr>
                          <w:t>z</w:t>
                        </w: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or</w:t>
                        </w:r>
                        <w:r w:rsidR="00712C6F" w:rsidRPr="00712C6F">
                          <w:rPr>
                            <w:color w:val="FF0000"/>
                            <w:u w:val="single"/>
                            <w:lang w:val="sk-SK"/>
                          </w:rPr>
                          <w:t>y</w:t>
                        </w:r>
                      </w:p>
                    </w:txbxContent>
                  </v:textbox>
                </v:rect>
                <v:rect id="Rectangle 25" o:spid="_x0000_s1048" style="position:absolute;left:17767;top:23533;width:1172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zIr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6fMivwAAANsAAAAPAAAAAAAAAAAAAAAAAJgCAABkcnMvZG93bnJl&#10;di54bWxQSwUGAAAAAAQABAD1AAAAhAMAAAAA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color w:val="FF0000"/>
                            <w:u w:val="single"/>
                            <w:lang w:val="sk-SK"/>
                          </w:rPr>
                        </w:pP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Podsystém displeja</w:t>
                        </w:r>
                      </w:p>
                    </w:txbxContent>
                  </v:textbox>
                </v:rect>
                <v:rect id="Rectangle 26" o:spid="_x0000_s1049" style="position:absolute;left:16040;top:25139;width:15075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WucAA&#10;AADbAAAADwAAAGRycy9kb3ducmV2LnhtbESPzYoCMRCE7wu+Q2jB25rRw66M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WucAAAADbAAAADwAAAAAAAAAAAAAAAACYAgAAZHJzL2Rvd25y&#10;ZXYueG1sUEsFBgAAAAAEAAQA9QAAAIUDAAAAAA==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lang w:val="sk-SK"/>
                          </w:rPr>
                          <w:t>s dotykovou obrazovkou</w:t>
                        </w:r>
                      </w:p>
                    </w:txbxContent>
                  </v:textbox>
                </v:rect>
                <v:rect id="Rectangle 27" o:spid="_x0000_s1050" style="position:absolute;left:30238;top:17164;width:520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Izs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85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yM7BAAAA2wAAAA8AAAAAAAAAAAAAAAAAmAIAAGRycy9kb3du&#10;cmV2LnhtbFBLBQYAAAAABAAEAPUAAACGAwAAAAA=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lang w:val="sk-SK"/>
                          </w:rPr>
                          <w:t>a b</w:t>
                        </w:r>
                        <w:r w:rsidR="00E94E7C" w:rsidRPr="00712C6F">
                          <w:rPr>
                            <w:color w:val="141515"/>
                            <w:lang w:val="sk-SK"/>
                          </w:rPr>
                          <w:t>at</w:t>
                        </w:r>
                        <w:r w:rsidRPr="00712C6F">
                          <w:rPr>
                            <w:color w:val="141515"/>
                            <w:lang w:val="sk-SK"/>
                          </w:rPr>
                          <w:t>é</w:t>
                        </w:r>
                        <w:r w:rsidR="00E94E7C" w:rsidRPr="00712C6F">
                          <w:rPr>
                            <w:color w:val="141515"/>
                            <w:lang w:val="sk-SK"/>
                          </w:rPr>
                          <w:t>r</w:t>
                        </w:r>
                        <w:r w:rsidRPr="00712C6F">
                          <w:rPr>
                            <w:color w:val="141515"/>
                            <w:lang w:val="sk-SK"/>
                          </w:rPr>
                          <w:t>ie</w:t>
                        </w:r>
                      </w:p>
                    </w:txbxContent>
                  </v:textbox>
                </v:rect>
                <v:rect id="Rectangle 28" o:spid="_x0000_s1051" style="position:absolute;left:26276;top:15189;width:1341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tVc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7bVXBAAAA2wAAAA8AAAAAAAAAAAAAAAAAmAIAAGRycy9kb3du&#10;cmV2LnhtbFBLBQYAAAAABAAEAPUAAACGAwAAAAA=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color w:val="FF0000"/>
                            <w:u w:val="single"/>
                            <w:lang w:val="sk-SK"/>
                          </w:rPr>
                        </w:pP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Manažment napájania</w:t>
                        </w:r>
                      </w:p>
                    </w:txbxContent>
                  </v:textbox>
                </v:rect>
                <v:rect id="Rectangle 29" o:spid="_x0000_s1052" style="position:absolute;left:30168;top:7181;width:1214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lang w:val="sk-SK"/>
                          </w:rPr>
                          <w:t>Bezdrôtový rádiový</w:t>
                        </w:r>
                      </w:p>
                    </w:txbxContent>
                  </v:textbox>
                </v:rect>
                <v:rect id="Rectangle 30" o:spid="_x0000_s1053" style="position:absolute;left:31076;top:8794;width:1049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Qu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eULrBAAAA2wAAAA8AAAAAAAAAAAAAAAAAmAIAAGRycy9kb3du&#10;cmV2LnhtbFBLBQYAAAAABAAEAPUAAACGAwAAAAA=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color w:val="FF0000"/>
                            <w:u w:val="single"/>
                            <w:lang w:val="sk-SK"/>
                          </w:rPr>
                        </w:pP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vysielač</w:t>
                        </w:r>
                        <w:r w:rsidR="00E94E7C" w:rsidRPr="00712C6F">
                          <w:rPr>
                            <w:color w:val="FF0000"/>
                            <w:u w:val="single"/>
                            <w:lang w:val="sk-SK"/>
                          </w:rPr>
                          <w:t>/</w:t>
                        </w:r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prijímač</w:t>
                        </w:r>
                      </w:p>
                    </w:txbxContent>
                  </v:textbox>
                </v:rect>
                <v:rect id="Rectangle 31" o:spid="_x0000_s1054" style="position:absolute;left:2927;top:12198;width:1473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Ozc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zOzcAAAADbAAAADwAAAAAAAAAAAAAAAACYAgAAZHJzL2Rvd25y&#10;ZXYueG1sUEsFBgAAAAAEAAQA9QAAAIUDAAAAAA==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b/>
                            <w:bCs/>
                            <w:color w:val="FF0000"/>
                            <w:u w:val="single"/>
                            <w:lang w:val="sk-SK"/>
                          </w:rPr>
                          <w:t>Rozhrania</w:t>
                        </w:r>
                        <w:r w:rsidR="00E94E7C" w:rsidRPr="00712C6F">
                          <w:rPr>
                            <w:b/>
                            <w:bCs/>
                            <w:color w:val="141515"/>
                            <w:lang w:val="sk-SK"/>
                          </w:rPr>
                          <w:t xml:space="preserve"> </w:t>
                        </w:r>
                        <w:r w:rsidRPr="00712C6F">
                          <w:rPr>
                            <w:b/>
                            <w:bCs/>
                            <w:color w:val="141515"/>
                            <w:lang w:val="sk-SK"/>
                          </w:rPr>
                          <w:t>k senzorom</w:t>
                        </w:r>
                      </w:p>
                    </w:txbxContent>
                  </v:textbox>
                </v:rect>
                <v:rect id="Rectangle 32" o:spid="_x0000_s1055" style="position:absolute;left:4477;top:13868;width:11474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VsAA&#10;AADbAAAADwAAAGRycy9kb3ducmV2LnhtbESPzYoCMRCE7wu+Q2jB25rRg8poFBEEV7w4+gDNpOcH&#10;k86QRGf27Y2wsMeiqr6iNrvBGvEiH1rHCmbTDARx6XTLtYL77fi9AhEiskbjmBT8UoDddvS1wVy7&#10;nq/0KmItEoRDjgqaGLtcylA2ZDFMXUecvMp5izFJX0vtsU9wa+Q8yxbSYstpocGODg2Vj+JpFchb&#10;cexXhfGZO8+ri/k5XStySk3Gw34NItIQ/8N/7ZNWsFzC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BrVsAAAADbAAAADwAAAAAAAAAAAAAAAACYAgAAZHJzL2Rvd25y&#10;ZXYueG1sUEsFBgAAAAAEAAQA9QAAAIUD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(</w:t>
                        </w:r>
                        <w:proofErr w:type="gramStart"/>
                        <w:r w:rsidR="00712C6F" w:rsidRPr="00712C6F">
                          <w:rPr>
                            <w:color w:val="141515"/>
                            <w:lang w:val="sk-SK"/>
                          </w:rPr>
                          <w:t>pohyb</w:t>
                        </w:r>
                        <w:proofErr w:type="gramEnd"/>
                        <w:r w:rsidRPr="00712C6F">
                          <w:rPr>
                            <w:color w:val="141515"/>
                            <w:lang w:val="sk-SK"/>
                          </w:rPr>
                          <w:t xml:space="preserve">, </w:t>
                        </w:r>
                        <w:proofErr w:type="spellStart"/>
                        <w:r w:rsidRPr="00712C6F">
                          <w:rPr>
                            <w:color w:val="141515"/>
                            <w:lang w:val="sk-SK"/>
                          </w:rPr>
                          <w:t>mag</w:t>
                        </w:r>
                        <w:proofErr w:type="spellEnd"/>
                        <w:r w:rsidR="00712C6F" w:rsidRPr="00712C6F">
                          <w:rPr>
                            <w:color w:val="141515"/>
                            <w:lang w:val="sk-SK"/>
                          </w:rPr>
                          <w:t>. pole</w:t>
                        </w:r>
                        <w:r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3" o:spid="_x0000_s1056" style="position:absolute;left:5302;top:15481;width:1000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//JL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n/8kvwAAANsAAAAPAAAAAAAAAAAAAAAAAJgCAABkcnMvZG93bnJl&#10;di54bWxQSwUGAAAAAAQABAD1AAAAhAMAAAAA&#10;" filled="f" stroked="f">
                  <v:textbox style="mso-fit-shape-to-text:t" inset="0,0,0,0">
                    <w:txbxContent>
                      <w:p w:rsidR="00E94E7C" w:rsidRDefault="00E94E7C">
                        <w:r w:rsidRPr="00712C6F">
                          <w:rPr>
                            <w:color w:val="FF0000"/>
                            <w:u w:val="single"/>
                            <w:lang w:val="sk-SK"/>
                          </w:rPr>
                          <w:t>te</w:t>
                        </w:r>
                        <w:r w:rsidR="00712C6F" w:rsidRPr="00712C6F">
                          <w:rPr>
                            <w:color w:val="FF0000"/>
                            <w:u w:val="single"/>
                            <w:lang w:val="sk-SK"/>
                          </w:rPr>
                          <w:t>plota</w:t>
                        </w:r>
                        <w:r w:rsidRPr="00712C6F">
                          <w:rPr>
                            <w:color w:val="141515"/>
                            <w:lang w:val="sk-SK"/>
                          </w:rPr>
                          <w:t xml:space="preserve">, </w:t>
                        </w:r>
                        <w:r w:rsidR="00712C6F" w:rsidRPr="00712C6F">
                          <w:rPr>
                            <w:color w:val="141515"/>
                            <w:lang w:val="sk-SK"/>
                          </w:rPr>
                          <w:t>vlhkosť</w:t>
                        </w:r>
                        <w:r>
                          <w:rPr>
                            <w:color w:val="141515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34" o:spid="_x0000_s1057" style="position:absolute;left:5404;top:17087;width:941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av8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r5W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TWr/BAAAA2wAAAA8AAAAAAAAAAAAAAAAAmAIAAGRycy9kb3du&#10;cmV2LnhtbFBLBQYAAAAABAAEAPUAAACGAwAAAAA=&#10;" filled="f" stroked="f">
                  <v:textbox style="mso-fit-shape-to-text:t" inset="0,0,0,0">
                    <w:txbxContent>
                      <w:p w:rsidR="00E94E7C" w:rsidRDefault="00E94E7C">
                        <w:r w:rsidRPr="00712C6F">
                          <w:rPr>
                            <w:color w:val="141515"/>
                            <w:lang w:val="sk-SK"/>
                          </w:rPr>
                          <w:t>gyros</w:t>
                        </w:r>
                        <w:r w:rsidR="00712C6F" w:rsidRPr="00712C6F">
                          <w:rPr>
                            <w:color w:val="141515"/>
                            <w:lang w:val="sk-SK"/>
                          </w:rPr>
                          <w:t>k</w:t>
                        </w:r>
                        <w:r w:rsidRPr="00712C6F">
                          <w:rPr>
                            <w:color w:val="141515"/>
                            <w:lang w:val="sk-SK"/>
                          </w:rPr>
                          <w:t xml:space="preserve">op, </w:t>
                        </w:r>
                        <w:proofErr w:type="spellStart"/>
                        <w:r w:rsidR="00712C6F" w:rsidRPr="00712C6F">
                          <w:rPr>
                            <w:color w:val="141515"/>
                            <w:lang w:val="sk-SK"/>
                          </w:rPr>
                          <w:t>atď</w:t>
                        </w:r>
                        <w:proofErr w:type="spellEnd"/>
                        <w:r w:rsidR="00712C6F">
                          <w:rPr>
                            <w:color w:val="141515"/>
                            <w:lang w:val="en-US"/>
                          </w:rPr>
                          <w:t>.</w:t>
                        </w:r>
                        <w:r>
                          <w:rPr>
                            <w:color w:val="141515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35" o:spid="_x0000_s1058" style="position:absolute;left:26022;top:184;width:16650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DBb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lan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8gwW+AAAA2wAAAA8AAAAAAAAAAAAAAAAAmAIAAGRycy9kb3ducmV2&#10;LnhtbFBLBQYAAAAABAAEAPUAAACDAwAAAAA=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sz w:val="20"/>
                            <w:szCs w:val="20"/>
                            <w:lang w:val="sk-SK"/>
                          </w:rPr>
                          <w:t>Zákaznícky (integrovaný) obvod</w:t>
                        </w:r>
                      </w:p>
                    </w:txbxContent>
                  </v:textbox>
                </v:rect>
                <v:rect id="Rectangle 36" o:spid="_x0000_s1059" style="position:absolute;left:28549;top:1543;width:10935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mnsEA&#10;AADbAAAADwAAAGRycy9kb3ducmV2LnhtbESP3YrCMBSE7xd8h3AE77apXkipRhFB0GVvrPsAh+b0&#10;B5OTkkTbffuNIOzlMDPfMNv9ZI14kg+9YwXLLAdBXDvdc6vg53b6LECEiKzROCYFvxRgv5t9bLHU&#10;buQrPavYigThUKKCLsahlDLUHVkMmRuIk9c4bzEm6VupPY4Jbo1c5flaWuw5LXQ40LGj+l49rAJ5&#10;q05jURmfu69V820u52tDTqnFfDpsQESa4n/43T5rBcUSXl/S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wJp7BAAAA2wAAAA8AAAAAAAAAAAAAAAAAmAIAAGRycy9kb3du&#10;cmV2LnhtbFBLBQYAAAAABAAEAPUAAACGAwAAAAA=&#10;" filled="f" stroked="f">
                  <v:textbox style="mso-fit-shape-to-text:t" inset="0,0,0,0">
                    <w:txbxContent>
                      <w:p w:rsidR="00E94E7C" w:rsidRPr="00712C6F" w:rsidRDefault="00712C6F">
                        <w:pPr>
                          <w:rPr>
                            <w:lang w:val="sk-SK"/>
                          </w:rPr>
                        </w:pPr>
                        <w:r w:rsidRPr="00712C6F">
                          <w:rPr>
                            <w:color w:val="141515"/>
                            <w:sz w:val="20"/>
                            <w:szCs w:val="20"/>
                            <w:lang w:val="sk-SK"/>
                          </w:rPr>
                          <w:t>(závislý od aplikácie)</w:t>
                        </w:r>
                      </w:p>
                    </w:txbxContent>
                  </v:textbox>
                </v:rect>
                <v:line id="Line 37" o:spid="_x0000_s1060" style="position:absolute;visibility:visible;mso-wrap-style:square" from="52177,3327" to="52177,7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NvOMQAAADbAAAADwAAAGRycy9kb3ducmV2LnhtbESPQWsCMRSE7wX/Q3iCt5p1DyJbo4go&#10;FmwPbmt7fWxeN6ubl20SdfvvG6HQ4zAz3zDzZW9bcSUfGscKJuMMBHHldMO1gve37eMMRIjIGlvH&#10;pOCHAiwXg4c5Ftrd+EDXMtYiQTgUqMDE2BVShsqQxTB2HXHyvpy3GJP0tdQebwluW5ln2VRabDgt&#10;GOxobag6lxer4PjZvR4323jaTXpTfXyX/iXP9kqNhv3qCUSkPv6H/9rPWsEsh/uX9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0284xAAAANsAAAAPAAAAAAAAAAAA&#10;AAAAAKECAABkcnMvZG93bnJldi54bWxQSwUGAAAAAAQABAD5AAAAkgMAAAAA&#10;" strokecolor="#141515" strokeweight="81e-5mm">
                  <v:stroke joinstyle="miter"/>
                </v:line>
                <v:oval id="Oval 38" o:spid="_x0000_s1061" style="position:absolute;left:51898;top:3054;width:553;height: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iDMUA&#10;AADbAAAADwAAAGRycy9kb3ducmV2LnhtbESPQWvCQBSE7wX/w/IKvdWNFiVNXUUKggcRou2ht9fs&#10;axLMvk2zT4399V1B8DjMzDfMbNG7Rp2oC7VnA6NhAoq48Lbm0sDHfvWcggqCbLHxTAYuFGAxHzzM&#10;MLP+zDmddlKqCOGQoYFKpM20DkVFDsPQt8TR+/GdQ4myK7Xt8BzhrtHjJJlqhzXHhQpbeq+oOOyO&#10;zsA+/zvIZ72V72T0m2+mOHnF9MuYp8d++QZKqJd7+NZeWwPpC1y/xB+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+IMxQAAANsAAAAPAAAAAAAAAAAAAAAAAJgCAABkcnMv&#10;ZG93bnJldi54bWxQSwUGAAAAAAQABAD1AAAAigMAAAAA&#10;" fillcolor="#141515" strokecolor="#141515" strokeweight="1e-4mm">
                  <v:stroke joinstyle="miter"/>
                </v:oval>
                <v:shape id="Freeform 39" o:spid="_x0000_s1062" style="position:absolute;left:51123;top:2374;width:566;height:1696;visibility:visible;mso-wrap-style:square;v-text-anchor:top" coordsize="164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GZsQA&#10;AADbAAAADwAAAGRycy9kb3ducmV2LnhtbESPQWvCQBSE74X+h+UJ3uqLoQSNriLSQm3pQc3B4yP7&#10;TILZtyG7Nem/7xYKPQ4z8w2z3o62VXfufeNEw3yWgGIpnWmk0lCcX58WoHwgMdQ6YQ3f7GG7eXxY&#10;U27cIEe+n0KlIkR8ThrqELoc0Zc1W/Iz17FE7+p6SyHKvkLT0xDhtsU0STK01EhcqKnjfc3l7fRl&#10;NXCZFoe9xyx7v6TjgMXy5QM/tZ5Oxt0KVOAx/If/2m9Gw+IZfr/EH4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ihmbEAAAA2wAAAA8AAAAAAAAAAAAAAAAAmAIAAGRycy9k&#10;b3ducmV2LnhtbFBLBQYAAAAABAAEAPUAAACJAwAAAAA=&#10;" path="m164,488c65,450,,353,,244,,135,65,38,164,e" filled="f" strokecolor="#141515" strokeweight="53e-5mm">
                  <v:stroke joinstyle="miter"/>
                  <v:path arrowok="t" o:connecttype="custom" o:connectlocs="56515,169545;0,84773;56515,0" o:connectangles="0,0,0"/>
                </v:shape>
                <v:shape id="Freeform 40" o:spid="_x0000_s1063" style="position:absolute;left:52590;top:2362;width:565;height:1682;visibility:visible;mso-wrap-style:square;v-text-anchor:top" coordsize="164,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z038MA&#10;AADbAAAADwAAAGRycy9kb3ducmV2LnhtbESPzWrDMBCE74W8g9hAbo3ckhTjRgmlPxAScmjqB1is&#10;rW0srYyk2s7bR4FAj8PMfMNsdpM1YiAfWscKnpYZCOLK6ZZrBeXP12MOIkRkjcYxKbhQgN129rDB&#10;QruRv2k4x1okCIcCFTQx9oWUoWrIYli6njh5v85bjEn6WmqPY4JbI5+z7EVabDktNNjTe0NVd/6z&#10;Cj7GT2Oz9am9dP6wKk9DeTTcKbWYT2+vICJN8T98b++1gnwNty/p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z038MAAADbAAAADwAAAAAAAAAAAAAAAACYAgAAZHJzL2Rv&#10;d25yZXYueG1sUEsFBgAAAAAEAAQA9QAAAIgDAAAAAA==&#10;" path="m,c98,37,164,135,164,244,164,353,98,450,,487e" filled="f" strokecolor="#141515" strokeweight="53e-5mm">
                  <v:stroke joinstyle="miter"/>
                  <v:path arrowok="t" o:connecttype="custom" o:connectlocs="0,0;56515,84310;0,168275" o:connectangles="0,0,0"/>
                </v:shape>
                <v:shape id="Freeform 41" o:spid="_x0000_s1064" style="position:absolute;left:52959;top:1936;width:857;height:2572;visibility:visible;mso-wrap-style:square;v-text-anchor:top" coordsize="247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OrHcUA&#10;AADbAAAADwAAAGRycy9kb3ducmV2LnhtbESPQWvCQBSE70L/w/KEXqRuLBhCdBUpBFtKFa0Xb4/s&#10;Mwlm38bs1sR/7xYEj8PMfMPMl72pxZVaV1lWMBlHIIhzqysuFBx+s7cEhPPIGmvLpOBGDpaLl8Ec&#10;U2073tF17wsRIOxSVFB636RSurwkg25sG+LgnWxr0AfZFlK32AW4qeV7FMXSYMVhocSGPkrKz/s/&#10;o8Bm2fdpOlrn8WbbZT9fl+nmUhyVeh32qxkIT71/hh/tT60gieH/S/g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Q6sdxQAAANsAAAAPAAAAAAAAAAAAAAAAAJgCAABkcnMv&#10;ZG93bnJldi54bWxQSwUGAAAAAAQABAD1AAAAigMAAAAA&#10;" path="m,c148,57,247,205,247,371,247,537,148,685,,742e" filled="f" strokecolor="#141515" strokeweight="53e-5mm">
                  <v:stroke joinstyle="miter"/>
                  <v:path arrowok="t" o:connecttype="custom" o:connectlocs="0,0;85725,128588;0,257175" o:connectangles="0,0,0"/>
                </v:shape>
                <v:shape id="Freeform 42" o:spid="_x0000_s1065" style="position:absolute;left:50374;top:1936;width:857;height:2566;visibility:visible;mso-wrap-style:square;v-text-anchor:top" coordsize="247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8OhsYA&#10;AADbAAAADwAAAGRycy9kb3ducmV2LnhtbESPT2vCQBTE74LfYXmCF9FNBa1EV5FCsKVo8c/F2yP7&#10;TILZtzG7mvTbdwuCx2FmfsMsVq0pxYNqV1hW8DaKQBCnVhecKTgdk+EMhPPIGkvLpOCXHKyW3c4C&#10;Y20b3tPj4DMRIOxiVJB7X8VSujQng25kK+LgXWxt0AdZZ1LX2AS4KeU4iqbSYMFhIceKPnJKr4e7&#10;UWCT5PsyGWzS6e6nSbZft8nulp2V6vfa9RyEp9a/ws/2p1Ywe4f/L+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8OhsYAAADbAAAADwAAAAAAAAAAAAAAAACYAgAAZHJz&#10;L2Rvd25yZXYueG1sUEsFBgAAAAAEAAQA9QAAAIsDAAAAAA==&#10;" path="m247,742c99,685,,537,,371,,205,99,56,247,e" filled="f" strokecolor="#141515" strokeweight="53e-5mm">
                  <v:stroke joinstyle="miter"/>
                  <v:path arrowok="t" o:connecttype="custom" o:connectlocs="85725,256540;0,128270;85725,0" o:connectangles="0,0,0"/>
                </v:shape>
                <w10:anchorlock/>
              </v:group>
            </w:pict>
          </mc:Fallback>
        </mc:AlternateContent>
      </w:r>
    </w:p>
    <w:p w:rsidR="001922A0" w:rsidRPr="008079CF" w:rsidRDefault="001922A0" w:rsidP="001922A0">
      <w:pPr>
        <w:rPr>
          <w:lang w:val="sk-SK"/>
        </w:rPr>
      </w:pPr>
    </w:p>
    <w:p w:rsidR="00015FBB" w:rsidRPr="008079CF" w:rsidRDefault="00712C6F" w:rsidP="00015FBB">
      <w:pPr>
        <w:rPr>
          <w:b/>
          <w:lang w:val="sk-SK"/>
        </w:rPr>
      </w:pPr>
      <w:r>
        <w:rPr>
          <w:b/>
          <w:lang w:val="sk-SK"/>
        </w:rPr>
        <w:t>b</w:t>
      </w:r>
      <w:r w:rsidR="00E94E7C" w:rsidRPr="008079CF">
        <w:rPr>
          <w:b/>
          <w:lang w:val="sk-SK"/>
        </w:rPr>
        <w:t>at</w:t>
      </w:r>
      <w:r>
        <w:rPr>
          <w:b/>
          <w:lang w:val="sk-SK"/>
        </w:rPr>
        <w:t>é</w:t>
      </w:r>
      <w:r w:rsidR="00E94E7C" w:rsidRPr="008079CF">
        <w:rPr>
          <w:b/>
          <w:lang w:val="sk-SK"/>
        </w:rPr>
        <w:t>r</w:t>
      </w:r>
      <w:r>
        <w:rPr>
          <w:b/>
          <w:lang w:val="sk-SK"/>
        </w:rPr>
        <w:t>ia</w:t>
      </w:r>
      <w:r w:rsidR="00E94E7C" w:rsidRPr="008079CF">
        <w:rPr>
          <w:b/>
          <w:lang w:val="sk-SK"/>
        </w:rPr>
        <w:t xml:space="preserve">          </w:t>
      </w:r>
      <w:r>
        <w:rPr>
          <w:b/>
          <w:lang w:val="sk-SK"/>
        </w:rPr>
        <w:t>manažment napájania</w:t>
      </w:r>
      <w:r w:rsidR="00E94E7C" w:rsidRPr="008079CF">
        <w:rPr>
          <w:b/>
          <w:lang w:val="sk-SK"/>
        </w:rPr>
        <w:t xml:space="preserve">          </w:t>
      </w:r>
      <w:r>
        <w:rPr>
          <w:b/>
          <w:lang w:val="sk-SK"/>
        </w:rPr>
        <w:t>s</w:t>
      </w:r>
      <w:r w:rsidR="00015FBB" w:rsidRPr="008079CF">
        <w:rPr>
          <w:b/>
          <w:lang w:val="sk-SK"/>
        </w:rPr>
        <w:t>en</w:t>
      </w:r>
      <w:r>
        <w:rPr>
          <w:b/>
          <w:lang w:val="sk-SK"/>
        </w:rPr>
        <w:t>z</w:t>
      </w:r>
      <w:r w:rsidR="00015FBB" w:rsidRPr="008079CF">
        <w:rPr>
          <w:b/>
          <w:lang w:val="sk-SK"/>
        </w:rPr>
        <w:t>or</w:t>
      </w:r>
      <w:r>
        <w:rPr>
          <w:b/>
          <w:lang w:val="sk-SK"/>
        </w:rPr>
        <w:t>y</w:t>
      </w:r>
      <w:r w:rsidR="00015FBB" w:rsidRPr="008079CF">
        <w:rPr>
          <w:b/>
          <w:lang w:val="sk-SK"/>
        </w:rPr>
        <w:t xml:space="preserve">          </w:t>
      </w:r>
      <w:r w:rsidR="00E94E7C" w:rsidRPr="008079CF">
        <w:rPr>
          <w:b/>
          <w:lang w:val="sk-SK"/>
        </w:rPr>
        <w:t xml:space="preserve">procesor         </w:t>
      </w:r>
      <w:r>
        <w:rPr>
          <w:b/>
          <w:lang w:val="sk-SK"/>
        </w:rPr>
        <w:t>vysielač</w:t>
      </w:r>
      <w:r w:rsidR="00015FBB" w:rsidRPr="008079CF">
        <w:rPr>
          <w:b/>
          <w:lang w:val="sk-SK"/>
        </w:rPr>
        <w:t>/</w:t>
      </w:r>
      <w:r>
        <w:rPr>
          <w:b/>
          <w:lang w:val="sk-SK"/>
        </w:rPr>
        <w:t>prijímač</w:t>
      </w:r>
    </w:p>
    <w:p w:rsidR="00015FBB" w:rsidRPr="008079CF" w:rsidRDefault="00015FBB" w:rsidP="003825C9">
      <w:pPr>
        <w:rPr>
          <w:lang w:val="sk-SK"/>
        </w:rPr>
      </w:pPr>
    </w:p>
    <w:p w:rsidR="00015FBB" w:rsidRPr="008079CF" w:rsidRDefault="00712C6F" w:rsidP="00015FBB">
      <w:pPr>
        <w:jc w:val="center"/>
        <w:rPr>
          <w:lang w:val="sk-SK"/>
        </w:rPr>
      </w:pPr>
      <w:r>
        <w:rPr>
          <w:b/>
          <w:lang w:val="sk-SK"/>
        </w:rPr>
        <w:t>podsystém displeja</w:t>
      </w:r>
      <w:r w:rsidR="00015FBB" w:rsidRPr="008079CF">
        <w:rPr>
          <w:b/>
          <w:lang w:val="sk-SK"/>
        </w:rPr>
        <w:t xml:space="preserve">          </w:t>
      </w:r>
      <w:r>
        <w:rPr>
          <w:b/>
          <w:lang w:val="sk-SK"/>
        </w:rPr>
        <w:t>rozhrania</w:t>
      </w:r>
      <w:r w:rsidR="00015FBB" w:rsidRPr="008079CF">
        <w:rPr>
          <w:b/>
          <w:lang w:val="sk-SK"/>
        </w:rPr>
        <w:t xml:space="preserve">          tep</w:t>
      </w:r>
      <w:r>
        <w:rPr>
          <w:b/>
          <w:lang w:val="sk-SK"/>
        </w:rPr>
        <w:t>lota</w:t>
      </w:r>
    </w:p>
    <w:p w:rsidR="00C148FD" w:rsidRPr="008079CF" w:rsidRDefault="00C148FD" w:rsidP="00C148FD">
      <w:pPr>
        <w:pStyle w:val="eLineBottom"/>
        <w:rPr>
          <w:lang w:val="sk-SK"/>
        </w:rPr>
      </w:pPr>
    </w:p>
    <w:p w:rsidR="00C148FD" w:rsidRPr="008079CF" w:rsidRDefault="00C148FD" w:rsidP="00C148FD">
      <w:pPr>
        <w:rPr>
          <w:lang w:val="sk-SK"/>
        </w:rPr>
      </w:pPr>
    </w:p>
    <w:p w:rsidR="00127770" w:rsidRPr="008079CF" w:rsidRDefault="00B774FD" w:rsidP="00B774FD">
      <w:pPr>
        <w:pStyle w:val="eTask"/>
        <w:rPr>
          <w:lang w:val="sk-SK"/>
        </w:rPr>
      </w:pPr>
      <w:r w:rsidRPr="00B774FD">
        <w:rPr>
          <w:lang w:val="sk-SK"/>
        </w:rPr>
        <w:t>Ktoré sú najdôležitejšie oblasti riešení pre inteligentné mestá</w:t>
      </w:r>
      <w:r w:rsidR="00127770" w:rsidRPr="008079CF">
        <w:rPr>
          <w:lang w:val="sk-SK"/>
        </w:rPr>
        <w:t>?</w:t>
      </w:r>
    </w:p>
    <w:p w:rsidR="00127770" w:rsidRPr="008079CF" w:rsidRDefault="00127770" w:rsidP="0012777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27770" w:rsidRPr="008079CF" w:rsidRDefault="00127770" w:rsidP="00127770">
      <w:pPr>
        <w:rPr>
          <w:lang w:val="sk-SK"/>
        </w:rPr>
      </w:pPr>
      <w:r w:rsidRPr="008079CF">
        <w:rPr>
          <w:lang w:val="sk-SK"/>
        </w:rPr>
        <w:t>a.)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B774FD" w:rsidRPr="00B774FD">
        <w:rPr>
          <w:color w:val="FF0000"/>
          <w:u w:val="single"/>
          <w:lang w:val="sk-SK"/>
        </w:rPr>
        <w:t>Inteligentné dopravné systémy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lang w:val="sk-SK"/>
        </w:rPr>
      </w:pPr>
      <w:r w:rsidRPr="008079CF">
        <w:rPr>
          <w:lang w:val="sk-SK"/>
        </w:rPr>
        <w:t>b.)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B774FD" w:rsidRPr="00B774FD">
        <w:rPr>
          <w:color w:val="FF0000"/>
          <w:u w:val="single"/>
          <w:lang w:val="sk-SK"/>
        </w:rPr>
        <w:t>Inteligentné video sledovanie pre bezpečnú komunitu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shd w:val="clear" w:color="auto" w:fill="CCFFCC"/>
          <w:lang w:val="sk-SK"/>
        </w:rPr>
      </w:pPr>
      <w:r w:rsidRPr="008079CF">
        <w:rPr>
          <w:lang w:val="sk-SK"/>
        </w:rPr>
        <w:t>c.)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B774FD" w:rsidRPr="00B774FD">
        <w:rPr>
          <w:color w:val="FF0000"/>
          <w:u w:val="single"/>
          <w:lang w:val="sk-SK"/>
        </w:rPr>
        <w:t>Inteligentné meranie a inteligentné energetické systémy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shd w:val="clear" w:color="auto" w:fill="CCFFCC"/>
          <w:lang w:val="sk-SK"/>
        </w:rPr>
      </w:pPr>
      <w:r w:rsidRPr="008079CF">
        <w:rPr>
          <w:lang w:val="sk-SK"/>
        </w:rPr>
        <w:t>d.)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B774FD" w:rsidRPr="00B774FD">
        <w:rPr>
          <w:color w:val="FF0000"/>
          <w:u w:val="single"/>
          <w:lang w:val="sk-SK"/>
        </w:rPr>
        <w:t>Inteligentné odpadové hospodárstvo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rPr>
          <w:lang w:val="sk-SK"/>
        </w:rPr>
      </w:pPr>
    </w:p>
    <w:p w:rsidR="00127770" w:rsidRPr="008079CF" w:rsidRDefault="00127770" w:rsidP="00127770">
      <w:pPr>
        <w:rPr>
          <w:lang w:val="sk-SK"/>
        </w:rPr>
      </w:pPr>
      <w:r w:rsidRPr="008079CF">
        <w:rPr>
          <w:lang w:val="sk-SK"/>
        </w:rPr>
        <w:t>e.)</w:t>
      </w:r>
      <w:r w:rsidRPr="008079CF">
        <w:rPr>
          <w:lang w:val="sk-SK"/>
        </w:rPr>
        <w:tab/>
      </w:r>
      <w:r w:rsidR="00AB306F" w:rsidRPr="008079CF">
        <w:rPr>
          <w:lang w:val="sk-SK"/>
        </w:rPr>
        <w:t>__</w:t>
      </w:r>
      <w:r w:rsidR="00B774FD" w:rsidRPr="00B774FD">
        <w:rPr>
          <w:color w:val="FF0000"/>
          <w:u w:val="single"/>
          <w:lang w:val="sk-SK"/>
        </w:rPr>
        <w:t>Inteligentné osvetlenie</w:t>
      </w:r>
      <w:r w:rsidR="00AB306F" w:rsidRPr="008079CF">
        <w:rPr>
          <w:lang w:val="sk-SK"/>
        </w:rPr>
        <w:t>__</w:t>
      </w:r>
    </w:p>
    <w:p w:rsidR="00127770" w:rsidRPr="008079CF" w:rsidRDefault="00127770" w:rsidP="00127770">
      <w:pPr>
        <w:pStyle w:val="eLineBottom"/>
        <w:rPr>
          <w:lang w:val="sk-SK"/>
        </w:rPr>
      </w:pPr>
    </w:p>
    <w:p w:rsidR="009D6341" w:rsidRPr="008079CF" w:rsidRDefault="009D6341" w:rsidP="009D6341">
      <w:pPr>
        <w:rPr>
          <w:lang w:val="sk-SK"/>
        </w:rPr>
      </w:pPr>
    </w:p>
    <w:p w:rsidR="000C00D4" w:rsidRPr="008079CF" w:rsidRDefault="002F51CE" w:rsidP="00127770">
      <w:pPr>
        <w:pStyle w:val="eTask"/>
        <w:rPr>
          <w:lang w:val="sk-SK"/>
        </w:rPr>
      </w:pPr>
      <w:r>
        <w:rPr>
          <w:lang w:val="sk-SK"/>
        </w:rPr>
        <w:t>Doplňte slova nižšie na správne miesta vo vete</w:t>
      </w:r>
      <w:r w:rsidR="00D606BA" w:rsidRPr="008079CF">
        <w:rPr>
          <w:lang w:val="sk-SK"/>
        </w:rPr>
        <w:t>!</w:t>
      </w:r>
    </w:p>
    <w:p w:rsidR="000C00D4" w:rsidRPr="008079CF" w:rsidRDefault="000C00D4" w:rsidP="003825C9">
      <w:pPr>
        <w:rPr>
          <w:lang w:val="sk-SK"/>
        </w:rPr>
      </w:pPr>
    </w:p>
    <w:p w:rsidR="002F51CE" w:rsidRPr="00B774FD" w:rsidRDefault="00B774FD" w:rsidP="003825C9">
      <w:pPr>
        <w:rPr>
          <w:lang w:val="sk-SK"/>
        </w:rPr>
      </w:pPr>
      <w:r w:rsidRPr="00B774FD">
        <w:rPr>
          <w:lang w:val="sk-SK"/>
        </w:rPr>
        <w:t xml:space="preserve">Big </w:t>
      </w:r>
      <w:proofErr w:type="spellStart"/>
      <w:r w:rsidRPr="00B774FD">
        <w:rPr>
          <w:lang w:val="sk-SK"/>
        </w:rPr>
        <w:t>data</w:t>
      </w:r>
      <w:proofErr w:type="spellEnd"/>
      <w:r w:rsidRPr="00B774FD">
        <w:rPr>
          <w:lang w:val="sk-SK"/>
        </w:rPr>
        <w:t xml:space="preserve"> analýza údajov sa vzťahuje na metódu zhromažďovania a porozumenia veľký</w:t>
      </w:r>
      <w:r w:rsidR="0058137C">
        <w:rPr>
          <w:lang w:val="sk-SK"/>
        </w:rPr>
        <w:t>m</w:t>
      </w:r>
      <w:r w:rsidRPr="00B774FD">
        <w:rPr>
          <w:lang w:val="sk-SK"/>
        </w:rPr>
        <w:t xml:space="preserve"> dátový</w:t>
      </w:r>
      <w:r w:rsidR="0058137C">
        <w:rPr>
          <w:lang w:val="sk-SK"/>
        </w:rPr>
        <w:t>m</w:t>
      </w:r>
      <w:r w:rsidRPr="00B774FD">
        <w:rPr>
          <w:lang w:val="sk-SK"/>
        </w:rPr>
        <w:t xml:space="preserve"> súboro</w:t>
      </w:r>
      <w:r w:rsidR="0058137C">
        <w:rPr>
          <w:lang w:val="sk-SK"/>
        </w:rPr>
        <w:t>m</w:t>
      </w:r>
      <w:r w:rsidRPr="00B774FD">
        <w:rPr>
          <w:lang w:val="sk-SK"/>
        </w:rPr>
        <w:t xml:space="preserve"> </w:t>
      </w:r>
      <w:bookmarkStart w:id="0" w:name="_GoBack"/>
      <w:bookmarkEnd w:id="0"/>
      <w:r w:rsidRPr="00B774FD">
        <w:rPr>
          <w:lang w:val="sk-SK"/>
        </w:rPr>
        <w:t xml:space="preserve">z hľadísk, ktoré sú známe ako tri V, rýchlosť (velocity), rozmanitosť (variety) a objem (volume). </w:t>
      </w:r>
      <w:r w:rsidRPr="00B774FD">
        <w:rPr>
          <w:color w:val="FF0000"/>
          <w:u w:val="single"/>
          <w:lang w:val="sk-SK"/>
        </w:rPr>
        <w:t xml:space="preserve"> </w:t>
      </w:r>
      <w:r w:rsidR="002F51CE" w:rsidRPr="00B774FD">
        <w:rPr>
          <w:color w:val="FF0000"/>
          <w:u w:val="single"/>
          <w:lang w:val="sk-SK"/>
        </w:rPr>
        <w:t>Rýchlosť</w:t>
      </w:r>
      <w:r w:rsidRPr="00B774FD">
        <w:rPr>
          <w:color w:val="FF0000"/>
          <w:u w:val="single"/>
          <w:lang w:val="sk-SK"/>
        </w:rPr>
        <w:t xml:space="preserve"> </w:t>
      </w:r>
      <w:r w:rsidR="002F51CE" w:rsidRPr="00B774FD">
        <w:rPr>
          <w:lang w:val="sk-SK"/>
        </w:rPr>
        <w:t xml:space="preserve"> informuje o frekvencii získavania údajov. </w:t>
      </w:r>
      <w:r w:rsidRPr="00B774FD">
        <w:rPr>
          <w:color w:val="FF0000"/>
          <w:u w:val="single"/>
          <w:lang w:val="sk-SK"/>
        </w:rPr>
        <w:t xml:space="preserve"> </w:t>
      </w:r>
      <w:r w:rsidR="002F51CE" w:rsidRPr="00B774FD">
        <w:rPr>
          <w:color w:val="FF0000"/>
          <w:u w:val="single"/>
          <w:lang w:val="sk-SK"/>
        </w:rPr>
        <w:t>Rozmanitosť</w:t>
      </w:r>
      <w:r w:rsidRPr="00B774FD">
        <w:rPr>
          <w:color w:val="FF0000"/>
          <w:u w:val="single"/>
          <w:lang w:val="sk-SK"/>
        </w:rPr>
        <w:t xml:space="preserve"> </w:t>
      </w:r>
      <w:r w:rsidR="002F51CE" w:rsidRPr="00B774FD">
        <w:rPr>
          <w:lang w:val="sk-SK"/>
        </w:rPr>
        <w:t xml:space="preserve"> opisuje rôzne typy údajov, s ktorými sa dá zaobchádzať. </w:t>
      </w:r>
      <w:r w:rsidRPr="00B774FD">
        <w:rPr>
          <w:color w:val="FF0000"/>
          <w:u w:val="single"/>
          <w:lang w:val="sk-SK"/>
        </w:rPr>
        <w:t xml:space="preserve"> </w:t>
      </w:r>
      <w:r w:rsidR="002F51CE" w:rsidRPr="00B774FD">
        <w:rPr>
          <w:color w:val="FF0000"/>
          <w:u w:val="single"/>
          <w:lang w:val="sk-SK"/>
        </w:rPr>
        <w:t xml:space="preserve">Objem </w:t>
      </w:r>
      <w:r>
        <w:rPr>
          <w:lang w:val="sk-SK"/>
        </w:rPr>
        <w:t xml:space="preserve"> </w:t>
      </w:r>
      <w:r w:rsidR="002F51CE" w:rsidRPr="00B774FD">
        <w:rPr>
          <w:lang w:val="sk-SK"/>
        </w:rPr>
        <w:t>predstavuje množstvo údajov.</w:t>
      </w:r>
    </w:p>
    <w:p w:rsidR="006F304B" w:rsidRPr="008079CF" w:rsidRDefault="006F304B" w:rsidP="003825C9">
      <w:pPr>
        <w:rPr>
          <w:lang w:val="sk-SK"/>
        </w:rPr>
      </w:pPr>
    </w:p>
    <w:p w:rsidR="006F304B" w:rsidRPr="008079CF" w:rsidRDefault="002F51CE" w:rsidP="003825C9">
      <w:pPr>
        <w:jc w:val="center"/>
        <w:rPr>
          <w:b/>
          <w:lang w:val="sk-SK"/>
        </w:rPr>
      </w:pPr>
      <w:r>
        <w:rPr>
          <w:b/>
          <w:lang w:val="sk-SK"/>
        </w:rPr>
        <w:t>Rozmanitosť        Rýchlosť        Objem</w:t>
      </w:r>
    </w:p>
    <w:p w:rsidR="00127770" w:rsidRPr="008079CF" w:rsidRDefault="00127770" w:rsidP="000C00D4">
      <w:pPr>
        <w:pStyle w:val="eLineBottom"/>
        <w:rPr>
          <w:lang w:val="sk-SK"/>
        </w:rPr>
      </w:pPr>
    </w:p>
    <w:p w:rsidR="009D6341" w:rsidRPr="008079CF" w:rsidRDefault="009D6341" w:rsidP="00C148FD">
      <w:pPr>
        <w:pStyle w:val="eCheckBoxText"/>
        <w:rPr>
          <w:lang w:val="sk-SK"/>
        </w:rPr>
      </w:pPr>
    </w:p>
    <w:sectPr w:rsidR="009D6341" w:rsidRPr="008079C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2B" w:rsidRDefault="002C5A2B" w:rsidP="00861A1A">
      <w:r>
        <w:separator/>
      </w:r>
    </w:p>
  </w:endnote>
  <w:endnote w:type="continuationSeparator" w:id="0">
    <w:p w:rsidR="002C5A2B" w:rsidRDefault="002C5A2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sk-SK" w:eastAsia="sk-SK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30E19" w:rsidRPr="00130E19" w:rsidRDefault="00130E19" w:rsidP="00130E1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130E19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BF5E09" w:rsidRPr="00CA51B5" w:rsidRDefault="00130E19" w:rsidP="00130E1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30E19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2B" w:rsidRDefault="002C5A2B" w:rsidP="00861A1A">
      <w:r>
        <w:separator/>
      </w:r>
    </w:p>
  </w:footnote>
  <w:footnote w:type="continuationSeparator" w:id="0">
    <w:p w:rsidR="002C5A2B" w:rsidRDefault="002C5A2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130E19">
      <w:rPr>
        <w:rFonts w:ascii="Calibri" w:hAnsi="Calibri"/>
        <w:b/>
        <w:smallCaps/>
        <w:noProof/>
      </w:rPr>
      <w:t>PRACOVNÝ LIST</w:t>
    </w:r>
  </w:p>
  <w:p w:rsidR="00C148FD" w:rsidRPr="00C148FD" w:rsidRDefault="00130E19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Inteligentné Technológie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41"/>
    <w:rsid w:val="0000673F"/>
    <w:rsid w:val="00015FBB"/>
    <w:rsid w:val="00016AD8"/>
    <w:rsid w:val="00017595"/>
    <w:rsid w:val="00021197"/>
    <w:rsid w:val="00030EDA"/>
    <w:rsid w:val="00034C04"/>
    <w:rsid w:val="00045BEB"/>
    <w:rsid w:val="000660A2"/>
    <w:rsid w:val="00073ADF"/>
    <w:rsid w:val="0007473C"/>
    <w:rsid w:val="000750C9"/>
    <w:rsid w:val="00087EAC"/>
    <w:rsid w:val="00094A16"/>
    <w:rsid w:val="000A233F"/>
    <w:rsid w:val="000A55B3"/>
    <w:rsid w:val="000C00D4"/>
    <w:rsid w:val="000C6B3A"/>
    <w:rsid w:val="000D2B42"/>
    <w:rsid w:val="00127770"/>
    <w:rsid w:val="001301D8"/>
    <w:rsid w:val="00130E19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69FE"/>
    <w:rsid w:val="001B057D"/>
    <w:rsid w:val="001B1F56"/>
    <w:rsid w:val="001D00A1"/>
    <w:rsid w:val="001E644E"/>
    <w:rsid w:val="001F6290"/>
    <w:rsid w:val="001F62BF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B5B80"/>
    <w:rsid w:val="002C5A2B"/>
    <w:rsid w:val="002E301D"/>
    <w:rsid w:val="002F51CE"/>
    <w:rsid w:val="00304ADA"/>
    <w:rsid w:val="00306B9F"/>
    <w:rsid w:val="00307892"/>
    <w:rsid w:val="00315203"/>
    <w:rsid w:val="00337851"/>
    <w:rsid w:val="00347E4D"/>
    <w:rsid w:val="00351AF3"/>
    <w:rsid w:val="003647E7"/>
    <w:rsid w:val="003825C9"/>
    <w:rsid w:val="00391C2C"/>
    <w:rsid w:val="0039238A"/>
    <w:rsid w:val="00394D59"/>
    <w:rsid w:val="003B1326"/>
    <w:rsid w:val="003C2268"/>
    <w:rsid w:val="003C4276"/>
    <w:rsid w:val="003C5B45"/>
    <w:rsid w:val="003D41BB"/>
    <w:rsid w:val="003D5164"/>
    <w:rsid w:val="003E01BE"/>
    <w:rsid w:val="003F03EB"/>
    <w:rsid w:val="003F623C"/>
    <w:rsid w:val="003F7F87"/>
    <w:rsid w:val="00402B09"/>
    <w:rsid w:val="00417ED2"/>
    <w:rsid w:val="004247C3"/>
    <w:rsid w:val="00435704"/>
    <w:rsid w:val="0046567F"/>
    <w:rsid w:val="004667DD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534CF"/>
    <w:rsid w:val="00561B7B"/>
    <w:rsid w:val="00561C5A"/>
    <w:rsid w:val="005728B3"/>
    <w:rsid w:val="005738D5"/>
    <w:rsid w:val="0057504E"/>
    <w:rsid w:val="0058137C"/>
    <w:rsid w:val="005832C4"/>
    <w:rsid w:val="005862DC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304B"/>
    <w:rsid w:val="006F787A"/>
    <w:rsid w:val="007074F9"/>
    <w:rsid w:val="00710301"/>
    <w:rsid w:val="00712C6F"/>
    <w:rsid w:val="0073574D"/>
    <w:rsid w:val="007460F9"/>
    <w:rsid w:val="0076745A"/>
    <w:rsid w:val="007738BD"/>
    <w:rsid w:val="007837ED"/>
    <w:rsid w:val="00790D07"/>
    <w:rsid w:val="007C0FDD"/>
    <w:rsid w:val="007C308E"/>
    <w:rsid w:val="007C3F21"/>
    <w:rsid w:val="007C5B85"/>
    <w:rsid w:val="007E16D1"/>
    <w:rsid w:val="007E6CED"/>
    <w:rsid w:val="00802588"/>
    <w:rsid w:val="008079CF"/>
    <w:rsid w:val="00813612"/>
    <w:rsid w:val="0081479C"/>
    <w:rsid w:val="00825830"/>
    <w:rsid w:val="00826CB2"/>
    <w:rsid w:val="00830375"/>
    <w:rsid w:val="00831014"/>
    <w:rsid w:val="00832323"/>
    <w:rsid w:val="00861A1A"/>
    <w:rsid w:val="00863C43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00C93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6341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06F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036D"/>
    <w:rsid w:val="00B5145B"/>
    <w:rsid w:val="00B707D0"/>
    <w:rsid w:val="00B75FF7"/>
    <w:rsid w:val="00B774FD"/>
    <w:rsid w:val="00B816F4"/>
    <w:rsid w:val="00B822EA"/>
    <w:rsid w:val="00B84417"/>
    <w:rsid w:val="00B94FBB"/>
    <w:rsid w:val="00BA0F86"/>
    <w:rsid w:val="00BA3595"/>
    <w:rsid w:val="00BB3CAA"/>
    <w:rsid w:val="00BB48C7"/>
    <w:rsid w:val="00BC1F6B"/>
    <w:rsid w:val="00BC732E"/>
    <w:rsid w:val="00BC7336"/>
    <w:rsid w:val="00BD3D30"/>
    <w:rsid w:val="00BD7612"/>
    <w:rsid w:val="00BE6648"/>
    <w:rsid w:val="00BF3F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26F1"/>
    <w:rsid w:val="00D060B3"/>
    <w:rsid w:val="00D06992"/>
    <w:rsid w:val="00D20A5C"/>
    <w:rsid w:val="00D2650E"/>
    <w:rsid w:val="00D33524"/>
    <w:rsid w:val="00D46761"/>
    <w:rsid w:val="00D573B0"/>
    <w:rsid w:val="00D606BA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5738"/>
    <w:rsid w:val="00DD085D"/>
    <w:rsid w:val="00DD34CF"/>
    <w:rsid w:val="00DD6149"/>
    <w:rsid w:val="00DE3438"/>
    <w:rsid w:val="00DE3767"/>
    <w:rsid w:val="00E0343F"/>
    <w:rsid w:val="00E044BD"/>
    <w:rsid w:val="00E10571"/>
    <w:rsid w:val="00E10DD0"/>
    <w:rsid w:val="00E11170"/>
    <w:rsid w:val="00E14EEB"/>
    <w:rsid w:val="00E14FA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4E7C"/>
    <w:rsid w:val="00EA1BDF"/>
    <w:rsid w:val="00EB6B74"/>
    <w:rsid w:val="00EB6E4B"/>
    <w:rsid w:val="00EC77B0"/>
    <w:rsid w:val="00ED2956"/>
    <w:rsid w:val="00EE3197"/>
    <w:rsid w:val="00EF2951"/>
    <w:rsid w:val="00EF79B1"/>
    <w:rsid w:val="00F04EEA"/>
    <w:rsid w:val="00F14D35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paragraph" w:customStyle="1" w:styleId="eText">
    <w:name w:val="eText"/>
    <w:basedOn w:val="Normal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locked/>
    <w:rsid w:val="001B1F56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63C4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3C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3C4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3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3C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paragraph" w:customStyle="1" w:styleId="eText">
    <w:name w:val="eText"/>
    <w:basedOn w:val="Normal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locked/>
    <w:rsid w:val="001B1F56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63C4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3C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3C4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3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3C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y\MoVET\Smart%20technologies\pracovny%20list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12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truchly</cp:lastModifiedBy>
  <cp:revision>3</cp:revision>
  <cp:lastPrinted>2013-05-24T14:00:00Z</cp:lastPrinted>
  <dcterms:created xsi:type="dcterms:W3CDTF">2019-01-16T09:09:00Z</dcterms:created>
  <dcterms:modified xsi:type="dcterms:W3CDTF">2019-01-16T12:46:00Z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