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EC1860" w:rsidRDefault="00EC1860" w:rsidP="001922A0">
      <w:pPr>
        <w:pStyle w:val="eTask"/>
      </w:pPr>
      <w:r w:rsidRPr="00EC1860">
        <w:t>Které z následujících tvrzení o systémech inteligentních domácností jsou platná</w:t>
      </w:r>
      <w:r w:rsidR="009D6341" w:rsidRPr="00EC1860">
        <w:t>:</w:t>
      </w:r>
    </w:p>
    <w:p w:rsidR="009D6341" w:rsidRPr="00EC1860" w:rsidRDefault="009D6341" w:rsidP="009D6341">
      <w:pPr>
        <w:pStyle w:val="eTask"/>
        <w:numPr>
          <w:ilvl w:val="0"/>
          <w:numId w:val="0"/>
        </w:numPr>
        <w:ind w:left="284" w:hanging="284"/>
      </w:pPr>
    </w:p>
    <w:p w:rsidR="009D6341" w:rsidRPr="00EC1860" w:rsidRDefault="00AB306F" w:rsidP="009D6341">
      <w:pPr>
        <w:pStyle w:val="eCheckBoxText"/>
        <w:rPr>
          <w:color w:val="FF0000"/>
        </w:rPr>
      </w:pPr>
      <w:r w:rsidRPr="00EC1860">
        <w:rPr>
          <w:rStyle w:val="eCheckBoxSquareChar"/>
          <w:color w:val="FF0000"/>
        </w:rPr>
        <w:t>x</w:t>
      </w:r>
      <w:r w:rsidR="009D6341" w:rsidRPr="00EC1860">
        <w:rPr>
          <w:color w:val="FF0000"/>
        </w:rPr>
        <w:tab/>
      </w:r>
      <w:r w:rsidR="00EC1860" w:rsidRPr="00EC1860">
        <w:rPr>
          <w:color w:val="FF0000"/>
        </w:rPr>
        <w:t>mohou být vytvořeny "od nuly" v domácích podmínkách</w:t>
      </w:r>
    </w:p>
    <w:p w:rsidR="009D6341" w:rsidRPr="00EC1860" w:rsidRDefault="00AB306F" w:rsidP="009D6341">
      <w:pPr>
        <w:pStyle w:val="eCheckBoxText"/>
        <w:rPr>
          <w:color w:val="FF0000"/>
        </w:rPr>
      </w:pPr>
      <w:r w:rsidRPr="00EC1860">
        <w:rPr>
          <w:rStyle w:val="eCheckBoxSquareChar"/>
          <w:color w:val="FF0000"/>
        </w:rPr>
        <w:t>x</w:t>
      </w:r>
      <w:r w:rsidR="009D6341" w:rsidRPr="00EC1860">
        <w:rPr>
          <w:color w:val="FF0000"/>
        </w:rPr>
        <w:tab/>
      </w:r>
      <w:r w:rsidR="00EC1860" w:rsidRPr="00EC1860">
        <w:rPr>
          <w:color w:val="FF0000"/>
        </w:rPr>
        <w:t>jsou k dispozici sady dodávané pro inteligentní domácnost</w:t>
      </w:r>
    </w:p>
    <w:p w:rsidR="009D6341" w:rsidRPr="00EC1860" w:rsidRDefault="00AB306F" w:rsidP="009D6341">
      <w:pPr>
        <w:pStyle w:val="eCheckBoxText"/>
        <w:rPr>
          <w:color w:val="FF0000"/>
        </w:rPr>
      </w:pPr>
      <w:r w:rsidRPr="00EC1860">
        <w:rPr>
          <w:rStyle w:val="eCheckBoxSquareChar"/>
          <w:color w:val="FF0000"/>
        </w:rPr>
        <w:t>x</w:t>
      </w:r>
      <w:r w:rsidR="009D6341" w:rsidRPr="00EC1860">
        <w:rPr>
          <w:color w:val="FF0000"/>
        </w:rPr>
        <w:tab/>
      </w:r>
      <w:r w:rsidR="00EC1860" w:rsidRPr="00EC1860">
        <w:rPr>
          <w:color w:val="FF0000"/>
        </w:rPr>
        <w:t>existuje velké množství softwarových implementací s otevřeným zdrojovým kódem</w:t>
      </w:r>
    </w:p>
    <w:p w:rsidR="009D6341" w:rsidRPr="00EC1860" w:rsidRDefault="00AB306F" w:rsidP="009D6341">
      <w:pPr>
        <w:pStyle w:val="eCheckBoxText"/>
        <w:rPr>
          <w:color w:val="FF0000"/>
        </w:rPr>
      </w:pPr>
      <w:r w:rsidRPr="00EC1860">
        <w:rPr>
          <w:rStyle w:val="eCheckBoxSquareChar"/>
          <w:color w:val="FF0000"/>
        </w:rPr>
        <w:t>x</w:t>
      </w:r>
      <w:r w:rsidR="009D6341" w:rsidRPr="00EC1860">
        <w:rPr>
          <w:color w:val="FF0000"/>
        </w:rPr>
        <w:tab/>
      </w:r>
      <w:r w:rsidR="00EC1860" w:rsidRPr="00EC1860">
        <w:rPr>
          <w:color w:val="FF0000"/>
        </w:rPr>
        <w:t>může být kompletně zakoupen</w:t>
      </w:r>
    </w:p>
    <w:p w:rsidR="001922A0" w:rsidRPr="00EC1860" w:rsidRDefault="001922A0" w:rsidP="00C148FD">
      <w:pPr>
        <w:pStyle w:val="eLineBottom"/>
      </w:pPr>
    </w:p>
    <w:p w:rsidR="009D6341" w:rsidRPr="00EC1860" w:rsidRDefault="009D6341" w:rsidP="009D6341"/>
    <w:p w:rsidR="009D6341" w:rsidRPr="00EC1860" w:rsidRDefault="00EC1860" w:rsidP="009D6341">
      <w:pPr>
        <w:pStyle w:val="eTask"/>
      </w:pPr>
      <w:r w:rsidRPr="009839DC">
        <w:t xml:space="preserve">Které technologie patří k IoT technologiím </w:t>
      </w:r>
      <w:r>
        <w:t>pro domácí automatizaci?</w:t>
      </w:r>
    </w:p>
    <w:p w:rsidR="009D6341" w:rsidRPr="00EC1860" w:rsidRDefault="009D6341" w:rsidP="009D6341">
      <w:pPr>
        <w:pStyle w:val="eTask"/>
        <w:numPr>
          <w:ilvl w:val="0"/>
          <w:numId w:val="0"/>
        </w:numPr>
        <w:ind w:left="284" w:hanging="284"/>
      </w:pPr>
    </w:p>
    <w:p w:rsidR="009D6341" w:rsidRPr="00EC1860" w:rsidRDefault="00AB306F" w:rsidP="009D6341">
      <w:pPr>
        <w:pStyle w:val="eCheckBoxText"/>
        <w:rPr>
          <w:color w:val="FF0000"/>
        </w:rPr>
      </w:pPr>
      <w:r w:rsidRPr="00EC1860">
        <w:rPr>
          <w:rStyle w:val="eCheckBoxSquareChar"/>
          <w:color w:val="FF0000"/>
        </w:rPr>
        <w:t>x</w:t>
      </w:r>
      <w:r w:rsidR="009D6341" w:rsidRPr="00EC1860">
        <w:rPr>
          <w:color w:val="FF0000"/>
        </w:rPr>
        <w:tab/>
      </w:r>
      <w:r w:rsidR="009D6341" w:rsidRPr="003D068B">
        <w:rPr>
          <w:b/>
          <w:color w:val="FF0000"/>
        </w:rPr>
        <w:t>LoRaWan</w:t>
      </w:r>
    </w:p>
    <w:p w:rsidR="009D6341" w:rsidRPr="00EC1860" w:rsidRDefault="009D6341" w:rsidP="009D6341">
      <w:pPr>
        <w:pStyle w:val="eCheckBoxText"/>
      </w:pPr>
      <w:r w:rsidRPr="00EC1860">
        <w:rPr>
          <w:rStyle w:val="eCheckBoxSquareChar"/>
        </w:rPr>
        <w:t>□</w:t>
      </w:r>
      <w:r w:rsidRPr="00EC1860">
        <w:tab/>
        <w:t>DLMS</w:t>
      </w:r>
    </w:p>
    <w:p w:rsidR="009D6341" w:rsidRPr="00EC1860" w:rsidRDefault="00AB306F" w:rsidP="009D6341">
      <w:pPr>
        <w:pStyle w:val="eCheckBoxText"/>
        <w:rPr>
          <w:color w:val="FF0000"/>
        </w:rPr>
      </w:pPr>
      <w:r w:rsidRPr="00EC1860">
        <w:rPr>
          <w:rStyle w:val="eCheckBoxSquareChar"/>
          <w:color w:val="FF0000"/>
        </w:rPr>
        <w:t>x</w:t>
      </w:r>
      <w:r w:rsidR="009D6341" w:rsidRPr="00EC1860">
        <w:rPr>
          <w:color w:val="FF0000"/>
        </w:rPr>
        <w:tab/>
      </w:r>
      <w:r w:rsidR="009D6341" w:rsidRPr="003D068B">
        <w:rPr>
          <w:b/>
          <w:color w:val="FF0000"/>
        </w:rPr>
        <w:t>SigFox</w:t>
      </w:r>
    </w:p>
    <w:p w:rsidR="009D6341" w:rsidRPr="00EC1860" w:rsidRDefault="009D6341" w:rsidP="009D6341">
      <w:pPr>
        <w:pStyle w:val="eCheckBoxText"/>
      </w:pPr>
      <w:r w:rsidRPr="00EC1860">
        <w:rPr>
          <w:rStyle w:val="eCheckBoxSquareChar"/>
        </w:rPr>
        <w:t>□</w:t>
      </w:r>
      <w:r w:rsidRPr="00EC1860">
        <w:tab/>
        <w:t>PLC</w:t>
      </w:r>
    </w:p>
    <w:p w:rsidR="009D6341" w:rsidRPr="00EC1860" w:rsidRDefault="009D6341" w:rsidP="009D6341">
      <w:pPr>
        <w:pStyle w:val="eLineBottom"/>
      </w:pPr>
    </w:p>
    <w:p w:rsidR="009D6341" w:rsidRPr="00EC1860" w:rsidRDefault="009D6341" w:rsidP="009D6341"/>
    <w:p w:rsidR="004667DD" w:rsidRPr="00EC1860" w:rsidRDefault="00EC1860" w:rsidP="004667DD">
      <w:pPr>
        <w:pStyle w:val="eTask"/>
      </w:pPr>
      <w:r w:rsidRPr="009839DC">
        <w:t xml:space="preserve">Vyberte technologie </w:t>
      </w:r>
      <w:r>
        <w:t>inteligentní televize</w:t>
      </w:r>
      <w:r w:rsidRPr="009839DC">
        <w:t xml:space="preserve"> pod tabulkou a přiřaďte je v tabulce odpovídajícím službám / rozhraním</w:t>
      </w:r>
      <w:r w:rsidR="004667DD" w:rsidRPr="00EC1860">
        <w:t>!</w:t>
      </w:r>
    </w:p>
    <w:p w:rsidR="004667DD" w:rsidRPr="00EC1860" w:rsidRDefault="004667DD" w:rsidP="003825C9"/>
    <w:p w:rsidR="004667DD" w:rsidRPr="00EC1860" w:rsidRDefault="004667DD" w:rsidP="004667D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19"/>
        <w:gridCol w:w="1639"/>
        <w:gridCol w:w="1603"/>
        <w:gridCol w:w="1524"/>
        <w:gridCol w:w="1320"/>
        <w:gridCol w:w="1483"/>
      </w:tblGrid>
      <w:tr w:rsidR="004667DD" w:rsidRPr="00EC1860" w:rsidTr="00716392">
        <w:trPr>
          <w:trHeight w:val="1872"/>
        </w:trPr>
        <w:tc>
          <w:tcPr>
            <w:tcW w:w="1754" w:type="dxa"/>
          </w:tcPr>
          <w:p w:rsidR="00EC1860" w:rsidRPr="009839DC" w:rsidRDefault="00EC1860" w:rsidP="00EC1860">
            <w:pPr>
              <w:jc w:val="center"/>
              <w:rPr>
                <w:b/>
              </w:rPr>
            </w:pPr>
            <w:r w:rsidRPr="009839DC">
              <w:rPr>
                <w:b/>
              </w:rPr>
              <w:t>Živé vysílání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</w:p>
          <w:p w:rsidR="004667DD" w:rsidRPr="00EC1860" w:rsidRDefault="004667DD" w:rsidP="004667DD">
            <w:pPr>
              <w:jc w:val="center"/>
              <w:rPr>
                <w:b/>
                <w:color w:val="FF0000"/>
              </w:rPr>
            </w:pPr>
            <w:r w:rsidRPr="00EC1860">
              <w:rPr>
                <w:b/>
                <w:color w:val="FF0000"/>
              </w:rPr>
              <w:t>DVB-T</w:t>
            </w:r>
          </w:p>
          <w:p w:rsidR="004667DD" w:rsidRPr="00EC1860" w:rsidRDefault="004667DD" w:rsidP="004667DD">
            <w:pPr>
              <w:jc w:val="center"/>
              <w:rPr>
                <w:b/>
                <w:color w:val="FF0000"/>
              </w:rPr>
            </w:pPr>
            <w:r w:rsidRPr="00EC1860">
              <w:rPr>
                <w:b/>
                <w:color w:val="FF0000"/>
              </w:rPr>
              <w:t>DVB-S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  <w:r w:rsidRPr="00EC1860">
              <w:rPr>
                <w:b/>
                <w:color w:val="FF0000"/>
              </w:rPr>
              <w:t>DVB-C</w:t>
            </w:r>
          </w:p>
        </w:tc>
        <w:tc>
          <w:tcPr>
            <w:tcW w:w="1652" w:type="dxa"/>
          </w:tcPr>
          <w:p w:rsidR="00EC1860" w:rsidRPr="009839DC" w:rsidRDefault="00EC1860" w:rsidP="00EC1860">
            <w:pPr>
              <w:jc w:val="center"/>
              <w:rPr>
                <w:b/>
              </w:rPr>
            </w:pPr>
            <w:r w:rsidRPr="009839DC">
              <w:rPr>
                <w:b/>
              </w:rPr>
              <w:t>Bezdrátové rozhraní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</w:p>
          <w:p w:rsidR="004667DD" w:rsidRPr="00EC1860" w:rsidRDefault="004667DD" w:rsidP="004667DD">
            <w:pPr>
              <w:jc w:val="center"/>
              <w:rPr>
                <w:b/>
                <w:color w:val="FF0000"/>
              </w:rPr>
            </w:pPr>
            <w:r w:rsidRPr="00EC1860">
              <w:rPr>
                <w:b/>
                <w:color w:val="FF0000"/>
              </w:rPr>
              <w:t>Wi-Fi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  <w:r w:rsidRPr="00EC1860">
              <w:rPr>
                <w:b/>
                <w:color w:val="FF0000"/>
              </w:rPr>
              <w:t>Bluetooth</w:t>
            </w:r>
          </w:p>
        </w:tc>
        <w:tc>
          <w:tcPr>
            <w:tcW w:w="1624" w:type="dxa"/>
          </w:tcPr>
          <w:p w:rsidR="00EC1860" w:rsidRPr="009839DC" w:rsidRDefault="00EC1860" w:rsidP="00EC1860">
            <w:pPr>
              <w:jc w:val="center"/>
              <w:rPr>
                <w:b/>
              </w:rPr>
            </w:pPr>
            <w:r>
              <w:rPr>
                <w:b/>
              </w:rPr>
              <w:t>Kabelová</w:t>
            </w:r>
            <w:r w:rsidRPr="009839DC">
              <w:rPr>
                <w:b/>
              </w:rPr>
              <w:t xml:space="preserve"> (LAN)</w:t>
            </w:r>
          </w:p>
          <w:p w:rsidR="00EC1860" w:rsidRPr="009839DC" w:rsidRDefault="00EC1860" w:rsidP="00EC1860">
            <w:pPr>
              <w:jc w:val="center"/>
              <w:rPr>
                <w:b/>
              </w:rPr>
            </w:pPr>
            <w:r>
              <w:rPr>
                <w:b/>
              </w:rPr>
              <w:t>síť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</w:p>
          <w:p w:rsidR="004667DD" w:rsidRPr="00EC1860" w:rsidRDefault="004667DD" w:rsidP="004667DD">
            <w:pPr>
              <w:jc w:val="center"/>
              <w:rPr>
                <w:b/>
              </w:rPr>
            </w:pPr>
            <w:r w:rsidRPr="00EC1860">
              <w:rPr>
                <w:b/>
                <w:color w:val="FF0000"/>
              </w:rPr>
              <w:t>Ethernet</w:t>
            </w:r>
          </w:p>
        </w:tc>
        <w:tc>
          <w:tcPr>
            <w:tcW w:w="1556" w:type="dxa"/>
          </w:tcPr>
          <w:p w:rsidR="00EC1860" w:rsidRPr="009839DC" w:rsidRDefault="00EC1860" w:rsidP="00EC1860">
            <w:pPr>
              <w:jc w:val="center"/>
              <w:rPr>
                <w:b/>
              </w:rPr>
            </w:pPr>
            <w:r>
              <w:rPr>
                <w:b/>
              </w:rPr>
              <w:t>Video vstup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</w:p>
          <w:p w:rsidR="004667DD" w:rsidRPr="00EC1860" w:rsidRDefault="004667DD" w:rsidP="004667DD">
            <w:pPr>
              <w:jc w:val="center"/>
              <w:rPr>
                <w:b/>
              </w:rPr>
            </w:pPr>
          </w:p>
          <w:p w:rsidR="004667DD" w:rsidRPr="00EC1860" w:rsidRDefault="004667DD" w:rsidP="004667DD">
            <w:pPr>
              <w:jc w:val="center"/>
              <w:rPr>
                <w:b/>
                <w:color w:val="FF0000"/>
              </w:rPr>
            </w:pPr>
            <w:r w:rsidRPr="00EC1860">
              <w:rPr>
                <w:b/>
                <w:color w:val="FF0000"/>
              </w:rPr>
              <w:t>HDMI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  <w:r w:rsidRPr="00EC1860">
              <w:rPr>
                <w:b/>
                <w:color w:val="FF0000"/>
              </w:rPr>
              <w:t>S-video</w:t>
            </w:r>
          </w:p>
        </w:tc>
        <w:tc>
          <w:tcPr>
            <w:tcW w:w="1351" w:type="dxa"/>
          </w:tcPr>
          <w:p w:rsidR="004667DD" w:rsidRPr="00EC1860" w:rsidRDefault="004667DD" w:rsidP="004667DD">
            <w:pPr>
              <w:jc w:val="center"/>
              <w:rPr>
                <w:b/>
              </w:rPr>
            </w:pPr>
            <w:r w:rsidRPr="00EC1860">
              <w:rPr>
                <w:b/>
              </w:rPr>
              <w:t>Data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</w:p>
          <w:p w:rsidR="004667DD" w:rsidRPr="00EC1860" w:rsidRDefault="004667DD" w:rsidP="004667DD">
            <w:pPr>
              <w:jc w:val="center"/>
              <w:rPr>
                <w:b/>
              </w:rPr>
            </w:pPr>
          </w:p>
          <w:p w:rsidR="004667DD" w:rsidRPr="00EC1860" w:rsidRDefault="004667DD" w:rsidP="004667DD">
            <w:pPr>
              <w:jc w:val="center"/>
              <w:rPr>
                <w:b/>
              </w:rPr>
            </w:pPr>
            <w:r w:rsidRPr="00EC1860">
              <w:rPr>
                <w:b/>
                <w:color w:val="FF0000"/>
              </w:rPr>
              <w:t>USB</w:t>
            </w:r>
          </w:p>
        </w:tc>
        <w:tc>
          <w:tcPr>
            <w:tcW w:w="1351" w:type="dxa"/>
          </w:tcPr>
          <w:p w:rsidR="004667DD" w:rsidRPr="00EC1860" w:rsidRDefault="004667DD" w:rsidP="004667DD">
            <w:pPr>
              <w:jc w:val="center"/>
              <w:rPr>
                <w:b/>
              </w:rPr>
            </w:pPr>
            <w:r w:rsidRPr="00EC1860">
              <w:rPr>
                <w:b/>
              </w:rPr>
              <w:t>CI/CI+ modul</w:t>
            </w:r>
          </w:p>
          <w:p w:rsidR="004667DD" w:rsidRPr="00EC1860" w:rsidRDefault="004667DD" w:rsidP="004667DD">
            <w:pPr>
              <w:jc w:val="center"/>
              <w:rPr>
                <w:b/>
              </w:rPr>
            </w:pPr>
          </w:p>
          <w:p w:rsidR="004667DD" w:rsidRPr="00EC1860" w:rsidRDefault="003D068B" w:rsidP="003D068B">
            <w:pPr>
              <w:jc w:val="center"/>
              <w:rPr>
                <w:b/>
              </w:rPr>
            </w:pPr>
            <w:r>
              <w:rPr>
                <w:b/>
                <w:color w:val="FF0000"/>
              </w:rPr>
              <w:t>Chytrá/</w:t>
            </w:r>
            <w:r>
              <w:rPr>
                <w:b/>
                <w:color w:val="FF0000"/>
              </w:rPr>
              <w:br/>
              <w:t>předplacená</w:t>
            </w:r>
            <w:r>
              <w:rPr>
                <w:b/>
                <w:color w:val="FF0000"/>
              </w:rPr>
              <w:br/>
            </w:r>
            <w:r w:rsidRPr="003D068B">
              <w:rPr>
                <w:b/>
                <w:color w:val="FF0000"/>
              </w:rPr>
              <w:t>karta</w:t>
            </w:r>
          </w:p>
        </w:tc>
      </w:tr>
    </w:tbl>
    <w:p w:rsidR="004667DD" w:rsidRPr="00EC1860" w:rsidRDefault="004667DD" w:rsidP="004667DD"/>
    <w:p w:rsidR="003D068B" w:rsidRDefault="004667DD" w:rsidP="004667DD">
      <w:pPr>
        <w:jc w:val="center"/>
        <w:rPr>
          <w:b/>
          <w:color w:val="FF0000"/>
        </w:rPr>
      </w:pPr>
      <w:r w:rsidRPr="00EC1860">
        <w:rPr>
          <w:b/>
          <w:color w:val="FF0000"/>
        </w:rPr>
        <w:t xml:space="preserve">Ethernet    </w:t>
      </w:r>
      <w:r w:rsidR="003D068B">
        <w:rPr>
          <w:b/>
          <w:color w:val="FF0000"/>
        </w:rPr>
        <w:t xml:space="preserve">   </w:t>
      </w:r>
      <w:r w:rsidRPr="00EC1860">
        <w:rPr>
          <w:b/>
          <w:color w:val="FF0000"/>
        </w:rPr>
        <w:t xml:space="preserve">   DVB-C     </w:t>
      </w:r>
      <w:r w:rsidR="003D068B">
        <w:rPr>
          <w:b/>
          <w:color w:val="FF0000"/>
        </w:rPr>
        <w:t xml:space="preserve">  </w:t>
      </w:r>
      <w:r w:rsidRPr="00EC1860">
        <w:rPr>
          <w:b/>
          <w:color w:val="FF0000"/>
        </w:rPr>
        <w:t xml:space="preserve">  </w:t>
      </w:r>
      <w:r w:rsidRPr="00EC1860">
        <w:rPr>
          <w:b/>
        </w:rPr>
        <w:t>Firewire</w:t>
      </w:r>
      <w:r w:rsidR="00A22E8D">
        <w:rPr>
          <w:b/>
        </w:rPr>
        <w:tab/>
      </w:r>
      <w:r w:rsidRPr="00EC1860">
        <w:rPr>
          <w:b/>
          <w:color w:val="FF0000"/>
        </w:rPr>
        <w:t>Bluetooth</w:t>
      </w:r>
      <w:r w:rsidR="003D068B">
        <w:rPr>
          <w:b/>
          <w:color w:val="FF0000"/>
        </w:rPr>
        <w:tab/>
      </w:r>
      <w:r w:rsidRPr="00EC1860">
        <w:rPr>
          <w:b/>
          <w:color w:val="FF0000"/>
        </w:rPr>
        <w:t>DVB-T</w:t>
      </w:r>
    </w:p>
    <w:p w:rsidR="003D068B" w:rsidRDefault="003D068B" w:rsidP="004667DD">
      <w:pPr>
        <w:jc w:val="center"/>
        <w:rPr>
          <w:b/>
          <w:color w:val="FF0000"/>
        </w:rPr>
      </w:pPr>
    </w:p>
    <w:p w:rsidR="004667DD" w:rsidRPr="00EC1860" w:rsidRDefault="003D068B" w:rsidP="004667DD">
      <w:pPr>
        <w:jc w:val="center"/>
        <w:rPr>
          <w:b/>
        </w:rPr>
      </w:pPr>
      <w:r>
        <w:rPr>
          <w:b/>
          <w:color w:val="FF0000"/>
        </w:rPr>
        <w:t>Chytrá/předplacená</w:t>
      </w:r>
      <w:r>
        <w:rPr>
          <w:b/>
          <w:color w:val="FF0000"/>
        </w:rPr>
        <w:t xml:space="preserve"> </w:t>
      </w:r>
      <w:r w:rsidRPr="003D068B">
        <w:rPr>
          <w:b/>
          <w:color w:val="FF0000"/>
        </w:rPr>
        <w:t>karta</w:t>
      </w:r>
      <w:r>
        <w:rPr>
          <w:b/>
          <w:color w:val="FF0000"/>
        </w:rPr>
        <w:t xml:space="preserve"> </w:t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 w:rsidR="004667DD" w:rsidRPr="00EC1860">
        <w:rPr>
          <w:b/>
        </w:rPr>
        <w:t>Wimax</w:t>
      </w:r>
    </w:p>
    <w:p w:rsidR="004667DD" w:rsidRPr="00EC1860" w:rsidRDefault="004667DD" w:rsidP="003825C9"/>
    <w:p w:rsidR="004667DD" w:rsidRPr="00EC1860" w:rsidRDefault="004667DD" w:rsidP="004667DD">
      <w:pPr>
        <w:jc w:val="center"/>
        <w:rPr>
          <w:b/>
        </w:rPr>
      </w:pPr>
      <w:r w:rsidRPr="00EC1860">
        <w:rPr>
          <w:b/>
          <w:color w:val="FF0000"/>
        </w:rPr>
        <w:t>HDMI</w:t>
      </w:r>
      <w:r w:rsidRPr="00EC1860">
        <w:rPr>
          <w:b/>
        </w:rPr>
        <w:t xml:space="preserve">       GPS       </w:t>
      </w:r>
      <w:r w:rsidRPr="00EC1860">
        <w:rPr>
          <w:b/>
          <w:color w:val="FF0000"/>
        </w:rPr>
        <w:t xml:space="preserve">DVB-S      Wi-Fi       </w:t>
      </w:r>
      <w:r w:rsidRPr="00EC1860">
        <w:rPr>
          <w:b/>
        </w:rPr>
        <w:t xml:space="preserve">LTE       </w:t>
      </w:r>
      <w:r w:rsidRPr="00EC1860">
        <w:rPr>
          <w:b/>
          <w:color w:val="FF0000"/>
        </w:rPr>
        <w:t>USB       S-video</w:t>
      </w:r>
    </w:p>
    <w:p w:rsidR="004667DD" w:rsidRPr="00EC1860" w:rsidRDefault="004667DD" w:rsidP="004667DD">
      <w:pPr>
        <w:pStyle w:val="eLineBottom"/>
      </w:pPr>
    </w:p>
    <w:p w:rsidR="004667DD" w:rsidRPr="00EC1860" w:rsidRDefault="004667DD" w:rsidP="004667DD"/>
    <w:p w:rsidR="00EF79B1" w:rsidRPr="00EC1860" w:rsidRDefault="00EC1860" w:rsidP="00EF79B1">
      <w:pPr>
        <w:pStyle w:val="eTask"/>
      </w:pPr>
      <w:r>
        <w:t>Doplňte do prázdných mezer slova z níže uvedeného výběru</w:t>
      </w:r>
      <w:r w:rsidR="00EF79B1" w:rsidRPr="00EC1860">
        <w:t>!</w:t>
      </w:r>
    </w:p>
    <w:p w:rsidR="00EF79B1" w:rsidRPr="00EC1860" w:rsidRDefault="00EF79B1" w:rsidP="003825C9"/>
    <w:p w:rsidR="00EF79B1" w:rsidRPr="00EC1860" w:rsidRDefault="00EC1860" w:rsidP="00EF79B1">
      <w:pPr>
        <w:jc w:val="both"/>
      </w:pPr>
      <w:r>
        <w:t xml:space="preserve">Televize, které jsou označeny jako </w:t>
      </w:r>
      <w:r w:rsidRPr="009839DC">
        <w:t>DLNA (Digital Living Network Alliance)</w:t>
      </w:r>
      <w:r w:rsidR="00A22E8D">
        <w:t xml:space="preserve"> </w:t>
      </w:r>
      <w:r w:rsidR="003D068B" w:rsidRPr="003D068B">
        <w:rPr>
          <w:u w:val="single"/>
        </w:rPr>
        <w:t xml:space="preserve"> </w:t>
      </w:r>
      <w:r w:rsidRPr="00EC1860">
        <w:rPr>
          <w:color w:val="FF0000"/>
          <w:u w:val="single"/>
        </w:rPr>
        <w:t>certifikováno</w:t>
      </w:r>
      <w:r w:rsidR="003D068B" w:rsidRPr="003D068B">
        <w:rPr>
          <w:u w:val="single"/>
        </w:rPr>
        <w:t xml:space="preserve"> </w:t>
      </w:r>
      <w:r w:rsidR="00A22E8D" w:rsidRPr="00A22E8D">
        <w:t>,</w:t>
      </w:r>
      <w:r w:rsidR="00A22E8D">
        <w:rPr>
          <w:color w:val="FF0000"/>
          <w:u w:val="single"/>
        </w:rPr>
        <w:t xml:space="preserve"> </w:t>
      </w:r>
      <w:r>
        <w:t>jsou schopné přehrávat</w:t>
      </w:r>
      <w:r w:rsidR="00A22E8D">
        <w:t xml:space="preserve"> </w:t>
      </w:r>
      <w:r w:rsidR="003D068B" w:rsidRPr="003D068B">
        <w:rPr>
          <w:u w:val="single"/>
        </w:rPr>
        <w:t xml:space="preserve"> </w:t>
      </w:r>
      <w:r w:rsidRPr="00EC1860">
        <w:rPr>
          <w:color w:val="FF0000"/>
          <w:u w:val="single"/>
        </w:rPr>
        <w:t>multimediální obsah</w:t>
      </w:r>
      <w:r w:rsidR="00A22E8D" w:rsidRPr="003D068B">
        <w:rPr>
          <w:u w:val="single"/>
        </w:rPr>
        <w:t xml:space="preserve"> </w:t>
      </w:r>
      <w:r w:rsidR="003D068B">
        <w:t xml:space="preserve"> </w:t>
      </w:r>
      <w:r>
        <w:t>z ostatních</w:t>
      </w:r>
      <w:r w:rsidRPr="009839DC">
        <w:t xml:space="preserve"> DLNA </w:t>
      </w:r>
      <w:r w:rsidR="003D068B" w:rsidRPr="003D068B">
        <w:rPr>
          <w:u w:val="single"/>
        </w:rPr>
        <w:t xml:space="preserve"> </w:t>
      </w:r>
      <w:r w:rsidRPr="00EC1860">
        <w:rPr>
          <w:color w:val="FF0000"/>
          <w:u w:val="single"/>
        </w:rPr>
        <w:t>zařízení</w:t>
      </w:r>
      <w:r w:rsidR="003D068B" w:rsidRPr="003D068B">
        <w:rPr>
          <w:u w:val="single"/>
        </w:rPr>
        <w:t xml:space="preserve"> </w:t>
      </w:r>
      <w:r>
        <w:t xml:space="preserve"> (PC, tablety</w:t>
      </w:r>
      <w:r w:rsidR="003D068B">
        <w:t>, _</w:t>
      </w:r>
      <w:r>
        <w:rPr>
          <w:color w:val="FF0000"/>
          <w:u w:val="single"/>
        </w:rPr>
        <w:t>smartphony</w:t>
      </w:r>
      <w:r w:rsidR="003D068B">
        <w:rPr>
          <w:color w:val="FF0000"/>
          <w:u w:val="single"/>
        </w:rPr>
        <w:t>_</w:t>
      </w:r>
      <w:r w:rsidR="00EF79B1" w:rsidRPr="00EC1860">
        <w:t xml:space="preserve">, </w:t>
      </w:r>
      <w:r w:rsidRPr="009839DC">
        <w:t>medi</w:t>
      </w:r>
      <w:r>
        <w:t>ální servery</w:t>
      </w:r>
      <w:r w:rsidRPr="009839DC">
        <w:t xml:space="preserve">, </w:t>
      </w:r>
      <w:r>
        <w:t>atd</w:t>
      </w:r>
      <w:r w:rsidR="00EF79B1" w:rsidRPr="00EC1860">
        <w:t>).</w:t>
      </w:r>
    </w:p>
    <w:p w:rsidR="00EF79B1" w:rsidRPr="00EC1860" w:rsidRDefault="00EF79B1" w:rsidP="00EF79B1"/>
    <w:p w:rsidR="00EF79B1" w:rsidRDefault="00EC1860" w:rsidP="003D068B">
      <w:pPr>
        <w:pStyle w:val="eLineBottom"/>
        <w:pBdr>
          <w:bottom w:val="none" w:sz="0" w:space="0" w:color="auto"/>
        </w:pBdr>
        <w:jc w:val="center"/>
        <w:rPr>
          <w:b/>
        </w:rPr>
      </w:pPr>
      <w:r>
        <w:rPr>
          <w:b/>
        </w:rPr>
        <w:t>zařízení          smartphony</w:t>
      </w:r>
      <w:r w:rsidR="00A22E8D">
        <w:rPr>
          <w:b/>
        </w:rPr>
        <w:tab/>
      </w:r>
      <w:r w:rsidR="003D068B">
        <w:rPr>
          <w:b/>
        </w:rPr>
        <w:t xml:space="preserve">   </w:t>
      </w:r>
      <w:r>
        <w:rPr>
          <w:b/>
        </w:rPr>
        <w:t>certifikováno</w:t>
      </w:r>
      <w:r w:rsidR="00A22E8D">
        <w:rPr>
          <w:b/>
        </w:rPr>
        <w:tab/>
      </w:r>
      <w:r>
        <w:rPr>
          <w:b/>
        </w:rPr>
        <w:t>multimediální obsah</w:t>
      </w:r>
    </w:p>
    <w:p w:rsidR="001B1F56" w:rsidRPr="00EC1860" w:rsidRDefault="00EC1860" w:rsidP="001B1F56">
      <w:pPr>
        <w:pStyle w:val="eTask"/>
      </w:pPr>
      <w:r>
        <w:lastRenderedPageBreak/>
        <w:t>Doplňte větu</w:t>
      </w:r>
      <w:r w:rsidR="001B1F56" w:rsidRPr="00EC1860">
        <w:t>!</w:t>
      </w:r>
    </w:p>
    <w:p w:rsidR="001B1F56" w:rsidRPr="00EC1860" w:rsidRDefault="001B1F56" w:rsidP="003825C9"/>
    <w:p w:rsidR="001B1F56" w:rsidRPr="00EC1860" w:rsidRDefault="00EC1860" w:rsidP="001B1F56">
      <w:r>
        <w:t>Inteligentní zařízení jsou zařízení, které jsou vybaveny</w:t>
      </w:r>
      <w:r w:rsidR="00A22E8D">
        <w:t xml:space="preserve"> </w:t>
      </w:r>
      <w:r w:rsidR="003D068B" w:rsidRPr="003D068B">
        <w:rPr>
          <w:u w:val="single"/>
        </w:rPr>
        <w:t xml:space="preserve"> </w:t>
      </w:r>
      <w:r w:rsidRPr="003D068B">
        <w:rPr>
          <w:color w:val="FF0000"/>
          <w:u w:val="single"/>
        </w:rPr>
        <w:t>bezdrátovým rozhraním</w:t>
      </w:r>
      <w:r w:rsidR="003D068B" w:rsidRPr="003D068B">
        <w:rPr>
          <w:u w:val="single"/>
        </w:rPr>
        <w:t xml:space="preserve"> </w:t>
      </w:r>
      <w:r w:rsidR="003D068B">
        <w:t xml:space="preserve"> a</w:t>
      </w:r>
      <w:r>
        <w:t xml:space="preserve"> mohou být vzdáleně ovládány</w:t>
      </w:r>
      <w:r w:rsidR="001B1F56" w:rsidRPr="00EC1860">
        <w:t>.</w:t>
      </w:r>
      <w:bookmarkStart w:id="0" w:name="_GoBack"/>
      <w:bookmarkEnd w:id="0"/>
    </w:p>
    <w:p w:rsidR="001B1F56" w:rsidRPr="00EC1860" w:rsidRDefault="001B1F56" w:rsidP="001B1F56">
      <w:pPr>
        <w:pStyle w:val="eLineBottom"/>
      </w:pPr>
    </w:p>
    <w:p w:rsidR="001B1F56" w:rsidRPr="00EC1860" w:rsidRDefault="001B1F56" w:rsidP="001B1F56"/>
    <w:p w:rsidR="001B1F56" w:rsidRPr="00EC1860" w:rsidRDefault="00EC1860" w:rsidP="001B1F56">
      <w:pPr>
        <w:pStyle w:val="eTask"/>
      </w:pPr>
      <w:r w:rsidRPr="00E86854">
        <w:t>Přiřaďte termíny z levého sloupce (snímače) k příslušným údajům vpravo (měřený parametr)</w:t>
      </w:r>
      <w:r w:rsidR="001B1F56" w:rsidRPr="00EC1860">
        <w:t>!</w:t>
      </w:r>
    </w:p>
    <w:p w:rsidR="001B1F56" w:rsidRPr="00EC1860" w:rsidRDefault="001B1F56" w:rsidP="003825C9"/>
    <w:p w:rsidR="00394D59" w:rsidRPr="00EC1860" w:rsidRDefault="00394D59" w:rsidP="003825C9"/>
    <w:tbl>
      <w:tblPr>
        <w:tblStyle w:val="Mkatabulky"/>
        <w:tblW w:w="8897" w:type="dxa"/>
        <w:tblInd w:w="250" w:type="dxa"/>
        <w:tblLook w:val="04A0" w:firstRow="1" w:lastRow="0" w:firstColumn="1" w:lastColumn="0" w:noHBand="0" w:noVBand="1"/>
      </w:tblPr>
      <w:tblGrid>
        <w:gridCol w:w="2376"/>
        <w:gridCol w:w="2694"/>
        <w:gridCol w:w="3827"/>
      </w:tblGrid>
      <w:tr w:rsidR="00EC1860" w:rsidRPr="00EC1860" w:rsidTr="00EC1860">
        <w:trPr>
          <w:trHeight w:val="552"/>
        </w:trPr>
        <w:tc>
          <w:tcPr>
            <w:tcW w:w="2376" w:type="dxa"/>
            <w:vAlign w:val="center"/>
          </w:tcPr>
          <w:p w:rsidR="00EC1860" w:rsidRPr="009839DC" w:rsidRDefault="00EC1860" w:rsidP="00EC1860">
            <w:r w:rsidRPr="009839DC">
              <w:t>A</w:t>
            </w:r>
            <w:r>
              <w:t>kcelerometr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673322" w:rsidP="00EC1860">
            <w:pPr>
              <w:pStyle w:val="eText"/>
            </w:pPr>
            <w:r>
              <w:rPr>
                <w:noProof/>
              </w:rPr>
              <w:pict>
                <v:line id="_x0000_s1026" style="position:absolute;flip:y;z-index:251736064;visibility:visible;mso-wrap-distance-top:-3e-5mm;mso-wrap-distance-bottom:-3e-5mm;mso-position-horizontal-relative:text;mso-position-vertical-relative:text;mso-width-relative:margin;mso-height-relative:margin" from="-5.3pt,16.7pt" to="129.35pt,2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" strokecolor="red" strokeweight="1.5pt">
                  <o:lock v:ext="edit" shapetype="f"/>
                </v:line>
              </w:pict>
            </w:r>
            <w:r>
              <w:rPr>
                <w:noProof/>
              </w:rPr>
              <w:pict>
                <v:line id="_x0000_s1074" style="position:absolute;z-index:251735040;visibility:visible;mso-wrap-distance-top:-3e-5mm;mso-wrap-distance-bottom:-3e-5mm;mso-position-horizontal-relative:text;mso-position-vertical-relative:text;mso-width-relative:margin;mso-height-relative:margin" from="-5.3pt,14pt" to="128.85pt,2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" strokecolor="red" strokeweight="1.5pt">
                  <o:lock v:ext="edit" shapetype="f"/>
                </v:line>
              </w:pict>
            </w: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pPr>
              <w:pStyle w:val="eText"/>
              <w:spacing w:after="0"/>
            </w:pPr>
            <w:r w:rsidRPr="00DB6E93">
              <w:t>Obraz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>
              <w:t>Gyrosk</w:t>
            </w:r>
            <w:r w:rsidRPr="009839DC">
              <w:t>op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673322" w:rsidP="00EC1860">
            <w:pPr>
              <w:pStyle w:val="eText"/>
            </w:pPr>
            <w:r>
              <w:rPr>
                <w:noProof/>
              </w:rPr>
              <w:pict>
                <v:line id="_x0000_s1073" style="position:absolute;flip:y;z-index:251727872;visibility:visible;mso-wrap-distance-top:-3e-5mm;mso-wrap-distance-bottom:-3e-5mm;mso-position-horizontal-relative:text;mso-position-vertical-relative:text;mso-width-relative:margin;mso-height-relative:margin" from="-5.65pt,9.2pt" to="129.15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" strokecolor="red" strokeweight="1.5pt">
                  <o:lock v:ext="edit" shapetype="f"/>
                </v:line>
              </w:pict>
            </w:r>
            <w:r>
              <w:rPr>
                <w:noProof/>
              </w:rPr>
              <w:pict>
                <v:line id="11 Conector recto" o:spid="_x0000_s1072" style="position:absolute;z-index:251726848;visibility:visible;mso-wrap-distance-top:-3e-5mm;mso-wrap-distance-bottom:-3e-5mm;mso-position-horizontal-relative:text;mso-position-vertical-relative:text;mso-width-relative:margin;mso-height-relative:margin" from="-5.3pt,14.25pt" to="128.85pt,16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" strokecolor="red" strokeweight="1.5pt">
                  <o:lock v:ext="edit" shapetype="f"/>
                </v:line>
              </w:pict>
            </w: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pPr>
              <w:pStyle w:val="eText"/>
              <w:spacing w:after="0"/>
            </w:pPr>
            <w:r w:rsidRPr="00DB6E93">
              <w:t>Vzdálenost objektu od smartphonu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>
              <w:t>Magnetomet</w:t>
            </w:r>
            <w:r w:rsidRPr="009839DC">
              <w:t>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673322" w:rsidP="00EC1860">
            <w:pPr>
              <w:pStyle w:val="eText"/>
            </w:pPr>
            <w:r>
              <w:rPr>
                <w:noProof/>
              </w:rPr>
              <w:pict>
                <v:line id="_x0000_s1071" style="position:absolute;flip:y;z-index:251734016;visibility:visible;mso-wrap-distance-top:-3e-5mm;mso-wrap-distance-bottom:-3e-5mm;mso-position-horizontal-relative:text;mso-position-vertical-relative:text;mso-width-relative:margin;mso-height-relative:margin" from="-5.3pt,12.45pt" to="129.35pt,1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" strokecolor="red" strokeweight="1.5pt">
                  <o:lock v:ext="edit" shapetype="f"/>
                </v:line>
              </w:pict>
            </w:r>
            <w:r>
              <w:rPr>
                <w:noProof/>
              </w:rPr>
              <w:pict>
                <v:line id="_x0000_s1070" style="position:absolute;z-index:251732992;visibility:visible;mso-wrap-distance-top:-3e-5mm;mso-wrap-distance-bottom:-3e-5mm;mso-position-horizontal-relative:text;mso-position-vertical-relative:text;mso-width-relative:margin;mso-height-relative:margin" from="-5.3pt,12.5pt" to="128.85pt,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" strokecolor="red" strokeweight="1.5pt">
                  <o:lock v:ext="edit" shapetype="f"/>
                </v:line>
              </w:pict>
            </w: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r w:rsidRPr="00DB6E93">
              <w:t>Dotyk prstu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>
              <w:t>Baromet</w:t>
            </w:r>
            <w:r w:rsidRPr="009839DC">
              <w:t>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673322" w:rsidP="00EC1860">
            <w:pPr>
              <w:pStyle w:val="eText"/>
            </w:pPr>
            <w:r>
              <w:rPr>
                <w:noProof/>
              </w:rPr>
              <w:pict>
                <v:line id="_x0000_s1069" style="position:absolute;flip:y;z-index:251731968;visibility:visible;mso-wrap-distance-top:-3e-5mm;mso-wrap-distance-bottom:-3e-5mm;mso-position-horizontal-relative:text;mso-position-vertical-relative:text;mso-width-relative:margin;mso-height-relative:margin" from="-5.3pt,12.35pt" to="128.8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" strokecolor="red" strokeweight="1.5pt">
                  <o:lock v:ext="edit" shapetype="f"/>
                </v:line>
              </w:pict>
            </w:r>
            <w:r>
              <w:rPr>
                <w:noProof/>
              </w:rPr>
              <w:pict>
                <v:line id="_x0000_s1068" style="position:absolute;z-index:251730944;visibility:visible;mso-wrap-distance-top:-3e-5mm;mso-wrap-distance-bottom:-3e-5mm;mso-position-horizontal-relative:text;mso-position-vertical-relative:text;mso-width-relative:margin;mso-height-relative:margin" from="-5.3pt,12.4pt" to="129.35pt,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" strokecolor="red" strokeweight="1.5pt">
                  <o:lock v:ext="edit" shapetype="f"/>
                </v:line>
              </w:pict>
            </w: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r w:rsidRPr="00DB6E93">
              <w:t>Pozice na Zemi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 w:rsidRPr="00E86854">
              <w:t>Snímač vzdálenosti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673322" w:rsidP="00EC1860">
            <w:pPr>
              <w:pStyle w:val="eText"/>
            </w:pPr>
            <w:r>
              <w:rPr>
                <w:noProof/>
              </w:rPr>
              <w:pict>
                <v:line id="_x0000_s1067" style="position:absolute;flip:y;z-index:251729920;visibility:visible;mso-wrap-distance-top:-3e-5mm;mso-wrap-distance-bottom:-3e-5mm;mso-position-horizontal-relative:text;mso-position-vertical-relative:text;mso-width-relative:margin;mso-height-relative:margin" from="-5.3pt,13.85pt" to="129.35pt,1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" strokecolor="red" strokeweight="1.5pt">
                  <o:lock v:ext="edit" shapetype="f"/>
                </v:line>
              </w:pict>
            </w: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pPr>
              <w:pStyle w:val="eText"/>
              <w:spacing w:after="0"/>
            </w:pPr>
            <w:r w:rsidRPr="00DB6E93">
              <w:t>Zvuk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>
              <w:t>S</w:t>
            </w:r>
            <w:r w:rsidRPr="00E86854">
              <w:t>větelný senzor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673322" w:rsidP="00EC1860">
            <w:pPr>
              <w:pStyle w:val="eText"/>
            </w:pPr>
            <w:r>
              <w:rPr>
                <w:noProof/>
              </w:rPr>
              <w:pict>
                <v:line id="_x0000_s1066" style="position:absolute;z-index:251728896;visibility:visible;mso-wrap-distance-top:-3e-5mm;mso-wrap-distance-bottom:-3e-5mm;mso-position-horizontal-relative:text;mso-position-vertical-relative:text;mso-width-relative:margin;mso-height-relative:margin" from="-5.35pt,14.25pt" to="129.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" strokecolor="red" strokeweight="1.5pt">
                  <o:lock v:ext="edit" shapetype="f"/>
                </v:line>
              </w:pict>
            </w: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pPr>
              <w:pStyle w:val="eText"/>
              <w:spacing w:after="0"/>
            </w:pPr>
            <w:r w:rsidRPr="00DB6E93">
              <w:t>Světelné podmínky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 w:rsidRPr="00DB6E93">
              <w:t>Dotykový panel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EC1860" w:rsidP="00EC1860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pPr>
              <w:pStyle w:val="eText"/>
              <w:spacing w:after="0"/>
            </w:pPr>
            <w:r w:rsidRPr="00DB6E93">
              <w:t>Atmosférický tlak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 w:rsidRPr="009839DC">
              <w:t>GPS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EC1860" w:rsidP="00EC1860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r w:rsidRPr="00DB6E93">
              <w:t>Směr a úhlová rychlost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 w:rsidRPr="00DB6E93">
              <w:t>Přední a zadní kamera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EC1860" w:rsidP="00EC1860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r w:rsidRPr="00DB6E93">
              <w:t>Magnetické pole</w:t>
            </w:r>
          </w:p>
        </w:tc>
      </w:tr>
      <w:tr w:rsidR="00EC1860" w:rsidRPr="00EC1860" w:rsidTr="00EC1860">
        <w:tc>
          <w:tcPr>
            <w:tcW w:w="2376" w:type="dxa"/>
            <w:vAlign w:val="center"/>
          </w:tcPr>
          <w:p w:rsidR="00EC1860" w:rsidRPr="009839DC" w:rsidRDefault="00EC1860" w:rsidP="00EC1860">
            <w:r w:rsidRPr="00DB6E93">
              <w:t>Mikrofon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C1860" w:rsidRPr="00EC1860" w:rsidRDefault="00EC1860" w:rsidP="00EC1860">
            <w:pPr>
              <w:pStyle w:val="eText"/>
            </w:pPr>
          </w:p>
        </w:tc>
        <w:tc>
          <w:tcPr>
            <w:tcW w:w="3827" w:type="dxa"/>
            <w:vAlign w:val="center"/>
          </w:tcPr>
          <w:p w:rsidR="00EC1860" w:rsidRPr="009839DC" w:rsidRDefault="00EC1860" w:rsidP="00EC1860">
            <w:pPr>
              <w:pStyle w:val="eText"/>
              <w:spacing w:after="0"/>
            </w:pPr>
            <w:r w:rsidRPr="00DB6E93">
              <w:t>Akcelerace</w:t>
            </w:r>
          </w:p>
        </w:tc>
      </w:tr>
    </w:tbl>
    <w:p w:rsidR="00394D59" w:rsidRPr="00EC1860" w:rsidRDefault="00394D59" w:rsidP="001B1F56">
      <w:pPr>
        <w:pStyle w:val="eLineBottom"/>
      </w:pPr>
    </w:p>
    <w:p w:rsidR="001B1F56" w:rsidRPr="00EC1860" w:rsidRDefault="001B1F56" w:rsidP="001B1F56"/>
    <w:p w:rsidR="00127770" w:rsidRDefault="00EC1860" w:rsidP="00127770">
      <w:pPr>
        <w:pStyle w:val="eTask"/>
      </w:pPr>
      <w:r w:rsidRPr="00F36D76">
        <w:t>Jaké jsou důležité vlastnosti Inteligentních dopravních systémů</w:t>
      </w:r>
      <w:r w:rsidR="00127770" w:rsidRPr="00EC1860">
        <w:t>?</w:t>
      </w:r>
    </w:p>
    <w:p w:rsidR="003D068B" w:rsidRPr="00EC1860" w:rsidRDefault="003D068B" w:rsidP="003D068B">
      <w:pPr>
        <w:pStyle w:val="eTask"/>
        <w:numPr>
          <w:ilvl w:val="0"/>
          <w:numId w:val="0"/>
        </w:numPr>
        <w:ind w:left="284" w:hanging="284"/>
      </w:pPr>
    </w:p>
    <w:p w:rsidR="00127770" w:rsidRPr="00EC1860" w:rsidRDefault="00127770" w:rsidP="00127770">
      <w:r w:rsidRPr="00EC1860">
        <w:t>a)</w:t>
      </w:r>
      <w:r w:rsidRPr="00EC1860">
        <w:tab/>
      </w:r>
      <w:r w:rsidR="00AB306F" w:rsidRPr="00EC1860">
        <w:t>__</w:t>
      </w:r>
      <w:r w:rsidR="00EC1860">
        <w:rPr>
          <w:color w:val="FF0000"/>
        </w:rPr>
        <w:t>Řízení veřejné dopravy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pPr>
        <w:rPr>
          <w:shd w:val="clear" w:color="auto" w:fill="CCFFCC"/>
        </w:rPr>
      </w:pPr>
      <w:r w:rsidRPr="00EC1860">
        <w:t>b)</w:t>
      </w:r>
      <w:r w:rsidRPr="00EC1860">
        <w:tab/>
      </w:r>
      <w:r w:rsidR="00AB306F" w:rsidRPr="00EC1860">
        <w:t>__</w:t>
      </w:r>
      <w:r w:rsidR="00EC1860" w:rsidRPr="00EC1860">
        <w:rPr>
          <w:color w:val="FF0000"/>
        </w:rPr>
        <w:t>Info</w:t>
      </w:r>
      <w:r w:rsidR="00EC1860">
        <w:rPr>
          <w:color w:val="FF0000"/>
        </w:rPr>
        <w:t>rmace o trase a plánování cesty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pPr>
        <w:rPr>
          <w:shd w:val="clear" w:color="auto" w:fill="CCFFCC"/>
        </w:rPr>
      </w:pPr>
      <w:r w:rsidRPr="00EC1860">
        <w:t>c)</w:t>
      </w:r>
      <w:r w:rsidRPr="00EC1860">
        <w:tab/>
      </w:r>
      <w:r w:rsidR="00AB306F" w:rsidRPr="00EC1860">
        <w:t>__</w:t>
      </w:r>
      <w:r w:rsidR="00EC1860" w:rsidRPr="00EC1860">
        <w:rPr>
          <w:color w:val="FF0000"/>
        </w:rPr>
        <w:t>Bezpečnost a řízení vozidel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r w:rsidRPr="00EC1860">
        <w:t>d)</w:t>
      </w:r>
      <w:r w:rsidRPr="00EC1860">
        <w:tab/>
      </w:r>
      <w:r w:rsidR="00AB306F" w:rsidRPr="00EC1860">
        <w:t>__</w:t>
      </w:r>
      <w:r w:rsidR="00EC1860" w:rsidRPr="00EC1860">
        <w:rPr>
          <w:color w:val="FF0000"/>
        </w:rPr>
        <w:t>Elektronický jízdní řád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r w:rsidRPr="00EC1860">
        <w:t>e)</w:t>
      </w:r>
      <w:r w:rsidRPr="00EC1860">
        <w:tab/>
      </w:r>
      <w:r w:rsidR="00AB306F" w:rsidRPr="00EC1860">
        <w:t>__</w:t>
      </w:r>
      <w:r w:rsidR="00EC1860" w:rsidRPr="00EC1860">
        <w:rPr>
          <w:color w:val="FF0000"/>
        </w:rPr>
        <w:t>Elektronický platební systém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r w:rsidRPr="00EC1860">
        <w:t>f</w:t>
      </w:r>
      <w:r w:rsidR="00AB306F" w:rsidRPr="00EC1860">
        <w:t>)</w:t>
      </w:r>
      <w:r w:rsidRPr="00EC1860">
        <w:tab/>
      </w:r>
      <w:r w:rsidR="00AB306F" w:rsidRPr="00EC1860">
        <w:t>__</w:t>
      </w:r>
      <w:r w:rsidR="00EC1860" w:rsidRPr="00EC1860">
        <w:rPr>
          <w:color w:val="FF0000"/>
        </w:rPr>
        <w:t>Inteligentní parkování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r w:rsidRPr="00EC1860">
        <w:t>g)</w:t>
      </w:r>
      <w:r w:rsidRPr="00EC1860">
        <w:tab/>
      </w:r>
      <w:r w:rsidR="00AB306F" w:rsidRPr="00EC1860">
        <w:t>__</w:t>
      </w:r>
      <w:r w:rsidR="00EC1860" w:rsidRPr="00EC1860">
        <w:rPr>
          <w:color w:val="FF0000"/>
        </w:rPr>
        <w:t>Mobilita jako služba</w:t>
      </w:r>
      <w:r w:rsidR="00AB306F" w:rsidRPr="00EC1860">
        <w:t>__</w:t>
      </w:r>
    </w:p>
    <w:p w:rsidR="003D068B" w:rsidRDefault="003D068B">
      <w:pPr>
        <w:rPr>
          <w:b/>
        </w:rPr>
      </w:pPr>
      <w:r>
        <w:br w:type="page"/>
      </w:r>
    </w:p>
    <w:p w:rsidR="001922A0" w:rsidRPr="00EC1860" w:rsidRDefault="00210418" w:rsidP="001922A0">
      <w:pPr>
        <w:pStyle w:val="eTask"/>
      </w:pPr>
      <w:r>
        <w:lastRenderedPageBreak/>
        <w:t>Doplňte</w:t>
      </w:r>
      <w:r w:rsidRPr="00F36D76">
        <w:t xml:space="preserve"> slova do diagramu inteligentních hodin</w:t>
      </w:r>
      <w:r>
        <w:t>ek</w:t>
      </w:r>
      <w:r w:rsidRPr="00F36D76">
        <w:t xml:space="preserve"> (</w:t>
      </w:r>
      <w:r>
        <w:t>místo červených čar</w:t>
      </w:r>
      <w:r w:rsidRPr="00F36D76">
        <w:t>)</w:t>
      </w:r>
      <w:r w:rsidR="00BF3F8C" w:rsidRPr="00EC1860">
        <w:t>!</w:t>
      </w:r>
    </w:p>
    <w:p w:rsidR="001922A0" w:rsidRPr="00EC1860" w:rsidRDefault="001922A0" w:rsidP="003825C9"/>
    <w:p w:rsidR="001922A0" w:rsidRPr="00EC1860" w:rsidRDefault="00673322" w:rsidP="001922A0">
      <w:pPr>
        <w:pStyle w:val="eTask"/>
        <w:numPr>
          <w:ilvl w:val="0"/>
          <w:numId w:val="0"/>
        </w:numPr>
        <w:ind w:left="284" w:hanging="284"/>
      </w:pPr>
      <w:r>
        <w:rPr>
          <w:noProof/>
          <w:lang w:eastAsia="en-US"/>
        </w:rPr>
      </w:r>
      <w:r>
        <w:rPr>
          <w:noProof/>
          <w:lang w:eastAsia="en-US"/>
        </w:rPr>
        <w:pict>
          <v:group id="Kresliace plátno 88" o:spid="_x0000_s1065" editas="canvas" style="width:460.6pt;height:216.7pt;mso-position-horizontal-relative:char;mso-position-vertical-relative:line" coordorigin="1432,2175" coordsize="9212,433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32;top:2175;width:9212;height:4334;visibility:visible">
              <v:fill o:detectmouseclick="t"/>
              <v:path o:connecttype="none"/>
            </v:shape>
            <v:rect id="Rectangle 5" o:spid="_x0000_s1028" style="position:absolute;left:1437;top:2180;width:7397;height:33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" fillcolor="#ebebeb" strokecolor="#141515" strokeweight="28e-5mm"/>
            <v:rect id="Rectangle 6" o:spid="_x0000_s1029" style="position:absolute;left:1614;top:2412;width:2835;height:12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" fillcolor="#ddf9df" strokecolor="#141515" strokeweight="53e-5mm"/>
            <v:rect id="Rectangle 7" o:spid="_x0000_s1030" style="position:absolute;left:1609;top:3947;width:2835;height:12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" fillcolor="#ebf28a" strokecolor="#141515" strokeweight="53e-5mm"/>
            <v:rect id="Rectangle 8" o:spid="_x0000_s1031" style="position:absolute;left:5917;top:2906;width:2438;height:12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" fillcolor="#ffdccb" strokecolor="#141515" strokeweight="53e-5mm"/>
            <v:rect id="Rectangle 9" o:spid="_x0000_s1032" style="position:absolute;left:5425;top:4372;width:2387;height:8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" fillcolor="#fcc900" strokecolor="#141515" strokeweight="53e-5mm"/>
            <v:rect id="Rectangle 10" o:spid="_x0000_s1033" style="position:absolute;left:9001;top:4356;width:1497;height:9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" fillcolor="#ffd9a8" strokecolor="#141515" strokeweight="53e-5mm"/>
            <v:rect id="Rectangle 11" o:spid="_x0000_s1034" style="position:absolute;left:1462;top:5734;width:1366;height:4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" fillcolor="#fffadd" strokecolor="#141515" strokeweight="53e-5mm"/>
            <v:rect id="Rectangle 12" o:spid="_x0000_s1035" style="position:absolute;left:3888;top:5738;width:2494;height: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" fillcolor="#fffadd" strokecolor="#141515" strokeweight="53e-5mm"/>
            <v:shape id="Freeform 13" o:spid="_x0000_s1036" style="position:absolute;left:8348;top:3185;width:1298;height:230;visibility:visible;mso-wrap-style:square;v-text-anchor:top" coordsize="237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" path="m453,283l653,423r-327,l,212,326,,653,,453,141r1473,l1726,r327,l2379,212,2053,423r-327,l1926,283r-1473,xe" fillcolor="#0092ca" stroked="f">
              <v:path arrowok="t" o:connecttype="custom" o:connectlocs="156947,97712;226239,146050;112946,146050;0,73198;112946,0;226239,0;156947,48683;667283,48683;597991,0;711284,0;824230,73198;711284,146050;597991,146050;667283,97712;156947,97712" o:connectangles="0,0,0,0,0,0,0,0,0,0,0,0,0,0,0"/>
            </v:shape>
            <v:shape id="Freeform 14" o:spid="_x0000_s1037" style="position:absolute;left:7810;top:4507;width:1186;height:231;visibility:visible;mso-wrap-style:square;v-text-anchor:top" coordsize="217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" path="m453,282l652,423r-326,l,211,326,,652,,452,141r1720,l2172,282r-1719,xe" fillcolor="#0092ca" stroked="f">
              <v:path arrowok="t" o:connecttype="custom" o:connectlocs="157071,97790;226072,146685;113036,146685;0,73169;113036,0;226072,0;156725,48895;753110,48895;753110,97790;157071,97790" o:connectangles="0,0,0,0,0,0,0,0,0,0"/>
            </v:shape>
            <v:shape id="Freeform 15" o:spid="_x0000_s1038" style="position:absolute;left:7812;top:4923;width:1200;height:231;visibility:visible;mso-wrap-style:square;v-text-anchor:top" coordsize="219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" path="m1746,282l,282,,141r1746,l1546,r327,l2199,211,1873,423r-327,l1746,282xe" fillcolor="#0092ca" stroked="f">
              <v:path arrowok="t" o:connecttype="custom" o:connectlocs="605026,97790;0,97790;0,48895;605026,48895;535722,0;649034,0;762000,73169;649034,146685;535722,146685;605026,97790" o:connectangles="0,0,0,0,0,0,0,0,0,0"/>
            </v:shape>
            <v:shape id="Freeform 16" o:spid="_x0000_s1039" style="position:absolute;left:2087;top:5240;width:231;height:487;visibility:visible;mso-wrap-style:square;v-text-anchor:top" coordsize="423,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" path="m282,453r,438l141,891r,-438l,652,,326,211,,423,326r,326l282,453xe" fillcolor="#0092ca" stroked="f">
              <v:path arrowok="t" o:connecttype="custom" o:connectlocs="97790,157226;97790,309245;48895,309245;48895,157226;0,226294;0,113147;73169,0;146685,113147;146685,226294;97790,157226" o:connectangles="0,0,0,0,0,0,0,0,0,0"/>
            </v:shape>
            <v:shape id="Freeform 17" o:spid="_x0000_s1040" style="position:absolute;left:5038;top:3436;width:867;height:230;visibility:visible;mso-wrap-style:square;v-text-anchor:top" coordsize="1589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" path="m453,282l653,423r-327,l,212,326,,653,,453,141r683,l936,r327,l1589,212,1263,423r-327,l1136,282r-683,xe" fillcolor="#0092ca" stroked="f">
              <v:path arrowok="t" o:connecttype="custom" o:connectlocs="156952,97367;226247,146050;112950,146050;0,73198;112950,0;226247,0;156952,48683;393593,48683;324298,0;437595,0;550545,73198;437595,146050;324298,146050;393593,97367;156952,97367" o:connectangles="0,0,0,0,0,0,0,0,0,0,0,0,0,0,0"/>
            </v:shape>
            <v:shape id="Freeform 18" o:spid="_x0000_s1041" style="position:absolute;left:4457;top:4567;width:522;height:231;visibility:visible;mso-wrap-style:square;v-text-anchor:top" coordsize="956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" path="m503,282l,282,,141r503,l303,,630,,956,211,630,423r-327,l503,282xe" fillcolor="#0092ca" stroked="f">
              <v:path arrowok="t" o:connecttype="custom" o:connectlocs="174403,97790;0,97790;0,48895;174403,48895;105058,0;218437,0;331470,73169;218437,146685;105058,146685;174403,97790" o:connectangles="0,0,0,0,0,0,0,0,0,0"/>
            </v:shape>
            <v:shape id="Freeform 19" o:spid="_x0000_s1042" style="position:absolute;left:5030;top:4697;width:377;height:231;visibility:visible;mso-wrap-style:square;v-text-anchor:top" coordsize="692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" path="m453,282l653,423r-326,l,211,327,,653,,453,141r239,l692,282r-239,xe" fillcolor="#0092ca" stroked="f">
              <v:path arrowok="t" o:connecttype="custom" o:connectlocs="156714,97790;225903,146685;113125,146685;0,73169;113125,0;225903,0;156714,48895;239395,48895;239395,97790;156714,97790" o:connectangles="0,0,0,0,0,0,0,0,0,0"/>
            </v:shape>
            <v:shape id="Freeform 20" o:spid="_x0000_s1043" style="position:absolute;left:4455;top:2977;width:670;height:2777;visibility:visible;mso-wrap-style:square;v-text-anchor:top" coordsize="1228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" path="m453,283l653,423r-327,l,212,326,,653,,453,141r561,l1085,141r,71l1085,4252r,192l1086,4636r140,-201l1228,4761r-208,328l805,4765r-2,-327l945,4637r-2,-193l943,4444r,-1l943,4252r,-3969l453,283xe" fillcolor="#0092ca" stroked="f">
              <v:path arrowok="t" o:connecttype="custom" o:connectlocs="156945,98063;226237,146574;112945,146574;0,73460;112945,0;226237,0;156945,48858;351308,48858;375907,48858;375907,73460;375907,1473365;375907,1539895;376253,1606425;424757,1536777;425450,1649739;353387,1763395;278898,1651125;278205,1537816;327402,1606772;326710,1539895;326710,1539895;326710,1539549;326710,1473365;326710,98063;156945,98063" o:connectangles="0,0,0,0,0,0,0,0,0,0,0,0,0,0,0,0,0,0,0,0,0,0,0,0,0"/>
            </v:shape>
            <v:rect id="Rectangle 21" o:spid="_x0000_s1044" style="position:absolute;left:2488;top:2779;width:947;height:55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VgQwAAAANs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+H9Jf0AuXkBAAD//wMAUEsBAi0AFAAGAAgAAAAhANvh9svuAAAAhQEAABMAAAAAAAAAAAAAAAAA&#10;AAAAAFtDb250ZW50X1R5cGVzXS54bWxQSwECLQAUAAYACAAAACEAWvQsW78AAAAVAQAACwAAAAAA&#10;AAAAAAAAAAAfAQAAX3JlbHMvLnJlbHNQSwECLQAUAAYACAAAACEA7JVYEMAAAADbAAAADwAAAAAA&#10;AAAAAAAAAAAHAgAAZHJzL2Rvd25yZXYueG1sUEsFBgAAAAADAAMAtwAAAPQCAAAAAA==&#10;" filled="f" stroked="f">
              <v:textbox style="mso-fit-shape-to-text:t" inset="0,0,0,0">
                <w:txbxContent>
                  <w:p w:rsidR="00210418" w:rsidRDefault="00210418" w:rsidP="00210418">
                    <w:r>
                      <w:t>Aplikační</w:t>
                    </w:r>
                  </w:p>
                  <w:p w:rsidR="00E94E7C" w:rsidRDefault="00E94E7C"/>
                </w:txbxContent>
              </v:textbox>
            </v:rect>
            <v:rect id="Rectangle 22" o:spid="_x0000_s1045" style="position:absolute;left:2596;top:3033;width:827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f2L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g9n9i8AAAADbAAAADwAAAAAA&#10;AAAAAAAAAAAHAgAAZHJzL2Rvd25yZXYueG1sUEsFBgAAAAADAAMAtwAAAPQCAAAAAA==&#10;" filled="f" stroked="f">
              <v:textbox style="mso-fit-shape-to-text:t" inset="0,0,0,0">
                <w:txbxContent>
                  <w:p w:rsidR="00E94E7C" w:rsidRPr="00E94E7C" w:rsidRDefault="00E94E7C">
                    <w:pPr>
                      <w:rPr>
                        <w:color w:val="FF0000"/>
                        <w:u w:val="single"/>
                      </w:rPr>
                    </w:pPr>
                    <w:r w:rsidRPr="00E94E7C">
                      <w:rPr>
                        <w:color w:val="FF0000"/>
                        <w:u w:val="single"/>
                        <w:lang w:val="en-US"/>
                      </w:rPr>
                      <w:t>p</w:t>
                    </w:r>
                    <w:r w:rsidR="00210418">
                      <w:rPr>
                        <w:color w:val="FF0000"/>
                        <w:u w:val="single"/>
                        <w:lang w:val="en-US"/>
                      </w:rPr>
                      <w:t>roce</w:t>
                    </w:r>
                    <w:r w:rsidRPr="00E94E7C">
                      <w:rPr>
                        <w:color w:val="FF0000"/>
                        <w:u w:val="single"/>
                        <w:lang w:val="en-US"/>
                      </w:rPr>
                      <w:t>sor</w:t>
                    </w:r>
                  </w:p>
                </w:txbxContent>
              </v:textbox>
            </v:rect>
            <v:rect id="Rectangle 23" o:spid="_x0000_s1046" style="position:absolute;left:9404;top:4730;width:693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" filled="f" stroked="f">
              <v:textbox style="mso-fit-shape-to-text:t" inset="0,0,0,0">
                <w:txbxContent>
                  <w:p w:rsidR="00E94E7C" w:rsidRPr="00E94E7C" w:rsidRDefault="00E94E7C">
                    <w:pPr>
                      <w:rPr>
                        <w:color w:val="FF0000"/>
                        <w:u w:val="single"/>
                      </w:rPr>
                    </w:pPr>
                    <w:r w:rsidRPr="00E94E7C">
                      <w:rPr>
                        <w:color w:val="FF0000"/>
                        <w:u w:val="single"/>
                        <w:lang w:val="en-US"/>
                      </w:rPr>
                      <w:t>B</w:t>
                    </w:r>
                    <w:r w:rsidR="00917123">
                      <w:rPr>
                        <w:color w:val="FF0000"/>
                        <w:u w:val="single"/>
                        <w:lang w:val="en-US"/>
                      </w:rPr>
                      <w:t>aterie</w:t>
                    </w:r>
                  </w:p>
                </w:txbxContent>
              </v:textbox>
            </v:rect>
            <v:rect id="Rectangle 24" o:spid="_x0000_s1047" style="position:absolute;left:1825;top:5822;width:787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" filled="f" stroked="f">
              <v:textbox style="mso-fit-shape-to-text:t" inset="0,0,0,0">
                <w:txbxContent>
                  <w:p w:rsidR="00E94E7C" w:rsidRPr="00015FBB" w:rsidRDefault="00E94E7C">
                    <w:pPr>
                      <w:rPr>
                        <w:color w:val="FF0000"/>
                        <w:u w:val="single"/>
                      </w:rPr>
                    </w:pPr>
                    <w:r w:rsidRPr="00015FBB">
                      <w:rPr>
                        <w:color w:val="FF0000"/>
                        <w:u w:val="single"/>
                        <w:lang w:val="en-US"/>
                      </w:rPr>
                      <w:t>S</w:t>
                    </w:r>
                    <w:r w:rsidR="00917123">
                      <w:rPr>
                        <w:color w:val="FF0000"/>
                        <w:u w:val="single"/>
                        <w:lang w:val="en-US"/>
                      </w:rPr>
                      <w:t>enz</w:t>
                    </w:r>
                    <w:r w:rsidRPr="00015FBB">
                      <w:rPr>
                        <w:color w:val="FF0000"/>
                        <w:u w:val="single"/>
                        <w:lang w:val="en-US"/>
                      </w:rPr>
                      <w:t>or</w:t>
                    </w:r>
                    <w:r w:rsidR="00917123">
                      <w:rPr>
                        <w:color w:val="FF0000"/>
                        <w:u w:val="single"/>
                        <w:lang w:val="en-US"/>
                      </w:rPr>
                      <w:t>y</w:t>
                    </w:r>
                  </w:p>
                </w:txbxContent>
              </v:textbox>
            </v:rect>
            <v:rect id="Rectangle 25" o:spid="_x0000_s1048" style="position:absolute;left:3987;top:5858;width:2234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fMi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" filled="f" stroked="f">
              <v:textbox style="mso-fit-shape-to-text:t" inset="0,0,0,0">
                <w:txbxContent>
                  <w:p w:rsidR="00E94E7C" w:rsidRPr="00015FBB" w:rsidRDefault="00917123">
                    <w:pPr>
                      <w:rPr>
                        <w:color w:val="FF0000"/>
                        <w:u w:val="single"/>
                      </w:rPr>
                    </w:pPr>
                    <w:r w:rsidRPr="00917123">
                      <w:rPr>
                        <w:color w:val="FF0000"/>
                        <w:u w:val="single"/>
                        <w:lang w:val="en-US"/>
                      </w:rPr>
                      <w:t>Subsystém</w:t>
                    </w:r>
                    <w:r w:rsidR="003E6E78">
                      <w:rPr>
                        <w:color w:val="FF0000"/>
                        <w:u w:val="single"/>
                        <w:lang w:val="en-US"/>
                      </w:rPr>
                      <w:t xml:space="preserve"> </w:t>
                    </w:r>
                    <w:r w:rsidRPr="00917123">
                      <w:rPr>
                        <w:color w:val="FF0000"/>
                        <w:u w:val="single"/>
                        <w:lang w:val="en-US"/>
                      </w:rPr>
                      <w:t>dotykového</w:t>
                    </w:r>
                  </w:p>
                </w:txbxContent>
              </v:textbox>
            </v:rect>
            <v:rect id="Rectangle 26" o:spid="_x0000_s1049" style="position:absolute;left:4660;top:6165;width:747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" filled="f" stroked="f">
              <v:textbox style="mso-fit-shape-to-text:t" inset="0,0,0,0">
                <w:txbxContent>
                  <w:p w:rsidR="00E94E7C" w:rsidRDefault="00917123">
                    <w:r>
                      <w:t>displeje</w:t>
                    </w:r>
                  </w:p>
                </w:txbxContent>
              </v:textbox>
            </v:rect>
            <v:rect id="Rectangle 27" o:spid="_x0000_s1050" style="position:absolute;left:6059;top:4564;width:1506;height:55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8jO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nzn8fkk/QG7fAAAA//8DAFBLAQItABQABgAIAAAAIQDb4fbL7gAAAIUBAAATAAAAAAAAAAAAAAAA&#10;AAAAAABbQ29udGVudF9UeXBlc10ueG1sUEsBAi0AFAAGAAgAAAAhAFr0LFu/AAAAFQEAAAsAAAAA&#10;AAAAAAAAAAAAHwEAAF9yZWxzLy5yZWxzUEsBAi0AFAAGAAgAAAAhABZ3yM7BAAAA2wAAAA8AAAAA&#10;AAAAAAAAAAAABwIAAGRycy9kb3ducmV2LnhtbFBLBQYAAAAAAwADALcAAAD1AgAAAAA=&#10;" filled="f" stroked="f">
              <v:textbox style="mso-fit-shape-to-text:t" inset="0,0,0,0">
                <w:txbxContent>
                  <w:p w:rsidR="00917123" w:rsidRDefault="00917123" w:rsidP="00917123">
                    <w:r>
                      <w:rPr>
                        <w:color w:val="141515"/>
                        <w:lang w:val="en-US"/>
                      </w:rPr>
                      <w:t>Řízení</w:t>
                    </w:r>
                    <w:r w:rsidR="003E6E78">
                      <w:rPr>
                        <w:color w:val="141515"/>
                        <w:lang w:val="en-US"/>
                      </w:rPr>
                      <w:t xml:space="preserve"> </w:t>
                    </w:r>
                    <w:r>
                      <w:rPr>
                        <w:color w:val="141515"/>
                        <w:lang w:val="en-US"/>
                      </w:rPr>
                      <w:t>baterie a</w:t>
                    </w:r>
                  </w:p>
                  <w:p w:rsidR="00E94E7C" w:rsidRDefault="00E94E7C"/>
                </w:txbxContent>
              </v:textbox>
            </v:rect>
            <v:rect id="Rectangle 28" o:spid="_x0000_s1051" style="position:absolute;left:6402;top:4818;width:813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21VwQAAANsAAAAPAAAAZHJzL2Rvd25yZXYueG1sRI/NigIx&#10;EITvgu8QWvCmGR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Hk7bVXBAAAA2wAAAA8AAAAA&#10;AAAAAAAAAAAABwIAAGRycy9kb3ducmV2LnhtbFBLBQYAAAAAAwADALcAAAD1AgAAAAA=&#10;" filled="f" stroked="f">
              <v:textbox style="mso-fit-shape-to-text:t" inset="0,0,0,0">
                <w:txbxContent>
                  <w:p w:rsidR="00E94E7C" w:rsidRPr="00E94E7C" w:rsidRDefault="00917123">
                    <w:pPr>
                      <w:rPr>
                        <w:color w:val="FF0000"/>
                        <w:u w:val="single"/>
                      </w:rPr>
                    </w:pPr>
                    <w:r>
                      <w:rPr>
                        <w:color w:val="FF0000"/>
                        <w:u w:val="single"/>
                        <w:lang w:val="en-US"/>
                      </w:rPr>
                      <w:t>napájení</w:t>
                    </w:r>
                  </w:p>
                </w:txbxContent>
              </v:textbox>
            </v:rect>
            <v:rect id="Rectangle 29" o:spid="_x0000_s1052" style="position:absolute;left:6489;top:3306;width:1107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vUhwQAAANsAAAAPAAAAZHJzL2Rvd25yZXYueG1sRI/NigIx&#10;EITvgu8QWvCmGUV2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PbS9SHBAAAA2wAAAA8AAAAA&#10;AAAAAAAAAAAABwIAAGRycy9kb3ducmV2LnhtbFBLBQYAAAAAAwADALcAAAD1AgAAAAA=&#10;" filled="f" stroked="f">
              <v:textbox style="mso-fit-shape-to-text:t" inset="0,0,0,0">
                <w:txbxContent>
                  <w:p w:rsidR="00E94E7C" w:rsidRDefault="00210418">
                    <w:r w:rsidRPr="00AF04AD">
                      <w:rPr>
                        <w:color w:val="141515"/>
                      </w:rPr>
                      <w:t>Bezdrátový</w:t>
                    </w:r>
                  </w:p>
                </w:txbxContent>
              </v:textbox>
            </v:rect>
            <v:rect id="Rectangle 30" o:spid="_x0000_s1053" style="position:absolute;left:6254;top:3560;width:1707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" filled="f" stroked="f">
              <v:textbox style="mso-fit-shape-to-text:t" inset="0,0,0,0">
                <w:txbxContent>
                  <w:p w:rsidR="00E94E7C" w:rsidRPr="00015FBB" w:rsidRDefault="00210418">
                    <w:pPr>
                      <w:rPr>
                        <w:color w:val="FF0000"/>
                        <w:u w:val="single"/>
                      </w:rPr>
                    </w:pPr>
                    <w:r w:rsidRPr="00210418">
                      <w:rPr>
                        <w:color w:val="FF0000"/>
                        <w:u w:val="single"/>
                        <w:lang w:val="en-US"/>
                      </w:rPr>
                      <w:t>vysílač a přijímač</w:t>
                    </w:r>
                  </w:p>
                </w:txbxContent>
              </v:textbox>
            </v:rect>
            <v:rect id="Rectangle 31" o:spid="_x0000_s1054" style="position:absolute;left:2010;top:4096;width:2227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" filled="f" stroked="f">
              <v:textbox style="mso-fit-shape-to-text:t" inset="0,0,0,0">
                <w:txbxContent>
                  <w:p w:rsidR="00E94E7C" w:rsidRDefault="00210418">
                    <w:r>
                      <w:rPr>
                        <w:b/>
                        <w:bCs/>
                        <w:color w:val="FF0000"/>
                        <w:u w:val="single"/>
                        <w:lang w:val="en-US"/>
                      </w:rPr>
                      <w:t>Rozhraní</w:t>
                    </w:r>
                    <w:r w:rsidR="003E6E78">
                      <w:rPr>
                        <w:b/>
                        <w:bCs/>
                        <w:color w:val="FF0000"/>
                        <w:u w:val="single"/>
                        <w:lang w:val="en-US"/>
                      </w:rPr>
                      <w:t xml:space="preserve"> </w:t>
                    </w:r>
                    <w:r>
                      <w:rPr>
                        <w:b/>
                        <w:bCs/>
                        <w:color w:val="141515"/>
                        <w:lang w:val="en-US"/>
                      </w:rPr>
                      <w:t>pro senzory</w:t>
                    </w:r>
                  </w:p>
                </w:txbxContent>
              </v:textbox>
            </v:rect>
            <v:rect id="Rectangle 32" o:spid="_x0000_s1055" style="position:absolute;left:1825;top:4372;width:2440;height:55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" filled="f" stroked="f">
              <v:textbox style="mso-fit-shape-to-text:t" inset="0,0,0,0">
                <w:txbxContent>
                  <w:p w:rsidR="00210418" w:rsidRDefault="00210418" w:rsidP="00210418">
                    <w:r>
                      <w:rPr>
                        <w:color w:val="141515"/>
                        <w:lang w:val="en-US"/>
                      </w:rPr>
                      <w:t>(pohyb, magnetické pole,</w:t>
                    </w:r>
                  </w:p>
                  <w:p w:rsidR="00E94E7C" w:rsidRDefault="00E94E7C"/>
                </w:txbxContent>
              </v:textbox>
            </v:rect>
            <v:rect id="Rectangle 33" o:spid="_x0000_s1056" style="position:absolute;left:1970;top:4613;width:1540;height:276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" filled="f" stroked="f">
              <v:textbox style="mso-fit-shape-to-text:t" inset="0,0,0,0">
                <w:txbxContent>
                  <w:p w:rsidR="00E94E7C" w:rsidRDefault="00210418">
                    <w:r w:rsidRPr="00210418">
                      <w:rPr>
                        <w:color w:val="FF0000"/>
                        <w:u w:val="single"/>
                        <w:lang w:val="en-US"/>
                      </w:rPr>
                      <w:t>teplota</w:t>
                    </w:r>
                    <w:r w:rsidR="00E94E7C">
                      <w:rPr>
                        <w:color w:val="141515"/>
                        <w:lang w:val="en-US"/>
                      </w:rPr>
                      <w:t xml:space="preserve">, </w:t>
                    </w:r>
                    <w:r>
                      <w:rPr>
                        <w:color w:val="141515"/>
                        <w:lang w:val="en-US"/>
                      </w:rPr>
                      <w:t>vlhkost</w:t>
                    </w:r>
                    <w:r w:rsidR="00E94E7C">
                      <w:rPr>
                        <w:color w:val="141515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34" o:spid="_x0000_s1057" style="position:absolute;left:2283;top:4866;width:1447;height:552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" filled="f" stroked="f">
              <v:textbox style="mso-fit-shape-to-text:t" inset="0,0,0,0">
                <w:txbxContent>
                  <w:p w:rsidR="00917123" w:rsidRDefault="00917123" w:rsidP="00917123">
                    <w:r>
                      <w:rPr>
                        <w:color w:val="141515"/>
                        <w:lang w:val="en-US"/>
                      </w:rPr>
                      <w:t xml:space="preserve">gyroskop, atd.) </w:t>
                    </w:r>
                  </w:p>
                  <w:p w:rsidR="00E94E7C" w:rsidRDefault="00E94E7C"/>
                </w:txbxContent>
              </v:textbox>
            </v:rect>
            <v:rect id="Rectangle 35" o:spid="_x0000_s1058" style="position:absolute;left:5530;top:2294;width:2489;height:343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" filled="f" stroked="f">
              <v:textbox inset="0,0,0,0">
                <w:txbxContent>
                  <w:p w:rsidR="00210418" w:rsidRPr="00F36D76" w:rsidRDefault="00210418" w:rsidP="00210418">
                    <w:r w:rsidRPr="00F36D76">
                      <w:rPr>
                        <w:color w:val="141515"/>
                        <w:sz w:val="20"/>
                        <w:szCs w:val="20"/>
                      </w:rPr>
                      <w:t>Zákaznický integrovaný obvod</w:t>
                    </w:r>
                  </w:p>
                  <w:p w:rsidR="00E94E7C" w:rsidRDefault="00E94E7C"/>
                </w:txbxContent>
              </v:textbox>
            </v:rect>
            <v:line id="Line 37" o:spid="_x0000_s1059" style="position:absolute;visibility:visible" from="9649,2699" to="9649,3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" strokecolor="#141515" strokeweight="81e-5mm">
              <v:stroke joinstyle="miter"/>
            </v:line>
            <v:oval id="Oval 38" o:spid="_x0000_s1060" style="position:absolute;left:9605;top:2656;width:87;height: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" fillcolor="#141515" strokecolor="#141515" strokeweight="1e-4mm">
              <v:stroke joinstyle="miter"/>
            </v:oval>
            <v:shape id="Freeform 39" o:spid="_x0000_s1061" style="position:absolute;left:9483;top:2549;width:89;height:267;visibility:visible;mso-wrap-style:square;v-text-anchor:top" coordsize="164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" path="m164,488c65,450,,353,,244,,135,65,38,164,e" filled="f" strokecolor="#141515" strokeweight="53e-5mm">
              <v:stroke joinstyle="miter"/>
              <v:path arrowok="t" o:connecttype="custom" o:connectlocs="56515,169545;0,84773;56515,0" o:connectangles="0,0,0"/>
            </v:shape>
            <v:shape id="Freeform 40" o:spid="_x0000_s1062" style="position:absolute;left:9714;top:2547;width:89;height:265;visibility:visible;mso-wrap-style:square;v-text-anchor:top" coordsize="164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" path="m,c98,37,164,135,164,244,164,353,98,450,,487e" filled="f" strokecolor="#141515" strokeweight="53e-5mm">
              <v:stroke joinstyle="miter"/>
              <v:path arrowok="t" o:connecttype="custom" o:connectlocs="0,0;56515,84310;0,168275" o:connectangles="0,0,0"/>
            </v:shape>
            <v:shape id="Freeform 41" o:spid="_x0000_s1063" style="position:absolute;left:9772;top:2480;width:135;height:405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" path="m,c148,57,247,205,247,371,247,537,148,685,,742e" filled="f" strokecolor="#141515" strokeweight="53e-5mm">
              <v:stroke joinstyle="miter"/>
              <v:path arrowok="t" o:connecttype="custom" o:connectlocs="0,0;85725,128588;0,257175" o:connectangles="0,0,0"/>
            </v:shape>
            <v:shape id="Freeform 42" o:spid="_x0000_s1064" style="position:absolute;left:9365;top:2480;width:135;height:404;visibility:visible;mso-wrap-style:square;v-text-anchor:top" coordsize="247,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" path="m247,742c99,685,,537,,371,,205,99,56,247,e" filled="f" strokecolor="#141515" strokeweight="53e-5mm">
              <v:stroke joinstyle="miter"/>
              <v:path arrowok="t" o:connecttype="custom" o:connectlocs="85725,256540;0,128270;85725,0" o:connectangles="0,0,0"/>
            </v:shape>
            <w10:wrap type="none"/>
            <w10:anchorlock/>
          </v:group>
        </w:pict>
      </w:r>
    </w:p>
    <w:p w:rsidR="001922A0" w:rsidRPr="00EC1860" w:rsidRDefault="001922A0" w:rsidP="001922A0"/>
    <w:p w:rsidR="00210418" w:rsidRPr="009839DC" w:rsidRDefault="00210418" w:rsidP="00210418">
      <w:pPr>
        <w:jc w:val="center"/>
        <w:rPr>
          <w:b/>
        </w:rPr>
      </w:pPr>
      <w:r>
        <w:rPr>
          <w:b/>
        </w:rPr>
        <w:t>Baterie          napájení</w:t>
      </w:r>
      <w:r w:rsidR="00A22E8D">
        <w:rPr>
          <w:b/>
        </w:rPr>
        <w:tab/>
      </w:r>
      <w:r>
        <w:rPr>
          <w:b/>
        </w:rPr>
        <w:t>Senzory</w:t>
      </w:r>
      <w:r w:rsidR="00A22E8D">
        <w:rPr>
          <w:b/>
        </w:rPr>
        <w:tab/>
      </w:r>
      <w:r>
        <w:rPr>
          <w:b/>
        </w:rPr>
        <w:t>proce</w:t>
      </w:r>
      <w:r w:rsidRPr="009839DC">
        <w:rPr>
          <w:b/>
        </w:rPr>
        <w:t xml:space="preserve">sor         </w:t>
      </w:r>
      <w:r>
        <w:rPr>
          <w:b/>
        </w:rPr>
        <w:t>vysílač a přijímač</w:t>
      </w:r>
    </w:p>
    <w:p w:rsidR="00210418" w:rsidRPr="009839DC" w:rsidRDefault="00210418" w:rsidP="00210418"/>
    <w:p w:rsidR="00210418" w:rsidRPr="009839DC" w:rsidRDefault="00210418" w:rsidP="00210418">
      <w:pPr>
        <w:jc w:val="center"/>
      </w:pPr>
      <w:r>
        <w:rPr>
          <w:b/>
        </w:rPr>
        <w:t>Subsysté</w:t>
      </w:r>
      <w:r w:rsidRPr="009839DC">
        <w:rPr>
          <w:b/>
        </w:rPr>
        <w:t>m</w:t>
      </w:r>
      <w:r>
        <w:rPr>
          <w:b/>
        </w:rPr>
        <w:t xml:space="preserve"> dotykového</w:t>
      </w:r>
      <w:r w:rsidR="00A22E8D">
        <w:rPr>
          <w:b/>
        </w:rPr>
        <w:tab/>
      </w:r>
      <w:r>
        <w:rPr>
          <w:b/>
        </w:rPr>
        <w:t>Rozhraní</w:t>
      </w:r>
      <w:r w:rsidR="00A22E8D">
        <w:rPr>
          <w:b/>
        </w:rPr>
        <w:tab/>
      </w:r>
      <w:r>
        <w:rPr>
          <w:b/>
        </w:rPr>
        <w:t>teplota</w:t>
      </w:r>
    </w:p>
    <w:p w:rsidR="00C148FD" w:rsidRPr="00EC1860" w:rsidRDefault="00C148FD" w:rsidP="00C148FD">
      <w:pPr>
        <w:pStyle w:val="eLineBottom"/>
      </w:pPr>
    </w:p>
    <w:p w:rsidR="00C148FD" w:rsidRPr="00EC1860" w:rsidRDefault="00C148FD" w:rsidP="00C148FD"/>
    <w:p w:rsidR="00127770" w:rsidRPr="00EC1860" w:rsidRDefault="00917123" w:rsidP="00127770">
      <w:pPr>
        <w:pStyle w:val="eTask"/>
      </w:pPr>
      <w:r w:rsidRPr="00AF04AD">
        <w:t xml:space="preserve">Jaké jsou základní oblasti řešení </w:t>
      </w:r>
      <w:r>
        <w:t>Inteligentního města</w:t>
      </w:r>
      <w:r w:rsidR="00127770" w:rsidRPr="00EC1860">
        <w:t>?</w:t>
      </w:r>
    </w:p>
    <w:p w:rsidR="00127770" w:rsidRPr="00EC1860" w:rsidRDefault="00127770" w:rsidP="00127770">
      <w:pPr>
        <w:pStyle w:val="eTask"/>
        <w:numPr>
          <w:ilvl w:val="0"/>
          <w:numId w:val="0"/>
        </w:numPr>
        <w:ind w:left="284" w:hanging="284"/>
      </w:pPr>
    </w:p>
    <w:p w:rsidR="00127770" w:rsidRPr="00EC1860" w:rsidRDefault="00127770" w:rsidP="00127770">
      <w:r w:rsidRPr="00EC1860">
        <w:t>a.)</w:t>
      </w:r>
      <w:r w:rsidRPr="00EC1860">
        <w:tab/>
      </w:r>
      <w:r w:rsidR="00AB306F" w:rsidRPr="00EC1860">
        <w:t>__</w:t>
      </w:r>
      <w:r w:rsidR="00917123" w:rsidRPr="00917123">
        <w:rPr>
          <w:color w:val="FF0000"/>
        </w:rPr>
        <w:t>Inteligentní dopravní systémy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r w:rsidRPr="00EC1860">
        <w:t>b.)</w:t>
      </w:r>
      <w:r w:rsidRPr="00EC1860">
        <w:tab/>
      </w:r>
      <w:r w:rsidR="00AB306F" w:rsidRPr="00EC1860">
        <w:t>__</w:t>
      </w:r>
      <w:r w:rsidR="00917123" w:rsidRPr="00917123">
        <w:rPr>
          <w:color w:val="FF0000"/>
        </w:rPr>
        <w:t>Inteligentní v</w:t>
      </w:r>
      <w:r w:rsidR="00917123">
        <w:rPr>
          <w:color w:val="FF0000"/>
        </w:rPr>
        <w:t>ideo (dohled)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pPr>
        <w:rPr>
          <w:shd w:val="clear" w:color="auto" w:fill="CCFFCC"/>
        </w:rPr>
      </w:pPr>
      <w:r w:rsidRPr="00EC1860">
        <w:t>c.)</w:t>
      </w:r>
      <w:r w:rsidRPr="00EC1860">
        <w:tab/>
      </w:r>
      <w:r w:rsidR="00AB306F" w:rsidRPr="00EC1860">
        <w:t>__</w:t>
      </w:r>
      <w:r w:rsidR="00917123" w:rsidRPr="00917123">
        <w:rPr>
          <w:color w:val="FF0000"/>
        </w:rPr>
        <w:t>Inteligentní měření a inteligentní energetické systémy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pPr>
        <w:rPr>
          <w:shd w:val="clear" w:color="auto" w:fill="CCFFCC"/>
        </w:rPr>
      </w:pPr>
      <w:r w:rsidRPr="00EC1860">
        <w:t>d.)</w:t>
      </w:r>
      <w:r w:rsidRPr="00EC1860">
        <w:tab/>
      </w:r>
      <w:r w:rsidR="00AB306F" w:rsidRPr="00EC1860">
        <w:t>__</w:t>
      </w:r>
      <w:r w:rsidR="00917123">
        <w:rPr>
          <w:color w:val="FF0000"/>
        </w:rPr>
        <w:t>Inteligentní nakládání s odpady</w:t>
      </w:r>
      <w:r w:rsidR="00AB306F" w:rsidRPr="00EC1860">
        <w:t>__</w:t>
      </w:r>
    </w:p>
    <w:p w:rsidR="00127770" w:rsidRPr="00EC1860" w:rsidRDefault="00127770" w:rsidP="00127770"/>
    <w:p w:rsidR="00127770" w:rsidRPr="00EC1860" w:rsidRDefault="00127770" w:rsidP="00127770">
      <w:r w:rsidRPr="00EC1860">
        <w:t>e.)</w:t>
      </w:r>
      <w:r w:rsidRPr="00EC1860">
        <w:tab/>
      </w:r>
      <w:r w:rsidR="00AB306F" w:rsidRPr="00EC1860">
        <w:t>__</w:t>
      </w:r>
      <w:r w:rsidRPr="00EC1860">
        <w:rPr>
          <w:color w:val="FF0000"/>
        </w:rPr>
        <w:t>Inteligent</w:t>
      </w:r>
      <w:r w:rsidR="00917123">
        <w:rPr>
          <w:color w:val="FF0000"/>
        </w:rPr>
        <w:t>ní osvětlení</w:t>
      </w:r>
      <w:r w:rsidR="00AB306F" w:rsidRPr="00EC1860">
        <w:t>__</w:t>
      </w:r>
    </w:p>
    <w:p w:rsidR="00127770" w:rsidRPr="00EC1860" w:rsidRDefault="00127770" w:rsidP="00127770">
      <w:pPr>
        <w:pStyle w:val="eLineBottom"/>
      </w:pPr>
    </w:p>
    <w:p w:rsidR="009D6341" w:rsidRPr="00EC1860" w:rsidRDefault="009D6341" w:rsidP="009D6341"/>
    <w:p w:rsidR="000C00D4" w:rsidRPr="00EC1860" w:rsidRDefault="00CE3121" w:rsidP="00127770">
      <w:pPr>
        <w:pStyle w:val="eTask"/>
      </w:pPr>
      <w:r>
        <w:t>Doplňte do prázdných mezer slova z níže uvedeného výběru</w:t>
      </w:r>
      <w:r w:rsidR="00D606BA" w:rsidRPr="00EC1860">
        <w:t>!</w:t>
      </w:r>
    </w:p>
    <w:p w:rsidR="000C00D4" w:rsidRPr="00EC1860" w:rsidRDefault="000C00D4" w:rsidP="003825C9"/>
    <w:p w:rsidR="000C00D4" w:rsidRPr="00EC1860" w:rsidRDefault="00CE3121" w:rsidP="003825C9">
      <w:r w:rsidRPr="00CE3121">
        <w:rPr>
          <w:color w:val="FF0000"/>
          <w:u w:val="single"/>
        </w:rPr>
        <w:t>Rychlost</w:t>
      </w:r>
      <w:r w:rsidR="00A22E8D" w:rsidRPr="003D068B">
        <w:rPr>
          <w:u w:val="single"/>
        </w:rPr>
        <w:t xml:space="preserve"> </w:t>
      </w:r>
      <w:r w:rsidR="003D068B">
        <w:rPr>
          <w:color w:val="000000"/>
          <w:shd w:val="clear" w:color="auto" w:fill="FFFFFF"/>
        </w:rPr>
        <w:t xml:space="preserve"> </w:t>
      </w:r>
      <w:r w:rsidRPr="00DB6E93">
        <w:rPr>
          <w:color w:val="000000"/>
          <w:shd w:val="clear" w:color="auto" w:fill="FFFFFF"/>
        </w:rPr>
        <w:t>informuje o frekvenci získávání dat a zpracování záznamů</w:t>
      </w:r>
      <w:r w:rsidRPr="009839DC">
        <w:t>.</w:t>
      </w:r>
      <w:r w:rsidR="00A149EE">
        <w:t xml:space="preserve"> </w:t>
      </w:r>
      <w:r w:rsidR="003D068B" w:rsidRPr="003D068B">
        <w:rPr>
          <w:u w:val="single"/>
        </w:rPr>
        <w:t xml:space="preserve"> </w:t>
      </w:r>
      <w:r w:rsidRPr="00CE3121">
        <w:rPr>
          <w:color w:val="FF0000"/>
          <w:u w:val="single"/>
        </w:rPr>
        <w:t>Rozmanitost</w:t>
      </w:r>
      <w:r w:rsidR="00A22E8D" w:rsidRPr="003D068B">
        <w:rPr>
          <w:u w:val="single"/>
        </w:rPr>
        <w:t xml:space="preserve"> </w:t>
      </w:r>
      <w:r w:rsidR="003D068B">
        <w:rPr>
          <w:color w:val="000000"/>
          <w:shd w:val="clear" w:color="auto" w:fill="FFFFFF"/>
        </w:rPr>
        <w:t xml:space="preserve"> </w:t>
      </w:r>
      <w:r w:rsidRPr="00DB6E93">
        <w:rPr>
          <w:color w:val="000000"/>
          <w:shd w:val="clear" w:color="auto" w:fill="FFFFFF"/>
        </w:rPr>
        <w:t>popisuje různé typy dat, které mohou být zpracovány</w:t>
      </w:r>
      <w:r w:rsidR="00127770" w:rsidRPr="00EC1860">
        <w:t xml:space="preserve">. </w:t>
      </w:r>
      <w:r w:rsidR="003D068B" w:rsidRPr="003D068B">
        <w:rPr>
          <w:u w:val="single"/>
        </w:rPr>
        <w:t xml:space="preserve"> </w:t>
      </w:r>
      <w:r w:rsidRPr="00CE3121">
        <w:rPr>
          <w:color w:val="FF0000"/>
          <w:u w:val="single"/>
        </w:rPr>
        <w:t>Objem</w:t>
      </w:r>
      <w:r w:rsidR="003D068B" w:rsidRPr="003D068B">
        <w:rPr>
          <w:u w:val="single"/>
        </w:rPr>
        <w:t xml:space="preserve"> </w:t>
      </w:r>
      <w:r w:rsidR="003D068B">
        <w:rPr>
          <w:color w:val="000000"/>
          <w:shd w:val="clear" w:color="auto" w:fill="FFFFFF"/>
        </w:rPr>
        <w:t xml:space="preserve"> p</w:t>
      </w:r>
      <w:r w:rsidRPr="00DB6E93">
        <w:rPr>
          <w:color w:val="000000"/>
          <w:shd w:val="clear" w:color="auto" w:fill="FFFFFF"/>
        </w:rPr>
        <w:t>ředstavuje množství dat</w:t>
      </w:r>
      <w:r w:rsidR="00127770" w:rsidRPr="00EC1860">
        <w:t>.</w:t>
      </w:r>
    </w:p>
    <w:p w:rsidR="006F304B" w:rsidRPr="00EC1860" w:rsidRDefault="006F304B" w:rsidP="003825C9"/>
    <w:p w:rsidR="006F304B" w:rsidRPr="00EC1860" w:rsidRDefault="006F304B" w:rsidP="003825C9">
      <w:pPr>
        <w:jc w:val="center"/>
        <w:rPr>
          <w:b/>
        </w:rPr>
      </w:pPr>
      <w:r w:rsidRPr="00EC1860">
        <w:rPr>
          <w:b/>
        </w:rPr>
        <w:t xml:space="preserve">Variety </w:t>
      </w:r>
      <w:r w:rsidRPr="00EC1860">
        <w:rPr>
          <w:b/>
        </w:rPr>
        <w:tab/>
        <w:t>Velocity</w:t>
      </w:r>
      <w:r w:rsidRPr="00EC1860">
        <w:rPr>
          <w:b/>
        </w:rPr>
        <w:tab/>
        <w:t>Volume</w:t>
      </w:r>
    </w:p>
    <w:p w:rsidR="000C00D4" w:rsidRPr="00EC1860" w:rsidRDefault="000C00D4" w:rsidP="000C00D4"/>
    <w:p w:rsidR="009D6341" w:rsidRPr="00EC1860" w:rsidRDefault="009D6341" w:rsidP="00C148FD">
      <w:pPr>
        <w:pStyle w:val="eCheckBoxText"/>
      </w:pPr>
    </w:p>
    <w:sectPr w:rsidR="009D6341" w:rsidRPr="00EC186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322" w:rsidRDefault="00673322" w:rsidP="00861A1A">
      <w:r>
        <w:separator/>
      </w:r>
    </w:p>
  </w:endnote>
  <w:endnote w:type="continuationSeparator" w:id="0">
    <w:p w:rsidR="00673322" w:rsidRDefault="0067332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1338A2" w:rsidTr="00CA51B5">
      <w:tc>
        <w:tcPr>
          <w:tcW w:w="2518" w:type="dxa"/>
        </w:tcPr>
        <w:p w:rsidR="001338A2" w:rsidRDefault="001338A2" w:rsidP="001338A2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 wp14:anchorId="02970B1F" wp14:editId="77925EC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338A2" w:rsidRPr="00E95825" w:rsidRDefault="001338A2" w:rsidP="001338A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Tento projekt byl realizován za finanční podpory Evropské unie.</w:t>
          </w:r>
        </w:p>
        <w:p w:rsidR="001338A2" w:rsidRPr="00CA51B5" w:rsidRDefault="001338A2" w:rsidP="001338A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95825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1338A2" w:rsidTr="00CA51B5">
      <w:tc>
        <w:tcPr>
          <w:tcW w:w="8472" w:type="dxa"/>
          <w:gridSpan w:val="2"/>
        </w:tcPr>
        <w:p w:rsidR="001338A2" w:rsidRPr="00CA51B5" w:rsidRDefault="001338A2" w:rsidP="001338A2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Modernisationof VET throughCollaborationwiththeIndustry</w:t>
          </w:r>
        </w:p>
      </w:tc>
      <w:tc>
        <w:tcPr>
          <w:tcW w:w="850" w:type="dxa"/>
          <w:vAlign w:val="bottom"/>
        </w:tcPr>
        <w:p w:rsidR="001338A2" w:rsidRPr="00CA51B5" w:rsidRDefault="001338A2" w:rsidP="001338A2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322" w:rsidRDefault="00673322" w:rsidP="00861A1A">
      <w:r>
        <w:separator/>
      </w:r>
    </w:p>
  </w:footnote>
  <w:footnote w:type="continuationSeparator" w:id="0">
    <w:p w:rsidR="00673322" w:rsidRDefault="0067332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338A2">
      <w:rPr>
        <w:rFonts w:ascii="Calibri" w:hAnsi="Calibri"/>
        <w:b/>
        <w:smallCaps/>
        <w:noProof/>
      </w:rPr>
      <w:t>PRACOVNÍ LIST</w:t>
    </w:r>
  </w:p>
  <w:p w:rsidR="00C148FD" w:rsidRPr="00C148FD" w:rsidRDefault="009D634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Smart Technologies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341"/>
    <w:rsid w:val="0000673F"/>
    <w:rsid w:val="00015FBB"/>
    <w:rsid w:val="00016AD8"/>
    <w:rsid w:val="00017595"/>
    <w:rsid w:val="00021197"/>
    <w:rsid w:val="00030EDA"/>
    <w:rsid w:val="00045BEB"/>
    <w:rsid w:val="00046943"/>
    <w:rsid w:val="00073ADF"/>
    <w:rsid w:val="0007473C"/>
    <w:rsid w:val="000750C9"/>
    <w:rsid w:val="00087EAC"/>
    <w:rsid w:val="00094A16"/>
    <w:rsid w:val="000A233F"/>
    <w:rsid w:val="000A55B3"/>
    <w:rsid w:val="000C00D4"/>
    <w:rsid w:val="000C6B3A"/>
    <w:rsid w:val="000D2B42"/>
    <w:rsid w:val="00127770"/>
    <w:rsid w:val="001301D8"/>
    <w:rsid w:val="001338A2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69FE"/>
    <w:rsid w:val="001B057D"/>
    <w:rsid w:val="001B1F56"/>
    <w:rsid w:val="001D00A1"/>
    <w:rsid w:val="001D59F7"/>
    <w:rsid w:val="001F6290"/>
    <w:rsid w:val="00210418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825C9"/>
    <w:rsid w:val="0039238A"/>
    <w:rsid w:val="00394D59"/>
    <w:rsid w:val="003B1326"/>
    <w:rsid w:val="003C2268"/>
    <w:rsid w:val="003C4276"/>
    <w:rsid w:val="003C5B45"/>
    <w:rsid w:val="003D068B"/>
    <w:rsid w:val="003D41BB"/>
    <w:rsid w:val="003E01BE"/>
    <w:rsid w:val="003E6E78"/>
    <w:rsid w:val="003F03EB"/>
    <w:rsid w:val="003F623C"/>
    <w:rsid w:val="003F7F87"/>
    <w:rsid w:val="00402B09"/>
    <w:rsid w:val="00417ED2"/>
    <w:rsid w:val="00435704"/>
    <w:rsid w:val="0046567F"/>
    <w:rsid w:val="004667DD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73322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304B"/>
    <w:rsid w:val="006F787A"/>
    <w:rsid w:val="00710301"/>
    <w:rsid w:val="0073574D"/>
    <w:rsid w:val="00744106"/>
    <w:rsid w:val="007460F9"/>
    <w:rsid w:val="0076745A"/>
    <w:rsid w:val="007738BD"/>
    <w:rsid w:val="007837ED"/>
    <w:rsid w:val="00790D07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17123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D6341"/>
    <w:rsid w:val="009E2A2A"/>
    <w:rsid w:val="009F6E5E"/>
    <w:rsid w:val="00A149EE"/>
    <w:rsid w:val="00A17111"/>
    <w:rsid w:val="00A22E8D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06F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036D"/>
    <w:rsid w:val="00B5145B"/>
    <w:rsid w:val="00B63E18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3F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94E70"/>
    <w:rsid w:val="00CA51B5"/>
    <w:rsid w:val="00CB3199"/>
    <w:rsid w:val="00CC2293"/>
    <w:rsid w:val="00CC266E"/>
    <w:rsid w:val="00CE09BA"/>
    <w:rsid w:val="00CE3121"/>
    <w:rsid w:val="00CF4DFA"/>
    <w:rsid w:val="00D060B3"/>
    <w:rsid w:val="00D06992"/>
    <w:rsid w:val="00D20A5C"/>
    <w:rsid w:val="00D2650E"/>
    <w:rsid w:val="00D33524"/>
    <w:rsid w:val="00D573B0"/>
    <w:rsid w:val="00D606BA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438"/>
    <w:rsid w:val="00DE3767"/>
    <w:rsid w:val="00E0343F"/>
    <w:rsid w:val="00E044BD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4E7C"/>
    <w:rsid w:val="00EA1BDF"/>
    <w:rsid w:val="00EB6B74"/>
    <w:rsid w:val="00EB6E4B"/>
    <w:rsid w:val="00EC1860"/>
    <w:rsid w:val="00EC77B0"/>
    <w:rsid w:val="00ED2956"/>
    <w:rsid w:val="00EE3197"/>
    <w:rsid w:val="00EF2951"/>
    <w:rsid w:val="00EF79B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562A55"/>
  <w15:docId w15:val="{748CFDCF-8A86-4ED3-BF23-16C200AD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1B1F56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locked/>
    <w:rsid w:val="001B1F5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jekty\MoVET\Smart%20technologies\pracovny%20list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11</TotalTime>
  <Pages>3</Pages>
  <Words>405</Words>
  <Characters>2395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Marek Nevosad</cp:lastModifiedBy>
  <cp:revision>8</cp:revision>
  <cp:lastPrinted>2013-05-24T14:00:00Z</cp:lastPrinted>
  <dcterms:created xsi:type="dcterms:W3CDTF">2019-01-18T17:23:00Z</dcterms:created>
  <dcterms:modified xsi:type="dcterms:W3CDTF">2019-02-08T20:45:00Z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