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9D6341" w:rsidRDefault="009D6341" w:rsidP="001922A0">
      <w:pPr>
        <w:pStyle w:val="eTask"/>
        <w:rPr>
          <w:lang w:val="en-GB"/>
        </w:rPr>
      </w:pPr>
      <w:r w:rsidRPr="009D6341">
        <w:rPr>
          <w:lang w:val="en-GB"/>
        </w:rPr>
        <w:t>Which of the following statements regarding Smart home system are valid:</w:t>
      </w:r>
    </w:p>
    <w:p w:rsidR="009D6341" w:rsidRPr="009D6341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can be created from scratch at home</w:t>
      </w: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are available as a bundled smart home kit</w:t>
      </w: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have lot of open source software implementation</w:t>
      </w: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can be completely purchased</w:t>
      </w:r>
    </w:p>
    <w:p w:rsidR="001922A0" w:rsidRPr="009D6341" w:rsidRDefault="001922A0" w:rsidP="00C148FD">
      <w:pPr>
        <w:pStyle w:val="eLineBottom"/>
        <w:rPr>
          <w:lang w:val="en-GB"/>
        </w:rPr>
      </w:pPr>
    </w:p>
    <w:p w:rsidR="009D6341" w:rsidRPr="009D6341" w:rsidRDefault="009D6341" w:rsidP="009D6341">
      <w:pPr>
        <w:rPr>
          <w:lang w:val="en-GB"/>
        </w:rPr>
      </w:pPr>
    </w:p>
    <w:p w:rsidR="009D6341" w:rsidRPr="009D6341" w:rsidRDefault="009D6341" w:rsidP="009D6341">
      <w:pPr>
        <w:pStyle w:val="eTask"/>
        <w:rPr>
          <w:lang w:val="en-GB"/>
        </w:rPr>
      </w:pPr>
      <w:r w:rsidRPr="009D6341">
        <w:rPr>
          <w:lang w:val="en-GB"/>
        </w:rPr>
        <w:t>Which technologies belong to IoT technologies for home automation</w:t>
      </w:r>
      <w:r>
        <w:rPr>
          <w:lang w:val="en-GB"/>
        </w:rPr>
        <w:t>?</w:t>
      </w:r>
    </w:p>
    <w:p w:rsidR="009D6341" w:rsidRPr="009D6341" w:rsidRDefault="009D6341" w:rsidP="009D634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LoRaWan</w:t>
      </w: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DLMS</w:t>
      </w: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SigFox</w:t>
      </w:r>
    </w:p>
    <w:p w:rsidR="009D6341" w:rsidRPr="001461AE" w:rsidRDefault="009D6341" w:rsidP="009D6341">
      <w:pPr>
        <w:pStyle w:val="eCheckBoxText"/>
        <w:rPr>
          <w:lang w:val="en-GB"/>
        </w:rPr>
      </w:pPr>
      <w:r w:rsidRPr="001461AE">
        <w:rPr>
          <w:rStyle w:val="eCheckBoxSquareChar"/>
          <w:lang w:val="en-GB"/>
        </w:rPr>
        <w:t>□</w:t>
      </w:r>
      <w:r w:rsidRPr="001461AE">
        <w:rPr>
          <w:lang w:val="en-GB"/>
        </w:rPr>
        <w:tab/>
        <w:t>PLC</w:t>
      </w:r>
    </w:p>
    <w:p w:rsidR="009D6341" w:rsidRPr="009D6341" w:rsidRDefault="009D6341" w:rsidP="009D6341">
      <w:pPr>
        <w:pStyle w:val="eLineBottom"/>
        <w:rPr>
          <w:lang w:val="en-GB"/>
        </w:rPr>
      </w:pPr>
    </w:p>
    <w:p w:rsidR="009D6341" w:rsidRPr="009D6341" w:rsidRDefault="009D6341" w:rsidP="009D6341">
      <w:pPr>
        <w:rPr>
          <w:lang w:val="en-GB"/>
        </w:rPr>
      </w:pPr>
    </w:p>
    <w:p w:rsidR="004667DD" w:rsidRPr="009D6341" w:rsidRDefault="004667DD" w:rsidP="004667DD">
      <w:pPr>
        <w:pStyle w:val="eTask"/>
        <w:rPr>
          <w:lang w:val="en-GB"/>
        </w:rPr>
      </w:pPr>
      <w:r w:rsidRPr="004667DD">
        <w:rPr>
          <w:lang w:val="en-GB"/>
        </w:rPr>
        <w:t>Select smart TV technologies below the table and assign them to corresponding types of services/interfaces in the table!</w:t>
      </w:r>
    </w:p>
    <w:p w:rsidR="004667DD" w:rsidRPr="009D6341" w:rsidRDefault="004667DD" w:rsidP="003825C9">
      <w:pPr>
        <w:rPr>
          <w:lang w:val="en-GB"/>
        </w:rPr>
      </w:pPr>
    </w:p>
    <w:p w:rsidR="004667DD" w:rsidRDefault="004667DD" w:rsidP="004667DD">
      <w:pPr>
        <w:rPr>
          <w:lang w:val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8"/>
        <w:gridCol w:w="1619"/>
        <w:gridCol w:w="1582"/>
        <w:gridCol w:w="1498"/>
        <w:gridCol w:w="1302"/>
        <w:gridCol w:w="1323"/>
      </w:tblGrid>
      <w:tr w:rsidR="004667DD" w:rsidTr="00716392">
        <w:trPr>
          <w:trHeight w:val="1872"/>
        </w:trPr>
        <w:tc>
          <w:tcPr>
            <w:tcW w:w="1754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Live broadcasting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52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Wireless interfaces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24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Cable (LAN)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network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56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Input video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1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Data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51" w:type="dxa"/>
          </w:tcPr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  <w:r w:rsidRPr="004667DD">
              <w:rPr>
                <w:b/>
                <w:lang w:val="en-US"/>
              </w:rPr>
              <w:t>CI/CI+ module</w:t>
            </w: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  <w:p w:rsidR="004667DD" w:rsidRPr="004667DD" w:rsidRDefault="004667DD" w:rsidP="004667DD">
            <w:pPr>
              <w:jc w:val="center"/>
              <w:rPr>
                <w:b/>
                <w:lang w:val="en-US"/>
              </w:rPr>
            </w:pPr>
          </w:p>
        </w:tc>
      </w:tr>
    </w:tbl>
    <w:p w:rsidR="004667DD" w:rsidRDefault="004667DD" w:rsidP="004667DD">
      <w:pPr>
        <w:rPr>
          <w:lang w:val="en-US"/>
        </w:rPr>
      </w:pPr>
    </w:p>
    <w:p w:rsidR="004667DD" w:rsidRPr="001461AE" w:rsidRDefault="004667DD" w:rsidP="004667DD">
      <w:pPr>
        <w:jc w:val="center"/>
        <w:rPr>
          <w:b/>
          <w:lang w:val="en-US"/>
        </w:rPr>
      </w:pPr>
      <w:r w:rsidRPr="001461AE">
        <w:rPr>
          <w:b/>
          <w:lang w:val="en-US"/>
        </w:rPr>
        <w:t>Ethernet       DVB-C       Firewire       Bluetooth       DVB-T       Smart card       Wimax</w:t>
      </w:r>
    </w:p>
    <w:p w:rsidR="004667DD" w:rsidRPr="001461AE" w:rsidRDefault="004667DD" w:rsidP="003825C9">
      <w:pPr>
        <w:rPr>
          <w:lang w:val="en-US"/>
        </w:rPr>
      </w:pPr>
    </w:p>
    <w:p w:rsidR="004667DD" w:rsidRPr="001461AE" w:rsidRDefault="004667DD" w:rsidP="004667DD">
      <w:pPr>
        <w:jc w:val="center"/>
        <w:rPr>
          <w:b/>
          <w:lang w:val="en-US"/>
        </w:rPr>
      </w:pPr>
      <w:r w:rsidRPr="001461AE">
        <w:rPr>
          <w:b/>
          <w:lang w:val="en-US"/>
        </w:rPr>
        <w:t>HDMI       GPS       DVB-S      Wi-Fi       LTE       USB       S-video</w:t>
      </w:r>
    </w:p>
    <w:p w:rsidR="004667DD" w:rsidRPr="009D6341" w:rsidRDefault="004667DD" w:rsidP="004667DD">
      <w:pPr>
        <w:pStyle w:val="eLineBottom"/>
        <w:rPr>
          <w:lang w:val="en-GB"/>
        </w:rPr>
      </w:pPr>
    </w:p>
    <w:p w:rsidR="004667DD" w:rsidRPr="009D6341" w:rsidRDefault="004667DD" w:rsidP="004667DD">
      <w:pPr>
        <w:rPr>
          <w:lang w:val="en-GB"/>
        </w:rPr>
      </w:pPr>
    </w:p>
    <w:p w:rsidR="00EF79B1" w:rsidRPr="009D6341" w:rsidRDefault="00EF79B1" w:rsidP="00EF79B1">
      <w:pPr>
        <w:pStyle w:val="eTask"/>
        <w:rPr>
          <w:lang w:val="en-GB"/>
        </w:rPr>
      </w:pPr>
      <w:r w:rsidRPr="00EF79B1">
        <w:rPr>
          <w:lang w:val="en-GB"/>
        </w:rPr>
        <w:t>Add words below to correct places in the sentence!</w:t>
      </w:r>
    </w:p>
    <w:p w:rsidR="00EF79B1" w:rsidRPr="009D6341" w:rsidRDefault="00EF79B1" w:rsidP="003825C9">
      <w:pPr>
        <w:rPr>
          <w:lang w:val="en-GB"/>
        </w:rPr>
      </w:pPr>
    </w:p>
    <w:p w:rsidR="00EF79B1" w:rsidRPr="001461AE" w:rsidRDefault="00EF79B1" w:rsidP="001461AE">
      <w:pPr>
        <w:spacing w:line="360" w:lineRule="auto"/>
        <w:jc w:val="both"/>
        <w:rPr>
          <w:lang w:val="en-US"/>
        </w:rPr>
      </w:pPr>
      <w:r w:rsidRPr="001461AE">
        <w:rPr>
          <w:lang w:val="en-US"/>
        </w:rPr>
        <w:t xml:space="preserve">TV sets that are DLNA (Digital Living Network Alliance)    </w:t>
      </w:r>
      <w:r w:rsidR="001461AE" w:rsidRPr="001461AE">
        <w:rPr>
          <w:lang w:val="en-US"/>
        </w:rPr>
        <w:t>_____________</w:t>
      </w:r>
      <w:r w:rsidRPr="001461AE">
        <w:rPr>
          <w:lang w:val="en-US"/>
        </w:rPr>
        <w:t xml:space="preserve">   are able to play </w:t>
      </w:r>
      <w:r w:rsidR="001461AE" w:rsidRPr="001461AE">
        <w:rPr>
          <w:lang w:val="en-US"/>
        </w:rPr>
        <w:t>___________________</w:t>
      </w:r>
      <w:r w:rsidRPr="001461AE">
        <w:rPr>
          <w:lang w:val="en-US"/>
        </w:rPr>
        <w:t xml:space="preserve"> from other DLNA </w:t>
      </w:r>
      <w:r w:rsidR="001461AE" w:rsidRPr="001461AE">
        <w:rPr>
          <w:lang w:val="en-US"/>
        </w:rPr>
        <w:t>____________</w:t>
      </w:r>
      <w:r w:rsidRPr="001461AE">
        <w:rPr>
          <w:lang w:val="en-US"/>
        </w:rPr>
        <w:t xml:space="preserve"> (PCs, tablets, </w:t>
      </w:r>
      <w:r w:rsidR="001461AE" w:rsidRPr="001461AE">
        <w:rPr>
          <w:lang w:val="en-US"/>
        </w:rPr>
        <w:t>________________</w:t>
      </w:r>
      <w:r w:rsidRPr="001461AE">
        <w:rPr>
          <w:lang w:val="en-US"/>
        </w:rPr>
        <w:t>, media servers, etc.).</w:t>
      </w:r>
    </w:p>
    <w:p w:rsidR="00EF79B1" w:rsidRDefault="00EF79B1" w:rsidP="00EF79B1">
      <w:pPr>
        <w:rPr>
          <w:lang w:val="en-US"/>
        </w:rPr>
      </w:pPr>
    </w:p>
    <w:p w:rsidR="00EF79B1" w:rsidRPr="00813BEC" w:rsidRDefault="00EF79B1" w:rsidP="00EF79B1">
      <w:pPr>
        <w:jc w:val="center"/>
        <w:rPr>
          <w:b/>
          <w:lang w:val="en-US"/>
        </w:rPr>
      </w:pPr>
      <w:r w:rsidRPr="00813BEC">
        <w:rPr>
          <w:b/>
          <w:lang w:val="en-US"/>
        </w:rPr>
        <w:t>devices          smartphones          certified          multimedia content</w:t>
      </w:r>
    </w:p>
    <w:p w:rsidR="00EF79B1" w:rsidRPr="009D6341" w:rsidRDefault="00EF79B1" w:rsidP="00EF79B1">
      <w:pPr>
        <w:pStyle w:val="eLineBottom"/>
        <w:rPr>
          <w:lang w:val="en-GB"/>
        </w:rPr>
      </w:pPr>
    </w:p>
    <w:p w:rsidR="001B1F56" w:rsidRPr="009D6341" w:rsidRDefault="001B1F56" w:rsidP="001B1F56">
      <w:pPr>
        <w:pStyle w:val="eTask"/>
        <w:rPr>
          <w:lang w:val="en-GB"/>
        </w:rPr>
      </w:pPr>
      <w:r w:rsidRPr="001B1F56">
        <w:rPr>
          <w:lang w:val="en-GB"/>
        </w:rPr>
        <w:lastRenderedPageBreak/>
        <w:t>Fill in the sentence!</w:t>
      </w:r>
    </w:p>
    <w:p w:rsidR="001B1F56" w:rsidRPr="009D6341" w:rsidRDefault="001B1F56" w:rsidP="003825C9">
      <w:pPr>
        <w:rPr>
          <w:lang w:val="en-GB"/>
        </w:rPr>
      </w:pPr>
    </w:p>
    <w:p w:rsidR="001B1F56" w:rsidRPr="009D6341" w:rsidRDefault="001B1F56" w:rsidP="001B1F56">
      <w:pPr>
        <w:rPr>
          <w:lang w:val="en-GB"/>
        </w:rPr>
      </w:pPr>
      <w:r w:rsidRPr="001B1F56">
        <w:rPr>
          <w:lang w:val="en-GB"/>
        </w:rPr>
        <w:t xml:space="preserve">Smart appliances are appliances which are equipped by  </w:t>
      </w:r>
      <w:r w:rsidR="001461AE" w:rsidRPr="001461AE">
        <w:rPr>
          <w:lang w:val="en-GB"/>
        </w:rPr>
        <w:t>_____________________</w:t>
      </w:r>
      <w:r w:rsidRPr="001461AE">
        <w:rPr>
          <w:lang w:val="en-GB"/>
        </w:rPr>
        <w:t xml:space="preserve"> and </w:t>
      </w:r>
      <w:r w:rsidRPr="001B1F56">
        <w:rPr>
          <w:lang w:val="en-GB"/>
        </w:rPr>
        <w:t>which can be remotely controlled.</w:t>
      </w:r>
    </w:p>
    <w:p w:rsidR="001B1F56" w:rsidRPr="009D6341" w:rsidRDefault="001B1F56" w:rsidP="001B1F56">
      <w:pPr>
        <w:pStyle w:val="eLineBottom"/>
        <w:rPr>
          <w:lang w:val="en-GB"/>
        </w:rPr>
      </w:pPr>
    </w:p>
    <w:p w:rsidR="001B1F56" w:rsidRPr="009D6341" w:rsidRDefault="001B1F56" w:rsidP="001B1F56">
      <w:pPr>
        <w:rPr>
          <w:lang w:val="en-GB"/>
        </w:rPr>
      </w:pPr>
    </w:p>
    <w:p w:rsidR="001B1F56" w:rsidRPr="009D6341" w:rsidRDefault="001B1F56" w:rsidP="001B1F56">
      <w:pPr>
        <w:pStyle w:val="eTask"/>
        <w:rPr>
          <w:lang w:val="en-GB"/>
        </w:rPr>
      </w:pPr>
      <w:r w:rsidRPr="001B1F56">
        <w:rPr>
          <w:lang w:val="en-GB"/>
        </w:rPr>
        <w:t>Assign the terms from the left column (sensors) to the corresponding ones on the right (measured parameter)!</w:t>
      </w:r>
    </w:p>
    <w:p w:rsidR="001B1F56" w:rsidRDefault="001B1F56" w:rsidP="003825C9">
      <w:pPr>
        <w:rPr>
          <w:lang w:val="en-GB"/>
        </w:rPr>
      </w:pPr>
    </w:p>
    <w:p w:rsidR="00394D59" w:rsidRPr="009D6341" w:rsidRDefault="00394D59" w:rsidP="003825C9">
      <w:pPr>
        <w:rPr>
          <w:lang w:val="en-GB"/>
        </w:rPr>
      </w:pPr>
    </w:p>
    <w:tbl>
      <w:tblPr>
        <w:tblStyle w:val="Mkatabulky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1B1F56" w:rsidRPr="009B1030" w:rsidTr="001B1F56">
        <w:trPr>
          <w:trHeight w:val="552"/>
        </w:trPr>
        <w:tc>
          <w:tcPr>
            <w:tcW w:w="2376" w:type="dxa"/>
            <w:vAlign w:val="center"/>
          </w:tcPr>
          <w:p w:rsidR="001B1F56" w:rsidRPr="00CD73E8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Accelerometer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Picture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Gyroscope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Object distance from a smartphone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Magnetometer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Finger touch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Barometer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Position on Earth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>
              <w:rPr>
                <w:lang w:val="en-GB"/>
              </w:rPr>
              <w:t>Distance sensor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Sound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Light sensor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Light conditions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Touch screen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Atmospheric pressure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Orientation and angular velocity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Front and rear camera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2E4B83" w:rsidRDefault="001B1F56" w:rsidP="00716392">
            <w:pPr>
              <w:rPr>
                <w:lang w:val="en-GB"/>
              </w:rPr>
            </w:pPr>
            <w:r w:rsidRPr="002E4B83">
              <w:rPr>
                <w:lang w:val="en-GB"/>
              </w:rPr>
              <w:t>Magnetic field</w:t>
            </w:r>
          </w:p>
        </w:tc>
      </w:tr>
      <w:tr w:rsidR="001B1F56" w:rsidRPr="009B1030" w:rsidTr="001B1F56">
        <w:tc>
          <w:tcPr>
            <w:tcW w:w="2376" w:type="dxa"/>
            <w:vAlign w:val="center"/>
          </w:tcPr>
          <w:p w:rsidR="001B1F56" w:rsidRPr="00876F61" w:rsidRDefault="001B1F56" w:rsidP="00716392">
            <w:pPr>
              <w:rPr>
                <w:lang w:val="en-GB"/>
              </w:rPr>
            </w:pPr>
            <w:r w:rsidRPr="00876F61">
              <w:rPr>
                <w:lang w:val="en-GB"/>
              </w:rPr>
              <w:t>Microphone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B1F56" w:rsidRPr="009B1030" w:rsidRDefault="001B1F56" w:rsidP="00716392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1B1F56" w:rsidRPr="009B1030" w:rsidRDefault="001B1F56" w:rsidP="00716392">
            <w:pPr>
              <w:pStyle w:val="eText"/>
              <w:spacing w:after="0"/>
            </w:pPr>
            <w:r w:rsidRPr="002E4B83">
              <w:rPr>
                <w:lang w:val="en-GB"/>
              </w:rPr>
              <w:t>Acceleration</w:t>
            </w:r>
          </w:p>
        </w:tc>
      </w:tr>
    </w:tbl>
    <w:p w:rsidR="00394D59" w:rsidRPr="009D6341" w:rsidRDefault="00394D59" w:rsidP="001B1F56">
      <w:pPr>
        <w:pStyle w:val="eLineBottom"/>
        <w:rPr>
          <w:lang w:val="en-GB"/>
        </w:rPr>
      </w:pPr>
    </w:p>
    <w:p w:rsidR="001B1F56" w:rsidRDefault="001B1F56" w:rsidP="001B1F56">
      <w:pPr>
        <w:rPr>
          <w:lang w:val="en-GB"/>
        </w:rPr>
      </w:pPr>
    </w:p>
    <w:p w:rsidR="00127770" w:rsidRPr="009D6341" w:rsidRDefault="00127770" w:rsidP="00127770">
      <w:pPr>
        <w:pStyle w:val="eTask"/>
        <w:rPr>
          <w:lang w:val="en-GB"/>
        </w:rPr>
      </w:pPr>
      <w:r w:rsidRPr="000C00D4">
        <w:rPr>
          <w:lang w:val="en-GB"/>
        </w:rPr>
        <w:t>What are the important features of Intelligent transport systems</w:t>
      </w:r>
      <w:r>
        <w:rPr>
          <w:lang w:val="en-GB"/>
        </w:rPr>
        <w:t>?</w:t>
      </w:r>
    </w:p>
    <w:p w:rsidR="00127770" w:rsidRPr="009D6341" w:rsidRDefault="00127770" w:rsidP="003825C9">
      <w:pPr>
        <w:rPr>
          <w:lang w:val="en-GB"/>
        </w:rPr>
      </w:pPr>
    </w:p>
    <w:p w:rsidR="00127770" w:rsidRPr="002757EF" w:rsidRDefault="00127770" w:rsidP="00127770">
      <w:pPr>
        <w:rPr>
          <w:lang w:val="en-US"/>
        </w:rPr>
      </w:pPr>
      <w:r w:rsidRPr="002757EF">
        <w:rPr>
          <w:lang w:val="en-US"/>
        </w:rPr>
        <w:t>a)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 w:rsidRPr="002757EF">
        <w:rPr>
          <w:lang w:val="en-US"/>
        </w:rPr>
        <w:t>b)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 w:rsidRPr="002757EF">
        <w:rPr>
          <w:lang w:val="en-US"/>
        </w:rPr>
        <w:t>c)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 w:rsidRPr="002757EF">
        <w:rPr>
          <w:lang w:val="en-US"/>
        </w:rPr>
        <w:t>d)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e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f</w:t>
      </w:r>
      <w:r w:rsidRPr="002757EF">
        <w:rPr>
          <w:lang w:val="en-US"/>
        </w:rPr>
        <w:t>.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g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9D6341" w:rsidRDefault="00127770" w:rsidP="00127770">
      <w:pPr>
        <w:pStyle w:val="eLineBottom"/>
        <w:rPr>
          <w:lang w:val="en-GB"/>
        </w:rPr>
      </w:pPr>
    </w:p>
    <w:p w:rsidR="001922A0" w:rsidRPr="009D6341" w:rsidRDefault="00BF3F8C" w:rsidP="001922A0">
      <w:pPr>
        <w:pStyle w:val="eTask"/>
        <w:rPr>
          <w:lang w:val="en-GB"/>
        </w:rPr>
      </w:pPr>
      <w:r>
        <w:rPr>
          <w:lang w:val="en-GB"/>
        </w:rPr>
        <w:lastRenderedPageBreak/>
        <w:t>Add words below to the smart watches diagram at correct gaps</w:t>
      </w:r>
      <w:r w:rsidR="001461AE">
        <w:rPr>
          <w:lang w:val="en-GB"/>
        </w:rPr>
        <w:t xml:space="preserve"> (red lines)</w:t>
      </w:r>
      <w:r>
        <w:rPr>
          <w:lang w:val="en-GB"/>
        </w:rPr>
        <w:t>!</w:t>
      </w:r>
    </w:p>
    <w:p w:rsidR="001922A0" w:rsidRPr="009D6341" w:rsidRDefault="001922A0" w:rsidP="003825C9">
      <w:pPr>
        <w:rPr>
          <w:lang w:val="en-GB"/>
        </w:rPr>
      </w:pPr>
    </w:p>
    <w:p w:rsidR="001922A0" w:rsidRPr="009D6341" w:rsidRDefault="00E94E7C" w:rsidP="001922A0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762625" cy="2752090"/>
                <wp:effectExtent l="0" t="0" r="9525" b="10160"/>
                <wp:docPr id="88" name="Kresliace plátno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4697095" cy="2112645"/>
                          </a:xfrm>
                          <a:prstGeom prst="rect">
                            <a:avLst/>
                          </a:prstGeom>
                          <a:solidFill>
                            <a:srgbClr val="EBEBEB"/>
                          </a:solidFill>
                          <a:ln w="10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5570" y="150495"/>
                            <a:ext cx="1800225" cy="821690"/>
                          </a:xfrm>
                          <a:prstGeom prst="rect">
                            <a:avLst/>
                          </a:prstGeom>
                          <a:solidFill>
                            <a:srgbClr val="DDF9DF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2395" y="1125220"/>
                            <a:ext cx="1800225" cy="821055"/>
                          </a:xfrm>
                          <a:prstGeom prst="rect">
                            <a:avLst/>
                          </a:prstGeom>
                          <a:solidFill>
                            <a:srgbClr val="EBF28A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847975" y="464185"/>
                            <a:ext cx="1548130" cy="821690"/>
                          </a:xfrm>
                          <a:prstGeom prst="rect">
                            <a:avLst/>
                          </a:prstGeom>
                          <a:solidFill>
                            <a:srgbClr val="FFDCCB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35555" y="1395095"/>
                            <a:ext cx="1515745" cy="563880"/>
                          </a:xfrm>
                          <a:prstGeom prst="rect">
                            <a:avLst/>
                          </a:prstGeom>
                          <a:solidFill>
                            <a:srgbClr val="FCC900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06315" y="1384935"/>
                            <a:ext cx="950595" cy="601345"/>
                          </a:xfrm>
                          <a:prstGeom prst="rect">
                            <a:avLst/>
                          </a:prstGeom>
                          <a:solidFill>
                            <a:srgbClr val="FFD9A8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9050" y="2259965"/>
                            <a:ext cx="867410" cy="273685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559560" y="2262505"/>
                            <a:ext cx="1379220" cy="483870"/>
                          </a:xfrm>
                          <a:prstGeom prst="rect">
                            <a:avLst/>
                          </a:prstGeom>
                          <a:solidFill>
                            <a:srgbClr val="FFFADD"/>
                          </a:solidFill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3"/>
                        <wps:cNvSpPr>
                          <a:spLocks/>
                        </wps:cNvSpPr>
                        <wps:spPr bwMode="auto">
                          <a:xfrm>
                            <a:off x="4391660" y="641350"/>
                            <a:ext cx="824230" cy="146050"/>
                          </a:xfrm>
                          <a:custGeom>
                            <a:avLst/>
                            <a:gdLst>
                              <a:gd name="T0" fmla="*/ 453 w 2379"/>
                              <a:gd name="T1" fmla="*/ 283 h 423"/>
                              <a:gd name="T2" fmla="*/ 653 w 2379"/>
                              <a:gd name="T3" fmla="*/ 423 h 423"/>
                              <a:gd name="T4" fmla="*/ 326 w 2379"/>
                              <a:gd name="T5" fmla="*/ 423 h 423"/>
                              <a:gd name="T6" fmla="*/ 0 w 2379"/>
                              <a:gd name="T7" fmla="*/ 212 h 423"/>
                              <a:gd name="T8" fmla="*/ 326 w 2379"/>
                              <a:gd name="T9" fmla="*/ 0 h 423"/>
                              <a:gd name="T10" fmla="*/ 653 w 2379"/>
                              <a:gd name="T11" fmla="*/ 0 h 423"/>
                              <a:gd name="T12" fmla="*/ 453 w 2379"/>
                              <a:gd name="T13" fmla="*/ 141 h 423"/>
                              <a:gd name="T14" fmla="*/ 1926 w 2379"/>
                              <a:gd name="T15" fmla="*/ 141 h 423"/>
                              <a:gd name="T16" fmla="*/ 1726 w 2379"/>
                              <a:gd name="T17" fmla="*/ 0 h 423"/>
                              <a:gd name="T18" fmla="*/ 2053 w 2379"/>
                              <a:gd name="T19" fmla="*/ 0 h 423"/>
                              <a:gd name="T20" fmla="*/ 2379 w 2379"/>
                              <a:gd name="T21" fmla="*/ 212 h 423"/>
                              <a:gd name="T22" fmla="*/ 2053 w 2379"/>
                              <a:gd name="T23" fmla="*/ 423 h 423"/>
                              <a:gd name="T24" fmla="*/ 1726 w 2379"/>
                              <a:gd name="T25" fmla="*/ 423 h 423"/>
                              <a:gd name="T26" fmla="*/ 1926 w 2379"/>
                              <a:gd name="T27" fmla="*/ 283 h 423"/>
                              <a:gd name="T28" fmla="*/ 453 w 2379"/>
                              <a:gd name="T29" fmla="*/ 28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379" h="423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926" y="141"/>
                                </a:lnTo>
                                <a:lnTo>
                                  <a:pt x="1726" y="0"/>
                                </a:lnTo>
                                <a:lnTo>
                                  <a:pt x="2053" y="0"/>
                                </a:lnTo>
                                <a:lnTo>
                                  <a:pt x="2379" y="212"/>
                                </a:lnTo>
                                <a:lnTo>
                                  <a:pt x="2053" y="423"/>
                                </a:lnTo>
                                <a:lnTo>
                                  <a:pt x="1726" y="423"/>
                                </a:lnTo>
                                <a:lnTo>
                                  <a:pt x="1926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4"/>
                        <wps:cNvSpPr>
                          <a:spLocks/>
                        </wps:cNvSpPr>
                        <wps:spPr bwMode="auto">
                          <a:xfrm>
                            <a:off x="4050030" y="1480820"/>
                            <a:ext cx="753110" cy="146685"/>
                          </a:xfrm>
                          <a:custGeom>
                            <a:avLst/>
                            <a:gdLst>
                              <a:gd name="T0" fmla="*/ 453 w 2172"/>
                              <a:gd name="T1" fmla="*/ 282 h 423"/>
                              <a:gd name="T2" fmla="*/ 652 w 2172"/>
                              <a:gd name="T3" fmla="*/ 423 h 423"/>
                              <a:gd name="T4" fmla="*/ 326 w 2172"/>
                              <a:gd name="T5" fmla="*/ 423 h 423"/>
                              <a:gd name="T6" fmla="*/ 0 w 2172"/>
                              <a:gd name="T7" fmla="*/ 211 h 423"/>
                              <a:gd name="T8" fmla="*/ 326 w 2172"/>
                              <a:gd name="T9" fmla="*/ 0 h 423"/>
                              <a:gd name="T10" fmla="*/ 652 w 2172"/>
                              <a:gd name="T11" fmla="*/ 0 h 423"/>
                              <a:gd name="T12" fmla="*/ 452 w 2172"/>
                              <a:gd name="T13" fmla="*/ 141 h 423"/>
                              <a:gd name="T14" fmla="*/ 2172 w 2172"/>
                              <a:gd name="T15" fmla="*/ 141 h 423"/>
                              <a:gd name="T16" fmla="*/ 2172 w 2172"/>
                              <a:gd name="T17" fmla="*/ 282 h 423"/>
                              <a:gd name="T18" fmla="*/ 453 w 217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72" h="423">
                                <a:moveTo>
                                  <a:pt x="453" y="282"/>
                                </a:moveTo>
                                <a:lnTo>
                                  <a:pt x="652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1"/>
                                </a:lnTo>
                                <a:lnTo>
                                  <a:pt x="326" y="0"/>
                                </a:lnTo>
                                <a:lnTo>
                                  <a:pt x="652" y="0"/>
                                </a:lnTo>
                                <a:lnTo>
                                  <a:pt x="452" y="141"/>
                                </a:lnTo>
                                <a:lnTo>
                                  <a:pt x="2172" y="141"/>
                                </a:lnTo>
                                <a:lnTo>
                                  <a:pt x="217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5"/>
                        <wps:cNvSpPr>
                          <a:spLocks/>
                        </wps:cNvSpPr>
                        <wps:spPr bwMode="auto">
                          <a:xfrm>
                            <a:off x="4051300" y="1744980"/>
                            <a:ext cx="762000" cy="146685"/>
                          </a:xfrm>
                          <a:custGeom>
                            <a:avLst/>
                            <a:gdLst>
                              <a:gd name="T0" fmla="*/ 1746 w 2199"/>
                              <a:gd name="T1" fmla="*/ 282 h 423"/>
                              <a:gd name="T2" fmla="*/ 0 w 2199"/>
                              <a:gd name="T3" fmla="*/ 282 h 423"/>
                              <a:gd name="T4" fmla="*/ 0 w 2199"/>
                              <a:gd name="T5" fmla="*/ 141 h 423"/>
                              <a:gd name="T6" fmla="*/ 1746 w 2199"/>
                              <a:gd name="T7" fmla="*/ 141 h 423"/>
                              <a:gd name="T8" fmla="*/ 1546 w 2199"/>
                              <a:gd name="T9" fmla="*/ 0 h 423"/>
                              <a:gd name="T10" fmla="*/ 1873 w 2199"/>
                              <a:gd name="T11" fmla="*/ 0 h 423"/>
                              <a:gd name="T12" fmla="*/ 2199 w 2199"/>
                              <a:gd name="T13" fmla="*/ 211 h 423"/>
                              <a:gd name="T14" fmla="*/ 1873 w 2199"/>
                              <a:gd name="T15" fmla="*/ 423 h 423"/>
                              <a:gd name="T16" fmla="*/ 1546 w 2199"/>
                              <a:gd name="T17" fmla="*/ 423 h 423"/>
                              <a:gd name="T18" fmla="*/ 1746 w 2199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99" h="423">
                                <a:moveTo>
                                  <a:pt x="1746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1746" y="141"/>
                                </a:lnTo>
                                <a:lnTo>
                                  <a:pt x="1546" y="0"/>
                                </a:lnTo>
                                <a:lnTo>
                                  <a:pt x="1873" y="0"/>
                                </a:lnTo>
                                <a:lnTo>
                                  <a:pt x="2199" y="211"/>
                                </a:lnTo>
                                <a:lnTo>
                                  <a:pt x="1873" y="423"/>
                                </a:lnTo>
                                <a:lnTo>
                                  <a:pt x="1546" y="423"/>
                                </a:lnTo>
                                <a:lnTo>
                                  <a:pt x="1746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6"/>
                        <wps:cNvSpPr>
                          <a:spLocks/>
                        </wps:cNvSpPr>
                        <wps:spPr bwMode="auto">
                          <a:xfrm>
                            <a:off x="415925" y="1946275"/>
                            <a:ext cx="146685" cy="309245"/>
                          </a:xfrm>
                          <a:custGeom>
                            <a:avLst/>
                            <a:gdLst>
                              <a:gd name="T0" fmla="*/ 282 w 423"/>
                              <a:gd name="T1" fmla="*/ 453 h 891"/>
                              <a:gd name="T2" fmla="*/ 282 w 423"/>
                              <a:gd name="T3" fmla="*/ 891 h 891"/>
                              <a:gd name="T4" fmla="*/ 141 w 423"/>
                              <a:gd name="T5" fmla="*/ 891 h 891"/>
                              <a:gd name="T6" fmla="*/ 141 w 423"/>
                              <a:gd name="T7" fmla="*/ 453 h 891"/>
                              <a:gd name="T8" fmla="*/ 0 w 423"/>
                              <a:gd name="T9" fmla="*/ 652 h 891"/>
                              <a:gd name="T10" fmla="*/ 0 w 423"/>
                              <a:gd name="T11" fmla="*/ 326 h 891"/>
                              <a:gd name="T12" fmla="*/ 211 w 423"/>
                              <a:gd name="T13" fmla="*/ 0 h 891"/>
                              <a:gd name="T14" fmla="*/ 423 w 423"/>
                              <a:gd name="T15" fmla="*/ 326 h 891"/>
                              <a:gd name="T16" fmla="*/ 423 w 423"/>
                              <a:gd name="T17" fmla="*/ 652 h 891"/>
                              <a:gd name="T18" fmla="*/ 282 w 423"/>
                              <a:gd name="T19" fmla="*/ 453 h 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23" h="891">
                                <a:moveTo>
                                  <a:pt x="282" y="453"/>
                                </a:moveTo>
                                <a:lnTo>
                                  <a:pt x="282" y="891"/>
                                </a:lnTo>
                                <a:lnTo>
                                  <a:pt x="141" y="891"/>
                                </a:lnTo>
                                <a:lnTo>
                                  <a:pt x="141" y="453"/>
                                </a:lnTo>
                                <a:lnTo>
                                  <a:pt x="0" y="652"/>
                                </a:lnTo>
                                <a:lnTo>
                                  <a:pt x="0" y="326"/>
                                </a:lnTo>
                                <a:lnTo>
                                  <a:pt x="211" y="0"/>
                                </a:lnTo>
                                <a:lnTo>
                                  <a:pt x="423" y="326"/>
                                </a:lnTo>
                                <a:lnTo>
                                  <a:pt x="423" y="652"/>
                                </a:lnTo>
                                <a:lnTo>
                                  <a:pt x="282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"/>
                        <wps:cNvSpPr>
                          <a:spLocks/>
                        </wps:cNvSpPr>
                        <wps:spPr bwMode="auto">
                          <a:xfrm>
                            <a:off x="2289810" y="800735"/>
                            <a:ext cx="550545" cy="146050"/>
                          </a:xfrm>
                          <a:custGeom>
                            <a:avLst/>
                            <a:gdLst>
                              <a:gd name="T0" fmla="*/ 453 w 1589"/>
                              <a:gd name="T1" fmla="*/ 282 h 423"/>
                              <a:gd name="T2" fmla="*/ 653 w 1589"/>
                              <a:gd name="T3" fmla="*/ 423 h 423"/>
                              <a:gd name="T4" fmla="*/ 326 w 1589"/>
                              <a:gd name="T5" fmla="*/ 423 h 423"/>
                              <a:gd name="T6" fmla="*/ 0 w 1589"/>
                              <a:gd name="T7" fmla="*/ 212 h 423"/>
                              <a:gd name="T8" fmla="*/ 326 w 1589"/>
                              <a:gd name="T9" fmla="*/ 0 h 423"/>
                              <a:gd name="T10" fmla="*/ 653 w 1589"/>
                              <a:gd name="T11" fmla="*/ 0 h 423"/>
                              <a:gd name="T12" fmla="*/ 453 w 1589"/>
                              <a:gd name="T13" fmla="*/ 141 h 423"/>
                              <a:gd name="T14" fmla="*/ 1136 w 1589"/>
                              <a:gd name="T15" fmla="*/ 141 h 423"/>
                              <a:gd name="T16" fmla="*/ 936 w 1589"/>
                              <a:gd name="T17" fmla="*/ 0 h 423"/>
                              <a:gd name="T18" fmla="*/ 1263 w 1589"/>
                              <a:gd name="T19" fmla="*/ 0 h 423"/>
                              <a:gd name="T20" fmla="*/ 1589 w 1589"/>
                              <a:gd name="T21" fmla="*/ 212 h 423"/>
                              <a:gd name="T22" fmla="*/ 1263 w 1589"/>
                              <a:gd name="T23" fmla="*/ 423 h 423"/>
                              <a:gd name="T24" fmla="*/ 936 w 1589"/>
                              <a:gd name="T25" fmla="*/ 423 h 423"/>
                              <a:gd name="T26" fmla="*/ 1136 w 1589"/>
                              <a:gd name="T27" fmla="*/ 282 h 423"/>
                              <a:gd name="T28" fmla="*/ 453 w 1589"/>
                              <a:gd name="T2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89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136" y="141"/>
                                </a:lnTo>
                                <a:lnTo>
                                  <a:pt x="936" y="0"/>
                                </a:lnTo>
                                <a:lnTo>
                                  <a:pt x="1263" y="0"/>
                                </a:lnTo>
                                <a:lnTo>
                                  <a:pt x="1589" y="212"/>
                                </a:lnTo>
                                <a:lnTo>
                                  <a:pt x="1263" y="423"/>
                                </a:lnTo>
                                <a:lnTo>
                                  <a:pt x="936" y="423"/>
                                </a:lnTo>
                                <a:lnTo>
                                  <a:pt x="1136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8"/>
                        <wps:cNvSpPr>
                          <a:spLocks/>
                        </wps:cNvSpPr>
                        <wps:spPr bwMode="auto">
                          <a:xfrm>
                            <a:off x="1920875" y="1518920"/>
                            <a:ext cx="331470" cy="146685"/>
                          </a:xfrm>
                          <a:custGeom>
                            <a:avLst/>
                            <a:gdLst>
                              <a:gd name="T0" fmla="*/ 503 w 956"/>
                              <a:gd name="T1" fmla="*/ 282 h 423"/>
                              <a:gd name="T2" fmla="*/ 0 w 956"/>
                              <a:gd name="T3" fmla="*/ 282 h 423"/>
                              <a:gd name="T4" fmla="*/ 0 w 956"/>
                              <a:gd name="T5" fmla="*/ 141 h 423"/>
                              <a:gd name="T6" fmla="*/ 503 w 956"/>
                              <a:gd name="T7" fmla="*/ 141 h 423"/>
                              <a:gd name="T8" fmla="*/ 303 w 956"/>
                              <a:gd name="T9" fmla="*/ 0 h 423"/>
                              <a:gd name="T10" fmla="*/ 630 w 956"/>
                              <a:gd name="T11" fmla="*/ 0 h 423"/>
                              <a:gd name="T12" fmla="*/ 956 w 956"/>
                              <a:gd name="T13" fmla="*/ 211 h 423"/>
                              <a:gd name="T14" fmla="*/ 630 w 956"/>
                              <a:gd name="T15" fmla="*/ 423 h 423"/>
                              <a:gd name="T16" fmla="*/ 303 w 956"/>
                              <a:gd name="T17" fmla="*/ 423 h 423"/>
                              <a:gd name="T18" fmla="*/ 503 w 956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56" h="423">
                                <a:moveTo>
                                  <a:pt x="503" y="282"/>
                                </a:moveTo>
                                <a:lnTo>
                                  <a:pt x="0" y="282"/>
                                </a:lnTo>
                                <a:lnTo>
                                  <a:pt x="0" y="141"/>
                                </a:lnTo>
                                <a:lnTo>
                                  <a:pt x="503" y="141"/>
                                </a:lnTo>
                                <a:lnTo>
                                  <a:pt x="303" y="0"/>
                                </a:lnTo>
                                <a:lnTo>
                                  <a:pt x="630" y="0"/>
                                </a:lnTo>
                                <a:lnTo>
                                  <a:pt x="956" y="211"/>
                                </a:lnTo>
                                <a:lnTo>
                                  <a:pt x="630" y="423"/>
                                </a:lnTo>
                                <a:lnTo>
                                  <a:pt x="303" y="423"/>
                                </a:lnTo>
                                <a:lnTo>
                                  <a:pt x="50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"/>
                        <wps:cNvSpPr>
                          <a:spLocks/>
                        </wps:cNvSpPr>
                        <wps:spPr bwMode="auto">
                          <a:xfrm>
                            <a:off x="2284730" y="1601470"/>
                            <a:ext cx="239395" cy="146685"/>
                          </a:xfrm>
                          <a:custGeom>
                            <a:avLst/>
                            <a:gdLst>
                              <a:gd name="T0" fmla="*/ 453 w 692"/>
                              <a:gd name="T1" fmla="*/ 282 h 423"/>
                              <a:gd name="T2" fmla="*/ 653 w 692"/>
                              <a:gd name="T3" fmla="*/ 423 h 423"/>
                              <a:gd name="T4" fmla="*/ 327 w 692"/>
                              <a:gd name="T5" fmla="*/ 423 h 423"/>
                              <a:gd name="T6" fmla="*/ 0 w 692"/>
                              <a:gd name="T7" fmla="*/ 211 h 423"/>
                              <a:gd name="T8" fmla="*/ 327 w 692"/>
                              <a:gd name="T9" fmla="*/ 0 h 423"/>
                              <a:gd name="T10" fmla="*/ 653 w 692"/>
                              <a:gd name="T11" fmla="*/ 0 h 423"/>
                              <a:gd name="T12" fmla="*/ 453 w 692"/>
                              <a:gd name="T13" fmla="*/ 141 h 423"/>
                              <a:gd name="T14" fmla="*/ 692 w 692"/>
                              <a:gd name="T15" fmla="*/ 141 h 423"/>
                              <a:gd name="T16" fmla="*/ 692 w 692"/>
                              <a:gd name="T17" fmla="*/ 282 h 423"/>
                              <a:gd name="T18" fmla="*/ 453 w 692"/>
                              <a:gd name="T19" fmla="*/ 282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2" h="423">
                                <a:moveTo>
                                  <a:pt x="453" y="282"/>
                                </a:moveTo>
                                <a:lnTo>
                                  <a:pt x="653" y="423"/>
                                </a:lnTo>
                                <a:lnTo>
                                  <a:pt x="327" y="423"/>
                                </a:lnTo>
                                <a:lnTo>
                                  <a:pt x="0" y="211"/>
                                </a:lnTo>
                                <a:lnTo>
                                  <a:pt x="327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692" y="141"/>
                                </a:lnTo>
                                <a:lnTo>
                                  <a:pt x="692" y="282"/>
                                </a:lnTo>
                                <a:lnTo>
                                  <a:pt x="453" y="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0"/>
                        <wps:cNvSpPr>
                          <a:spLocks/>
                        </wps:cNvSpPr>
                        <wps:spPr bwMode="auto">
                          <a:xfrm>
                            <a:off x="1919605" y="509270"/>
                            <a:ext cx="425450" cy="1763395"/>
                          </a:xfrm>
                          <a:custGeom>
                            <a:avLst/>
                            <a:gdLst>
                              <a:gd name="T0" fmla="*/ 453 w 1228"/>
                              <a:gd name="T1" fmla="*/ 283 h 5089"/>
                              <a:gd name="T2" fmla="*/ 653 w 1228"/>
                              <a:gd name="T3" fmla="*/ 423 h 5089"/>
                              <a:gd name="T4" fmla="*/ 326 w 1228"/>
                              <a:gd name="T5" fmla="*/ 423 h 5089"/>
                              <a:gd name="T6" fmla="*/ 0 w 1228"/>
                              <a:gd name="T7" fmla="*/ 212 h 5089"/>
                              <a:gd name="T8" fmla="*/ 326 w 1228"/>
                              <a:gd name="T9" fmla="*/ 0 h 5089"/>
                              <a:gd name="T10" fmla="*/ 653 w 1228"/>
                              <a:gd name="T11" fmla="*/ 0 h 5089"/>
                              <a:gd name="T12" fmla="*/ 453 w 1228"/>
                              <a:gd name="T13" fmla="*/ 141 h 5089"/>
                              <a:gd name="T14" fmla="*/ 1014 w 1228"/>
                              <a:gd name="T15" fmla="*/ 141 h 5089"/>
                              <a:gd name="T16" fmla="*/ 1085 w 1228"/>
                              <a:gd name="T17" fmla="*/ 141 h 5089"/>
                              <a:gd name="T18" fmla="*/ 1085 w 1228"/>
                              <a:gd name="T19" fmla="*/ 212 h 5089"/>
                              <a:gd name="T20" fmla="*/ 1085 w 1228"/>
                              <a:gd name="T21" fmla="*/ 4252 h 5089"/>
                              <a:gd name="T22" fmla="*/ 1085 w 1228"/>
                              <a:gd name="T23" fmla="*/ 4444 h 5089"/>
                              <a:gd name="T24" fmla="*/ 1086 w 1228"/>
                              <a:gd name="T25" fmla="*/ 4636 h 5089"/>
                              <a:gd name="T26" fmla="*/ 1226 w 1228"/>
                              <a:gd name="T27" fmla="*/ 4435 h 5089"/>
                              <a:gd name="T28" fmla="*/ 1228 w 1228"/>
                              <a:gd name="T29" fmla="*/ 4761 h 5089"/>
                              <a:gd name="T30" fmla="*/ 1020 w 1228"/>
                              <a:gd name="T31" fmla="*/ 5089 h 5089"/>
                              <a:gd name="T32" fmla="*/ 805 w 1228"/>
                              <a:gd name="T33" fmla="*/ 4765 h 5089"/>
                              <a:gd name="T34" fmla="*/ 803 w 1228"/>
                              <a:gd name="T35" fmla="*/ 4438 h 5089"/>
                              <a:gd name="T36" fmla="*/ 945 w 1228"/>
                              <a:gd name="T37" fmla="*/ 4637 h 5089"/>
                              <a:gd name="T38" fmla="*/ 943 w 1228"/>
                              <a:gd name="T39" fmla="*/ 4444 h 5089"/>
                              <a:gd name="T40" fmla="*/ 943 w 1228"/>
                              <a:gd name="T41" fmla="*/ 4444 h 5089"/>
                              <a:gd name="T42" fmla="*/ 943 w 1228"/>
                              <a:gd name="T43" fmla="*/ 4443 h 5089"/>
                              <a:gd name="T44" fmla="*/ 943 w 1228"/>
                              <a:gd name="T45" fmla="*/ 4252 h 5089"/>
                              <a:gd name="T46" fmla="*/ 943 w 1228"/>
                              <a:gd name="T47" fmla="*/ 283 h 5089"/>
                              <a:gd name="T48" fmla="*/ 453 w 1228"/>
                              <a:gd name="T49" fmla="*/ 283 h 50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28" h="5089">
                                <a:moveTo>
                                  <a:pt x="453" y="283"/>
                                </a:moveTo>
                                <a:lnTo>
                                  <a:pt x="653" y="423"/>
                                </a:lnTo>
                                <a:lnTo>
                                  <a:pt x="326" y="423"/>
                                </a:lnTo>
                                <a:lnTo>
                                  <a:pt x="0" y="212"/>
                                </a:lnTo>
                                <a:lnTo>
                                  <a:pt x="326" y="0"/>
                                </a:lnTo>
                                <a:lnTo>
                                  <a:pt x="653" y="0"/>
                                </a:lnTo>
                                <a:lnTo>
                                  <a:pt x="453" y="141"/>
                                </a:lnTo>
                                <a:lnTo>
                                  <a:pt x="1014" y="141"/>
                                </a:lnTo>
                                <a:lnTo>
                                  <a:pt x="1085" y="141"/>
                                </a:lnTo>
                                <a:lnTo>
                                  <a:pt x="1085" y="212"/>
                                </a:lnTo>
                                <a:lnTo>
                                  <a:pt x="1085" y="4252"/>
                                </a:lnTo>
                                <a:lnTo>
                                  <a:pt x="1085" y="4444"/>
                                </a:lnTo>
                                <a:lnTo>
                                  <a:pt x="1086" y="4636"/>
                                </a:lnTo>
                                <a:lnTo>
                                  <a:pt x="1226" y="4435"/>
                                </a:lnTo>
                                <a:lnTo>
                                  <a:pt x="1228" y="4761"/>
                                </a:lnTo>
                                <a:lnTo>
                                  <a:pt x="1020" y="5089"/>
                                </a:lnTo>
                                <a:lnTo>
                                  <a:pt x="805" y="4765"/>
                                </a:lnTo>
                                <a:lnTo>
                                  <a:pt x="803" y="4438"/>
                                </a:lnTo>
                                <a:lnTo>
                                  <a:pt x="945" y="4637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4"/>
                                </a:lnTo>
                                <a:lnTo>
                                  <a:pt x="943" y="4443"/>
                                </a:lnTo>
                                <a:lnTo>
                                  <a:pt x="943" y="4252"/>
                                </a:lnTo>
                                <a:lnTo>
                                  <a:pt x="943" y="283"/>
                                </a:lnTo>
                                <a:lnTo>
                                  <a:pt x="453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2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560" y="383540"/>
                            <a:ext cx="7200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Application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95045" y="609310"/>
                            <a:ext cx="915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1461AE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 w:rsidRPr="001461AE"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93212" y="1622425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5836" y="2315845"/>
                            <a:ext cx="610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08150" y="2336058"/>
                            <a:ext cx="11436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764030" y="2513965"/>
                            <a:ext cx="10369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with touchscreen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938145" y="1517015"/>
                            <a:ext cx="7067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Battery and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691023" y="1704183"/>
                            <a:ext cx="12198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E94E7C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211195" y="718185"/>
                            <a:ext cx="88455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Wireless radio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061970" y="948483"/>
                            <a:ext cx="11436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Pr="00015FBB" w:rsidRDefault="001461AE">
                              <w:pPr>
                                <w:rPr>
                                  <w:color w:val="FF0000"/>
                                  <w:u w:val="single"/>
                                </w:rPr>
                              </w:pPr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63568" y="1202583"/>
                            <a:ext cx="15157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1461AE">
                              <w:r>
                                <w:rPr>
                                  <w:b/>
                                  <w:bCs/>
                                  <w:color w:val="FF0000"/>
                                  <w:u w:val="single"/>
                                  <w:lang w:val="en-US"/>
                                </w:rPr>
                                <w:t>___________</w:t>
                              </w:r>
                              <w:r w:rsidR="00E94E7C">
                                <w:rPr>
                                  <w:b/>
                                  <w:bCs/>
                                  <w:color w:val="141515"/>
                                  <w:lang w:val="en-US"/>
                                </w:rPr>
                                <w:t xml:space="preserve"> to sensors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7725" y="1386840"/>
                            <a:ext cx="11557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>(motion, magnetic,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0916" y="1548130"/>
                            <a:ext cx="15792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1461AE">
                              <w:r>
                                <w:rPr>
                                  <w:color w:val="FF0000"/>
                                  <w:u w:val="single"/>
                                  <w:lang w:val="en-US"/>
                                </w:rPr>
                                <w:t>____________</w:t>
                              </w:r>
                              <w:r w:rsidR="00E94E7C">
                                <w:rPr>
                                  <w:color w:val="141515"/>
                                  <w:lang w:val="en-US"/>
                                </w:rPr>
                                <w:t>, humidity,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40435" y="1708785"/>
                            <a:ext cx="9696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lang w:val="en-US"/>
                                </w:rPr>
                                <w:t xml:space="preserve">gyroscope, etc.)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602230" y="18415"/>
                            <a:ext cx="8928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Highly integrated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472055" y="154305"/>
                            <a:ext cx="116078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E7C" w:rsidRDefault="00E94E7C">
                              <w:r>
                                <w:rPr>
                                  <w:color w:val="141515"/>
                                  <w:sz w:val="20"/>
                                  <w:szCs w:val="20"/>
                                  <w:lang w:val="en-US"/>
                                </w:rPr>
                                <w:t>application-specific IC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2" name="Line 37"/>
                        <wps:cNvCnPr/>
                        <wps:spPr bwMode="auto">
                          <a:xfrm>
                            <a:off x="5217795" y="332740"/>
                            <a:ext cx="0" cy="389255"/>
                          </a:xfrm>
                          <a:prstGeom prst="line">
                            <a:avLst/>
                          </a:prstGeom>
                          <a:noFill/>
                          <a:ln w="2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189855" y="305435"/>
                            <a:ext cx="55245" cy="55245"/>
                          </a:xfrm>
                          <a:prstGeom prst="ellipse">
                            <a:avLst/>
                          </a:prstGeom>
                          <a:solidFill>
                            <a:srgbClr val="141515"/>
                          </a:solidFill>
                          <a:ln w="4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9"/>
                        <wps:cNvSpPr>
                          <a:spLocks/>
                        </wps:cNvSpPr>
                        <wps:spPr bwMode="auto">
                          <a:xfrm>
                            <a:off x="5112385" y="237490"/>
                            <a:ext cx="56515" cy="169545"/>
                          </a:xfrm>
                          <a:custGeom>
                            <a:avLst/>
                            <a:gdLst>
                              <a:gd name="T0" fmla="*/ 164 w 164"/>
                              <a:gd name="T1" fmla="*/ 488 h 488"/>
                              <a:gd name="T2" fmla="*/ 0 w 164"/>
                              <a:gd name="T3" fmla="*/ 244 h 488"/>
                              <a:gd name="T4" fmla="*/ 164 w 164"/>
                              <a:gd name="T5" fmla="*/ 0 h 4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8">
                                <a:moveTo>
                                  <a:pt x="164" y="488"/>
                                </a:moveTo>
                                <a:cubicBezTo>
                                  <a:pt x="65" y="450"/>
                                  <a:pt x="0" y="353"/>
                                  <a:pt x="0" y="244"/>
                                </a:cubicBezTo>
                                <a:cubicBezTo>
                                  <a:pt x="0" y="135"/>
                                  <a:pt x="65" y="38"/>
                                  <a:pt x="164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0"/>
                        <wps:cNvSpPr>
                          <a:spLocks/>
                        </wps:cNvSpPr>
                        <wps:spPr bwMode="auto">
                          <a:xfrm>
                            <a:off x="5259070" y="236220"/>
                            <a:ext cx="56515" cy="168275"/>
                          </a:xfrm>
                          <a:custGeom>
                            <a:avLst/>
                            <a:gdLst>
                              <a:gd name="T0" fmla="*/ 0 w 164"/>
                              <a:gd name="T1" fmla="*/ 0 h 487"/>
                              <a:gd name="T2" fmla="*/ 164 w 164"/>
                              <a:gd name="T3" fmla="*/ 244 h 487"/>
                              <a:gd name="T4" fmla="*/ 0 w 164"/>
                              <a:gd name="T5" fmla="*/ 48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4" h="487">
                                <a:moveTo>
                                  <a:pt x="0" y="0"/>
                                </a:moveTo>
                                <a:cubicBezTo>
                                  <a:pt x="98" y="37"/>
                                  <a:pt x="164" y="135"/>
                                  <a:pt x="164" y="244"/>
                                </a:cubicBezTo>
                                <a:cubicBezTo>
                                  <a:pt x="164" y="353"/>
                                  <a:pt x="98" y="450"/>
                                  <a:pt x="0" y="487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1"/>
                        <wps:cNvSpPr>
                          <a:spLocks/>
                        </wps:cNvSpPr>
                        <wps:spPr bwMode="auto">
                          <a:xfrm>
                            <a:off x="5295900" y="193675"/>
                            <a:ext cx="85725" cy="257175"/>
                          </a:xfrm>
                          <a:custGeom>
                            <a:avLst/>
                            <a:gdLst>
                              <a:gd name="T0" fmla="*/ 0 w 247"/>
                              <a:gd name="T1" fmla="*/ 0 h 742"/>
                              <a:gd name="T2" fmla="*/ 247 w 247"/>
                              <a:gd name="T3" fmla="*/ 371 h 742"/>
                              <a:gd name="T4" fmla="*/ 0 w 247"/>
                              <a:gd name="T5" fmla="*/ 742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0" y="0"/>
                                </a:moveTo>
                                <a:cubicBezTo>
                                  <a:pt x="148" y="57"/>
                                  <a:pt x="247" y="205"/>
                                  <a:pt x="247" y="371"/>
                                </a:cubicBezTo>
                                <a:cubicBezTo>
                                  <a:pt x="247" y="537"/>
                                  <a:pt x="148" y="685"/>
                                  <a:pt x="0" y="742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2"/>
                        <wps:cNvSpPr>
                          <a:spLocks/>
                        </wps:cNvSpPr>
                        <wps:spPr bwMode="auto">
                          <a:xfrm>
                            <a:off x="5037455" y="193675"/>
                            <a:ext cx="85725" cy="256540"/>
                          </a:xfrm>
                          <a:custGeom>
                            <a:avLst/>
                            <a:gdLst>
                              <a:gd name="T0" fmla="*/ 247 w 247"/>
                              <a:gd name="T1" fmla="*/ 742 h 742"/>
                              <a:gd name="T2" fmla="*/ 0 w 247"/>
                              <a:gd name="T3" fmla="*/ 371 h 742"/>
                              <a:gd name="T4" fmla="*/ 247 w 247"/>
                              <a:gd name="T5" fmla="*/ 0 h 7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7" h="742">
                                <a:moveTo>
                                  <a:pt x="247" y="742"/>
                                </a:moveTo>
                                <a:cubicBezTo>
                                  <a:pt x="99" y="685"/>
                                  <a:pt x="0" y="537"/>
                                  <a:pt x="0" y="371"/>
                                </a:cubicBezTo>
                                <a:cubicBezTo>
                                  <a:pt x="0" y="205"/>
                                  <a:pt x="99" y="56"/>
                                  <a:pt x="247" y="0"/>
                                </a:cubicBezTo>
                              </a:path>
                            </a:pathLst>
                          </a:custGeom>
                          <a:noFill/>
                          <a:ln w="19" cap="flat">
                            <a:solidFill>
                              <a:srgbClr val="14151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88" o:spid="_x0000_s1026" editas="canvas" style="width:453.75pt;height:216.7pt;mso-position-horizontal-relative:char;mso-position-vertical-relative:line" coordsize="57626,2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26;height:27520;visibility:visible;mso-wrap-style:square">
                  <v:fill o:detectmouseclick="t"/>
                  <v:path o:connecttype="none"/>
                </v:shape>
                <v:rect id="Rectangle 5" o:spid="_x0000_s1028" style="position:absolute;left:31;top:31;width:46971;height:21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" fillcolor="#ebebeb" strokecolor="#141515" strokeweight="28e-5mm"/>
                <v:rect id="Rectangle 6" o:spid="_x0000_s1029" style="position:absolute;left:1155;top:1504;width:1800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" fillcolor="#ddf9df" strokecolor="#141515" strokeweight="53e-5mm"/>
                <v:rect id="Rectangle 7" o:spid="_x0000_s1030" style="position:absolute;left:1123;top:11252;width:18003;height:8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" fillcolor="#ebf28a" strokecolor="#141515" strokeweight="53e-5mm"/>
                <v:rect id="Rectangle 8" o:spid="_x0000_s1031" style="position:absolute;left:28479;top:4641;width:15482;height:8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" fillcolor="#ffdccb" strokecolor="#141515" strokeweight="53e-5mm"/>
                <v:rect id="Rectangle 9" o:spid="_x0000_s1032" style="position:absolute;left:25355;top:13950;width:15158;height:5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" fillcolor="#fcc900" strokecolor="#141515" strokeweight="53e-5mm"/>
                <v:rect id="Rectangle 10" o:spid="_x0000_s1033" style="position:absolute;left:48063;top:13849;width:9506;height:6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" fillcolor="#ffd9a8" strokecolor="#141515" strokeweight="53e-5mm"/>
                <v:rect id="Rectangle 11" o:spid="_x0000_s1034" style="position:absolute;left:190;top:22599;width:867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" fillcolor="#fffadd" strokecolor="#141515" strokeweight="53e-5mm"/>
                <v:rect id="Rectangle 12" o:spid="_x0000_s1035" style="position:absolute;left:15595;top:22625;width:13792;height:4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" fillcolor="#fffadd" strokecolor="#141515" strokeweight="53e-5mm"/>
                <v:shape id="Freeform 13" o:spid="_x0000_s1036" style="position:absolute;left:43916;top:6413;width:8242;height:1461;visibility:visible;mso-wrap-style:square;v-text-anchor:top" coordsize="237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" path="m453,283l653,423r-327,l,212,326,,653,,453,141r1473,l1726,r327,l2379,212,2053,423r-327,l1926,283r-1473,xe" fillcolor="#0092ca" stroked="f">
                  <v:path arrowok="t" o:connecttype="custom" o:connectlocs="156947,97712;226239,146050;112946,146050;0,73198;112946,0;226239,0;156947,48683;667283,48683;597991,0;711284,0;824230,73198;711284,146050;597991,146050;667283,97712;156947,97712" o:connectangles="0,0,0,0,0,0,0,0,0,0,0,0,0,0,0"/>
                </v:shape>
                <v:shape id="Freeform 14" o:spid="_x0000_s1037" style="position:absolute;left:40500;top:14808;width:7531;height:1467;visibility:visible;mso-wrap-style:square;v-text-anchor:top" coordsize="217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" path="m453,282l652,423r-326,l,211,326,,652,,452,141r1720,l2172,282r-1719,xe" fillcolor="#0092ca" stroked="f">
                  <v:path arrowok="t" o:connecttype="custom" o:connectlocs="157071,97790;226072,146685;113036,146685;0,73169;113036,0;226072,0;156725,48895;753110,48895;753110,97790;157071,97790" o:connectangles="0,0,0,0,0,0,0,0,0,0"/>
                </v:shape>
                <v:shape id="Freeform 15" o:spid="_x0000_s1038" style="position:absolute;left:40513;top:17449;width:7620;height:1467;visibility:visible;mso-wrap-style:square;v-text-anchor:top" coordsize="219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" path="m1746,282l,282,,141r1746,l1546,r327,l2199,211,1873,423r-327,l1746,282xe" fillcolor="#0092ca" stroked="f">
                  <v:path arrowok="t" o:connecttype="custom" o:connectlocs="605026,97790;0,97790;0,48895;605026,48895;535722,0;649034,0;762000,73169;649034,146685;535722,146685;605026,97790" o:connectangles="0,0,0,0,0,0,0,0,0,0"/>
                </v:shape>
                <v:shape id="Freeform 16" o:spid="_x0000_s1039" style="position:absolute;left:4159;top:19462;width:1467;height:3093;visibility:visible;mso-wrap-style:square;v-text-anchor:top" coordsize="423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" path="m282,453r,438l141,891r,-438l,652,,326,211,,423,326r,326l282,453xe" fillcolor="#0092ca" stroked="f">
                  <v:path arrowok="t" o:connecttype="custom" o:connectlocs="97790,157226;97790,309245;48895,309245;48895,157226;0,226294;0,113147;73169,0;146685,113147;146685,226294;97790,157226" o:connectangles="0,0,0,0,0,0,0,0,0,0"/>
                </v:shape>
                <v:shape id="Freeform 17" o:spid="_x0000_s1040" style="position:absolute;left:22898;top:8007;width:5505;height:1460;visibility:visible;mso-wrap-style:square;v-text-anchor:top" coordsize="158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" path="m453,282l653,423r-327,l,212,326,,653,,453,141r683,l936,r327,l1589,212,1263,423r-327,l1136,282r-683,xe" fillcolor="#0092ca" stroked="f">
                  <v:path arrowok="t" o:connecttype="custom" o:connectlocs="156952,97367;226247,146050;112950,146050;0,73198;112950,0;226247,0;156952,48683;393593,48683;324298,0;437595,0;550545,73198;437595,146050;324298,146050;393593,97367;156952,97367" o:connectangles="0,0,0,0,0,0,0,0,0,0,0,0,0,0,0"/>
                </v:shape>
                <v:shape id="Freeform 18" o:spid="_x0000_s1041" style="position:absolute;left:19208;top:15189;width:3315;height:1467;visibility:visible;mso-wrap-style:square;v-text-anchor:top" coordsize="956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" path="m503,282l,282,,141r503,l303,,630,,956,211,630,423r-327,l503,282xe" fillcolor="#0092ca" stroked="f">
                  <v:path arrowok="t" o:connecttype="custom" o:connectlocs="174403,97790;0,97790;0,48895;174403,48895;105058,0;218437,0;331470,73169;218437,146685;105058,146685;174403,97790" o:connectangles="0,0,0,0,0,0,0,0,0,0"/>
                </v:shape>
                <v:shape id="Freeform 19" o:spid="_x0000_s1042" style="position:absolute;left:22847;top:16014;width:2394;height:1467;visibility:visible;mso-wrap-style:square;v-text-anchor:top" coordsize="69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" path="m453,282l653,423r-326,l,211,327,,653,,453,141r239,l692,282r-239,xe" fillcolor="#0092ca" stroked="f">
                  <v:path arrowok="t" o:connecttype="custom" o:connectlocs="156714,97790;225903,146685;113125,146685;0,73169;113125,0;225903,0;156714,48895;239395,48895;239395,97790;156714,97790" o:connectangles="0,0,0,0,0,0,0,0,0,0"/>
                </v:shape>
                <v:shape id="Freeform 20" o:spid="_x0000_s1043" style="position:absolute;left:19196;top:5092;width:4254;height:17634;visibility:visible;mso-wrap-style:square;v-text-anchor:top" coordsize="1228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" path="m453,283l653,423r-327,l,212,326,,653,,453,141r561,l1085,141r,71l1085,4252r,192l1086,4636r140,-201l1228,4761r-208,328l805,4765r-2,-327l945,4637r-2,-193l943,4444r,-1l943,4252r,-3969l453,283xe" fillcolor="#0092ca" stroked="f">
                  <v:path arrowok="t" o:connecttype="custom" o:connectlocs="156945,98063;226237,146574;112945,146574;0,73460;112945,0;226237,0;156945,48858;351308,48858;375907,48858;375907,73460;375907,1473365;375907,1539895;376253,1606425;424757,1536777;425450,1649739;353387,1763395;278898,1651125;278205,1537816;327402,1606772;326710,1539895;326710,1539895;326710,1539549;326710,1473365;326710,98063;156945,98063" o:connectangles="0,0,0,0,0,0,0,0,0,0,0,0,0,0,0,0,0,0,0,0,0,0,0,0,0"/>
                </v:shape>
                <v:rect id="Rectangle 21" o:spid="_x0000_s1044" style="position:absolute;left:6705;top:3835;width:720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Application</w:t>
                        </w:r>
                      </w:p>
                    </w:txbxContent>
                  </v:textbox>
                </v:rect>
                <v:rect id="Rectangle 22" o:spid="_x0000_s1045" style="position:absolute;left:5950;top:6093;width:9150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1461AE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 w:rsidRPr="001461AE">
                          <w:rPr>
                            <w:color w:val="FF0000"/>
                            <w:u w:val="single"/>
                            <w:lang w:val="en-US"/>
                          </w:rPr>
                          <w:t>____________</w:t>
                        </w:r>
                      </w:p>
                    </w:txbxContent>
                  </v:textbox>
                </v:rect>
                <v:rect id="Rectangle 23" o:spid="_x0000_s1046" style="position:absolute;left:49932;top:16224;width:610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<v:textbox style="mso-fit-shape-to-text:t" inset="0,0,0,0">
                    <w:txbxContent>
                      <w:p w:rsidR="00E94E7C" w:rsidRPr="00E94E7C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4" o:spid="_x0000_s1047" style="position:absolute;left:1458;top:23158;width:610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Pr="00015FBB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</w:t>
                        </w:r>
                      </w:p>
                    </w:txbxContent>
                  </v:textbox>
                </v:rect>
                <v:rect id="Rectangle 25" o:spid="_x0000_s1048" style="position:absolute;left:17081;top:23360;width:1143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Pr="00015FBB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</w:t>
                        </w:r>
                      </w:p>
                    </w:txbxContent>
                  </v:textbox>
                </v:rect>
                <v:rect id="Rectangle 26" o:spid="_x0000_s1049" style="position:absolute;left:17640;top:25139;width:1036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a5wAAAANsAAAAPAAAAZHJzL2Rvd25yZXYueG1sRI/NigIx&#10;EITvC75DaMHbmtHDrox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5qVWuc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with touchscreen</w:t>
                        </w:r>
                      </w:p>
                    </w:txbxContent>
                  </v:textbox>
                </v:rect>
                <v:rect id="Rectangle 27" o:spid="_x0000_s1050" style="position:absolute;left:29381;top:15170;width:7068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Battery and</w:t>
                        </w:r>
                      </w:p>
                    </w:txbxContent>
                  </v:textbox>
                </v:rect>
                <v:rect id="Rectangle 28" o:spid="_x0000_s1051" style="position:absolute;left:26910;top:17041;width:1219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Pr="00E94E7C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________________</w:t>
                        </w:r>
                      </w:p>
                    </w:txbxContent>
                  </v:textbox>
                </v:rect>
                <v:rect id="Rectangle 29" o:spid="_x0000_s1052" style="position:absolute;left:32111;top:7181;width:884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Wireless radio</w:t>
                        </w:r>
                      </w:p>
                    </w:txbxContent>
                  </v:textbox>
                </v:rect>
                <v:rect id="Rectangle 30" o:spid="_x0000_s1053" style="position:absolute;left:30619;top:9484;width:1143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Pr="00015FBB" w:rsidRDefault="001461AE">
                        <w:pPr>
                          <w:rPr>
                            <w:color w:val="FF0000"/>
                            <w:u w:val="single"/>
                          </w:rPr>
                        </w:pPr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_______________</w:t>
                        </w:r>
                      </w:p>
                    </w:txbxContent>
                  </v:textbox>
                </v:rect>
                <v:rect id="Rectangle 31" o:spid="_x0000_s1054" style="position:absolute;left:2635;top:12025;width:1515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1461AE">
                        <w:r>
                          <w:rPr>
                            <w:b/>
                            <w:bCs/>
                            <w:color w:val="FF0000"/>
                            <w:u w:val="single"/>
                            <w:lang w:val="en-US"/>
                          </w:rPr>
                          <w:t>___________</w:t>
                        </w:r>
                        <w:r w:rsidR="00E94E7C">
                          <w:rPr>
                            <w:b/>
                            <w:bCs/>
                            <w:color w:val="141515"/>
                            <w:lang w:val="en-US"/>
                          </w:rPr>
                          <w:t xml:space="preserve"> to sensors</w:t>
                        </w:r>
                      </w:p>
                    </w:txbxContent>
                  </v:textbox>
                </v:rect>
                <v:rect id="Rectangle 32" o:spid="_x0000_s1055" style="position:absolute;left:4477;top:13868;width:11557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>(motion, magnetic,</w:t>
                        </w:r>
                      </w:p>
                    </w:txbxContent>
                  </v:textbox>
                </v:rect>
                <v:rect id="Rectangle 33" o:spid="_x0000_s1056" style="position:absolute;left:2209;top:15481;width:157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    <v:textbox style="mso-fit-shape-to-text:t" inset="0,0,0,0">
                    <w:txbxContent>
                      <w:p w:rsidR="00E94E7C" w:rsidRDefault="001461AE">
                        <w:r>
                          <w:rPr>
                            <w:color w:val="FF0000"/>
                            <w:u w:val="single"/>
                            <w:lang w:val="en-US"/>
                          </w:rPr>
                          <w:t>____________</w:t>
                        </w:r>
                        <w:r w:rsidR="00E94E7C">
                          <w:rPr>
                            <w:color w:val="141515"/>
                            <w:lang w:val="en-US"/>
                          </w:rPr>
                          <w:t>, humidity,</w:t>
                        </w:r>
                      </w:p>
                    </w:txbxContent>
                  </v:textbox>
                </v:rect>
                <v:rect id="Rectangle 34" o:spid="_x0000_s1057" style="position:absolute;left:5404;top:17087;width:969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lang w:val="en-US"/>
                          </w:rPr>
                          <w:t xml:space="preserve">gyroscope, etc.) </w:t>
                        </w:r>
                      </w:p>
                    </w:txbxContent>
                  </v:textbox>
                </v:rect>
                <v:rect id="Rectangle 35" o:spid="_x0000_s1058" style="position:absolute;left:26022;top:184;width:892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Highly integrated</w:t>
                        </w:r>
                      </w:p>
                    </w:txbxContent>
                  </v:textbox>
                </v:rect>
                <v:rect id="Rectangle 36" o:spid="_x0000_s1059" style="position:absolute;left:24720;top:1543;width:11608;height:14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" filled="f" stroked="f">
                  <v:textbox style="mso-fit-shape-to-text:t" inset="0,0,0,0">
                    <w:txbxContent>
                      <w:p w:rsidR="00E94E7C" w:rsidRDefault="00E94E7C">
                        <w:r>
                          <w:rPr>
                            <w:color w:val="141515"/>
                            <w:sz w:val="20"/>
                            <w:szCs w:val="20"/>
                            <w:lang w:val="en-US"/>
                          </w:rPr>
                          <w:t>application-specific IC</w:t>
                        </w:r>
                      </w:p>
                    </w:txbxContent>
                  </v:textbox>
                </v:rect>
                <v:line id="Line 37" o:spid="_x0000_s1060" style="position:absolute;visibility:visible;mso-wrap-style:square" from="52177,3327" to="52177,7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" strokecolor="#141515" strokeweight="81e-5mm">
                  <v:stroke joinstyle="miter"/>
                </v:line>
                <v:oval id="Oval 38" o:spid="_x0000_s1061" style="position:absolute;left:51898;top:3054;width:553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" fillcolor="#141515" strokecolor="#141515" strokeweight="1e-4mm">
                  <v:stroke joinstyle="miter"/>
                </v:oval>
                <v:shape id="Freeform 39" o:spid="_x0000_s1062" style="position:absolute;left:51123;top:2374;width:566;height:1696;visibility:visible;mso-wrap-style:square;v-text-anchor:top" coordsize="164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" path="m164,488c65,450,,353,,244,,135,65,38,164,e" filled="f" strokecolor="#141515" strokeweight="53e-5mm">
                  <v:stroke joinstyle="miter"/>
                  <v:path arrowok="t" o:connecttype="custom" o:connectlocs="56515,169545;0,84773;56515,0" o:connectangles="0,0,0"/>
                </v:shape>
                <v:shape id="Freeform 40" o:spid="_x0000_s1063" style="position:absolute;left:52590;top:2362;width:565;height:1682;visibility:visible;mso-wrap-style:square;v-text-anchor:top" coordsize="16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" path="m,c98,37,164,135,164,244,164,353,98,450,,487e" filled="f" strokecolor="#141515" strokeweight="53e-5mm">
                  <v:stroke joinstyle="miter"/>
                  <v:path arrowok="t" o:connecttype="custom" o:connectlocs="0,0;56515,84310;0,168275" o:connectangles="0,0,0"/>
                </v:shape>
                <v:shape id="Freeform 41" o:spid="_x0000_s1064" style="position:absolute;left:52959;top:1936;width:857;height:2572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" path="m,c148,57,247,205,247,371,247,537,148,685,,742e" filled="f" strokecolor="#141515" strokeweight="53e-5mm">
                  <v:stroke joinstyle="miter"/>
                  <v:path arrowok="t" o:connecttype="custom" o:connectlocs="0,0;85725,128588;0,257175" o:connectangles="0,0,0"/>
                </v:shape>
                <v:shape id="Freeform 42" o:spid="_x0000_s1065" style="position:absolute;left:50374;top:1936;width:857;height:2566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" path="m247,742c99,685,,537,,371,,205,99,56,247,e" filled="f" strokecolor="#141515" strokeweight="53e-5mm">
                  <v:stroke joinstyle="miter"/>
                  <v:path arrowok="t" o:connecttype="custom" o:connectlocs="85725,256540;0,128270;85725,0" o:connectangles="0,0,0"/>
                </v:shape>
                <w10:anchorlock/>
              </v:group>
            </w:pict>
          </mc:Fallback>
        </mc:AlternateContent>
      </w:r>
    </w:p>
    <w:p w:rsidR="001922A0" w:rsidRDefault="001922A0" w:rsidP="001922A0">
      <w:pPr>
        <w:rPr>
          <w:lang w:val="en-GB"/>
        </w:rPr>
      </w:pPr>
    </w:p>
    <w:p w:rsidR="00015FBB" w:rsidRPr="006F304B" w:rsidRDefault="00E94E7C" w:rsidP="00015FBB">
      <w:pPr>
        <w:rPr>
          <w:b/>
        </w:rPr>
      </w:pPr>
      <w:r w:rsidRPr="006F304B">
        <w:rPr>
          <w:b/>
          <w:lang w:val="en-US"/>
        </w:rPr>
        <w:t xml:space="preserve">Battery          power management          </w:t>
      </w:r>
      <w:r w:rsidR="00015FBB" w:rsidRPr="006F304B">
        <w:rPr>
          <w:b/>
          <w:lang w:val="en-US"/>
        </w:rPr>
        <w:t xml:space="preserve">Sensors          </w:t>
      </w:r>
      <w:r w:rsidRPr="006F304B">
        <w:rPr>
          <w:b/>
          <w:lang w:val="en-GB"/>
        </w:rPr>
        <w:t xml:space="preserve">processor         </w:t>
      </w:r>
      <w:r w:rsidR="00015FBB" w:rsidRPr="006F304B">
        <w:rPr>
          <w:b/>
          <w:lang w:val="en-US"/>
        </w:rPr>
        <w:t>transmitter/receiver</w:t>
      </w:r>
    </w:p>
    <w:p w:rsidR="00015FBB" w:rsidRPr="006F304B" w:rsidRDefault="00015FBB" w:rsidP="003825C9">
      <w:pPr>
        <w:rPr>
          <w:lang w:val="en-US"/>
        </w:rPr>
      </w:pPr>
    </w:p>
    <w:p w:rsidR="00015FBB" w:rsidRDefault="00015FBB" w:rsidP="00015FBB">
      <w:pPr>
        <w:jc w:val="center"/>
      </w:pPr>
      <w:r w:rsidRPr="006F304B">
        <w:rPr>
          <w:b/>
          <w:lang w:val="en-US"/>
        </w:rPr>
        <w:t>Display subsystem          Interfaces          temperature</w:t>
      </w:r>
    </w:p>
    <w:p w:rsidR="00C148FD" w:rsidRPr="009D6341" w:rsidRDefault="00C148FD" w:rsidP="00C148FD">
      <w:pPr>
        <w:pStyle w:val="eLineBottom"/>
        <w:rPr>
          <w:lang w:val="en-GB"/>
        </w:rPr>
      </w:pPr>
    </w:p>
    <w:p w:rsidR="00C148FD" w:rsidRDefault="00C148FD" w:rsidP="00C148FD">
      <w:pPr>
        <w:rPr>
          <w:lang w:val="en-GB"/>
        </w:rPr>
      </w:pPr>
    </w:p>
    <w:p w:rsidR="00127770" w:rsidRPr="009D6341" w:rsidRDefault="00127770" w:rsidP="00127770">
      <w:pPr>
        <w:pStyle w:val="eTask"/>
        <w:rPr>
          <w:lang w:val="en-GB"/>
        </w:rPr>
      </w:pPr>
      <w:r w:rsidRPr="001A69FE">
        <w:rPr>
          <w:lang w:val="en-GB"/>
        </w:rPr>
        <w:t>What are the essential areas for Smart city solutions</w:t>
      </w:r>
      <w:r>
        <w:rPr>
          <w:lang w:val="en-GB"/>
        </w:rPr>
        <w:t>?</w:t>
      </w:r>
    </w:p>
    <w:p w:rsidR="00127770" w:rsidRPr="009D6341" w:rsidRDefault="00127770" w:rsidP="00127770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a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lang w:val="en-US"/>
        </w:rPr>
      </w:pPr>
      <w:r>
        <w:rPr>
          <w:lang w:val="en-US"/>
        </w:rPr>
        <w:t>b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>
        <w:rPr>
          <w:lang w:val="en-US"/>
        </w:rPr>
        <w:t>c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Pr="002757EF" w:rsidRDefault="00127770" w:rsidP="00127770">
      <w:pPr>
        <w:rPr>
          <w:shd w:val="clear" w:color="auto" w:fill="CCFFCC"/>
          <w:lang w:val="en-US"/>
        </w:rPr>
      </w:pPr>
      <w:r>
        <w:rPr>
          <w:lang w:val="en-US"/>
        </w:rPr>
        <w:t>d</w:t>
      </w:r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2757EF" w:rsidRDefault="00127770" w:rsidP="00127770">
      <w:pPr>
        <w:rPr>
          <w:lang w:val="en-US"/>
        </w:rPr>
      </w:pPr>
    </w:p>
    <w:p w:rsidR="00127770" w:rsidRDefault="00127770" w:rsidP="00127770">
      <w:pPr>
        <w:rPr>
          <w:lang w:val="en-US"/>
        </w:rPr>
      </w:pPr>
      <w:r>
        <w:rPr>
          <w:lang w:val="en-US"/>
        </w:rPr>
        <w:t>e</w:t>
      </w:r>
      <w:bookmarkStart w:id="0" w:name="_GoBack"/>
      <w:bookmarkEnd w:id="0"/>
      <w:r w:rsidRPr="002757EF">
        <w:rPr>
          <w:lang w:val="en-US"/>
        </w:rPr>
        <w:t>)</w:t>
      </w:r>
      <w:r w:rsidRPr="002757EF">
        <w:rPr>
          <w:lang w:val="en-US"/>
        </w:rPr>
        <w:tab/>
      </w:r>
      <w:r w:rsidR="001461AE">
        <w:t>__________________________</w:t>
      </w:r>
    </w:p>
    <w:p w:rsidR="00127770" w:rsidRPr="009D6341" w:rsidRDefault="00127770" w:rsidP="00127770">
      <w:pPr>
        <w:pStyle w:val="eLineBottom"/>
        <w:rPr>
          <w:lang w:val="en-GB"/>
        </w:rPr>
      </w:pPr>
    </w:p>
    <w:p w:rsidR="009D6341" w:rsidRPr="009D6341" w:rsidRDefault="009D6341" w:rsidP="009D6341">
      <w:pPr>
        <w:rPr>
          <w:lang w:val="en-GB"/>
        </w:rPr>
      </w:pPr>
    </w:p>
    <w:p w:rsidR="000C00D4" w:rsidRPr="009D6341" w:rsidRDefault="00D606BA" w:rsidP="00127770">
      <w:pPr>
        <w:pStyle w:val="eTask"/>
        <w:rPr>
          <w:lang w:val="en-GB"/>
        </w:rPr>
      </w:pPr>
      <w:r w:rsidRPr="00EF79B1">
        <w:rPr>
          <w:lang w:val="en-GB"/>
        </w:rPr>
        <w:t>Add words below to correct places in the sentence!</w:t>
      </w:r>
    </w:p>
    <w:p w:rsidR="000C00D4" w:rsidRPr="009D6341" w:rsidRDefault="000C00D4" w:rsidP="003825C9">
      <w:pPr>
        <w:rPr>
          <w:lang w:val="en-GB"/>
        </w:rPr>
      </w:pPr>
    </w:p>
    <w:p w:rsidR="000C00D4" w:rsidRDefault="001461AE" w:rsidP="001461AE">
      <w:pPr>
        <w:spacing w:line="360" w:lineRule="auto"/>
        <w:rPr>
          <w:lang w:val="en-GB"/>
        </w:rPr>
      </w:pPr>
      <w:r w:rsidRPr="001461AE">
        <w:rPr>
          <w:lang w:val="en-GB"/>
        </w:rPr>
        <w:t>______________</w:t>
      </w:r>
      <w:r w:rsidR="00127770" w:rsidRPr="001461AE">
        <w:rPr>
          <w:lang w:val="en-GB"/>
        </w:rPr>
        <w:t xml:space="preserve"> informs the frequency of data acquisition. </w:t>
      </w:r>
      <w:r w:rsidRPr="001461AE">
        <w:rPr>
          <w:lang w:val="en-GB"/>
        </w:rPr>
        <w:t>______________</w:t>
      </w:r>
      <w:r w:rsidR="00127770" w:rsidRPr="001461AE">
        <w:rPr>
          <w:lang w:val="en-GB"/>
        </w:rPr>
        <w:t xml:space="preserve"> describes the different types of data that may be handled. </w:t>
      </w:r>
      <w:r w:rsidRPr="001461AE">
        <w:rPr>
          <w:lang w:val="en-GB"/>
        </w:rPr>
        <w:t>______________</w:t>
      </w:r>
      <w:r w:rsidR="00127770" w:rsidRPr="001461AE">
        <w:rPr>
          <w:lang w:val="en-GB"/>
        </w:rPr>
        <w:t xml:space="preserve"> represents</w:t>
      </w:r>
      <w:r w:rsidR="00127770" w:rsidRPr="00127770">
        <w:rPr>
          <w:lang w:val="en-GB"/>
        </w:rPr>
        <w:t xml:space="preserve"> the amount of data.</w:t>
      </w:r>
    </w:p>
    <w:p w:rsidR="006F304B" w:rsidRDefault="006F304B" w:rsidP="003825C9">
      <w:pPr>
        <w:rPr>
          <w:lang w:val="en-GB"/>
        </w:rPr>
      </w:pPr>
    </w:p>
    <w:p w:rsidR="006F304B" w:rsidRPr="003825C9" w:rsidRDefault="006F304B" w:rsidP="003825C9">
      <w:pPr>
        <w:jc w:val="center"/>
        <w:rPr>
          <w:b/>
          <w:lang w:val="en-GB"/>
        </w:rPr>
      </w:pPr>
      <w:r w:rsidRPr="003825C9">
        <w:rPr>
          <w:b/>
          <w:lang w:val="en-GB"/>
        </w:rPr>
        <w:t xml:space="preserve">Variety </w:t>
      </w:r>
      <w:r w:rsidRPr="003825C9">
        <w:rPr>
          <w:b/>
          <w:lang w:val="en-GB"/>
        </w:rPr>
        <w:tab/>
        <w:t>Velocity</w:t>
      </w:r>
      <w:r w:rsidRPr="003825C9">
        <w:rPr>
          <w:b/>
          <w:lang w:val="en-GB"/>
        </w:rPr>
        <w:tab/>
        <w:t>Volume</w:t>
      </w:r>
    </w:p>
    <w:p w:rsidR="00127770" w:rsidRPr="009D6341" w:rsidRDefault="00127770" w:rsidP="000C00D4">
      <w:pPr>
        <w:pStyle w:val="eLineBottom"/>
        <w:rPr>
          <w:lang w:val="en-GB"/>
        </w:rPr>
      </w:pPr>
    </w:p>
    <w:p w:rsidR="000C00D4" w:rsidRPr="009D6341" w:rsidRDefault="000C00D4" w:rsidP="000C00D4">
      <w:pPr>
        <w:rPr>
          <w:lang w:val="en-GB"/>
        </w:rPr>
      </w:pPr>
    </w:p>
    <w:p w:rsidR="009D6341" w:rsidRPr="009D6341" w:rsidRDefault="009D6341" w:rsidP="00C148FD">
      <w:pPr>
        <w:pStyle w:val="eCheckBoxText"/>
        <w:rPr>
          <w:lang w:val="en-GB"/>
        </w:rPr>
      </w:pPr>
    </w:p>
    <w:sectPr w:rsidR="009D6341" w:rsidRPr="009D634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EB0" w:rsidRDefault="00010EB0" w:rsidP="00861A1A">
      <w:r>
        <w:separator/>
      </w:r>
    </w:p>
  </w:endnote>
  <w:endnote w:type="continuationSeparator" w:id="0">
    <w:p w:rsidR="00010EB0" w:rsidRDefault="00010EB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EB0" w:rsidRDefault="00010EB0" w:rsidP="00861A1A">
      <w:r>
        <w:separator/>
      </w:r>
    </w:p>
  </w:footnote>
  <w:footnote w:type="continuationSeparator" w:id="0">
    <w:p w:rsidR="00010EB0" w:rsidRDefault="00010EB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9D634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Smart Technologies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41"/>
    <w:rsid w:val="0000673F"/>
    <w:rsid w:val="00010EB0"/>
    <w:rsid w:val="00015FBB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00D4"/>
    <w:rsid w:val="000C6B3A"/>
    <w:rsid w:val="000D2B42"/>
    <w:rsid w:val="00127770"/>
    <w:rsid w:val="001301D8"/>
    <w:rsid w:val="0013693D"/>
    <w:rsid w:val="00136968"/>
    <w:rsid w:val="0014373A"/>
    <w:rsid w:val="001461AE"/>
    <w:rsid w:val="00150794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69FE"/>
    <w:rsid w:val="001B057D"/>
    <w:rsid w:val="001B1F56"/>
    <w:rsid w:val="001D00A1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825C9"/>
    <w:rsid w:val="0039238A"/>
    <w:rsid w:val="00394D59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667DD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4C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304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6341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0537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36D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06BA"/>
    <w:rsid w:val="00D6535B"/>
    <w:rsid w:val="00D71B81"/>
    <w:rsid w:val="00D71C62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E7C"/>
    <w:rsid w:val="00EA1BDF"/>
    <w:rsid w:val="00EB6B74"/>
    <w:rsid w:val="00EB6E4B"/>
    <w:rsid w:val="00EC77B0"/>
    <w:rsid w:val="00ED2956"/>
    <w:rsid w:val="00EE3197"/>
    <w:rsid w:val="00EF2951"/>
    <w:rsid w:val="00EF79B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7FFCE4-2F3C-47E9-8639-0ABF7320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locked/>
    <w:rsid w:val="001B1F5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3</Pages>
  <Words>381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Marek Nevosad</cp:lastModifiedBy>
  <cp:revision>2</cp:revision>
  <cp:lastPrinted>2013-05-24T14:00:00Z</cp:lastPrinted>
  <dcterms:created xsi:type="dcterms:W3CDTF">2019-01-03T12:17:00Z</dcterms:created>
  <dcterms:modified xsi:type="dcterms:W3CDTF">2019-01-03T12:17:00Z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