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FC1803" w:rsidRDefault="00FC1803" w:rsidP="00FC1803">
      <w:pPr>
        <w:pStyle w:val="eTask"/>
        <w:rPr>
          <w:lang w:val="es-ES"/>
        </w:rPr>
      </w:pPr>
      <w:bookmarkStart w:id="0" w:name="_GoBack"/>
      <w:bookmarkEnd w:id="0"/>
      <w:r w:rsidRPr="00FC1803">
        <w:rPr>
          <w:lang w:val="es-ES"/>
        </w:rPr>
        <w:t xml:space="preserve">Asigne el principio de modulación siguiente </w:t>
      </w:r>
      <w:r>
        <w:rPr>
          <w:lang w:val="es-ES"/>
        </w:rPr>
        <w:t>de</w:t>
      </w:r>
      <w:r w:rsidRPr="00FC1803">
        <w:rPr>
          <w:lang w:val="es-ES"/>
        </w:rPr>
        <w:t xml:space="preserve"> la columna de la derecha a su nombre en la columna de la izquierda</w:t>
      </w:r>
      <w:r w:rsidR="00270778" w:rsidRPr="00FC1803">
        <w:rPr>
          <w:lang w:val="es-ES"/>
        </w:rPr>
        <w:t>.</w:t>
      </w:r>
    </w:p>
    <w:p w:rsidR="003264F1" w:rsidRPr="00FC1803" w:rsidRDefault="003264F1" w:rsidP="003264F1">
      <w:pPr>
        <w:rPr>
          <w:lang w:val="es-ES"/>
        </w:rPr>
      </w:pPr>
    </w:p>
    <w:tbl>
      <w:tblPr>
        <w:tblStyle w:val="Mkatabulky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34"/>
        <w:gridCol w:w="6373"/>
      </w:tblGrid>
      <w:tr w:rsidR="00270778" w:rsidRPr="000015DA" w:rsidTr="00270778">
        <w:trPr>
          <w:trHeight w:val="171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AMI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F44812" w:rsidRDefault="00F44812" w:rsidP="00F44812">
            <w:pPr>
              <w:rPr>
                <w:lang w:val="es-ES"/>
              </w:rPr>
            </w:pPr>
            <w:r w:rsidRPr="00F44812">
              <w:rPr>
                <w:lang w:val="es-ES"/>
              </w:rPr>
              <w:t xml:space="preserve">La fase de la portadora óptica se cambia por </w:t>
            </w:r>
            <w:r w:rsidRPr="00F44812">
              <w:rPr>
                <w:lang w:val="en-GB"/>
              </w:rPr>
              <w:t>π</w:t>
            </w:r>
            <w:r w:rsidRPr="00F44812">
              <w:rPr>
                <w:lang w:val="es-ES"/>
              </w:rPr>
              <w:t xml:space="preserve"> cada bit independientemente del tráfico de datos, no importa si es 0 o 1</w:t>
            </w:r>
          </w:p>
        </w:tc>
      </w:tr>
      <w:tr w:rsidR="00270778" w:rsidRPr="000015DA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F44812" w:rsidRDefault="00270778" w:rsidP="00270778">
            <w:pPr>
              <w:jc w:val="center"/>
              <w:rPr>
                <w:lang w:val="es-ES"/>
              </w:rPr>
            </w:pPr>
          </w:p>
        </w:tc>
        <w:tc>
          <w:tcPr>
            <w:tcW w:w="1134" w:type="dxa"/>
          </w:tcPr>
          <w:p w:rsidR="00270778" w:rsidRPr="00F44812" w:rsidRDefault="00270778" w:rsidP="00EC4344">
            <w:pPr>
              <w:rPr>
                <w:lang w:val="es-ES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F44812" w:rsidRDefault="00270778" w:rsidP="00270778">
            <w:pPr>
              <w:rPr>
                <w:lang w:val="es-ES"/>
              </w:rPr>
            </w:pPr>
          </w:p>
        </w:tc>
      </w:tr>
      <w:tr w:rsidR="00270778" w:rsidRPr="000015DA" w:rsidTr="00270778">
        <w:trPr>
          <w:trHeight w:val="183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F7BE1" w:rsidP="002F7BE1">
            <w:pPr>
              <w:rPr>
                <w:lang w:val="en-GB"/>
              </w:rPr>
            </w:pPr>
            <w:r w:rsidRPr="002F7BE1">
              <w:rPr>
                <w:lang w:val="es-ES"/>
              </w:rPr>
              <w:t xml:space="preserve">Un 0 binario se codifica como </w:t>
            </w:r>
            <w:r>
              <w:rPr>
                <w:lang w:val="es-ES"/>
              </w:rPr>
              <w:t xml:space="preserve">la </w:t>
            </w:r>
            <w:r w:rsidRPr="002F7BE1">
              <w:rPr>
                <w:lang w:val="es-ES"/>
              </w:rPr>
              <w:t xml:space="preserve">ausencia de potencia durante el intervalo de bits (voltaje cero), mientras que un 1 binario se codifica alternativamente como un voltaje positivo o negativo. </w:t>
            </w:r>
            <w:r w:rsidRPr="002F7BE1">
              <w:rPr>
                <w:lang w:val="en-GB"/>
              </w:rPr>
              <w:t>Un 1 binario se denomina marc</w:t>
            </w:r>
            <w:r>
              <w:rPr>
                <w:lang w:val="en-GB"/>
              </w:rPr>
              <w:t>a</w:t>
            </w:r>
          </w:p>
        </w:tc>
      </w:tr>
      <w:tr w:rsidR="00270778" w:rsidRPr="000015DA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0015DA" w:rsidRDefault="00270778" w:rsidP="00270778">
            <w:pPr>
              <w:rPr>
                <w:lang w:val="en-GB"/>
              </w:rPr>
            </w:pPr>
          </w:p>
        </w:tc>
      </w:tr>
      <w:tr w:rsidR="00270778" w:rsidRPr="000015DA" w:rsidTr="00270778">
        <w:trPr>
          <w:trHeight w:val="154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BC15CF" w:rsidRDefault="00BC15CF" w:rsidP="00396C6B">
            <w:pPr>
              <w:rPr>
                <w:lang w:val="es-ES"/>
              </w:rPr>
            </w:pPr>
            <w:r w:rsidRPr="00BC15CF">
              <w:rPr>
                <w:lang w:val="es-ES"/>
              </w:rPr>
              <w:t xml:space="preserve">Una inversión de la fase de la portadora de 180 grados que precede a un </w:t>
            </w:r>
            <w:r w:rsidR="00396C6B">
              <w:rPr>
                <w:lang w:val="es-ES"/>
              </w:rPr>
              <w:t xml:space="preserve">bit </w:t>
            </w:r>
            <w:r w:rsidRPr="00BC15CF">
              <w:rPr>
                <w:lang w:val="es-ES"/>
              </w:rPr>
              <w:t>debe caracterizar un 1</w:t>
            </w:r>
            <w:r>
              <w:rPr>
                <w:lang w:val="es-ES"/>
              </w:rPr>
              <w:t xml:space="preserve"> </w:t>
            </w:r>
            <w:r w:rsidRPr="00BC15CF">
              <w:rPr>
                <w:lang w:val="es-ES"/>
              </w:rPr>
              <w:t>binario. La ausencia de una inversión de fase precedente denotará un 0</w:t>
            </w:r>
            <w:r>
              <w:rPr>
                <w:lang w:val="es-ES"/>
              </w:rPr>
              <w:t xml:space="preserve"> </w:t>
            </w:r>
            <w:r w:rsidRPr="00BC15CF">
              <w:rPr>
                <w:lang w:val="es-ES"/>
              </w:rPr>
              <w:t>binario</w:t>
            </w:r>
          </w:p>
        </w:tc>
      </w:tr>
      <w:tr w:rsidR="00270778" w:rsidRPr="000015DA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BC15CF" w:rsidRDefault="00270778" w:rsidP="00270778">
            <w:pPr>
              <w:jc w:val="center"/>
              <w:rPr>
                <w:lang w:val="es-ES"/>
              </w:rPr>
            </w:pPr>
          </w:p>
        </w:tc>
        <w:tc>
          <w:tcPr>
            <w:tcW w:w="1134" w:type="dxa"/>
          </w:tcPr>
          <w:p w:rsidR="00270778" w:rsidRPr="00BC15CF" w:rsidRDefault="00270778" w:rsidP="00EC4344">
            <w:pPr>
              <w:rPr>
                <w:lang w:val="es-ES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BC15CF" w:rsidRDefault="00270778" w:rsidP="00270778">
            <w:pPr>
              <w:rPr>
                <w:lang w:val="es-ES"/>
              </w:rPr>
            </w:pPr>
          </w:p>
        </w:tc>
      </w:tr>
      <w:tr w:rsidR="00270778" w:rsidRPr="000015DA" w:rsidTr="00270778">
        <w:trPr>
          <w:trHeight w:val="16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F162F9" w:rsidRDefault="00BC15CF" w:rsidP="00BC15CF">
            <w:pPr>
              <w:rPr>
                <w:lang w:val="es-ES"/>
              </w:rPr>
            </w:pPr>
            <w:r w:rsidRPr="00F162F9">
              <w:rPr>
                <w:lang w:val="es-ES"/>
              </w:rPr>
              <w:t>A los pares de bits se les asigna una fase específica, como por ejemplo</w:t>
            </w:r>
            <w:r w:rsidR="00270778" w:rsidRPr="00F162F9">
              <w:rPr>
                <w:lang w:val="es-ES"/>
              </w:rPr>
              <w:t>: 00 → 45°, 01 → 135°, 10 → 315°, 11 → 225°</w:t>
            </w:r>
          </w:p>
        </w:tc>
      </w:tr>
      <w:tr w:rsidR="00270778" w:rsidRPr="000015DA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F162F9" w:rsidRDefault="00270778" w:rsidP="00270778">
            <w:pPr>
              <w:jc w:val="center"/>
              <w:rPr>
                <w:lang w:val="es-ES"/>
              </w:rPr>
            </w:pPr>
          </w:p>
        </w:tc>
        <w:tc>
          <w:tcPr>
            <w:tcW w:w="1134" w:type="dxa"/>
          </w:tcPr>
          <w:p w:rsidR="00270778" w:rsidRPr="00F162F9" w:rsidRDefault="00270778" w:rsidP="00EC4344">
            <w:pPr>
              <w:rPr>
                <w:lang w:val="es-ES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F162F9" w:rsidRDefault="00270778" w:rsidP="00270778">
            <w:pPr>
              <w:rPr>
                <w:lang w:val="es-ES"/>
              </w:rPr>
            </w:pPr>
          </w:p>
        </w:tc>
      </w:tr>
      <w:tr w:rsidR="00270778" w:rsidRPr="000015DA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DQPSK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744F90" w:rsidRDefault="00F162F9" w:rsidP="00F162F9">
            <w:pPr>
              <w:rPr>
                <w:lang w:val="es-ES"/>
              </w:rPr>
            </w:pPr>
            <w:r w:rsidRPr="00F162F9">
              <w:rPr>
                <w:lang w:val="es-ES"/>
              </w:rPr>
              <w:t xml:space="preserve">Un cero binario está representado por la ausencia </w:t>
            </w:r>
            <w:r>
              <w:rPr>
                <w:lang w:val="es-ES"/>
              </w:rPr>
              <w:t>de un pulso láser; l</w:t>
            </w:r>
            <w:r w:rsidRPr="00F162F9">
              <w:rPr>
                <w:lang w:val="es-ES"/>
              </w:rPr>
              <w:t>os</w:t>
            </w:r>
            <w:r>
              <w:rPr>
                <w:lang w:val="es-ES"/>
              </w:rPr>
              <w:t xml:space="preserve"> 1s</w:t>
            </w:r>
            <w:r w:rsidRPr="00F162F9">
              <w:rPr>
                <w:lang w:val="es-ES"/>
              </w:rPr>
              <w:t xml:space="preserve"> binarios pueden ser representados por un pulso láser con fase alterada, basado en los símbolos anteriores de la siguiente manera. La fase de un símbolo binario es desplazada por </w:t>
            </w:r>
            <w:r w:rsidRPr="00F162F9">
              <w:rPr>
                <w:lang w:val="en-GB"/>
              </w:rPr>
              <w:t>π</w:t>
            </w:r>
            <w:r w:rsidRPr="00F162F9">
              <w:rPr>
                <w:lang w:val="es-ES"/>
              </w:rPr>
              <w:t xml:space="preserve"> si hay un número impar de 0 binario</w:t>
            </w:r>
            <w:r>
              <w:rPr>
                <w:lang w:val="es-ES"/>
              </w:rPr>
              <w:t>s</w:t>
            </w:r>
            <w:r w:rsidRPr="00F162F9">
              <w:rPr>
                <w:lang w:val="es-ES"/>
              </w:rPr>
              <w:t xml:space="preserve"> entre dos 1</w:t>
            </w:r>
            <w:r>
              <w:rPr>
                <w:lang w:val="es-ES"/>
              </w:rPr>
              <w:t xml:space="preserve"> </w:t>
            </w:r>
            <w:r w:rsidRPr="00F162F9">
              <w:rPr>
                <w:lang w:val="es-ES"/>
              </w:rPr>
              <w:t xml:space="preserve">binarios </w:t>
            </w:r>
          </w:p>
        </w:tc>
      </w:tr>
      <w:tr w:rsidR="00270778" w:rsidRPr="000015DA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744F90" w:rsidRDefault="00270778" w:rsidP="00270778">
            <w:pPr>
              <w:jc w:val="center"/>
              <w:rPr>
                <w:lang w:val="es-ES"/>
              </w:rPr>
            </w:pPr>
          </w:p>
        </w:tc>
        <w:tc>
          <w:tcPr>
            <w:tcW w:w="1134" w:type="dxa"/>
          </w:tcPr>
          <w:p w:rsidR="00270778" w:rsidRPr="00744F90" w:rsidRDefault="00270778" w:rsidP="00EC4344">
            <w:pPr>
              <w:rPr>
                <w:lang w:val="es-ES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744F90" w:rsidRDefault="00270778" w:rsidP="00270778">
            <w:pPr>
              <w:rPr>
                <w:lang w:val="es-ES"/>
              </w:rPr>
            </w:pPr>
          </w:p>
        </w:tc>
      </w:tr>
      <w:tr w:rsidR="00270778" w:rsidRPr="000015DA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0015DA" w:rsidRDefault="00270778" w:rsidP="00270778">
            <w:pPr>
              <w:jc w:val="center"/>
              <w:rPr>
                <w:lang w:val="en-GB"/>
              </w:rPr>
            </w:pPr>
            <w:r w:rsidRPr="000015DA">
              <w:rPr>
                <w:lang w:val="en-GB"/>
              </w:rPr>
              <w:t>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0015DA" w:rsidRDefault="00270778" w:rsidP="00270778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0E" w:rsidRPr="0077180E" w:rsidRDefault="0077180E" w:rsidP="00270778">
            <w:pPr>
              <w:rPr>
                <w:lang w:val="es-ES"/>
              </w:rPr>
            </w:pPr>
            <w:r w:rsidRPr="0077180E">
              <w:rPr>
                <w:lang w:val="es-ES"/>
              </w:rPr>
              <w:t>Los pares de bits corresponden a un desplazamiento de fase dado desde una fase de referencia (inicial) o, en otras palabras, a 90 ° entre los símbolos vecinos. La fase inicial puede ser 0 ° o no-cero.</w:t>
            </w:r>
          </w:p>
          <w:p w:rsidR="00270778" w:rsidRPr="0077180E" w:rsidRDefault="0077180E" w:rsidP="00270778">
            <w:pPr>
              <w:rPr>
                <w:lang w:val="es-ES"/>
              </w:rPr>
            </w:pPr>
            <w:r w:rsidRPr="0077180E">
              <w:rPr>
                <w:lang w:val="es-ES"/>
              </w:rPr>
              <w:t>La fase inicial puede ser</w:t>
            </w:r>
            <w:r>
              <w:rPr>
                <w:lang w:val="es-ES"/>
              </w:rPr>
              <w:t xml:space="preserve"> 0° o</w:t>
            </w:r>
            <w:r w:rsidR="00270778" w:rsidRPr="0077180E">
              <w:rPr>
                <w:lang w:val="es-ES"/>
              </w:rPr>
              <w:t xml:space="preserve"> </w:t>
            </w:r>
            <w:r>
              <w:rPr>
                <w:lang w:val="es-ES"/>
              </w:rPr>
              <w:t>no-c</w:t>
            </w:r>
            <w:r w:rsidR="00270778" w:rsidRPr="0077180E">
              <w:rPr>
                <w:lang w:val="es-ES"/>
              </w:rPr>
              <w:t xml:space="preserve">ero. 00 → </w:t>
            </w:r>
            <w:r w:rsidRPr="0077180E">
              <w:rPr>
                <w:lang w:val="es-ES"/>
              </w:rPr>
              <w:t>es desplazado</w:t>
            </w:r>
            <w:r w:rsidR="00270778" w:rsidRPr="0077180E">
              <w:rPr>
                <w:lang w:val="es-ES"/>
              </w:rPr>
              <w:t xml:space="preserve"> 0° </w:t>
            </w:r>
            <w:r w:rsidRPr="0077180E">
              <w:rPr>
                <w:lang w:val="es-ES"/>
              </w:rPr>
              <w:t>de la fase inicial</w:t>
            </w:r>
            <w:r w:rsidR="00270778" w:rsidRPr="0077180E">
              <w:rPr>
                <w:lang w:val="es-ES"/>
              </w:rPr>
              <w:t xml:space="preserve">; 01 → </w:t>
            </w:r>
            <w:r w:rsidRPr="0077180E">
              <w:rPr>
                <w:lang w:val="es-ES"/>
              </w:rPr>
              <w:t>es desplazado</w:t>
            </w:r>
            <w:r w:rsidR="00270778" w:rsidRPr="0077180E">
              <w:rPr>
                <w:lang w:val="es-ES"/>
              </w:rPr>
              <w:t xml:space="preserve"> 90° </w:t>
            </w:r>
            <w:r>
              <w:rPr>
                <w:lang w:val="es-ES"/>
              </w:rPr>
              <w:t>de la fase inicial</w:t>
            </w:r>
            <w:r w:rsidR="00270778" w:rsidRPr="0077180E">
              <w:rPr>
                <w:lang w:val="es-ES"/>
              </w:rPr>
              <w:t>;</w:t>
            </w:r>
          </w:p>
          <w:p w:rsidR="00270778" w:rsidRPr="0077180E" w:rsidRDefault="00270778" w:rsidP="0077180E">
            <w:pPr>
              <w:rPr>
                <w:lang w:val="es-ES"/>
              </w:rPr>
            </w:pPr>
            <w:r w:rsidRPr="0077180E">
              <w:rPr>
                <w:lang w:val="es-ES"/>
              </w:rPr>
              <w:t xml:space="preserve">10 → </w:t>
            </w:r>
            <w:r w:rsidR="0077180E" w:rsidRPr="0077180E">
              <w:rPr>
                <w:lang w:val="es-ES"/>
              </w:rPr>
              <w:t>es desplazado</w:t>
            </w:r>
            <w:r w:rsidRPr="0077180E">
              <w:rPr>
                <w:lang w:val="es-ES"/>
              </w:rPr>
              <w:t xml:space="preserve"> 180° </w:t>
            </w:r>
            <w:r w:rsidR="0077180E" w:rsidRPr="0077180E">
              <w:rPr>
                <w:lang w:val="es-ES"/>
              </w:rPr>
              <w:t>de la fase inicial</w:t>
            </w:r>
            <w:r w:rsidRPr="0077180E">
              <w:rPr>
                <w:lang w:val="es-ES"/>
              </w:rPr>
              <w:t xml:space="preserve">; 11 → </w:t>
            </w:r>
            <w:r w:rsidR="0077180E" w:rsidRPr="0077180E">
              <w:rPr>
                <w:lang w:val="es-ES"/>
              </w:rPr>
              <w:t>es desplazado</w:t>
            </w:r>
            <w:r w:rsidRPr="0077180E">
              <w:rPr>
                <w:lang w:val="es-ES"/>
              </w:rPr>
              <w:t xml:space="preserve"> 270° </w:t>
            </w:r>
            <w:r w:rsidR="0077180E">
              <w:rPr>
                <w:lang w:val="es-ES"/>
              </w:rPr>
              <w:t>de la fase inicial</w:t>
            </w:r>
          </w:p>
        </w:tc>
      </w:tr>
    </w:tbl>
    <w:p w:rsidR="00766135" w:rsidRPr="00841C20" w:rsidRDefault="00841C20" w:rsidP="00841C20">
      <w:pPr>
        <w:pStyle w:val="eTask"/>
        <w:rPr>
          <w:lang w:val="es-ES"/>
        </w:rPr>
      </w:pPr>
      <w:r>
        <w:rPr>
          <w:lang w:val="es-ES"/>
        </w:rPr>
        <w:lastRenderedPageBreak/>
        <w:t>Marque todas las casillas</w:t>
      </w:r>
      <w:r w:rsidRPr="00841C20">
        <w:rPr>
          <w:lang w:val="es-ES"/>
        </w:rPr>
        <w:t xml:space="preserve"> que se refieren a los principales beneficios de </w:t>
      </w:r>
      <w:r>
        <w:rPr>
          <w:lang w:val="es-ES"/>
        </w:rPr>
        <w:t xml:space="preserve">las </w:t>
      </w:r>
      <w:r w:rsidRPr="00841C20">
        <w:rPr>
          <w:lang w:val="es-ES"/>
        </w:rPr>
        <w:t xml:space="preserve">modulaciones </w:t>
      </w:r>
      <w:r>
        <w:rPr>
          <w:lang w:val="es-ES"/>
        </w:rPr>
        <w:t>(D)</w:t>
      </w:r>
      <w:r w:rsidRPr="00841C20">
        <w:rPr>
          <w:lang w:val="es-ES"/>
        </w:rPr>
        <w:t>QPSK</w:t>
      </w:r>
      <w:r w:rsidR="00270778" w:rsidRPr="00841C20">
        <w:rPr>
          <w:lang w:val="es-ES"/>
        </w:rPr>
        <w:t>.</w:t>
      </w:r>
    </w:p>
    <w:p w:rsidR="00270778" w:rsidRPr="00841C20" w:rsidRDefault="00270778" w:rsidP="00270778">
      <w:pPr>
        <w:rPr>
          <w:lang w:val="es-ES"/>
        </w:rPr>
      </w:pPr>
    </w:p>
    <w:p w:rsidR="00841C20" w:rsidRDefault="00270778" w:rsidP="00270778">
      <w:pPr>
        <w:pStyle w:val="eCheckBoxText"/>
        <w:rPr>
          <w:rStyle w:val="eCheckBoxSquareChar"/>
          <w:lang w:val="es-ES"/>
        </w:rPr>
      </w:pPr>
      <w:r w:rsidRPr="00841C20">
        <w:rPr>
          <w:rStyle w:val="eCheckBoxSquareChar"/>
          <w:lang w:val="es-ES"/>
        </w:rPr>
        <w:t>□</w:t>
      </w:r>
      <w:r w:rsidRPr="00841C20">
        <w:rPr>
          <w:rStyle w:val="eCheckBoxSquareChar"/>
          <w:lang w:val="es-ES"/>
        </w:rPr>
        <w:tab/>
      </w:r>
      <w:r w:rsidR="003F5712">
        <w:rPr>
          <w:lang w:val="es-ES"/>
        </w:rPr>
        <w:t>l</w:t>
      </w:r>
      <w:r w:rsidR="00841C20">
        <w:rPr>
          <w:lang w:val="es-ES"/>
        </w:rPr>
        <w:t>a tasa de símbolos es 2x</w:t>
      </w:r>
      <w:r w:rsidR="00841C20" w:rsidRPr="00841C20">
        <w:rPr>
          <w:lang w:val="es-ES"/>
        </w:rPr>
        <w:t xml:space="preserve"> más lenta que la tasa de bits</w:t>
      </w:r>
      <w:r w:rsidR="00841C20" w:rsidRPr="00841C20">
        <w:rPr>
          <w:rStyle w:val="eCheckBoxSquareChar"/>
          <w:lang w:val="es-ES"/>
        </w:rPr>
        <w:t xml:space="preserve"> </w:t>
      </w:r>
    </w:p>
    <w:p w:rsidR="00270778" w:rsidRPr="00841C20" w:rsidRDefault="00270778" w:rsidP="00270778">
      <w:pPr>
        <w:pStyle w:val="eCheckBoxText"/>
        <w:rPr>
          <w:b/>
          <w:lang w:val="es-ES"/>
        </w:rPr>
      </w:pPr>
      <w:r w:rsidRPr="00841C20">
        <w:rPr>
          <w:rStyle w:val="eCheckBoxSquareChar"/>
          <w:lang w:val="es-ES"/>
        </w:rPr>
        <w:t>□</w:t>
      </w:r>
      <w:r w:rsidRPr="00841C20">
        <w:rPr>
          <w:rStyle w:val="eCheckBoxSquareChar"/>
          <w:lang w:val="es-ES"/>
        </w:rPr>
        <w:tab/>
      </w:r>
      <w:r w:rsidR="003F5712">
        <w:rPr>
          <w:lang w:val="es-ES"/>
        </w:rPr>
        <w:t>l</w:t>
      </w:r>
      <w:r w:rsidR="00841C20">
        <w:rPr>
          <w:lang w:val="es-ES"/>
        </w:rPr>
        <w:t>a tasa de símbolos es 2x más rápida</w:t>
      </w:r>
      <w:r w:rsidR="00841C20" w:rsidRPr="00841C20">
        <w:rPr>
          <w:lang w:val="es-ES"/>
        </w:rPr>
        <w:t xml:space="preserve"> que la tasa de bits</w:t>
      </w:r>
      <w:r w:rsidR="00841C20" w:rsidRPr="00841C20">
        <w:rPr>
          <w:rStyle w:val="eCheckBoxSquareChar"/>
          <w:lang w:val="es-ES"/>
        </w:rPr>
        <w:t xml:space="preserve"> </w:t>
      </w:r>
    </w:p>
    <w:p w:rsidR="00270778" w:rsidRPr="003F5712" w:rsidRDefault="00270778" w:rsidP="00270778">
      <w:pPr>
        <w:pStyle w:val="eCheckBoxText"/>
        <w:rPr>
          <w:b/>
          <w:lang w:val="es-ES"/>
        </w:rPr>
      </w:pPr>
      <w:r w:rsidRPr="003F5712">
        <w:rPr>
          <w:rStyle w:val="eCheckBoxSquareChar"/>
          <w:lang w:val="es-ES"/>
        </w:rPr>
        <w:t>□</w:t>
      </w:r>
      <w:r w:rsidRPr="003F5712">
        <w:rPr>
          <w:rStyle w:val="eCheckBoxSquareChar"/>
          <w:lang w:val="es-ES"/>
        </w:rPr>
        <w:tab/>
      </w:r>
      <w:r w:rsidR="003F5712">
        <w:rPr>
          <w:lang w:val="es-ES"/>
        </w:rPr>
        <w:t>r</w:t>
      </w:r>
      <w:r w:rsidR="003F5712" w:rsidRPr="003F5712">
        <w:rPr>
          <w:lang w:val="es-ES"/>
        </w:rPr>
        <w:t xml:space="preserve">obustez contra la dispersión del modo de polarización debido a su mayor duración del símbolo </w:t>
      </w:r>
    </w:p>
    <w:p w:rsidR="00270778" w:rsidRPr="003F5712" w:rsidRDefault="00270778" w:rsidP="00270778">
      <w:pPr>
        <w:pStyle w:val="eCheckBoxText"/>
        <w:rPr>
          <w:lang w:val="es-ES"/>
        </w:rPr>
      </w:pPr>
      <w:r w:rsidRPr="003F5712">
        <w:rPr>
          <w:rStyle w:val="eCheckBoxSquareChar"/>
          <w:lang w:val="es-ES"/>
        </w:rPr>
        <w:t>□</w:t>
      </w:r>
      <w:r w:rsidRPr="003F5712">
        <w:rPr>
          <w:rStyle w:val="eCheckBoxSquareChar"/>
          <w:lang w:val="es-ES"/>
        </w:rPr>
        <w:tab/>
      </w:r>
      <w:r w:rsidR="003F5712">
        <w:rPr>
          <w:lang w:val="es-ES"/>
        </w:rPr>
        <w:t>t</w:t>
      </w:r>
      <w:r w:rsidR="003F5712" w:rsidRPr="003F5712">
        <w:rPr>
          <w:lang w:val="es-ES"/>
        </w:rPr>
        <w:t xml:space="preserve">olerancia incrementada a la </w:t>
      </w:r>
      <w:r w:rsidR="00744F90">
        <w:rPr>
          <w:lang w:val="es-ES"/>
        </w:rPr>
        <w:t>dispersió</w:t>
      </w:r>
      <w:r w:rsidR="003F5712" w:rsidRPr="003F5712">
        <w:rPr>
          <w:lang w:val="es-ES"/>
        </w:rPr>
        <w:t>n cromática</w:t>
      </w:r>
    </w:p>
    <w:p w:rsidR="00270778" w:rsidRPr="00744F90" w:rsidRDefault="00270778" w:rsidP="00270778">
      <w:pPr>
        <w:pStyle w:val="eCheckBoxText"/>
        <w:rPr>
          <w:lang w:val="es-ES"/>
        </w:rPr>
      </w:pPr>
      <w:r w:rsidRPr="00744F90">
        <w:rPr>
          <w:rStyle w:val="eCheckBoxSquareChar"/>
          <w:lang w:val="es-ES"/>
        </w:rPr>
        <w:t>□</w:t>
      </w:r>
      <w:r w:rsidRPr="00744F90">
        <w:rPr>
          <w:rStyle w:val="eCheckBoxSquareChar"/>
          <w:lang w:val="es-ES"/>
        </w:rPr>
        <w:tab/>
      </w:r>
      <w:r w:rsidR="003F5712" w:rsidRPr="00744F90">
        <w:rPr>
          <w:lang w:val="es-ES"/>
        </w:rPr>
        <w:t>espectro óptico estrecho</w:t>
      </w:r>
    </w:p>
    <w:p w:rsidR="00270778" w:rsidRPr="00744F90" w:rsidRDefault="00270778" w:rsidP="00270778">
      <w:pPr>
        <w:pStyle w:val="eCheckBoxText"/>
        <w:rPr>
          <w:lang w:val="es-ES"/>
        </w:rPr>
      </w:pPr>
      <w:r w:rsidRPr="00744F90">
        <w:rPr>
          <w:rStyle w:val="eCheckBoxSquareChar"/>
          <w:lang w:val="es-ES"/>
        </w:rPr>
        <w:t>□</w:t>
      </w:r>
      <w:r w:rsidRPr="00744F90">
        <w:rPr>
          <w:rStyle w:val="eCheckBoxSquareChar"/>
          <w:lang w:val="es-ES"/>
        </w:rPr>
        <w:tab/>
      </w:r>
      <w:r w:rsidR="003F5712" w:rsidRPr="00744F90">
        <w:rPr>
          <w:lang w:val="es-ES"/>
        </w:rPr>
        <w:t>espectro óptico ancho</w:t>
      </w:r>
    </w:p>
    <w:p w:rsidR="00270778" w:rsidRPr="003F5712" w:rsidRDefault="00270778" w:rsidP="00270778">
      <w:pPr>
        <w:pStyle w:val="eCheckBoxText"/>
        <w:rPr>
          <w:lang w:val="es-ES"/>
        </w:rPr>
      </w:pPr>
      <w:r w:rsidRPr="003F5712">
        <w:rPr>
          <w:rStyle w:val="eCheckBoxSquareChar"/>
          <w:lang w:val="es-ES"/>
        </w:rPr>
        <w:t>□</w:t>
      </w:r>
      <w:r w:rsidRPr="003F5712">
        <w:rPr>
          <w:rStyle w:val="eCheckBoxSquareChar"/>
          <w:lang w:val="es-ES"/>
        </w:rPr>
        <w:tab/>
      </w:r>
      <w:r w:rsidR="003F5712">
        <w:rPr>
          <w:lang w:val="es-ES"/>
        </w:rPr>
        <w:t>p</w:t>
      </w:r>
      <w:r w:rsidR="003F5712" w:rsidRPr="003F5712">
        <w:rPr>
          <w:lang w:val="es-ES"/>
        </w:rPr>
        <w:t xml:space="preserve">rometedor incluso para transmisión a terabit </w:t>
      </w:r>
    </w:p>
    <w:p w:rsidR="00270778" w:rsidRPr="00744F90" w:rsidRDefault="00270778" w:rsidP="00270778">
      <w:pPr>
        <w:pStyle w:val="eCheckBoxText"/>
        <w:rPr>
          <w:lang w:val="es-ES"/>
        </w:rPr>
      </w:pPr>
      <w:r w:rsidRPr="00744F90">
        <w:rPr>
          <w:rStyle w:val="eCheckBoxSquareChar"/>
          <w:lang w:val="es-ES"/>
        </w:rPr>
        <w:t>□</w:t>
      </w:r>
      <w:r w:rsidRPr="00744F90">
        <w:rPr>
          <w:rStyle w:val="eCheckBoxSquareChar"/>
          <w:lang w:val="es-ES"/>
        </w:rPr>
        <w:tab/>
      </w:r>
      <w:r w:rsidR="003F5712" w:rsidRPr="00744F90">
        <w:rPr>
          <w:lang w:val="es-ES"/>
        </w:rPr>
        <w:t>detección de error</w:t>
      </w:r>
    </w:p>
    <w:p w:rsidR="00270778" w:rsidRPr="00744F90" w:rsidRDefault="00270778" w:rsidP="00270778">
      <w:pPr>
        <w:pStyle w:val="eCheckBoxText"/>
        <w:rPr>
          <w:lang w:val="es-ES"/>
        </w:rPr>
      </w:pPr>
      <w:r w:rsidRPr="00744F90">
        <w:rPr>
          <w:rStyle w:val="eCheckBoxSquareChar"/>
          <w:lang w:val="es-ES"/>
        </w:rPr>
        <w:t>□</w:t>
      </w:r>
      <w:r w:rsidRPr="00744F90">
        <w:rPr>
          <w:rStyle w:val="eCheckBoxSquareChar"/>
          <w:lang w:val="es-ES"/>
        </w:rPr>
        <w:tab/>
      </w:r>
      <w:r w:rsidR="00DF4449">
        <w:rPr>
          <w:lang w:val="es-ES"/>
        </w:rPr>
        <w:t>corrección de error</w:t>
      </w:r>
    </w:p>
    <w:p w:rsidR="00270778" w:rsidRPr="003F5712" w:rsidRDefault="00270778" w:rsidP="00270778">
      <w:pPr>
        <w:pStyle w:val="eCheckBoxText"/>
        <w:rPr>
          <w:lang w:val="es-ES"/>
        </w:rPr>
      </w:pPr>
      <w:r w:rsidRPr="003F5712">
        <w:rPr>
          <w:rStyle w:val="eCheckBoxSquareChar"/>
          <w:lang w:val="es-ES"/>
        </w:rPr>
        <w:t>□</w:t>
      </w:r>
      <w:r w:rsidRPr="003F5712">
        <w:rPr>
          <w:rStyle w:val="eCheckBoxSquareChar"/>
          <w:lang w:val="es-ES"/>
        </w:rPr>
        <w:tab/>
      </w:r>
      <w:r w:rsidR="003F5712" w:rsidRPr="003F5712">
        <w:rPr>
          <w:lang w:val="es-ES"/>
        </w:rPr>
        <w:t>sincronización mejorada comparada con DPSK y</w:t>
      </w:r>
      <w:r w:rsidRPr="003F5712">
        <w:rPr>
          <w:lang w:val="es-ES"/>
        </w:rPr>
        <w:t xml:space="preserve"> BPSK</w:t>
      </w:r>
    </w:p>
    <w:p w:rsidR="00270778" w:rsidRPr="003F5712" w:rsidRDefault="00270778" w:rsidP="00270778">
      <w:pPr>
        <w:pStyle w:val="eCheckBoxText"/>
        <w:rPr>
          <w:lang w:val="es-ES"/>
        </w:rPr>
      </w:pPr>
      <w:r w:rsidRPr="003F5712">
        <w:rPr>
          <w:rStyle w:val="eCheckBoxSquareChar"/>
          <w:lang w:val="es-ES"/>
        </w:rPr>
        <w:t>□</w:t>
      </w:r>
      <w:r w:rsidRPr="003F5712">
        <w:rPr>
          <w:rStyle w:val="eCheckBoxSquareChar"/>
          <w:lang w:val="es-ES"/>
        </w:rPr>
        <w:tab/>
      </w:r>
      <w:r w:rsidR="003F5712" w:rsidRPr="003F5712">
        <w:rPr>
          <w:lang w:val="es-ES"/>
        </w:rPr>
        <w:t>eliminación la limitación de la diafon</w:t>
      </w:r>
      <w:r w:rsidR="003F5712">
        <w:rPr>
          <w:lang w:val="es-ES"/>
        </w:rPr>
        <w:t>ía de extremo lejano (</w:t>
      </w:r>
      <w:r w:rsidRPr="003F5712">
        <w:rPr>
          <w:lang w:val="es-ES"/>
        </w:rPr>
        <w:t>Far End Crosstalk</w:t>
      </w:r>
      <w:r w:rsidR="003F5712">
        <w:rPr>
          <w:lang w:val="es-ES"/>
        </w:rPr>
        <w:t>)</w:t>
      </w:r>
    </w:p>
    <w:p w:rsidR="00270778" w:rsidRPr="003F5712" w:rsidRDefault="00270778" w:rsidP="00270778">
      <w:pPr>
        <w:rPr>
          <w:lang w:val="es-ES"/>
        </w:rPr>
      </w:pPr>
    </w:p>
    <w:p w:rsidR="00270778" w:rsidRPr="003F5712" w:rsidRDefault="00270778" w:rsidP="00270778">
      <w:pPr>
        <w:pStyle w:val="eLineBottom"/>
        <w:rPr>
          <w:lang w:val="es-ES"/>
        </w:rPr>
      </w:pPr>
    </w:p>
    <w:p w:rsidR="00270778" w:rsidRPr="003F5712" w:rsidRDefault="00270778" w:rsidP="00270778">
      <w:pPr>
        <w:pStyle w:val="eCheckBoxText"/>
        <w:rPr>
          <w:lang w:val="es-ES"/>
        </w:rPr>
      </w:pPr>
    </w:p>
    <w:p w:rsidR="00270778" w:rsidRPr="00AE6544" w:rsidRDefault="00AE6544" w:rsidP="00270778">
      <w:pPr>
        <w:pStyle w:val="eTask"/>
        <w:rPr>
          <w:lang w:val="es-ES"/>
        </w:rPr>
      </w:pPr>
      <w:r w:rsidRPr="00AE6544">
        <w:rPr>
          <w:lang w:val="es-ES"/>
        </w:rPr>
        <w:t>¿Qué principio de modulación se ilustra en la siguiente figura?</w:t>
      </w:r>
    </w:p>
    <w:p w:rsidR="00270778" w:rsidRPr="00AE6544" w:rsidRDefault="00270778" w:rsidP="00270778">
      <w:pPr>
        <w:rPr>
          <w:lang w:val="es-ES"/>
        </w:rPr>
      </w:pPr>
    </w:p>
    <w:p w:rsidR="00270778" w:rsidRPr="00AE6544" w:rsidRDefault="00270778" w:rsidP="00270778">
      <w:pPr>
        <w:rPr>
          <w:lang w:val="es-ES"/>
        </w:rPr>
      </w:pPr>
    </w:p>
    <w:p w:rsidR="00270778" w:rsidRPr="000015DA" w:rsidRDefault="00396C6B" w:rsidP="00270778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2779751</wp:posOffset>
                </wp:positionH>
                <wp:positionV relativeFrom="paragraph">
                  <wp:posOffset>1705026</wp:posOffset>
                </wp:positionV>
                <wp:extent cx="592531" cy="153619"/>
                <wp:effectExtent l="0" t="0" r="0" b="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31" cy="1536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9E1212" id="Obdélník 13" o:spid="_x0000_s1026" style="position:absolute;margin-left:218.9pt;margin-top:134.25pt;width:46.65pt;height:12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" fillcolor="white [3212]" stroked="f" strokeweight="1pt"/>
            </w:pict>
          </mc:Fallback>
        </mc:AlternateContent>
      </w:r>
      <w:r w:rsidR="00222A1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593318" wp14:editId="1F0A033A">
                <wp:simplePos x="0" y="0"/>
                <wp:positionH relativeFrom="column">
                  <wp:posOffset>4267</wp:posOffset>
                </wp:positionH>
                <wp:positionV relativeFrom="paragraph">
                  <wp:posOffset>1204595</wp:posOffset>
                </wp:positionV>
                <wp:extent cx="463550" cy="165100"/>
                <wp:effectExtent l="0" t="0" r="0" b="63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22A18" w:rsidRPr="00112993" w:rsidRDefault="00222A18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inario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93318" id="_x0000_t202" coordsize="21600,21600" o:spt="202" path="m,l,21600r21600,l21600,xe">
                <v:stroke joinstyle="miter"/>
                <v:path gradientshapeok="t" o:connecttype="rect"/>
              </v:shapetype>
              <v:shape id="Textové pole 23" o:spid="_x0000_s1026" type="#_x0000_t202" style="position:absolute;margin-left:.35pt;margin-top:94.85pt;width:36.5pt;height:1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" fillcolor="white [3201]" stroked="f" strokeweight=".5pt">
                <v:textbox inset="0,0,0,0">
                  <w:txbxContent>
                    <w:p w:rsidR="00222A18" w:rsidRPr="00112993" w:rsidRDefault="00222A18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E138E6D" wp14:editId="6F4BBBEB">
                <wp:simplePos x="0" y="0"/>
                <wp:positionH relativeFrom="column">
                  <wp:posOffset>586740</wp:posOffset>
                </wp:positionH>
                <wp:positionV relativeFrom="paragraph">
                  <wp:posOffset>1767205</wp:posOffset>
                </wp:positionV>
                <wp:extent cx="463550" cy="165100"/>
                <wp:effectExtent l="0" t="0" r="0" b="63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  <w:lang w:val="en-US"/>
                              </w:rPr>
                              <w:t>reloj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38E6D" id="Textové pole 22" o:spid="_x0000_s1027" type="#_x0000_t202" style="position:absolute;margin-left:46.2pt;margin-top:139.15pt;width:36.5pt;height:1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rPr>
                          <w:rFonts w:ascii="Arial" w:hAnsi="Arial" w:cs="Arial"/>
                          <w:b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  <w:lang w:val="en-US"/>
                        </w:rPr>
                        <w:t>reloj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48C3257" wp14:editId="21740F3F">
                <wp:simplePos x="0" y="0"/>
                <wp:positionH relativeFrom="column">
                  <wp:posOffset>1085215</wp:posOffset>
                </wp:positionH>
                <wp:positionV relativeFrom="paragraph">
                  <wp:posOffset>1204595</wp:posOffset>
                </wp:positionV>
                <wp:extent cx="463550" cy="165100"/>
                <wp:effectExtent l="0" t="0" r="0" b="635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inario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C3257" id="Textové pole 21" o:spid="_x0000_s1028" type="#_x0000_t202" style="position:absolute;margin-left:85.45pt;margin-top:94.85pt;width:36.5pt;height:1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254E4D8" wp14:editId="4DDC161F">
                <wp:simplePos x="0" y="0"/>
                <wp:positionH relativeFrom="column">
                  <wp:posOffset>2124710</wp:posOffset>
                </wp:positionH>
                <wp:positionV relativeFrom="paragraph">
                  <wp:posOffset>1204595</wp:posOffset>
                </wp:positionV>
                <wp:extent cx="463550" cy="165100"/>
                <wp:effectExtent l="0" t="0" r="0" b="6350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inario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4E4D8" id="Textové pole 20" o:spid="_x0000_s1029" type="#_x0000_t202" style="position:absolute;margin-left:167.3pt;margin-top:94.85pt;width:36.5pt;height:1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55C554" wp14:editId="198014EA">
                <wp:simplePos x="0" y="0"/>
                <wp:positionH relativeFrom="column">
                  <wp:posOffset>2664460</wp:posOffset>
                </wp:positionH>
                <wp:positionV relativeFrom="paragraph">
                  <wp:posOffset>1204595</wp:posOffset>
                </wp:positionV>
                <wp:extent cx="463550" cy="165100"/>
                <wp:effectExtent l="0" t="0" r="0" b="635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inario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5C554" id="Textové pole 19" o:spid="_x0000_s1030" type="#_x0000_t202" style="position:absolute;margin-left:209.8pt;margin-top:94.85pt;width:36.5pt;height:1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163F23" wp14:editId="6380CE72">
                <wp:simplePos x="0" y="0"/>
                <wp:positionH relativeFrom="column">
                  <wp:posOffset>3691255</wp:posOffset>
                </wp:positionH>
                <wp:positionV relativeFrom="paragraph">
                  <wp:posOffset>1204595</wp:posOffset>
                </wp:positionV>
                <wp:extent cx="463550" cy="165100"/>
                <wp:effectExtent l="0" t="0" r="0" b="635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inario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63F23" id="Textové pole 18" o:spid="_x0000_s1031" type="#_x0000_t202" style="position:absolute;margin-left:290.65pt;margin-top:94.85pt;width:36.5pt;height:1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341632" wp14:editId="644447B1">
                <wp:simplePos x="0" y="0"/>
                <wp:positionH relativeFrom="column">
                  <wp:posOffset>4745355</wp:posOffset>
                </wp:positionH>
                <wp:positionV relativeFrom="paragraph">
                  <wp:posOffset>1204595</wp:posOffset>
                </wp:positionV>
                <wp:extent cx="463550" cy="165100"/>
                <wp:effectExtent l="0" t="0" r="0" b="635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inario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41632" id="Textové pole 17" o:spid="_x0000_s1032" type="#_x0000_t202" style="position:absolute;margin-left:373.65pt;margin-top:94.85pt;width:36.5pt;height:1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0018E62" wp14:editId="46C004D7">
                <wp:simplePos x="0" y="0"/>
                <wp:positionH relativeFrom="column">
                  <wp:posOffset>5299710</wp:posOffset>
                </wp:positionH>
                <wp:positionV relativeFrom="paragraph">
                  <wp:posOffset>1204595</wp:posOffset>
                </wp:positionV>
                <wp:extent cx="427355" cy="165100"/>
                <wp:effectExtent l="0" t="0" r="0" b="635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inario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18E62" id="Textové pole 16" o:spid="_x0000_s1033" type="#_x0000_t202" style="position:absolute;margin-left:417.3pt;margin-top:94.85pt;width:33.65pt;height:1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inario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22D1CE9" wp14:editId="07BAE792">
                <wp:simplePos x="0" y="0"/>
                <wp:positionH relativeFrom="column">
                  <wp:posOffset>4772660</wp:posOffset>
                </wp:positionH>
                <wp:positionV relativeFrom="paragraph">
                  <wp:posOffset>290195</wp:posOffset>
                </wp:positionV>
                <wp:extent cx="427355" cy="165100"/>
                <wp:effectExtent l="0" t="0" r="0" b="635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D1CE9" id="Textové pole 15" o:spid="_x0000_s1034" type="#_x0000_t202" style="position:absolute;margin-left:375.8pt;margin-top:22.85pt;width:33.65pt;height:1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inario 1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6A2D934" wp14:editId="00734E93">
                <wp:simplePos x="0" y="0"/>
                <wp:positionH relativeFrom="column">
                  <wp:posOffset>4232910</wp:posOffset>
                </wp:positionH>
                <wp:positionV relativeFrom="paragraph">
                  <wp:posOffset>290195</wp:posOffset>
                </wp:positionV>
                <wp:extent cx="427355" cy="165100"/>
                <wp:effectExtent l="0" t="0" r="0" b="635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2D934" id="Textové pole 14" o:spid="_x0000_s1035" type="#_x0000_t202" style="position:absolute;margin-left:333.3pt;margin-top:22.85pt;width:33.65pt;height:1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inario 1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9FE0578" wp14:editId="2124D351">
                <wp:simplePos x="0" y="0"/>
                <wp:positionH relativeFrom="column">
                  <wp:posOffset>3197860</wp:posOffset>
                </wp:positionH>
                <wp:positionV relativeFrom="paragraph">
                  <wp:posOffset>290195</wp:posOffset>
                </wp:positionV>
                <wp:extent cx="427355" cy="165100"/>
                <wp:effectExtent l="0" t="0" r="0" b="635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E0578" id="Textové pole 12" o:spid="_x0000_s1036" type="#_x0000_t202" style="position:absolute;margin-left:251.8pt;margin-top:22.85pt;width:33.65pt;height:1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inario 1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309ABF9" wp14:editId="25172542">
                <wp:simplePos x="0" y="0"/>
                <wp:positionH relativeFrom="column">
                  <wp:posOffset>1626870</wp:posOffset>
                </wp:positionH>
                <wp:positionV relativeFrom="paragraph">
                  <wp:posOffset>290195</wp:posOffset>
                </wp:positionV>
                <wp:extent cx="427355" cy="165100"/>
                <wp:effectExtent l="0" t="0" r="0" b="635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9ABF9" id="Textové pole 10" o:spid="_x0000_s1037" type="#_x0000_t202" style="position:absolute;margin-left:128.1pt;margin-top:22.85pt;width:33.65pt;height:13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inario 1</w:t>
                      </w:r>
                    </w:p>
                  </w:txbxContent>
                </v:textbox>
              </v:shape>
            </w:pict>
          </mc:Fallback>
        </mc:AlternateContent>
      </w:r>
      <w:r w:rsidR="00112993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290195</wp:posOffset>
                </wp:positionV>
                <wp:extent cx="427355" cy="165100"/>
                <wp:effectExtent l="0" t="0" r="0" b="635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355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12993" w:rsidRPr="00112993" w:rsidRDefault="00112993" w:rsidP="001129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b</w:t>
                            </w:r>
                            <w:r w:rsidRPr="00112993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inario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" o:spid="_x0000_s1038" type="#_x0000_t202" style="position:absolute;margin-left:45.6pt;margin-top:22.85pt;width:33.65pt;height:1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" fillcolor="white [3201]" stroked="f" strokeweight=".5pt">
                <v:textbox inset="0,0,0,0">
                  <w:txbxContent>
                    <w:p w:rsidR="00112993" w:rsidRPr="00112993" w:rsidRDefault="00112993" w:rsidP="00112993">
                      <w:pPr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b</w:t>
                      </w:r>
                      <w:r w:rsidRPr="00112993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inario 1</w:t>
                      </w:r>
                    </w:p>
                  </w:txbxContent>
                </v:textbox>
              </v:shape>
            </w:pict>
          </mc:Fallback>
        </mc:AlternateContent>
      </w:r>
      <w:r w:rsidR="00270778" w:rsidRPr="000015DA">
        <w:rPr>
          <w:noProof/>
        </w:rPr>
        <w:drawing>
          <wp:inline distT="0" distB="0" distL="0" distR="0" wp14:anchorId="78FC9214" wp14:editId="0C7CF7DD">
            <wp:extent cx="5760720" cy="1902460"/>
            <wp:effectExtent l="0" t="0" r="0" b="254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K-RZ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E84D63" wp14:editId="07EDA968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QPSK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84D63" id="Text Box 37" o:spid="_x0000_s1039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" filled="f" strokeweight=".5pt">
                <v:textbox inset="1mm,,1mm"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QPSK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8B779" wp14:editId="6EF37BBD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OOK-RZ</w:t>
                            </w:r>
                          </w:p>
                          <w:p w:rsidR="00270778" w:rsidRPr="00723F94" w:rsidRDefault="00270778" w:rsidP="00270778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8B779" id="Text Box 36" o:spid="_x0000_s1040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OOK-RZ</w:t>
                      </w:r>
                    </w:p>
                    <w:p w:rsidR="00270778" w:rsidRPr="00723F94" w:rsidRDefault="00270778" w:rsidP="00270778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EF940" wp14:editId="3E0CBBD4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OOK-NRZ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EF940" id="Text Box 38" o:spid="_x0000_s1041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lcj9TjQIAAIs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OOK-NRZ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8E9AF9" wp14:editId="3EDBE599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PM-QPSK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9AF9" id="Text Box 39" o:spid="_x0000_s1042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4Y4kQIAAJM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ZG02ECVlDucDA8dJsVnLytsOB3&#10;IsRH4XGVsOF4HuIDfrQB7BL0FGdr8L/+xic8TjhKOWtwNQsefm6EV5yZbxZn/2I0HtMup8d48vkU&#10;H/5YsjqW2E19Ddj6ER4iJxNJ+GgGUnuon/GKLMgrioSV6LvgcSCvY3cw8ApJtVgkEG6vE/HOLp0k&#10;09QlGrSn9ll41w9wxNG/h2GJxezNHHdY0rSw2ETQVRpyKnRX1b4BuPlpTforRafl+J1Qh1s6/w0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GI4Y4kQIAAJM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PM-QPSK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03FFB1" wp14:editId="5574EC5C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CSRZ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3FFB1" id="Text Box 40" o:spid="_x0000_s1043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CQrK7/lAIAAJM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CSRZ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0015D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9C7512" wp14:editId="6A43D960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DPSK-RZ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C7512" id="Text Box 41" o:spid="_x0000_s1044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" filled="f" strokeweight=".5pt">
                <v:textbox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DPSK-RZ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 w:rsidP="00270778">
      <w:pPr>
        <w:rPr>
          <w:lang w:val="en-GB"/>
        </w:rPr>
      </w:pPr>
    </w:p>
    <w:p w:rsidR="00270778" w:rsidRPr="000015DA" w:rsidRDefault="00270778">
      <w:pPr>
        <w:rPr>
          <w:lang w:val="en-GB"/>
        </w:rPr>
      </w:pPr>
    </w:p>
    <w:p w:rsidR="00270778" w:rsidRDefault="00AE6544" w:rsidP="00270778">
      <w:pPr>
        <w:pStyle w:val="eTask"/>
        <w:rPr>
          <w:lang w:val="es-ES"/>
        </w:rPr>
      </w:pPr>
      <w:r w:rsidRPr="005F1F3F">
        <w:rPr>
          <w:lang w:val="es-ES"/>
        </w:rPr>
        <w:lastRenderedPageBreak/>
        <w:t>Escribe “modulación de intensidad”</w:t>
      </w:r>
      <w:r w:rsidR="00270778" w:rsidRPr="005F1F3F">
        <w:rPr>
          <w:lang w:val="es-ES"/>
        </w:rPr>
        <w:t>, “</w:t>
      </w:r>
      <w:r w:rsidRPr="005F1F3F">
        <w:rPr>
          <w:lang w:val="es-ES"/>
        </w:rPr>
        <w:t>modulación de fase</w:t>
      </w:r>
      <w:r w:rsidR="005F1F3F">
        <w:rPr>
          <w:lang w:val="es-ES"/>
        </w:rPr>
        <w:t>” o</w:t>
      </w:r>
      <w:r w:rsidR="00270778" w:rsidRPr="005F1F3F">
        <w:rPr>
          <w:lang w:val="es-ES"/>
        </w:rPr>
        <w:t xml:space="preserve"> “</w:t>
      </w:r>
      <w:r w:rsidRPr="005F1F3F">
        <w:rPr>
          <w:lang w:val="es-ES"/>
        </w:rPr>
        <w:t>modulación de frecuencia</w:t>
      </w:r>
      <w:r w:rsidR="00270778" w:rsidRPr="005F1F3F">
        <w:rPr>
          <w:lang w:val="es-ES"/>
        </w:rPr>
        <w:t xml:space="preserve">” </w:t>
      </w:r>
      <w:r w:rsidR="005F1F3F">
        <w:rPr>
          <w:lang w:val="es-ES"/>
        </w:rPr>
        <w:t>al lado de los formatos</w:t>
      </w:r>
      <w:r w:rsidR="005F1F3F" w:rsidRPr="005F1F3F">
        <w:rPr>
          <w:lang w:val="es-ES"/>
        </w:rPr>
        <w:t xml:space="preserve"> de modulaci</w:t>
      </w:r>
      <w:r w:rsidR="005F1F3F">
        <w:rPr>
          <w:lang w:val="es-ES"/>
        </w:rPr>
        <w:t>ón listados en la columna de la derecha.</w:t>
      </w:r>
    </w:p>
    <w:p w:rsidR="00270778" w:rsidRPr="005F1F3F" w:rsidRDefault="00270778" w:rsidP="00270778">
      <w:pPr>
        <w:rPr>
          <w:lang w:val="es-ES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5240"/>
        <w:gridCol w:w="3538"/>
      </w:tblGrid>
      <w:tr w:rsidR="00270778" w:rsidRPr="000015DA" w:rsidTr="00270778">
        <w:trPr>
          <w:trHeight w:val="285"/>
        </w:trPr>
        <w:tc>
          <w:tcPr>
            <w:tcW w:w="5240" w:type="dxa"/>
            <w:tcBorders>
              <w:bottom w:val="single" w:sz="4" w:space="0" w:color="auto"/>
            </w:tcBorders>
          </w:tcPr>
          <w:p w:rsidR="00270778" w:rsidRPr="005F1F3F" w:rsidRDefault="005F1F3F" w:rsidP="005F1F3F">
            <w:pPr>
              <w:spacing w:before="120" w:after="12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Tipo de formato de modulación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270778" w:rsidRPr="005F1F3F" w:rsidRDefault="005F1F3F" w:rsidP="005F1F3F">
            <w:pPr>
              <w:spacing w:before="120" w:after="120"/>
              <w:rPr>
                <w:b/>
                <w:lang w:val="es-ES"/>
              </w:rPr>
            </w:pPr>
            <w:r w:rsidRPr="005F1F3F">
              <w:rPr>
                <w:b/>
                <w:lang w:val="es-ES"/>
              </w:rPr>
              <w:t>Nombre del format</w:t>
            </w:r>
            <w:r>
              <w:rPr>
                <w:b/>
                <w:lang w:val="es-ES"/>
              </w:rPr>
              <w:t>o</w:t>
            </w:r>
            <w:r w:rsidRPr="005F1F3F">
              <w:rPr>
                <w:b/>
                <w:lang w:val="es-ES"/>
              </w:rPr>
              <w:t xml:space="preserve"> de modulación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4F7B29" w:rsidRDefault="00270778" w:rsidP="00B30D27">
            <w:pPr>
              <w:spacing w:before="120" w:after="120"/>
              <w:jc w:val="center"/>
              <w:rPr>
                <w:b/>
                <w:lang w:val="es-ES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b/>
                <w:lang w:val="en-GB"/>
              </w:rPr>
            </w:pPr>
            <w:r w:rsidRPr="000015DA">
              <w:rPr>
                <w:lang w:val="en-GB"/>
              </w:rPr>
              <w:t xml:space="preserve">OFDM 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4F7B29" w:rsidRDefault="00270778" w:rsidP="00B30D27">
            <w:pPr>
              <w:spacing w:before="120" w:after="120"/>
              <w:jc w:val="center"/>
              <w:rPr>
                <w:b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CSRZ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4F7B29" w:rsidRDefault="00270778" w:rsidP="00B30D27">
            <w:pPr>
              <w:spacing w:before="120" w:after="120"/>
              <w:jc w:val="center"/>
              <w:rPr>
                <w:b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QPSK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4F7B29" w:rsidRDefault="00270778" w:rsidP="00B30D27">
            <w:pPr>
              <w:spacing w:before="120" w:after="120"/>
              <w:jc w:val="center"/>
              <w:rPr>
                <w:b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DMT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4F7B29" w:rsidRDefault="00270778" w:rsidP="00B30D27">
            <w:pPr>
              <w:spacing w:before="120" w:after="120"/>
              <w:jc w:val="center"/>
              <w:rPr>
                <w:b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OOK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4F7B29" w:rsidRDefault="00270778" w:rsidP="00B30D27">
            <w:pPr>
              <w:spacing w:before="120" w:after="120"/>
              <w:jc w:val="center"/>
              <w:rPr>
                <w:b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VDMT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4F7B29" w:rsidRDefault="00270778" w:rsidP="00B30D27">
            <w:pPr>
              <w:spacing w:before="120" w:after="120"/>
              <w:jc w:val="center"/>
              <w:rPr>
                <w:b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DPSK</w:t>
            </w:r>
          </w:p>
        </w:tc>
      </w:tr>
      <w:tr w:rsidR="00270778" w:rsidRPr="000015DA" w:rsidTr="00270778">
        <w:tc>
          <w:tcPr>
            <w:tcW w:w="5240" w:type="dxa"/>
            <w:vAlign w:val="center"/>
          </w:tcPr>
          <w:p w:rsidR="00270778" w:rsidRPr="004F7B29" w:rsidRDefault="00270778" w:rsidP="00B30D27">
            <w:pPr>
              <w:spacing w:before="120" w:after="120"/>
              <w:jc w:val="center"/>
              <w:rPr>
                <w:b/>
                <w:lang w:val="en-GB"/>
              </w:rPr>
            </w:pPr>
          </w:p>
        </w:tc>
        <w:tc>
          <w:tcPr>
            <w:tcW w:w="3538" w:type="dxa"/>
          </w:tcPr>
          <w:p w:rsidR="00270778" w:rsidRPr="000015DA" w:rsidRDefault="00270778" w:rsidP="00B30D27">
            <w:pPr>
              <w:spacing w:before="120" w:after="120"/>
              <w:rPr>
                <w:lang w:val="en-GB"/>
              </w:rPr>
            </w:pPr>
            <w:r w:rsidRPr="000015DA">
              <w:rPr>
                <w:lang w:val="en-GB"/>
              </w:rPr>
              <w:t>DB</w:t>
            </w:r>
          </w:p>
        </w:tc>
      </w:tr>
    </w:tbl>
    <w:p w:rsidR="00270778" w:rsidRPr="000015DA" w:rsidRDefault="00270778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0015DA" w:rsidRPr="000015DA" w:rsidRDefault="000015D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0730C9" w:rsidRDefault="000730C9">
      <w:pPr>
        <w:rPr>
          <w:b/>
          <w:lang w:val="en-GB"/>
        </w:rPr>
      </w:pPr>
      <w:r>
        <w:rPr>
          <w:lang w:val="en-GB"/>
        </w:rPr>
        <w:br w:type="page"/>
      </w:r>
    </w:p>
    <w:p w:rsidR="000015DA" w:rsidRPr="002B2409" w:rsidRDefault="002B2409" w:rsidP="000015DA">
      <w:pPr>
        <w:pStyle w:val="eTask"/>
        <w:rPr>
          <w:lang w:val="es-ES"/>
        </w:rPr>
      </w:pPr>
      <w:r w:rsidRPr="002B2409">
        <w:rPr>
          <w:lang w:val="es-ES"/>
        </w:rPr>
        <w:lastRenderedPageBreak/>
        <w:t xml:space="preserve">Module </w:t>
      </w:r>
      <w:r>
        <w:rPr>
          <w:lang w:val="es-ES"/>
        </w:rPr>
        <w:t>la siguiente palabra</w:t>
      </w:r>
      <w:r w:rsidRPr="002B2409">
        <w:rPr>
          <w:lang w:val="es-ES"/>
        </w:rPr>
        <w:t xml:space="preserve"> </w:t>
      </w:r>
      <w:r>
        <w:rPr>
          <w:lang w:val="es-ES"/>
        </w:rPr>
        <w:t>binaria</w:t>
      </w:r>
      <w:r w:rsidRPr="002B2409">
        <w:rPr>
          <w:lang w:val="es-ES"/>
        </w:rPr>
        <w:t xml:space="preserve"> usando las modulaciones</w:t>
      </w:r>
      <w:r w:rsidR="00EE2045" w:rsidRPr="002B2409">
        <w:rPr>
          <w:lang w:val="es-ES"/>
        </w:rPr>
        <w:t xml:space="preserve"> OOK, CSRZ </w:t>
      </w:r>
      <w:r w:rsidRPr="002B2409">
        <w:rPr>
          <w:lang w:val="es-ES"/>
        </w:rPr>
        <w:t>y</w:t>
      </w:r>
      <w:r>
        <w:rPr>
          <w:lang w:val="es-ES"/>
        </w:rPr>
        <w:t xml:space="preserve"> DB</w:t>
      </w:r>
      <w:r w:rsidR="00EE2045" w:rsidRPr="002B2409">
        <w:rPr>
          <w:lang w:val="es-ES"/>
        </w:rPr>
        <w:t>.</w:t>
      </w:r>
    </w:p>
    <w:p w:rsidR="007470CA" w:rsidRPr="002B2409" w:rsidRDefault="007470CA" w:rsidP="007470CA">
      <w:pPr>
        <w:pStyle w:val="eTask"/>
        <w:numPr>
          <w:ilvl w:val="0"/>
          <w:numId w:val="0"/>
        </w:numPr>
        <w:ind w:left="284"/>
        <w:rPr>
          <w:lang w:val="es-ES"/>
        </w:rPr>
      </w:pPr>
    </w:p>
    <w:p w:rsidR="000015DA" w:rsidRDefault="002B2409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  <w:r>
        <w:rPr>
          <w:lang w:val="en-GB"/>
        </w:rPr>
        <w:t>La palabra es</w:t>
      </w:r>
      <w:r w:rsidR="00EE2045">
        <w:rPr>
          <w:lang w:val="en-GB"/>
        </w:rPr>
        <w:t xml:space="preserve"> 01001110.</w:t>
      </w: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6875CC" w:rsidRDefault="002B2409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  <w:r>
        <w:rPr>
          <w:lang w:val="en-GB"/>
        </w:rPr>
        <w:t>Ejemplo</w:t>
      </w:r>
      <w:r w:rsidR="006875CC">
        <w:rPr>
          <w:lang w:val="en-GB"/>
        </w:rPr>
        <w:t>:</w:t>
      </w: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tbl>
      <w:tblPr>
        <w:tblStyle w:val="Mkatabulky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3118"/>
        <w:gridCol w:w="1134"/>
        <w:gridCol w:w="3119"/>
      </w:tblGrid>
      <w:tr w:rsidR="009724D5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D5" w:rsidRDefault="002B2409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Valor de bit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D5" w:rsidRDefault="009724D5" w:rsidP="00222A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D5" w:rsidRDefault="009724D5" w:rsidP="00222A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A60D13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Fase</w:t>
            </w:r>
            <w:r w:rsidR="007470CA">
              <w:rPr>
                <w:lang w:val="en-GB"/>
              </w:rPr>
              <w:t>/</w:t>
            </w:r>
          </w:p>
          <w:p w:rsidR="007470CA" w:rsidRDefault="00A60D13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13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Fase/</w:t>
            </w:r>
          </w:p>
          <w:p w:rsidR="007470CA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Desplazamiento de fase</w:t>
            </w: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OFF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OFF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+90</w:t>
            </w:r>
            <w:r>
              <w:rPr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+90°</w:t>
            </w: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OFF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+90°</w:t>
            </w:r>
          </w:p>
        </w:tc>
      </w:tr>
    </w:tbl>
    <w:p w:rsidR="009724D5" w:rsidRDefault="009724D5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7470C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tbl>
      <w:tblPr>
        <w:tblStyle w:val="Mkatabulky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1134"/>
        <w:gridCol w:w="993"/>
        <w:gridCol w:w="1134"/>
        <w:gridCol w:w="992"/>
      </w:tblGrid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A60D13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Valor de 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222A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222A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222A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222A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13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Fase/</w:t>
            </w:r>
          </w:p>
          <w:p w:rsidR="007470CA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13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Fase/</w:t>
            </w:r>
          </w:p>
          <w:p w:rsidR="007470CA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13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Fase/</w:t>
            </w:r>
          </w:p>
          <w:p w:rsidR="007470CA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13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Fase/</w:t>
            </w:r>
          </w:p>
          <w:p w:rsidR="007470CA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Desplazamiento de fase</w:t>
            </w: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</w:tbl>
    <w:p w:rsidR="00222A18" w:rsidRDefault="00222A18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222A18" w:rsidRDefault="00222A18">
      <w:pPr>
        <w:rPr>
          <w:b/>
          <w:lang w:val="en-GB"/>
        </w:rPr>
      </w:pPr>
      <w:r>
        <w:rPr>
          <w:lang w:val="en-GB"/>
        </w:rPr>
        <w:br w:type="page"/>
      </w:r>
    </w:p>
    <w:p w:rsidR="00E268F8" w:rsidRDefault="00E268F8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tbl>
      <w:tblPr>
        <w:tblStyle w:val="Mkatabulky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1134"/>
        <w:gridCol w:w="993"/>
        <w:gridCol w:w="1134"/>
        <w:gridCol w:w="992"/>
      </w:tblGrid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A60D13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Valor de 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222A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222A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222A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D13" w:rsidRPr="00A60D13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Fase/</w:t>
            </w:r>
          </w:p>
          <w:p w:rsidR="007470CA" w:rsidRPr="00A60D13" w:rsidRDefault="00A60D13" w:rsidP="009F0F3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s-ES"/>
              </w:rPr>
            </w:pPr>
            <w:r w:rsidRPr="00A60D13">
              <w:rPr>
                <w:lang w:val="es-ES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13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Fase/</w:t>
            </w:r>
          </w:p>
          <w:p w:rsidR="007470CA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D13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Fase/</w:t>
            </w:r>
          </w:p>
          <w:p w:rsidR="007470CA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Desplazamiento de fase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13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Fase/</w:t>
            </w:r>
          </w:p>
          <w:p w:rsidR="007470CA" w:rsidRDefault="00A60D13" w:rsidP="00A60D13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Desplazamiento de fase</w:t>
            </w: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  <w:tr w:rsidR="007470CA" w:rsidTr="00396C6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</w:p>
        </w:tc>
      </w:tr>
    </w:tbl>
    <w:p w:rsidR="007470CA" w:rsidRPr="000015DA" w:rsidRDefault="007470CA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sectPr w:rsidR="007470CA" w:rsidRPr="000015DA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0DC" w:rsidRDefault="00D340DC" w:rsidP="00861A1A">
      <w:r>
        <w:separator/>
      </w:r>
    </w:p>
  </w:endnote>
  <w:endnote w:type="continuationSeparator" w:id="0">
    <w:p w:rsidR="00D340DC" w:rsidRDefault="00D340D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22A18" w:rsidRPr="00452DCD" w:rsidRDefault="00222A18" w:rsidP="00222A1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52DC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222A18" w:rsidRDefault="00222A18" w:rsidP="00222A1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452DC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0DC" w:rsidRDefault="00D340DC" w:rsidP="00861A1A">
      <w:r>
        <w:separator/>
      </w:r>
    </w:p>
  </w:footnote>
  <w:footnote w:type="continuationSeparator" w:id="0">
    <w:p w:rsidR="00D340DC" w:rsidRDefault="00D340D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A18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DF4449" w:rsidP="0027077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MÉTODOS DE MODULACIÓN MODERNOS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15DA"/>
    <w:rsid w:val="0000673F"/>
    <w:rsid w:val="00016AD8"/>
    <w:rsid w:val="00017595"/>
    <w:rsid w:val="00021197"/>
    <w:rsid w:val="00030EDA"/>
    <w:rsid w:val="0003229C"/>
    <w:rsid w:val="000449F7"/>
    <w:rsid w:val="00045BEB"/>
    <w:rsid w:val="000730C9"/>
    <w:rsid w:val="00073ADF"/>
    <w:rsid w:val="0007473C"/>
    <w:rsid w:val="000750C9"/>
    <w:rsid w:val="00087EAC"/>
    <w:rsid w:val="00094A16"/>
    <w:rsid w:val="000A233F"/>
    <w:rsid w:val="000A55B3"/>
    <w:rsid w:val="000C26DD"/>
    <w:rsid w:val="000C4D15"/>
    <w:rsid w:val="000C6B3A"/>
    <w:rsid w:val="000F506D"/>
    <w:rsid w:val="00112993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F6290"/>
    <w:rsid w:val="0020674E"/>
    <w:rsid w:val="00213F2C"/>
    <w:rsid w:val="00222A18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2409"/>
    <w:rsid w:val="002B41A8"/>
    <w:rsid w:val="002D29E1"/>
    <w:rsid w:val="002E301D"/>
    <w:rsid w:val="002F7BE1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96C6B"/>
    <w:rsid w:val="003B1326"/>
    <w:rsid w:val="003C5B45"/>
    <w:rsid w:val="003D41BB"/>
    <w:rsid w:val="003E01BE"/>
    <w:rsid w:val="003E0873"/>
    <w:rsid w:val="003F03EB"/>
    <w:rsid w:val="003F5712"/>
    <w:rsid w:val="003F623C"/>
    <w:rsid w:val="003F7F87"/>
    <w:rsid w:val="00402B09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4F88"/>
    <w:rsid w:val="004E5E95"/>
    <w:rsid w:val="004E70EA"/>
    <w:rsid w:val="004F2C98"/>
    <w:rsid w:val="004F5AFF"/>
    <w:rsid w:val="004F7B29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2E60"/>
    <w:rsid w:val="005832C4"/>
    <w:rsid w:val="00587966"/>
    <w:rsid w:val="00587A91"/>
    <w:rsid w:val="005A5C87"/>
    <w:rsid w:val="005A7541"/>
    <w:rsid w:val="005B2E55"/>
    <w:rsid w:val="005B37E2"/>
    <w:rsid w:val="005B460C"/>
    <w:rsid w:val="005D23EE"/>
    <w:rsid w:val="005D7525"/>
    <w:rsid w:val="005E1AB1"/>
    <w:rsid w:val="005E20B2"/>
    <w:rsid w:val="005E5A22"/>
    <w:rsid w:val="005F1F3F"/>
    <w:rsid w:val="005F5FA1"/>
    <w:rsid w:val="00625B5A"/>
    <w:rsid w:val="0063686B"/>
    <w:rsid w:val="006435FE"/>
    <w:rsid w:val="0064494B"/>
    <w:rsid w:val="00650CB8"/>
    <w:rsid w:val="0066326F"/>
    <w:rsid w:val="0066375B"/>
    <w:rsid w:val="00665665"/>
    <w:rsid w:val="0068067D"/>
    <w:rsid w:val="0068131D"/>
    <w:rsid w:val="006875CC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36286"/>
    <w:rsid w:val="00744F90"/>
    <w:rsid w:val="007460F9"/>
    <w:rsid w:val="007470CA"/>
    <w:rsid w:val="00766135"/>
    <w:rsid w:val="0076745A"/>
    <w:rsid w:val="0077180E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03DDF"/>
    <w:rsid w:val="00813612"/>
    <w:rsid w:val="0081479C"/>
    <w:rsid w:val="00825830"/>
    <w:rsid w:val="00826CB2"/>
    <w:rsid w:val="00830375"/>
    <w:rsid w:val="00830A2B"/>
    <w:rsid w:val="00831014"/>
    <w:rsid w:val="00832323"/>
    <w:rsid w:val="00841C20"/>
    <w:rsid w:val="00861A1A"/>
    <w:rsid w:val="00864D93"/>
    <w:rsid w:val="00875E54"/>
    <w:rsid w:val="0087783E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24D5"/>
    <w:rsid w:val="00974B16"/>
    <w:rsid w:val="009802AD"/>
    <w:rsid w:val="009A5F9E"/>
    <w:rsid w:val="009B638C"/>
    <w:rsid w:val="009C7B24"/>
    <w:rsid w:val="009E2A2A"/>
    <w:rsid w:val="009F0F31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0D13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6544"/>
    <w:rsid w:val="00AF5281"/>
    <w:rsid w:val="00B01599"/>
    <w:rsid w:val="00B15DB4"/>
    <w:rsid w:val="00B177D0"/>
    <w:rsid w:val="00B3151A"/>
    <w:rsid w:val="00B37307"/>
    <w:rsid w:val="00B5145B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5CF"/>
    <w:rsid w:val="00BC1F6B"/>
    <w:rsid w:val="00BC732E"/>
    <w:rsid w:val="00BD00FD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1C39"/>
    <w:rsid w:val="00D060B3"/>
    <w:rsid w:val="00D06992"/>
    <w:rsid w:val="00D12029"/>
    <w:rsid w:val="00D20A5C"/>
    <w:rsid w:val="00D2650E"/>
    <w:rsid w:val="00D33524"/>
    <w:rsid w:val="00D340DC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37AA"/>
    <w:rsid w:val="00DD6149"/>
    <w:rsid w:val="00DE3767"/>
    <w:rsid w:val="00DF4449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268F8"/>
    <w:rsid w:val="00E352FF"/>
    <w:rsid w:val="00E41087"/>
    <w:rsid w:val="00E433EA"/>
    <w:rsid w:val="00E516D7"/>
    <w:rsid w:val="00E5359D"/>
    <w:rsid w:val="00E54A46"/>
    <w:rsid w:val="00E56B5F"/>
    <w:rsid w:val="00E62870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2045"/>
    <w:rsid w:val="00EE3197"/>
    <w:rsid w:val="00EF2951"/>
    <w:rsid w:val="00F162F9"/>
    <w:rsid w:val="00F168D6"/>
    <w:rsid w:val="00F24638"/>
    <w:rsid w:val="00F248A4"/>
    <w:rsid w:val="00F44812"/>
    <w:rsid w:val="00F46B18"/>
    <w:rsid w:val="00F51C9D"/>
    <w:rsid w:val="00F606AC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1803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41C2A0"/>
  <w15:docId w15:val="{3DA8CF2B-2C33-494D-A499-B1979CE9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2B240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B24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B2409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B24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B2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0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5</Pages>
  <Words>473</Words>
  <Characters>2792</Characters>
  <Application>Microsoft Office Word</Application>
  <DocSecurity>0</DocSecurity>
  <Lines>23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Bc. Ivan Pravda, Ph.D.</dc:creator>
  <cp:lastModifiedBy>Marek Nevosad</cp:lastModifiedBy>
  <cp:revision>2</cp:revision>
  <cp:lastPrinted>2013-05-24T15:00:00Z</cp:lastPrinted>
  <dcterms:created xsi:type="dcterms:W3CDTF">2017-07-15T00:26:00Z</dcterms:created>
  <dcterms:modified xsi:type="dcterms:W3CDTF">2017-07-15T00:26:00Z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