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F76CBE" w:rsidRDefault="00B47F3B" w:rsidP="00B47F3B">
      <w:pPr>
        <w:pStyle w:val="eTask"/>
        <w:rPr>
          <w:lang w:val="es-ES"/>
        </w:rPr>
      </w:pPr>
      <w:bookmarkStart w:id="0" w:name="_GoBack"/>
      <w:r w:rsidRPr="00F76CBE">
        <w:rPr>
          <w:lang w:val="es-ES"/>
        </w:rPr>
        <w:t>¿Qué tipos de interfaces se pueden utilizar en redes de acceso y troncales</w:t>
      </w:r>
      <w:r w:rsidR="002968BB" w:rsidRPr="00F76CBE">
        <w:rPr>
          <w:lang w:val="es-ES"/>
        </w:rPr>
        <w:t>?</w:t>
      </w:r>
    </w:p>
    <w:bookmarkEnd w:id="0"/>
    <w:p w:rsidR="003264F1" w:rsidRPr="00F76CBE" w:rsidRDefault="003264F1" w:rsidP="003264F1">
      <w:pPr>
        <w:rPr>
          <w:lang w:val="es-ES"/>
        </w:rPr>
      </w:pPr>
    </w:p>
    <w:p w:rsidR="000F0EB8" w:rsidRPr="00430858" w:rsidRDefault="000F0EB8" w:rsidP="000F0EB8">
      <w:pPr>
        <w:ind w:left="357"/>
      </w:pPr>
      <w:r w:rsidRPr="000F0EB8">
        <w:rPr>
          <w:lang w:val="es-ES"/>
        </w:rPr>
        <w:t>1.</w:t>
      </w:r>
      <w:r w:rsidRPr="000F0EB8">
        <w:rPr>
          <w:lang w:val="es-ES"/>
        </w:rPr>
        <w:tab/>
      </w:r>
      <w:r w:rsidRPr="000F0EB8">
        <w:rPr>
          <w:color w:val="FF0000"/>
          <w:lang w:val="es-ES"/>
        </w:rPr>
        <w:t>interfaz metálica</w:t>
      </w:r>
    </w:p>
    <w:p w:rsidR="000F0EB8" w:rsidRPr="000F0EB8" w:rsidRDefault="000F0EB8" w:rsidP="000F0EB8">
      <w:pPr>
        <w:ind w:left="357"/>
        <w:rPr>
          <w:noProof/>
          <w:lang w:val="es-ES" w:eastAsia="sk-SK"/>
        </w:rPr>
      </w:pPr>
    </w:p>
    <w:p w:rsidR="000F0EB8" w:rsidRPr="000F0EB8" w:rsidRDefault="000F0EB8" w:rsidP="000F0EB8">
      <w:pPr>
        <w:ind w:left="357"/>
        <w:rPr>
          <w:noProof/>
          <w:lang w:val="es-ES" w:eastAsia="sk-SK"/>
        </w:rPr>
      </w:pPr>
      <w:r w:rsidRPr="000F0EB8">
        <w:rPr>
          <w:noProof/>
          <w:lang w:val="es-ES" w:eastAsia="sk-SK"/>
        </w:rPr>
        <w:t>2.</w:t>
      </w:r>
      <w:r w:rsidRPr="000F0EB8">
        <w:rPr>
          <w:lang w:val="es-ES"/>
        </w:rPr>
        <w:tab/>
      </w:r>
      <w:r w:rsidRPr="000F0EB8">
        <w:rPr>
          <w:color w:val="FF0000"/>
          <w:lang w:val="es-ES"/>
        </w:rPr>
        <w:t>interfaz óptica</w:t>
      </w:r>
    </w:p>
    <w:p w:rsidR="000F0EB8" w:rsidRPr="000F0EB8" w:rsidRDefault="000F0EB8" w:rsidP="000F0EB8">
      <w:pPr>
        <w:ind w:left="357"/>
        <w:rPr>
          <w:noProof/>
          <w:lang w:val="es-ES" w:eastAsia="sk-SK"/>
        </w:rPr>
      </w:pPr>
    </w:p>
    <w:p w:rsidR="000F0EB8" w:rsidRPr="000F0EB8" w:rsidRDefault="000F0EB8" w:rsidP="000F0EB8">
      <w:pPr>
        <w:ind w:left="357"/>
        <w:rPr>
          <w:noProof/>
          <w:lang w:val="es-ES" w:eastAsia="sk-SK"/>
        </w:rPr>
      </w:pPr>
      <w:r w:rsidRPr="000F0EB8">
        <w:rPr>
          <w:noProof/>
          <w:lang w:val="es-ES" w:eastAsia="sk-SK"/>
        </w:rPr>
        <w:t>3.</w:t>
      </w:r>
      <w:r w:rsidRPr="000F0EB8">
        <w:rPr>
          <w:lang w:val="es-ES"/>
        </w:rPr>
        <w:tab/>
      </w:r>
      <w:r w:rsidRPr="000F0EB8">
        <w:rPr>
          <w:color w:val="FF0000"/>
          <w:lang w:val="es-ES"/>
        </w:rPr>
        <w:t>interfa</w:t>
      </w:r>
      <w:r>
        <w:rPr>
          <w:color w:val="FF0000"/>
          <w:lang w:val="es-ES"/>
        </w:rPr>
        <w:t>z inalámbrica</w:t>
      </w:r>
    </w:p>
    <w:p w:rsidR="003264F1" w:rsidRPr="000F0EB8" w:rsidRDefault="003264F1" w:rsidP="00EC4344">
      <w:pPr>
        <w:ind w:left="357"/>
        <w:rPr>
          <w:lang w:val="es-ES"/>
        </w:rPr>
      </w:pPr>
    </w:p>
    <w:p w:rsidR="00E04F5B" w:rsidRPr="000F0EB8" w:rsidRDefault="00E04F5B" w:rsidP="003264F1">
      <w:pPr>
        <w:pStyle w:val="eLineBottom"/>
        <w:rPr>
          <w:lang w:val="es-ES"/>
        </w:rPr>
      </w:pPr>
    </w:p>
    <w:p w:rsidR="003264F1" w:rsidRPr="000F0EB8" w:rsidRDefault="003264F1" w:rsidP="003264F1">
      <w:pPr>
        <w:rPr>
          <w:lang w:val="es-ES"/>
        </w:rPr>
      </w:pPr>
    </w:p>
    <w:p w:rsidR="00766135" w:rsidRPr="00F76CBE" w:rsidRDefault="00F31E6F" w:rsidP="00F31E6F">
      <w:pPr>
        <w:pStyle w:val="eTask"/>
        <w:rPr>
          <w:lang w:val="es-ES"/>
        </w:rPr>
      </w:pPr>
      <w:r w:rsidRPr="00F76CBE">
        <w:rPr>
          <w:lang w:val="es-ES"/>
        </w:rPr>
        <w:t>Relacione las cuatro interfaces diferentes que aparecen en la columna de la izquierda a la velocidad de transferencia teóricamente alcanzable que se corresponde en la columna de la derecha</w:t>
      </w:r>
      <w:r w:rsidR="00766135" w:rsidRPr="00F76CBE">
        <w:rPr>
          <w:lang w:val="es-ES"/>
        </w:rPr>
        <w:t>.</w:t>
      </w:r>
    </w:p>
    <w:p w:rsidR="00766135" w:rsidRPr="00F76CBE" w:rsidRDefault="00766135" w:rsidP="00766135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F76CBE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6D3C5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6D3C52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604C6A" wp14:editId="1C605AA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144780</wp:posOffset>
                      </wp:positionV>
                      <wp:extent cx="534670" cy="1560830"/>
                      <wp:effectExtent l="0" t="0" r="36830" b="2032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670" cy="15608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4FB4FE" id="Přímá spojnice 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1.4pt" to="132.1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6D3C52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0A1725D" wp14:editId="0CAD33A1">
                      <wp:simplePos x="0" y="0"/>
                      <wp:positionH relativeFrom="column">
                        <wp:posOffset>1141095</wp:posOffset>
                      </wp:positionH>
                      <wp:positionV relativeFrom="paragraph">
                        <wp:posOffset>1205865</wp:posOffset>
                      </wp:positionV>
                      <wp:extent cx="534670" cy="500380"/>
                      <wp:effectExtent l="0" t="0" r="17780" b="33020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0038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3DC441" id="Přímá spojnice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5pt,94.95pt" to="131.95pt,1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" strokecolor="red" strokeweight="1.25pt">
                      <v:stroke joinstyle="miter"/>
                    </v:line>
                  </w:pict>
                </mc:Fallback>
              </mc:AlternateContent>
            </w:r>
            <w:r w:rsidRPr="006D3C52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A252CB" wp14:editId="4D4F3580">
                      <wp:simplePos x="0" y="0"/>
                      <wp:positionH relativeFrom="column">
                        <wp:posOffset>1141095</wp:posOffset>
                      </wp:positionH>
                      <wp:positionV relativeFrom="paragraph">
                        <wp:posOffset>653415</wp:posOffset>
                      </wp:positionV>
                      <wp:extent cx="534670" cy="551815"/>
                      <wp:effectExtent l="0" t="0" r="17780" b="1968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5181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3AB901" id="Přímá spojnice 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5pt,51.45pt" to="131.95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6D3C52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2C43DCC" wp14:editId="6D83B43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144780</wp:posOffset>
                      </wp:positionV>
                      <wp:extent cx="534670" cy="508635"/>
                      <wp:effectExtent l="0" t="0" r="17780" b="2476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670" cy="50863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2AE6D" id="Přímá spojnice 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1.4pt" to="132.1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" strokecolor="red" strokeweight="1.25pt">
                      <v:stroke joinstyle="miter"/>
                    </v:line>
                  </w:pict>
                </mc:Fallback>
              </mc:AlternateContent>
            </w:r>
            <w:r w:rsidR="007F22F2" w:rsidRPr="00F76CBE">
              <w:rPr>
                <w:lang w:val="es-ES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600 Mbit/s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5 G</w:t>
            </w:r>
            <w:r w:rsidR="00FA3F39">
              <w:rPr>
                <w:lang w:val="es-ES"/>
              </w:rPr>
              <w:t>b</w:t>
            </w:r>
            <w:r w:rsidR="007F22F2" w:rsidRPr="00F76CBE">
              <w:rPr>
                <w:lang w:val="es-ES"/>
              </w:rPr>
              <w:t>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10 Gbit/s</w:t>
            </w: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F76CBE" w:rsidRDefault="00766135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F76CBE" w:rsidRDefault="00766135" w:rsidP="00E04F5B">
            <w:pPr>
              <w:rPr>
                <w:b/>
                <w:lang w:val="es-ES"/>
              </w:rPr>
            </w:pPr>
          </w:p>
        </w:tc>
      </w:tr>
      <w:tr w:rsidR="00766135" w:rsidRPr="00F76CBE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F76CBE" w:rsidRDefault="007F22F2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F76CBE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F76CBE" w:rsidRDefault="00F31E6F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Hasta</w:t>
            </w:r>
            <w:r w:rsidR="007F22F2" w:rsidRPr="00F76CBE">
              <w:rPr>
                <w:lang w:val="es-ES"/>
              </w:rPr>
              <w:t xml:space="preserve"> 3 Mbit/s</w:t>
            </w:r>
          </w:p>
        </w:tc>
      </w:tr>
    </w:tbl>
    <w:p w:rsidR="00766135" w:rsidRPr="00F76CBE" w:rsidRDefault="00766135" w:rsidP="00E04F5B">
      <w:pPr>
        <w:rPr>
          <w:lang w:val="es-ES"/>
        </w:rPr>
      </w:pPr>
    </w:p>
    <w:p w:rsidR="00E04F5B" w:rsidRPr="00F76CBE" w:rsidRDefault="00E04F5B" w:rsidP="00766135">
      <w:pPr>
        <w:pStyle w:val="eLineBottom"/>
        <w:rPr>
          <w:lang w:val="es-ES"/>
        </w:rPr>
      </w:pPr>
    </w:p>
    <w:p w:rsidR="00766135" w:rsidRPr="00F76CBE" w:rsidRDefault="00766135" w:rsidP="00766135">
      <w:pPr>
        <w:rPr>
          <w:lang w:val="es-ES"/>
        </w:rPr>
      </w:pPr>
    </w:p>
    <w:p w:rsidR="004E2B7C" w:rsidRPr="00F76CBE" w:rsidRDefault="00F31E6F" w:rsidP="00F31E6F">
      <w:pPr>
        <w:pStyle w:val="eTask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4E2B7C" w:rsidRPr="00F76CBE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4E2B7C" w:rsidRPr="00F76CBE" w:rsidRDefault="008E1F64" w:rsidP="00E04F5B">
      <w:pPr>
        <w:spacing w:line="360" w:lineRule="auto"/>
        <w:rPr>
          <w:lang w:val="es-ES"/>
        </w:rPr>
      </w:pPr>
      <w:r w:rsidRPr="00F76CBE">
        <w:rPr>
          <w:lang w:val="es-ES"/>
        </w:rPr>
        <w:t xml:space="preserve">La interfaz </w:t>
      </w:r>
      <w:r w:rsidR="004C34BB" w:rsidRPr="00F76CBE">
        <w:rPr>
          <w:lang w:val="es-ES"/>
        </w:rPr>
        <w:t xml:space="preserve">USB </w:t>
      </w:r>
      <w:r w:rsidRPr="00F76CBE">
        <w:rPr>
          <w:lang w:val="es-ES"/>
        </w:rPr>
        <w:t>e</w:t>
      </w:r>
      <w:r w:rsidR="004C34BB" w:rsidRPr="00F76CBE">
        <w:rPr>
          <w:lang w:val="es-ES"/>
        </w:rPr>
        <w:t xml:space="preserve">s </w:t>
      </w:r>
      <w:r w:rsidRPr="00F76CBE">
        <w:rPr>
          <w:lang w:val="es-ES"/>
        </w:rPr>
        <w:t>una interfaz</w:t>
      </w:r>
      <w:r w:rsidR="004E2B7C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serie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paralelo</m:t>
                  </m:r>
                </m:e>
              </m:mr>
            </m:m>
          </m:e>
        </m:d>
      </m:oMath>
      <w:r w:rsidR="004E2B7C" w:rsidRPr="00F76CBE">
        <w:rPr>
          <w:lang w:val="es-ES"/>
        </w:rPr>
        <w:t xml:space="preserve"> </w:t>
      </w:r>
      <w:r w:rsidRPr="00F76CBE">
        <w:rPr>
          <w:lang w:val="es-ES"/>
        </w:rPr>
        <w:t>tipo</w:t>
      </w:r>
      <w:r w:rsidR="00587A91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anillo</m:t>
                  </m:r>
                </m:e>
              </m:mr>
            </m:m>
          </m:e>
        </m:d>
      </m:oMath>
      <w:r w:rsidR="004C34BB" w:rsidRPr="00F76CBE">
        <w:rPr>
          <w:lang w:val="es-ES"/>
        </w:rPr>
        <w:t>.</w:t>
      </w:r>
      <w:r w:rsidR="004E2B7C" w:rsidRPr="00F76CBE">
        <w:rPr>
          <w:lang w:val="es-ES"/>
        </w:rPr>
        <w:t xml:space="preserve"> </w:t>
      </w:r>
      <w:r w:rsidR="008B639F" w:rsidRPr="00F76CBE">
        <w:rPr>
          <w:lang w:val="es-ES"/>
        </w:rPr>
        <w:t>Todos los dispositivos conectados a la interfaz USB</w:t>
      </w:r>
      <w:r w:rsidR="004E2B7C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comparten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comparten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C95CC1" w:rsidRPr="00F76CBE">
        <w:rPr>
          <w:lang w:val="es-ES"/>
        </w:rPr>
        <w:t>todo el ancho de banda</w:t>
      </w:r>
      <w:r w:rsidR="004C34BB" w:rsidRPr="00F76CBE">
        <w:rPr>
          <w:lang w:val="es-ES"/>
        </w:rPr>
        <w:t xml:space="preserve"> </w:t>
      </w:r>
      <w:r w:rsidR="00C95CC1" w:rsidRPr="00F76CBE">
        <w:rPr>
          <w:lang w:val="es-ES"/>
        </w:rPr>
        <w:t>disponible entre ellos</w:t>
      </w:r>
      <w:r w:rsidR="004E2B7C" w:rsidRPr="00F76CBE">
        <w:rPr>
          <w:lang w:val="es-ES"/>
        </w:rPr>
        <w:t>.</w:t>
      </w:r>
    </w:p>
    <w:p w:rsidR="00C24013" w:rsidRPr="00F76CBE" w:rsidRDefault="00C24013" w:rsidP="00C24013">
      <w:pPr>
        <w:pStyle w:val="eLineBottom"/>
        <w:rPr>
          <w:lang w:val="es-ES"/>
        </w:rPr>
      </w:pPr>
    </w:p>
    <w:p w:rsidR="00C24013" w:rsidRPr="00F76CBE" w:rsidRDefault="00C24013" w:rsidP="00C24013">
      <w:pPr>
        <w:rPr>
          <w:lang w:val="es-ES"/>
        </w:rPr>
      </w:pPr>
    </w:p>
    <w:p w:rsidR="00E04F5B" w:rsidRPr="00F76CBE" w:rsidRDefault="00E04F5B">
      <w:pPr>
        <w:rPr>
          <w:b/>
          <w:lang w:val="es-ES"/>
        </w:rPr>
      </w:pPr>
      <w:r w:rsidRPr="00F76CBE">
        <w:rPr>
          <w:lang w:val="es-ES"/>
        </w:rPr>
        <w:br w:type="page"/>
      </w:r>
    </w:p>
    <w:p w:rsidR="00C24013" w:rsidRPr="00F76CBE" w:rsidRDefault="00F8464E" w:rsidP="00F8464E">
      <w:pPr>
        <w:pStyle w:val="eTask"/>
        <w:rPr>
          <w:lang w:val="es-ES"/>
        </w:rPr>
      </w:pPr>
      <w:r w:rsidRPr="00F76CBE">
        <w:rPr>
          <w:lang w:val="es-ES"/>
        </w:rPr>
        <w:lastRenderedPageBreak/>
        <w:t>Relacionar los cuatro diferentes modos de transferencia que se muestran en la columna de la izquierda con su tipo de especificación correspondiente en la columna de la derecha</w:t>
      </w:r>
      <w:r w:rsidR="00C24013" w:rsidRPr="00F76CBE">
        <w:rPr>
          <w:lang w:val="es-ES"/>
        </w:rPr>
        <w:t>.</w:t>
      </w:r>
    </w:p>
    <w:p w:rsidR="00197271" w:rsidRPr="00F76CBE" w:rsidRDefault="00197271" w:rsidP="00197271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3037"/>
        <w:gridCol w:w="2240"/>
        <w:gridCol w:w="2580"/>
      </w:tblGrid>
      <w:tr w:rsidR="00197271" w:rsidRPr="00F76CBE" w:rsidTr="00F8464E"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F8464E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superalta velocidad +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6D3C52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  <w:r w:rsidRPr="006D3C5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06C9175" wp14:editId="0014F29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136525</wp:posOffset>
                      </wp:positionV>
                      <wp:extent cx="1403985" cy="1060450"/>
                      <wp:effectExtent l="0" t="0" r="24765" b="25400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3985" cy="10604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61E57E" id="Přímá spojnice 7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10.75pt" to="105.4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" strokecolor="red" strokeweight="1.25pt">
                      <v:stroke joinstyle="miter"/>
                    </v:line>
                  </w:pict>
                </mc:Fallback>
              </mc:AlternateContent>
            </w:r>
            <w:r w:rsidRPr="006D3C5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4255F13" wp14:editId="08BD3F0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180340</wp:posOffset>
                      </wp:positionV>
                      <wp:extent cx="1403985" cy="1508125"/>
                      <wp:effectExtent l="0" t="0" r="24765" b="3492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03985" cy="15081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FD40B0" id="Přímá spojnice 8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4.2pt" to="105.4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</w:t>
            </w:r>
            <w:r w:rsidR="00197271" w:rsidRPr="00F76CBE">
              <w:rPr>
                <w:lang w:val="es-ES"/>
              </w:rPr>
              <w:t>specifi</w:t>
            </w:r>
            <w:r w:rsidR="00650CB8" w:rsidRPr="00F76CBE">
              <w:rPr>
                <w:lang w:val="es-ES"/>
              </w:rPr>
              <w:t>c</w:t>
            </w:r>
            <w:r w:rsidR="00197271" w:rsidRPr="00F76CBE">
              <w:rPr>
                <w:lang w:val="es-ES"/>
              </w:rPr>
              <w:t>a</w:t>
            </w:r>
            <w:r w:rsidRPr="00F76CBE">
              <w:rPr>
                <w:lang w:val="es-ES"/>
              </w:rPr>
              <w:t>ció</w:t>
            </w:r>
            <w:r w:rsidR="00650CB8" w:rsidRPr="00F76CBE">
              <w:rPr>
                <w:lang w:val="es-ES"/>
              </w:rPr>
              <w:t>n</w:t>
            </w:r>
            <w:r w:rsidR="00197271" w:rsidRPr="00F76CBE">
              <w:rPr>
                <w:lang w:val="es-ES"/>
              </w:rPr>
              <w:t xml:space="preserve"> USB 3.0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alta velocidad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6D3C52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  <w:r w:rsidRPr="006D3C5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547E781" wp14:editId="6289367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147955</wp:posOffset>
                      </wp:positionV>
                      <wp:extent cx="1403985" cy="0"/>
                      <wp:effectExtent l="0" t="0" r="24765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398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D5FC321" id="Přímá spojnice 10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11.65pt" to="1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2.0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F8464E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velocidad completa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6D3C52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  <w:r w:rsidRPr="006D3C5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C31D16F" wp14:editId="3E3C526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158750</wp:posOffset>
                      </wp:positionV>
                      <wp:extent cx="1403985" cy="498475"/>
                      <wp:effectExtent l="0" t="0" r="24765" b="3492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3985" cy="4984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FDF322" id="Přímá spojnice 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2.5pt" to="105.4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" strokecolor="red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3.1</w:t>
            </w: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F76CBE" w:rsidRDefault="00197271" w:rsidP="00E04F5B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F76CBE" w:rsidRDefault="00197271" w:rsidP="00E04F5B">
            <w:pPr>
              <w:rPr>
                <w:b/>
                <w:lang w:val="es-ES"/>
              </w:rPr>
            </w:pPr>
          </w:p>
        </w:tc>
      </w:tr>
      <w:tr w:rsidR="00197271" w:rsidRPr="00F76CBE" w:rsidTr="00F8464E"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F76CBE" w:rsidRDefault="00F8464E" w:rsidP="00E04F5B">
            <w:pPr>
              <w:spacing w:before="120" w:after="120"/>
              <w:jc w:val="center"/>
              <w:rPr>
                <w:b/>
                <w:lang w:val="es-ES"/>
              </w:rPr>
            </w:pPr>
            <w:r w:rsidRPr="00F76CBE">
              <w:rPr>
                <w:lang w:val="es-ES"/>
              </w:rPr>
              <w:t>Modo superalta velocidad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F76CBE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F76CBE" w:rsidRDefault="00F8464E" w:rsidP="00E04F5B">
            <w:pPr>
              <w:spacing w:before="120" w:after="120"/>
              <w:rPr>
                <w:b/>
                <w:lang w:val="es-ES"/>
              </w:rPr>
            </w:pPr>
            <w:r w:rsidRPr="00F76CBE">
              <w:rPr>
                <w:lang w:val="es-ES"/>
              </w:rPr>
              <w:t>especificación</w:t>
            </w:r>
            <w:r w:rsidR="00197271" w:rsidRPr="00F76CBE">
              <w:rPr>
                <w:lang w:val="es-ES"/>
              </w:rPr>
              <w:t xml:space="preserve"> USB 1.1</w:t>
            </w:r>
          </w:p>
        </w:tc>
      </w:tr>
    </w:tbl>
    <w:p w:rsidR="00E04F5B" w:rsidRPr="00F76CBE" w:rsidRDefault="00E04F5B" w:rsidP="00197271">
      <w:pPr>
        <w:pStyle w:val="eLineBottom"/>
        <w:rPr>
          <w:lang w:val="es-ES"/>
        </w:rPr>
      </w:pPr>
    </w:p>
    <w:p w:rsidR="00197271" w:rsidRPr="00F76CBE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97271" w:rsidRPr="00F76CBE" w:rsidRDefault="00F8464E" w:rsidP="00F8464E">
      <w:pPr>
        <w:pStyle w:val="eTask"/>
        <w:rPr>
          <w:lang w:val="es-ES"/>
        </w:rPr>
      </w:pPr>
      <w:r w:rsidRPr="00F76CBE">
        <w:rPr>
          <w:lang w:val="es-ES"/>
        </w:rPr>
        <w:t>Seleccionar el dispositivo USB que se utiliza para la ampliación del bus USB</w:t>
      </w:r>
      <w:r w:rsidR="00BD00FD" w:rsidRPr="00F76CBE">
        <w:rPr>
          <w:lang w:val="es-ES"/>
        </w:rPr>
        <w:t>.</w:t>
      </w:r>
    </w:p>
    <w:p w:rsidR="00E04F5B" w:rsidRPr="00F76CBE" w:rsidRDefault="006D3C52" w:rsidP="00E04F5B">
      <w:pPr>
        <w:ind w:left="425" w:hanging="425"/>
        <w:rPr>
          <w:lang w:val="es-ES"/>
        </w:rPr>
      </w:pPr>
      <w:r w:rsidRPr="006D3C52">
        <w:rPr>
          <w:rStyle w:val="eCheckBoxSquareChar"/>
          <w:b/>
          <w:color w:val="FF0000"/>
          <w:sz w:val="36"/>
          <w:lang w:val="en-US"/>
        </w:rPr>
        <w:t>x</w:t>
      </w:r>
      <w:r w:rsidR="00E04F5B" w:rsidRPr="00F76CBE">
        <w:rPr>
          <w:szCs w:val="40"/>
          <w:lang w:val="es-ES"/>
        </w:rPr>
        <w:tab/>
      </w:r>
      <w:r w:rsidR="00E04F5B" w:rsidRPr="00A07614">
        <w:rPr>
          <w:rStyle w:val="eCheckBoxTextChar"/>
          <w:color w:val="FF0000"/>
        </w:rPr>
        <w:t>USB HUB</w:t>
      </w:r>
    </w:p>
    <w:p w:rsidR="00E04F5B" w:rsidRPr="00F76CBE" w:rsidRDefault="00E04F5B" w:rsidP="00E04F5B">
      <w:pPr>
        <w:ind w:left="425" w:hanging="425"/>
        <w:rPr>
          <w:lang w:val="es-ES"/>
        </w:rPr>
      </w:pPr>
      <w:r w:rsidRPr="00F76CBE">
        <w:rPr>
          <w:rStyle w:val="eCheckBoxSquareChar"/>
          <w:lang w:val="es-ES"/>
        </w:rPr>
        <w:t>□</w:t>
      </w:r>
      <w:r w:rsidRPr="00F76CBE">
        <w:rPr>
          <w:szCs w:val="40"/>
          <w:lang w:val="es-ES"/>
        </w:rPr>
        <w:tab/>
      </w:r>
      <w:r w:rsidR="00E53FB5" w:rsidRPr="00F76CBE">
        <w:rPr>
          <w:rStyle w:val="eCheckBoxTextChar"/>
          <w:lang w:val="es-ES"/>
        </w:rPr>
        <w:t>USB funció</w:t>
      </w:r>
      <w:r w:rsidRPr="00F76CBE">
        <w:rPr>
          <w:rStyle w:val="eCheckBoxTextChar"/>
          <w:lang w:val="es-ES"/>
        </w:rPr>
        <w:t>n</w:t>
      </w:r>
    </w:p>
    <w:p w:rsidR="00E04F5B" w:rsidRPr="00F76CBE" w:rsidRDefault="00E04F5B" w:rsidP="00E04F5B">
      <w:pPr>
        <w:pStyle w:val="eLineBottom"/>
        <w:rPr>
          <w:lang w:val="es-ES"/>
        </w:rPr>
      </w:pPr>
    </w:p>
    <w:p w:rsidR="00E04F5B" w:rsidRPr="00F76CBE" w:rsidRDefault="00E04F5B" w:rsidP="00197271">
      <w:pPr>
        <w:rPr>
          <w:lang w:val="es-ES"/>
        </w:rPr>
      </w:pPr>
    </w:p>
    <w:p w:rsidR="00456107" w:rsidRPr="00F76CBE" w:rsidRDefault="00E53FB5" w:rsidP="00456107">
      <w:pPr>
        <w:pStyle w:val="eTask"/>
        <w:ind w:left="360" w:hanging="360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456107" w:rsidRPr="00F76CBE" w:rsidRDefault="00456107" w:rsidP="00456107">
      <w:pPr>
        <w:rPr>
          <w:lang w:val="es-ES"/>
        </w:rPr>
      </w:pPr>
    </w:p>
    <w:p w:rsidR="00E71732" w:rsidRPr="00F76CBE" w:rsidRDefault="00F76CBE" w:rsidP="00E04F5B">
      <w:pPr>
        <w:spacing w:line="360" w:lineRule="auto"/>
        <w:rPr>
          <w:lang w:val="es-ES"/>
        </w:rPr>
      </w:pPr>
      <w:r w:rsidRPr="00F76CBE">
        <w:rPr>
          <w:lang w:val="es-ES"/>
        </w:rPr>
        <w:t>La i</w:t>
      </w:r>
      <w:r w:rsidR="00A535A7" w:rsidRPr="00F76CBE">
        <w:rPr>
          <w:lang w:val="es-ES"/>
        </w:rPr>
        <w:t>nterfa</w:t>
      </w:r>
      <w:r w:rsidRPr="00F76CBE">
        <w:rPr>
          <w:lang w:val="es-ES"/>
        </w:rPr>
        <w:t>z</w:t>
      </w:r>
      <w:r w:rsidR="00456107" w:rsidRPr="00F76CBE">
        <w:rPr>
          <w:lang w:val="es-ES"/>
        </w:rPr>
        <w:t xml:space="preserve"> USB 3.0 </w:t>
      </w:r>
      <w:r w:rsidRPr="00F76CBE">
        <w:rPr>
          <w:lang w:val="es-ES"/>
        </w:rPr>
        <w:t>es un bus</w:t>
      </w:r>
      <w:r w:rsidR="00456107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dual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único</m:t>
                  </m:r>
                </m:e>
              </m:mr>
            </m:m>
          </m:e>
        </m:d>
      </m:oMath>
      <w:r w:rsidR="00456107" w:rsidRPr="00F76CBE">
        <w:rPr>
          <w:lang w:val="es-ES"/>
        </w:rPr>
        <w:t xml:space="preserve">, </w:t>
      </w:r>
      <w:r w:rsidRPr="00F76CBE">
        <w:rPr>
          <w:lang w:val="es-ES"/>
        </w:rPr>
        <w:t xml:space="preserve">la cual es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una conexión paralela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un puente</m:t>
                  </m:r>
                </m:e>
              </m:mr>
            </m:m>
          </m:e>
        </m:d>
      </m:oMath>
      <w:r w:rsidR="00456107" w:rsidRPr="00F76CBE">
        <w:rPr>
          <w:lang w:val="es-ES"/>
        </w:rPr>
        <w:t xml:space="preserve"> </w:t>
      </w:r>
      <w:r w:rsidRPr="00F76CBE">
        <w:rPr>
          <w:lang w:val="es-ES"/>
        </w:rPr>
        <w:t>de la interfaz</w:t>
      </w:r>
      <w:r w:rsidR="00456107" w:rsidRPr="00F76CBE">
        <w:rPr>
          <w:lang w:val="es-ES"/>
        </w:rPr>
        <w:t xml:space="preserve"> USB 2.0 </w:t>
      </w:r>
      <w:r w:rsidRPr="00F76CBE">
        <w:rPr>
          <w:lang w:val="es-ES"/>
        </w:rPr>
        <w:t xml:space="preserve">y la nueva interfaz </w:t>
      </w:r>
      <w:r w:rsidR="00456107" w:rsidRPr="00F76CBE">
        <w:rPr>
          <w:lang w:val="es-ES"/>
        </w:rPr>
        <w:t xml:space="preserve">USB Superspeed. </w:t>
      </w:r>
      <w:r w:rsidRPr="00F76CBE">
        <w:rPr>
          <w:lang w:val="es-ES"/>
        </w:rPr>
        <w:t>Este</w:t>
      </w:r>
      <w:r w:rsidR="00495930" w:rsidRPr="00F76CBE">
        <w:rPr>
          <w:lang w:val="es-ES"/>
        </w:rPr>
        <w:t xml:space="preserve"> concept</w:t>
      </w:r>
      <w:r w:rsidRPr="00F76CBE">
        <w:rPr>
          <w:lang w:val="es-ES"/>
        </w:rPr>
        <w:t>o</w:t>
      </w:r>
      <w:r w:rsidR="00456107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permite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permite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Pr="00F76CBE">
        <w:rPr>
          <w:lang w:val="es-ES"/>
        </w:rPr>
        <w:t>el uso de equipos terminales</w:t>
      </w:r>
      <w:r w:rsidR="00495930" w:rsidRPr="00F76CBE">
        <w:rPr>
          <w:lang w:val="es-ES"/>
        </w:rPr>
        <w:t xml:space="preserve"> USB 2.0 </w:t>
      </w:r>
      <w:r w:rsidRPr="00F76CBE">
        <w:rPr>
          <w:lang w:val="es-ES"/>
        </w:rPr>
        <w:t>en controladores USB 3.0</w:t>
      </w:r>
      <w:r w:rsidR="00456107" w:rsidRPr="00F76CBE">
        <w:rPr>
          <w:lang w:val="es-ES"/>
        </w:rPr>
        <w:t xml:space="preserve">. </w:t>
      </w:r>
      <w:r w:rsidRPr="00F76CBE">
        <w:rPr>
          <w:lang w:val="es-ES"/>
        </w:rPr>
        <w:t>Sin embargo</w:t>
      </w:r>
      <w:r w:rsidR="00495930" w:rsidRPr="00F76CBE">
        <w:rPr>
          <w:lang w:val="es-ES"/>
        </w:rPr>
        <w:t xml:space="preserve">, </w:t>
      </w:r>
      <w:r w:rsidRPr="00F76CBE">
        <w:rPr>
          <w:lang w:val="es-ES"/>
        </w:rPr>
        <w:t>existe una restricción fundamental</w:t>
      </w:r>
      <w:r w:rsidR="00495930" w:rsidRPr="00F76CBE">
        <w:rPr>
          <w:lang w:val="es-ES"/>
        </w:rPr>
        <w:t xml:space="preserve">.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es posible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Es posible</m:t>
                  </m:r>
                </m:e>
              </m:mr>
            </m:m>
          </m:e>
        </m:d>
      </m:oMath>
      <w:r w:rsidR="00E71732" w:rsidRPr="00F76CBE">
        <w:rPr>
          <w:lang w:val="es-ES"/>
        </w:rPr>
        <w:t xml:space="preserve"> </w:t>
      </w:r>
      <w:r w:rsidRPr="00F76CBE">
        <w:rPr>
          <w:lang w:val="es-ES"/>
        </w:rPr>
        <w:t>utiliz</w:t>
      </w:r>
      <w:r>
        <w:rPr>
          <w:lang w:val="es-ES"/>
        </w:rPr>
        <w:t>a</w:t>
      </w:r>
      <w:r w:rsidRPr="00F76CBE">
        <w:rPr>
          <w:lang w:val="es-ES"/>
        </w:rPr>
        <w:t>r ambos buses simultáneamente en un dispositivo terminal</w:t>
      </w:r>
      <w:r w:rsidR="00E71732" w:rsidRPr="00F76CBE">
        <w:rPr>
          <w:lang w:val="es-ES"/>
        </w:rPr>
        <w:t>.</w:t>
      </w:r>
    </w:p>
    <w:p w:rsidR="00E71732" w:rsidRPr="00F76CBE" w:rsidRDefault="00E71732" w:rsidP="00E71732">
      <w:pPr>
        <w:pStyle w:val="eLineBottom"/>
        <w:rPr>
          <w:lang w:val="es-ES"/>
        </w:rPr>
      </w:pPr>
    </w:p>
    <w:p w:rsidR="00E71732" w:rsidRPr="00F76CBE" w:rsidRDefault="00E71732" w:rsidP="00E71732">
      <w:pPr>
        <w:rPr>
          <w:lang w:val="es-ES"/>
        </w:rPr>
      </w:pPr>
    </w:p>
    <w:p w:rsidR="00342FBB" w:rsidRPr="00F76CBE" w:rsidRDefault="00E53FB5" w:rsidP="001802D8">
      <w:pPr>
        <w:pStyle w:val="eTask"/>
        <w:rPr>
          <w:lang w:val="es-ES"/>
        </w:rPr>
      </w:pPr>
      <w:r w:rsidRPr="00F76CBE">
        <w:rPr>
          <w:lang w:val="es-ES"/>
        </w:rPr>
        <w:t xml:space="preserve">¿Qué clase de paquetes son utilizados por </w:t>
      </w:r>
      <w:r w:rsidR="001802D8" w:rsidRPr="00F76CBE">
        <w:rPr>
          <w:lang w:val="es-ES"/>
        </w:rPr>
        <w:t>USB SuperSpeed?</w:t>
      </w:r>
    </w:p>
    <w:p w:rsidR="00342FBB" w:rsidRPr="00F76CBE" w:rsidRDefault="00342FBB" w:rsidP="00342FBB">
      <w:pPr>
        <w:rPr>
          <w:lang w:val="es-ES"/>
        </w:rPr>
      </w:pPr>
    </w:p>
    <w:p w:rsidR="006D3C52" w:rsidRPr="00177BE9" w:rsidRDefault="006D3C52" w:rsidP="006D3C52">
      <w:pPr>
        <w:ind w:left="357"/>
        <w:rPr>
          <w:lang w:val="en-US"/>
        </w:rPr>
      </w:pPr>
      <w:r w:rsidRPr="00177BE9">
        <w:rPr>
          <w:lang w:val="en-US"/>
        </w:rPr>
        <w:t>1.</w:t>
      </w:r>
      <w:r w:rsidRPr="00177BE9">
        <w:rPr>
          <w:lang w:val="en-US"/>
        </w:rPr>
        <w:tab/>
      </w:r>
      <w:r w:rsidRPr="00177BE9">
        <w:rPr>
          <w:color w:val="FF0000"/>
          <w:lang w:val="en-US"/>
        </w:rPr>
        <w:t>Link Management Packet</w:t>
      </w:r>
      <w:r>
        <w:rPr>
          <w:color w:val="FF0000"/>
          <w:lang w:val="en-US"/>
        </w:rPr>
        <w:t xml:space="preserve"> LMP</w:t>
      </w: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2.</w:t>
      </w:r>
      <w:r w:rsidRPr="00177BE9">
        <w:rPr>
          <w:lang w:val="en-US"/>
        </w:rPr>
        <w:tab/>
      </w:r>
      <w:r w:rsidRPr="00177BE9">
        <w:rPr>
          <w:color w:val="FF0000"/>
          <w:lang w:val="en-US"/>
        </w:rPr>
        <w:t>Transaction Packet</w:t>
      </w:r>
      <w:r>
        <w:rPr>
          <w:color w:val="FF0000"/>
          <w:lang w:val="en-US"/>
        </w:rPr>
        <w:t xml:space="preserve"> TP</w:t>
      </w: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3.</w:t>
      </w:r>
      <w:r w:rsidRPr="00177BE9">
        <w:rPr>
          <w:lang w:val="en-US"/>
        </w:rPr>
        <w:tab/>
      </w:r>
      <w:r w:rsidRPr="00177BE9">
        <w:rPr>
          <w:color w:val="FF0000"/>
          <w:lang w:val="en-US"/>
        </w:rPr>
        <w:t>Data Packet</w:t>
      </w:r>
      <w:r>
        <w:rPr>
          <w:color w:val="FF0000"/>
          <w:lang w:val="en-US"/>
        </w:rPr>
        <w:t xml:space="preserve"> DP</w:t>
      </w: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</w:p>
    <w:p w:rsidR="006D3C52" w:rsidRPr="00177BE9" w:rsidRDefault="006D3C52" w:rsidP="006D3C52">
      <w:pPr>
        <w:ind w:left="357"/>
        <w:rPr>
          <w:noProof/>
          <w:lang w:val="en-US" w:eastAsia="sk-SK"/>
        </w:rPr>
      </w:pPr>
      <w:r w:rsidRPr="00177BE9">
        <w:rPr>
          <w:noProof/>
          <w:lang w:val="en-US" w:eastAsia="sk-SK"/>
        </w:rPr>
        <w:t>4.</w:t>
      </w:r>
      <w:r w:rsidRPr="00177BE9">
        <w:rPr>
          <w:lang w:val="en-US"/>
        </w:rPr>
        <w:tab/>
      </w:r>
      <w:r w:rsidRPr="00177BE9">
        <w:rPr>
          <w:color w:val="FF0000"/>
          <w:lang w:val="en-US"/>
        </w:rPr>
        <w:t>Isochronous Timestamp Packet</w:t>
      </w:r>
      <w:r>
        <w:rPr>
          <w:color w:val="FF0000"/>
          <w:lang w:val="en-US"/>
        </w:rPr>
        <w:t xml:space="preserve"> ITP</w:t>
      </w:r>
    </w:p>
    <w:p w:rsidR="00E04F5B" w:rsidRPr="006D3C52" w:rsidRDefault="00E04F5B" w:rsidP="00342FBB">
      <w:pPr>
        <w:pStyle w:val="eLineBottom"/>
        <w:rPr>
          <w:lang w:val="en-US"/>
        </w:rPr>
      </w:pPr>
    </w:p>
    <w:p w:rsidR="00342FBB" w:rsidRPr="006D3C52" w:rsidRDefault="00342FBB" w:rsidP="00342FBB">
      <w:pPr>
        <w:rPr>
          <w:lang w:val="en-US"/>
        </w:rPr>
      </w:pPr>
    </w:p>
    <w:p w:rsidR="00342FBB" w:rsidRPr="00F76CBE" w:rsidRDefault="007F7E54" w:rsidP="007F7E54">
      <w:pPr>
        <w:pStyle w:val="eTask"/>
        <w:rPr>
          <w:lang w:val="es-ES"/>
        </w:rPr>
      </w:pPr>
      <w:r w:rsidRPr="00F76CBE">
        <w:rPr>
          <w:lang w:val="es-ES"/>
        </w:rPr>
        <w:t>Complete la figura</w:t>
      </w:r>
      <w:r w:rsidR="005334F7" w:rsidRPr="00F76CBE">
        <w:rPr>
          <w:lang w:val="es-ES"/>
        </w:rPr>
        <w:t xml:space="preserve"> añadiendo </w:t>
      </w:r>
      <w:r w:rsidRPr="00F76CBE">
        <w:rPr>
          <w:lang w:val="es-ES"/>
        </w:rPr>
        <w:t xml:space="preserve">las etiquetas correctas </w:t>
      </w:r>
      <w:r w:rsidR="005334F7" w:rsidRPr="00F76CBE">
        <w:rPr>
          <w:lang w:val="es-ES"/>
        </w:rPr>
        <w:t xml:space="preserve">a cada uno </w:t>
      </w:r>
      <w:r w:rsidR="004706A1" w:rsidRPr="00F76CBE">
        <w:rPr>
          <w:lang w:val="es-ES"/>
        </w:rPr>
        <w:t>de los recuadros</w:t>
      </w:r>
      <w:r w:rsidR="00E433EA" w:rsidRPr="00F76CBE">
        <w:rPr>
          <w:lang w:val="es-ES"/>
        </w:rPr>
        <w:t>:</w:t>
      </w:r>
    </w:p>
    <w:p w:rsidR="00E71732" w:rsidRPr="00F76CBE" w:rsidRDefault="00E71732" w:rsidP="00E71732">
      <w:pPr>
        <w:rPr>
          <w:lang w:val="es-ES"/>
        </w:rPr>
      </w:pPr>
    </w:p>
    <w:p w:rsidR="00FB0FCA" w:rsidRPr="00F76CBE" w:rsidRDefault="006D3C52" w:rsidP="0077662F">
      <w:pPr>
        <w:jc w:val="center"/>
        <w:rPr>
          <w:lang w:val="es-ES"/>
        </w:rPr>
      </w:pPr>
      <w:r w:rsidRPr="00F76CBE">
        <w:rPr>
          <w:noProof/>
        </w:rPr>
        <w:drawing>
          <wp:anchor distT="0" distB="0" distL="114300" distR="114300" simplePos="0" relativeHeight="251668480" behindDoc="1" locked="0" layoutInCell="1" allowOverlap="1" wp14:anchorId="30BE791E" wp14:editId="16392F2B">
            <wp:simplePos x="0" y="0"/>
            <wp:positionH relativeFrom="column">
              <wp:posOffset>-1156970</wp:posOffset>
            </wp:positionH>
            <wp:positionV relativeFrom="page">
              <wp:posOffset>1584061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057A442" wp14:editId="6D456D63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C52" w:rsidRPr="00FB0FCA" w:rsidRDefault="006D3C52" w:rsidP="006D3C5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Bus </w:t>
                            </w:r>
                            <w:r w:rsidRPr="00FB0FCA">
                              <w:rPr>
                                <w:color w:val="FF0000"/>
                              </w:rPr>
                              <w:t>PCI-Express</w:t>
                            </w:r>
                          </w:p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7A44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">
                <v:textbox>
                  <w:txbxContent>
                    <w:p w:rsidR="006D3C52" w:rsidRPr="00FB0FCA" w:rsidRDefault="006D3C52" w:rsidP="006D3C5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Bus </w:t>
                      </w:r>
                      <w:r w:rsidRPr="00FB0FCA">
                        <w:rPr>
                          <w:color w:val="FF0000"/>
                        </w:rPr>
                        <w:t>PCI-Express</w:t>
                      </w:r>
                    </w:p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0FCA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7B9BD1C" wp14:editId="0B98CD97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C52" w:rsidRPr="006D3C52" w:rsidRDefault="006D3C52" w:rsidP="006D3C52">
                            <w:pPr>
                              <w:jc w:val="center"/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Display Port</w:t>
                            </w:r>
                          </w:p>
                          <w:p w:rsidR="00FB0FCA" w:rsidRDefault="00FB0FCA" w:rsidP="00FB0F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9BD1C" id="_x0000_s1027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">
                <v:textbox>
                  <w:txbxContent>
                    <w:p w:rsidR="006D3C52" w:rsidRPr="006D3C52" w:rsidRDefault="006D3C52" w:rsidP="006D3C52">
                      <w:pPr>
                        <w:jc w:val="center"/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Display Port</w:t>
                      </w:r>
                    </w:p>
                    <w:p w:rsidR="00FB0FCA" w:rsidRDefault="00FB0FCA" w:rsidP="00FB0FC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0FCA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013DB59" wp14:editId="14D28F5F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6D3C52" w:rsidRDefault="006D3C52" w:rsidP="00FB0FCA">
                            <w:pPr>
                              <w:jc w:val="center"/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3DB59" id="_x0000_s1028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EEFOQ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6D3C52" w:rsidRDefault="006D3C52" w:rsidP="00FB0FCA">
                      <w:pPr>
                        <w:jc w:val="center"/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CD2DF2A" wp14:editId="70C849D5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C52" w:rsidRPr="006D3C52" w:rsidRDefault="006D3C52" w:rsidP="006D3C52">
                            <w:pPr>
                              <w:jc w:val="center"/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Controlador Thunderbolt</w:t>
                            </w:r>
                          </w:p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2DF2A" id="_x0000_s1029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">
                <v:textbox>
                  <w:txbxContent>
                    <w:p w:rsidR="006D3C52" w:rsidRPr="006D3C52" w:rsidRDefault="006D3C52" w:rsidP="006D3C52">
                      <w:pPr>
                        <w:jc w:val="center"/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Controlador Thunderbolt</w:t>
                      </w:r>
                    </w:p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EC556A8" wp14:editId="039A42A0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029" w:rsidRPr="006D3C52" w:rsidRDefault="006D3C52" w:rsidP="0077662F">
                            <w:pPr>
                              <w:jc w:val="center"/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Controlador Thunderbolt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556A8" id="_x0000_s1030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szmedi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D12029" w:rsidRPr="006D3C52" w:rsidRDefault="006D3C52" w:rsidP="0077662F">
                      <w:pPr>
                        <w:jc w:val="center"/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Controlador Thunderbolt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FFAB490" wp14:editId="5FEDDA3E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6D3C52" w:rsidRDefault="006D3C52" w:rsidP="0077662F">
                            <w:pPr>
                              <w:jc w:val="center"/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Cable Thunderbolt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AB490" id="_x0000_s1031" type="#_x0000_t202" style="position:absolute;left:0;text-align:left;margin-left:0;margin-top:45.75pt;width:121.5pt;height:21.7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3GLA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">
                <v:textbox>
                  <w:txbxContent>
                    <w:p w:rsidR="0077662F" w:rsidRPr="006D3C52" w:rsidRDefault="006D3C52" w:rsidP="0077662F">
                      <w:pPr>
                        <w:jc w:val="center"/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Cable Thunderbolt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F56" w:rsidRPr="00F76CBE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DA65DF" wp14:editId="4F8304B0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C52" w:rsidRPr="00FB0FCA" w:rsidRDefault="006D3C52" w:rsidP="006D3C5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Bus </w:t>
                            </w:r>
                            <w:r w:rsidRPr="00FB0FCA">
                              <w:rPr>
                                <w:color w:val="FF0000"/>
                              </w:rPr>
                              <w:t>PCI-Express</w:t>
                            </w:r>
                          </w:p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A65DF" id="_x0000_s1032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">
                <v:textbox>
                  <w:txbxContent>
                    <w:p w:rsidR="006D3C52" w:rsidRPr="00FB0FCA" w:rsidRDefault="006D3C52" w:rsidP="006D3C5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Bus </w:t>
                      </w:r>
                      <w:r w:rsidRPr="00FB0FCA">
                        <w:rPr>
                          <w:color w:val="FF0000"/>
                        </w:rPr>
                        <w:t>PCI-Express</w:t>
                      </w:r>
                    </w:p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B0FCA" w:rsidP="00FB0FCA">
      <w:pPr>
        <w:pStyle w:val="eLineBottom"/>
        <w:rPr>
          <w:lang w:val="es-ES"/>
        </w:rPr>
      </w:pPr>
      <w:r w:rsidRPr="00F76CBE">
        <w:rPr>
          <w:lang w:val="es-ES"/>
        </w:rPr>
        <w:tab/>
      </w:r>
    </w:p>
    <w:p w:rsidR="00FB0FCA" w:rsidRPr="00F76CBE" w:rsidRDefault="00FB0FCA" w:rsidP="00FB0FCA">
      <w:pPr>
        <w:rPr>
          <w:lang w:val="es-ES"/>
        </w:rPr>
      </w:pPr>
    </w:p>
    <w:p w:rsidR="00FB0FCA" w:rsidRPr="00F76CBE" w:rsidRDefault="00F31E6F" w:rsidP="00FB0FCA">
      <w:pPr>
        <w:pStyle w:val="eTask"/>
        <w:ind w:left="360" w:hanging="360"/>
        <w:rPr>
          <w:lang w:val="es-ES"/>
        </w:rPr>
      </w:pPr>
      <w:r w:rsidRPr="00F76CBE">
        <w:rPr>
          <w:lang w:val="es-ES"/>
        </w:rPr>
        <w:t>Modificar los siguientes textos para que las afirmaciones resulten verdaderas</w:t>
      </w:r>
      <w:r w:rsidR="0003229C" w:rsidRPr="00F76CBE">
        <w:rPr>
          <w:lang w:val="es-ES"/>
        </w:rPr>
        <w:t>.</w:t>
      </w:r>
    </w:p>
    <w:p w:rsidR="00E71732" w:rsidRPr="00F76CBE" w:rsidRDefault="00E71732" w:rsidP="00FB0FCA">
      <w:pPr>
        <w:tabs>
          <w:tab w:val="left" w:pos="1710"/>
        </w:tabs>
        <w:rPr>
          <w:lang w:val="es-ES"/>
        </w:rPr>
      </w:pPr>
    </w:p>
    <w:p w:rsidR="00E04F5B" w:rsidRPr="00F76CBE" w:rsidRDefault="007D1D25" w:rsidP="00E04F5B">
      <w:pPr>
        <w:tabs>
          <w:tab w:val="left" w:pos="1710"/>
        </w:tabs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El controlador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El dispositivo final</m:t>
                  </m:r>
                </m:e>
              </m:mr>
            </m:m>
          </m:e>
        </m:d>
      </m:oMath>
      <w:r w:rsidR="00766CD6" w:rsidRPr="00F76CBE">
        <w:rPr>
          <w:lang w:val="es-ES"/>
        </w:rPr>
        <w:t xml:space="preserve"> e</w:t>
      </w:r>
      <w:r w:rsidR="00665665" w:rsidRPr="00F76CBE">
        <w:rPr>
          <w:lang w:val="es-ES"/>
        </w:rPr>
        <w:t xml:space="preserve">s </w:t>
      </w:r>
      <w:r w:rsidR="00766CD6" w:rsidRPr="00F76CBE">
        <w:rPr>
          <w:lang w:val="es-ES"/>
        </w:rPr>
        <w:t>un componente clave para la transferencia de datos en la interfaz Thunderbolt</w:t>
      </w:r>
      <w:r w:rsidR="00665665" w:rsidRPr="00F76CBE">
        <w:rPr>
          <w:lang w:val="es-ES"/>
        </w:rPr>
        <w:t xml:space="preserve">. </w:t>
      </w:r>
    </w:p>
    <w:p w:rsidR="00E04F5B" w:rsidRPr="00F76CBE" w:rsidRDefault="00766CD6" w:rsidP="00E04F5B">
      <w:pPr>
        <w:tabs>
          <w:tab w:val="left" w:pos="1710"/>
        </w:tabs>
        <w:spacing w:line="360" w:lineRule="auto"/>
        <w:rPr>
          <w:lang w:val="es-ES"/>
        </w:rPr>
      </w:pPr>
      <w:r w:rsidRPr="00F76CBE">
        <w:rPr>
          <w:lang w:val="es-ES"/>
        </w:rPr>
        <w:t>El</w:t>
      </w:r>
      <w:r w:rsidR="00665665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controlador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dispositivo final</m:t>
                  </m:r>
                </m:e>
              </m:mr>
            </m:m>
          </m:e>
        </m:d>
      </m:oMath>
      <w:r w:rsidRPr="00F76CBE">
        <w:rPr>
          <w:lang w:val="es-ES"/>
        </w:rPr>
        <w:t xml:space="preserve"> e</w:t>
      </w:r>
      <w:r w:rsidR="00665665" w:rsidRPr="00F76CBE">
        <w:rPr>
          <w:lang w:val="es-ES"/>
        </w:rPr>
        <w:t>s part</w:t>
      </w:r>
      <w:r w:rsidRPr="00F76CBE">
        <w:rPr>
          <w:lang w:val="es-ES"/>
        </w:rPr>
        <w:t>e del equipo transmisor y receptor</w:t>
      </w:r>
      <w:r w:rsidR="00FB0FCA" w:rsidRPr="00F76CBE">
        <w:rPr>
          <w:lang w:val="es-ES"/>
        </w:rPr>
        <w:t>.</w:t>
      </w:r>
      <w:r w:rsidR="00665665" w:rsidRPr="00F76CBE">
        <w:rPr>
          <w:lang w:val="es-ES"/>
        </w:rPr>
        <w:t xml:space="preserve"> </w:t>
      </w:r>
    </w:p>
    <w:p w:rsidR="00FB0FCA" w:rsidRPr="00F76CBE" w:rsidRDefault="00766CD6" w:rsidP="00E04F5B">
      <w:pPr>
        <w:tabs>
          <w:tab w:val="left" w:pos="1710"/>
        </w:tabs>
        <w:spacing w:line="360" w:lineRule="auto"/>
        <w:rPr>
          <w:lang w:val="es-ES"/>
        </w:rPr>
      </w:pPr>
      <w:r w:rsidRPr="00F76CBE">
        <w:rPr>
          <w:lang w:val="es-ES"/>
        </w:rPr>
        <w:t>El</w:t>
      </w:r>
      <w:r w:rsidR="00FB0FCA" w:rsidRPr="00F76CB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dispositivo final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controlador</m:t>
                  </m:r>
                </m:e>
              </m:mr>
            </m:m>
          </m:e>
        </m:d>
      </m:oMath>
      <w:r w:rsidR="00FB0FCA" w:rsidRPr="00F76CBE">
        <w:rPr>
          <w:lang w:val="es-ES"/>
        </w:rPr>
        <w:t xml:space="preserve"> </w:t>
      </w:r>
      <w:r w:rsidRPr="00F76CBE">
        <w:rPr>
          <w:lang w:val="es-ES"/>
        </w:rPr>
        <w:t>e</w:t>
      </w:r>
      <w:r w:rsidR="00665665" w:rsidRPr="00F76CBE">
        <w:rPr>
          <w:lang w:val="es-ES"/>
        </w:rPr>
        <w:t>s</w:t>
      </w:r>
      <w:r w:rsidRPr="00F76CBE">
        <w:rPr>
          <w:lang w:val="es-ES"/>
        </w:rPr>
        <w:t xml:space="preserve">tá diseñado para comunicaciones con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gran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muy pequeño</m:t>
                  </m:r>
                </m:e>
              </m:mr>
            </m:m>
          </m:e>
        </m:d>
      </m:oMath>
      <w:r w:rsidR="00FB0FCA" w:rsidRPr="00F76CBE">
        <w:rPr>
          <w:b/>
          <w:lang w:val="es-ES"/>
        </w:rPr>
        <w:t xml:space="preserve"> </w:t>
      </w:r>
      <w:r w:rsidRPr="00F76CBE">
        <w:rPr>
          <w:lang w:val="es-ES"/>
        </w:rPr>
        <w:t xml:space="preserve">retardo y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con el soporte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sin soporte</m:t>
                  </m:r>
                </m:e>
              </m:mr>
            </m:m>
          </m:e>
        </m:d>
      </m:oMath>
      <w:r w:rsidR="00FB0FCA" w:rsidRPr="00F76CBE">
        <w:rPr>
          <w:lang w:val="es-ES"/>
        </w:rPr>
        <w:t xml:space="preserve"> </w:t>
      </w:r>
      <w:r w:rsidRPr="00F76CBE">
        <w:rPr>
          <w:lang w:val="es-ES"/>
        </w:rPr>
        <w:t>de</w:t>
      </w:r>
      <w:r w:rsidR="00665665" w:rsidRPr="00F76CBE">
        <w:rPr>
          <w:lang w:val="es-ES"/>
        </w:rPr>
        <w:t xml:space="preserve"> </w:t>
      </w:r>
      <w:r w:rsidR="00F76CBE" w:rsidRPr="00F76CBE">
        <w:rPr>
          <w:lang w:val="es-ES"/>
        </w:rPr>
        <w:t xml:space="preserve">peticiones de </w:t>
      </w:r>
      <w:r w:rsidR="00FB0FCA" w:rsidRPr="00F76CBE">
        <w:rPr>
          <w:lang w:val="es-ES"/>
        </w:rPr>
        <w:t>QoS (</w:t>
      </w:r>
      <w:r w:rsidRPr="00F76CBE">
        <w:rPr>
          <w:lang w:val="es-ES"/>
        </w:rPr>
        <w:t>calidad de servicio</w:t>
      </w:r>
      <w:r w:rsidR="00FB0FCA" w:rsidRPr="00F76CBE">
        <w:rPr>
          <w:lang w:val="es-ES"/>
        </w:rPr>
        <w:t>).</w:t>
      </w:r>
    </w:p>
    <w:sectPr w:rsidR="00FB0FCA" w:rsidRPr="00F76CB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25" w:rsidRDefault="007D1D25" w:rsidP="00861A1A">
      <w:r>
        <w:separator/>
      </w:r>
    </w:p>
  </w:endnote>
  <w:endnote w:type="continuationSeparator" w:id="0">
    <w:p w:rsidR="007D1D25" w:rsidRDefault="007D1D2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07614" w:rsidRPr="00A07614" w:rsidRDefault="00A07614" w:rsidP="00A076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07614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A07614" w:rsidP="00A076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07614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25" w:rsidRDefault="007D1D25" w:rsidP="00861A1A">
      <w:r>
        <w:separator/>
      </w:r>
    </w:p>
  </w:footnote>
  <w:footnote w:type="continuationSeparator" w:id="0">
    <w:p w:rsidR="007D1D25" w:rsidRDefault="007D1D2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07614" w:rsidRPr="00A07614">
      <w:rPr>
        <w:rFonts w:ascii="Calibri" w:hAnsi="Calibri"/>
        <w:b/>
        <w:smallCaps/>
        <w:noProof/>
      </w:rPr>
      <w:t>EJERCICIO</w:t>
    </w:r>
  </w:p>
  <w:p w:rsidR="00C148FD" w:rsidRPr="00C148FD" w:rsidRDefault="0044648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46481">
      <w:rPr>
        <w:rFonts w:ascii="Calibri" w:hAnsi="Calibri"/>
        <w:smallCaps/>
        <w:noProof/>
        <w:sz w:val="20"/>
        <w:szCs w:val="20"/>
        <w:lang w:val="en-US"/>
      </w:rPr>
      <w:t>INTERFACES DE DATOS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56EB7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0F0EB8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C12BB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46481"/>
    <w:rsid w:val="00456107"/>
    <w:rsid w:val="0046567F"/>
    <w:rsid w:val="004706A1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334F7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113"/>
    <w:rsid w:val="0068067D"/>
    <w:rsid w:val="0068131D"/>
    <w:rsid w:val="00690FB1"/>
    <w:rsid w:val="006A24C7"/>
    <w:rsid w:val="006B5D59"/>
    <w:rsid w:val="006D39B2"/>
    <w:rsid w:val="006D3C52"/>
    <w:rsid w:val="006D3F30"/>
    <w:rsid w:val="006D50FA"/>
    <w:rsid w:val="006F0D5B"/>
    <w:rsid w:val="006F787A"/>
    <w:rsid w:val="00710301"/>
    <w:rsid w:val="0073574D"/>
    <w:rsid w:val="007460F9"/>
    <w:rsid w:val="00766135"/>
    <w:rsid w:val="00766CD6"/>
    <w:rsid w:val="0076745A"/>
    <w:rsid w:val="007738BD"/>
    <w:rsid w:val="0077662F"/>
    <w:rsid w:val="007837ED"/>
    <w:rsid w:val="00790D07"/>
    <w:rsid w:val="007C0FDD"/>
    <w:rsid w:val="007C308E"/>
    <w:rsid w:val="007C5B85"/>
    <w:rsid w:val="007D1D25"/>
    <w:rsid w:val="007E16D1"/>
    <w:rsid w:val="007E6CED"/>
    <w:rsid w:val="007F22F2"/>
    <w:rsid w:val="007F7E54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A3619"/>
    <w:rsid w:val="008B05F5"/>
    <w:rsid w:val="008B2471"/>
    <w:rsid w:val="008B639F"/>
    <w:rsid w:val="008B6CCD"/>
    <w:rsid w:val="008C41A0"/>
    <w:rsid w:val="008C64E0"/>
    <w:rsid w:val="008D38F1"/>
    <w:rsid w:val="008E1F64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7614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7F3B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421A"/>
    <w:rsid w:val="00BF5E09"/>
    <w:rsid w:val="00BF6970"/>
    <w:rsid w:val="00C148FD"/>
    <w:rsid w:val="00C2393A"/>
    <w:rsid w:val="00C24013"/>
    <w:rsid w:val="00C50A39"/>
    <w:rsid w:val="00C5580D"/>
    <w:rsid w:val="00C56549"/>
    <w:rsid w:val="00C57915"/>
    <w:rsid w:val="00C7264E"/>
    <w:rsid w:val="00C767C9"/>
    <w:rsid w:val="00C878F0"/>
    <w:rsid w:val="00C95CC1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3FB5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31E6F"/>
    <w:rsid w:val="00F46B18"/>
    <w:rsid w:val="00F51C9D"/>
    <w:rsid w:val="00F748A6"/>
    <w:rsid w:val="00F76CBE"/>
    <w:rsid w:val="00F818A7"/>
    <w:rsid w:val="00F82C59"/>
    <w:rsid w:val="00F8464E"/>
    <w:rsid w:val="00F871C6"/>
    <w:rsid w:val="00F8749B"/>
    <w:rsid w:val="00FA3F39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FFCC87-95C9-4415-8900-4DED0FEC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358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3</cp:revision>
  <cp:lastPrinted>2013-05-24T15:00:00Z</cp:lastPrinted>
  <dcterms:created xsi:type="dcterms:W3CDTF">2016-02-29T13:38:00Z</dcterms:created>
  <dcterms:modified xsi:type="dcterms:W3CDTF">2016-02-29T13:40:00Z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