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A1569A" w14:textId="77777777" w:rsidR="00D3390F" w:rsidRPr="005943EB" w:rsidRDefault="00D3390F" w:rsidP="00D3390F">
      <w:pPr>
        <w:pStyle w:val="eTask"/>
        <w:tabs>
          <w:tab w:val="clear" w:pos="357"/>
          <w:tab w:val="left" w:pos="426"/>
        </w:tabs>
        <w:ind w:left="357" w:hanging="357"/>
        <w:rPr>
          <w:lang w:val="es-ES_tradnl"/>
        </w:rPr>
      </w:pPr>
      <w:r w:rsidRPr="005943EB">
        <w:rPr>
          <w:lang w:val="es-ES_tradnl"/>
        </w:rPr>
        <w:t>Modifica las siguientes frases, de forma que las sentencias sean ciertas</w:t>
      </w:r>
    </w:p>
    <w:p w14:paraId="12842857" w14:textId="77777777" w:rsidR="001922A0" w:rsidRPr="005943EB" w:rsidRDefault="001922A0" w:rsidP="0064597F">
      <w:pPr>
        <w:rPr>
          <w:lang w:val="es-ES_tradnl"/>
        </w:rPr>
      </w:pPr>
    </w:p>
    <w:p w14:paraId="730C55A3" w14:textId="77777777" w:rsidR="00877FE6" w:rsidRPr="005943EB" w:rsidRDefault="00D3390F" w:rsidP="002B2BC2">
      <w:pPr>
        <w:spacing w:line="360" w:lineRule="auto"/>
        <w:rPr>
          <w:lang w:val="es-ES_tradnl"/>
        </w:rPr>
      </w:pPr>
      <w:r w:rsidRPr="005943EB">
        <w:rPr>
          <w:lang w:val="es-ES_tradnl"/>
        </w:rPr>
        <w:t>La salvaguarda de los datos es un enfoque</w:t>
      </w:r>
      <m:oMath>
        <m:r>
          <w:rPr>
            <w:rFonts w:ascii="Cambria Math" w:hAnsi="Cambria Math"/>
            <w:lang w:val="es-ES_tradnl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proactivo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reactivo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</m:oMath>
      <w:r w:rsidRPr="005943EB">
        <w:rPr>
          <w:lang w:val="es-ES_tradnl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opcional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necesario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</m:oMath>
      <w:r w:rsidRPr="005943EB">
        <w:rPr>
          <w:lang w:val="es-ES_tradnl"/>
        </w:rPr>
        <w:t xml:space="preserve">  para evitar la interrupción de los servicios al cliente, incluso cuando se están realizando modificaciones.</w:t>
      </w:r>
    </w:p>
    <w:p w14:paraId="5642B4EB" w14:textId="77777777" w:rsidR="002B2BC2" w:rsidRDefault="002B2BC2" w:rsidP="002B2BC2">
      <w:pPr>
        <w:spacing w:line="360" w:lineRule="auto"/>
        <w:rPr>
          <w:lang w:val="es-ES_tradnl"/>
        </w:rPr>
      </w:pPr>
    </w:p>
    <w:p w14:paraId="5FEBB546" w14:textId="74AE1AB0" w:rsidR="00877FE6" w:rsidRPr="005943EB" w:rsidRDefault="00D3390F" w:rsidP="002B2BC2">
      <w:pPr>
        <w:spacing w:line="360" w:lineRule="auto"/>
        <w:rPr>
          <w:lang w:val="es-ES_tradnl"/>
        </w:rPr>
      </w:pPr>
      <w:r w:rsidRPr="005943EB">
        <w:rPr>
          <w:lang w:val="es-ES_tradnl"/>
        </w:rPr>
        <w:t>El sistema de seguridad de la red</w:t>
      </w:r>
      <m:oMath>
        <m:r>
          <w:rPr>
            <w:rFonts w:ascii="Cambria Math" w:hAnsi="Cambria Math"/>
            <w:lang w:val="es-ES_tradnl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es sólo una pequeña parte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es la solución global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</m:oMath>
      <w:r w:rsidRPr="005943EB">
        <w:rPr>
          <w:lang w:val="es-ES_tradnl"/>
        </w:rPr>
        <w:t xml:space="preserve">  de la infraestructura de seguridad de la información de una organización. </w:t>
      </w:r>
    </w:p>
    <w:p w14:paraId="709619B1" w14:textId="77777777" w:rsidR="001316F0" w:rsidRPr="005943EB" w:rsidRDefault="001316F0" w:rsidP="002B2BC2">
      <w:pPr>
        <w:spacing w:line="360" w:lineRule="auto"/>
        <w:rPr>
          <w:lang w:val="es-ES_tradnl"/>
        </w:rPr>
      </w:pPr>
    </w:p>
    <w:p w14:paraId="49647E48" w14:textId="5D6AC69D" w:rsidR="00877FE6" w:rsidRPr="005943EB" w:rsidRDefault="00D3390F" w:rsidP="002B2BC2">
      <w:pPr>
        <w:spacing w:line="360" w:lineRule="auto"/>
        <w:rPr>
          <w:lang w:val="es-ES_tradnl"/>
        </w:rPr>
      </w:pPr>
      <w:r w:rsidRPr="005943EB">
        <w:rPr>
          <w:lang w:val="es-ES_tradnl"/>
        </w:rPr>
        <w:t>Los servicios de seguridad se implementan mediante</w:t>
      </w:r>
      <m:oMath>
        <m:r>
          <w:rPr>
            <w:rFonts w:ascii="Cambria Math" w:hAnsi="Cambria Math"/>
            <w:lang w:val="es-ES_tradnl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mecanismos de seguridad</m:t>
                  </m:r>
                  <m:r>
                    <m:rPr>
                      <m:nor/>
                    </m:rPr>
                    <w:rPr>
                      <w:rFonts w:ascii="Cambria Math"/>
                      <w:lang w:val="es-ES_tradnl"/>
                    </w:rPr>
                    <m:t xml:space="preserve"> </m:t>
                  </m:r>
                  <m:r>
                    <m:rPr>
                      <m:nor/>
                    </m:rPr>
                    <w:rPr>
                      <w:lang w:val="es-ES_tradnl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algoritmos de seguridad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</m:oMath>
      <w:r w:rsidRPr="005943EB">
        <w:rPr>
          <w:lang w:val="es-ES_tradnl"/>
        </w:rPr>
        <w:t xml:space="preserve"> </w:t>
      </w:r>
      <w:r w:rsidR="002C2550" w:rsidRPr="005943EB">
        <w:rPr>
          <w:lang w:val="es-ES_tradnl"/>
        </w:rPr>
        <w:t xml:space="preserve"> </w:t>
      </w:r>
      <w:r w:rsidRPr="005943EB">
        <w:rPr>
          <w:lang w:val="es-ES_tradnl"/>
        </w:rPr>
        <w:t>de acuerdo con</w:t>
      </w:r>
      <w:r w:rsidR="002C2550" w:rsidRPr="005943EB">
        <w:rPr>
          <w:lang w:val="es-ES_tradnl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los protocolos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las políticas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</m:oMath>
      <w:r w:rsidR="005943EB">
        <w:rPr>
          <w:lang w:val="es-ES_tradnl"/>
        </w:rPr>
        <w:t xml:space="preserve"> de</w:t>
      </w:r>
      <w:r w:rsidR="002C2550" w:rsidRPr="005943EB">
        <w:rPr>
          <w:lang w:val="es-ES_tradnl"/>
        </w:rPr>
        <w:t xml:space="preserve"> seguridad.</w:t>
      </w:r>
    </w:p>
    <w:p w14:paraId="2F4D680C" w14:textId="77777777" w:rsidR="00877FE6" w:rsidRPr="005943EB" w:rsidRDefault="00877FE6" w:rsidP="002B2BC2">
      <w:pPr>
        <w:spacing w:line="360" w:lineRule="auto"/>
        <w:rPr>
          <w:lang w:val="es-ES_tradnl"/>
        </w:rPr>
      </w:pPr>
    </w:p>
    <w:p w14:paraId="479D70AC" w14:textId="6452674D" w:rsidR="00877FE6" w:rsidRPr="005943EB" w:rsidRDefault="002C2550" w:rsidP="002B2BC2">
      <w:pPr>
        <w:spacing w:line="360" w:lineRule="auto"/>
        <w:rPr>
          <w:lang w:val="es-ES_tradnl"/>
        </w:rPr>
      </w:pPr>
      <w:r w:rsidRPr="005943EB">
        <w:rPr>
          <w:lang w:val="es-ES_tradnl"/>
        </w:rPr>
        <w:t xml:space="preserve">Los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protocol</m:t>
                  </m:r>
                  <m:r>
                    <m:rPr>
                      <m:nor/>
                    </m:rPr>
                    <w:rPr>
                      <w:rFonts w:ascii="Cambria Math"/>
                      <w:lang w:val="es-ES_tradnl"/>
                    </w:rPr>
                    <m:t>o</m:t>
                  </m:r>
                  <m:r>
                    <m:rPr>
                      <m:nor/>
                    </m:rPr>
                    <w:rPr>
                      <w:lang w:val="es-ES_tradnl"/>
                    </w:rPr>
                    <m:t>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mecanism</m:t>
                  </m:r>
                  <m:r>
                    <m:rPr>
                      <m:nor/>
                    </m:rPr>
                    <w:rPr>
                      <w:rFonts w:ascii="Cambria Math"/>
                      <w:lang w:val="es-ES_tradnl"/>
                    </w:rPr>
                    <m:t>o</m:t>
                  </m:r>
                  <m:r>
                    <m:rPr>
                      <m:nor/>
                    </m:rPr>
                    <w:rPr>
                      <w:lang w:val="es-ES_tradnl"/>
                    </w:rPr>
                    <m:t>s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  <m:r>
          <w:rPr>
            <w:rFonts w:ascii="Cambria Math"/>
            <w:lang w:val="es-ES_tradnl"/>
          </w:rPr>
          <m:t xml:space="preserve"> </m:t>
        </m:r>
      </m:oMath>
      <w:r w:rsidR="005943EB">
        <w:rPr>
          <w:lang w:val="es-ES_tradnl"/>
        </w:rPr>
        <w:t>d</w:t>
      </w:r>
      <w:r w:rsidRPr="005943EB">
        <w:rPr>
          <w:lang w:val="es-ES_tradnl"/>
        </w:rPr>
        <w:t>e seguridad dan soporte a los servicios de seguridad y ejecutan actividades específicas para la protección contra los ataques</w:t>
      </w:r>
      <w:r w:rsidR="00877FE6" w:rsidRPr="005943EB">
        <w:rPr>
          <w:lang w:val="es-ES_tradnl"/>
        </w:rPr>
        <w:t>.</w:t>
      </w:r>
    </w:p>
    <w:p w14:paraId="7DF847EE" w14:textId="77777777" w:rsidR="00211FB6" w:rsidRPr="005943EB" w:rsidRDefault="00211FB6" w:rsidP="002B2BC2">
      <w:pPr>
        <w:spacing w:line="360" w:lineRule="auto"/>
        <w:rPr>
          <w:lang w:val="es-ES_tradnl"/>
        </w:rPr>
      </w:pPr>
    </w:p>
    <w:p w14:paraId="38EC604F" w14:textId="77777777" w:rsidR="00C8560D" w:rsidRPr="005943EB" w:rsidRDefault="0073376B" w:rsidP="002B2BC2">
      <w:pPr>
        <w:spacing w:line="360" w:lineRule="auto"/>
        <w:rPr>
          <w:lang w:val="es-ES_tradnl"/>
        </w:rPr>
      </w:pP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Todos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No todos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  <m:r>
          <w:rPr>
            <w:rFonts w:ascii="Cambria Math"/>
            <w:lang w:val="es-ES_tradnl"/>
          </w:rPr>
          <m:t xml:space="preserve"> </m:t>
        </m:r>
      </m:oMath>
      <w:r w:rsidR="002C2550" w:rsidRPr="005943EB">
        <w:rPr>
          <w:lang w:val="es-ES_tradnl"/>
        </w:rPr>
        <w:t>los ataques semi-invasivos o invasivos son ataques activos</w:t>
      </w:r>
      <w:r w:rsidR="00211FB6" w:rsidRPr="005943EB">
        <w:rPr>
          <w:lang w:val="es-ES_tradnl"/>
        </w:rPr>
        <w:t xml:space="preserve"> </w:t>
      </w:r>
    </w:p>
    <w:p w14:paraId="5F379170" w14:textId="77777777" w:rsidR="00C8560D" w:rsidRPr="005943EB" w:rsidRDefault="0073376B" w:rsidP="002B2BC2">
      <w:pPr>
        <w:spacing w:line="360" w:lineRule="auto"/>
        <w:rPr>
          <w:lang w:val="es-ES_tradnl"/>
        </w:rPr>
      </w:pP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Todas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No todas</m:t>
                  </m:r>
                </m:e>
              </m:mr>
            </m:m>
            <m:r>
              <w:rPr>
                <w:rFonts w:ascii="Cambria Math"/>
                <w:lang w:val="es-ES_tradnl"/>
              </w:rPr>
              <m:t xml:space="preserve"> </m:t>
            </m:r>
          </m:e>
        </m:d>
        <m:r>
          <w:rPr>
            <w:rFonts w:ascii="Cambria Math" w:hAnsi="Cambria Math"/>
            <w:lang w:val="es-ES_tradnl"/>
          </w:rPr>
          <m:t xml:space="preserve"> </m:t>
        </m:r>
      </m:oMath>
      <w:r w:rsidR="002C2550" w:rsidRPr="005943EB">
        <w:rPr>
          <w:lang w:val="es-ES_tradnl"/>
        </w:rPr>
        <w:t>las amenazas de seguridad son malintencionadas.</w:t>
      </w:r>
    </w:p>
    <w:p w14:paraId="526DE1EA" w14:textId="77777777" w:rsidR="0064597F" w:rsidRPr="005943EB" w:rsidRDefault="0064597F" w:rsidP="0064597F">
      <w:pPr>
        <w:pStyle w:val="eLineBottom"/>
        <w:rPr>
          <w:lang w:val="es-ES_tradnl"/>
        </w:rPr>
      </w:pPr>
    </w:p>
    <w:p w14:paraId="5C80A0CD" w14:textId="77777777" w:rsidR="001922A0" w:rsidRPr="005943EB" w:rsidRDefault="001922A0" w:rsidP="001922A0">
      <w:pPr>
        <w:rPr>
          <w:lang w:val="es-ES_tradnl"/>
        </w:rPr>
      </w:pPr>
    </w:p>
    <w:p w14:paraId="6309ADA6" w14:textId="77777777" w:rsidR="002B2BC2" w:rsidRDefault="002B2BC2">
      <w:pPr>
        <w:rPr>
          <w:b/>
          <w:lang w:val="es-ES_tradnl"/>
        </w:rPr>
      </w:pPr>
      <w:r>
        <w:rPr>
          <w:lang w:val="es-ES_tradnl"/>
        </w:rPr>
        <w:br w:type="page"/>
      </w:r>
    </w:p>
    <w:p w14:paraId="4DA5CDA9" w14:textId="58237343" w:rsidR="003A1E6F" w:rsidRPr="005943EB" w:rsidRDefault="00D3390F" w:rsidP="003A1E6F">
      <w:pPr>
        <w:pStyle w:val="eTask"/>
        <w:rPr>
          <w:lang w:val="es-ES_tradnl"/>
        </w:rPr>
      </w:pPr>
      <w:r w:rsidRPr="005943EB">
        <w:rPr>
          <w:lang w:val="es-ES_tradnl"/>
        </w:rPr>
        <w:lastRenderedPageBreak/>
        <w:t>Marca las frases correctas</w:t>
      </w:r>
      <w:r w:rsidR="003A1E6F" w:rsidRPr="005943EB">
        <w:rPr>
          <w:lang w:val="es-ES_tradnl"/>
        </w:rPr>
        <w:t xml:space="preserve">. </w:t>
      </w:r>
    </w:p>
    <w:p w14:paraId="6CCFA987" w14:textId="77777777" w:rsidR="003A1E6F" w:rsidRPr="005943EB" w:rsidRDefault="003A1E6F" w:rsidP="003A1E6F">
      <w:pPr>
        <w:rPr>
          <w:lang w:val="es-ES_tradnl"/>
        </w:rPr>
      </w:pPr>
    </w:p>
    <w:p w14:paraId="75A797C7" w14:textId="32812230" w:rsidR="003A1E6F" w:rsidRPr="005943EB" w:rsidRDefault="002B2BC2" w:rsidP="00D92A51">
      <w:pPr>
        <w:pStyle w:val="eCheckBoxText"/>
        <w:spacing w:after="120"/>
        <w:ind w:left="425" w:hanging="425"/>
        <w:rPr>
          <w:szCs w:val="40"/>
          <w:lang w:val="es-ES_tradnl"/>
        </w:rPr>
      </w:pPr>
      <w:r w:rsidRPr="00F570E7">
        <w:rPr>
          <w:rStyle w:val="eCheckBoxSquareChar"/>
        </w:rPr>
        <w:t>□</w:t>
      </w:r>
      <w:r w:rsidR="003A1E6F" w:rsidRPr="005943EB">
        <w:rPr>
          <w:szCs w:val="40"/>
          <w:lang w:val="es-ES_tradnl"/>
        </w:rPr>
        <w:tab/>
      </w:r>
      <w:r w:rsidR="00170E55" w:rsidRPr="005943EB">
        <w:rPr>
          <w:szCs w:val="40"/>
          <w:lang w:val="es-ES_tradnl"/>
        </w:rPr>
        <w:t>La seguridad de la red sólo se refiere a la seguridad de los ordenadores ubicados en los extremo</w:t>
      </w:r>
      <w:r w:rsidR="008F18AC">
        <w:rPr>
          <w:szCs w:val="40"/>
          <w:lang w:val="es-ES_tradnl"/>
        </w:rPr>
        <w:t>s</w:t>
      </w:r>
      <w:r w:rsidR="00170E55" w:rsidRPr="005943EB">
        <w:rPr>
          <w:szCs w:val="40"/>
          <w:lang w:val="es-ES_tradnl"/>
        </w:rPr>
        <w:t xml:space="preserve"> de la comunicación. </w:t>
      </w:r>
    </w:p>
    <w:p w14:paraId="39769153" w14:textId="7B54D7A8" w:rsidR="00877FE6" w:rsidRPr="005943EB" w:rsidRDefault="002B2BC2" w:rsidP="00D92A51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5943EB" w:rsidRPr="005943EB">
        <w:rPr>
          <w:szCs w:val="40"/>
          <w:lang w:val="es-ES_tradnl"/>
        </w:rPr>
        <w:tab/>
      </w:r>
      <w:r w:rsidR="00170E55" w:rsidRPr="005943EB">
        <w:rPr>
          <w:lang w:val="es-ES_tradnl"/>
        </w:rPr>
        <w:t>Proteger la red consiste en proteger los ordenadores y cifrar los mensajes.</w:t>
      </w:r>
    </w:p>
    <w:p w14:paraId="14B1E383" w14:textId="0292A7CA" w:rsidR="003A1E6F" w:rsidRPr="005943EB" w:rsidRDefault="002B2BC2" w:rsidP="00D92A51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5943EB" w:rsidRPr="005943EB">
        <w:rPr>
          <w:szCs w:val="40"/>
          <w:lang w:val="es-ES_tradnl"/>
        </w:rPr>
        <w:tab/>
      </w:r>
      <w:r w:rsidR="005943EB" w:rsidRPr="005943EB">
        <w:rPr>
          <w:lang w:val="es-ES_tradnl"/>
        </w:rPr>
        <w:t>Un</w:t>
      </w:r>
      <w:r w:rsidR="00170E55" w:rsidRPr="005943EB">
        <w:rPr>
          <w:lang w:val="es-ES_tradnl"/>
        </w:rPr>
        <w:t xml:space="preserve"> sistema de seguridad de red es un conjunto de dispositivos hardware, que usan algoritmos criptográficos para proteger los sistemas de información y comunicación de una empresa</w:t>
      </w:r>
      <w:r w:rsidR="003A1E6F" w:rsidRPr="005943EB">
        <w:rPr>
          <w:lang w:val="es-ES_tradnl"/>
        </w:rPr>
        <w:t>.</w:t>
      </w:r>
    </w:p>
    <w:p w14:paraId="0771E193" w14:textId="3CC53AB5" w:rsidR="00170E55" w:rsidRPr="005943EB" w:rsidRDefault="002B2BC2" w:rsidP="00D92A51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5943EB" w:rsidRPr="005943EB">
        <w:rPr>
          <w:szCs w:val="40"/>
          <w:lang w:val="es-ES_tradnl"/>
        </w:rPr>
        <w:tab/>
      </w:r>
      <w:r w:rsidR="00170E55" w:rsidRPr="005943EB">
        <w:rPr>
          <w:lang w:val="es-ES_tradnl"/>
        </w:rPr>
        <w:t xml:space="preserve">Todos los mecanismos de seguridad utilizan transformaciones criptográficas. </w:t>
      </w:r>
    </w:p>
    <w:p w14:paraId="36E774BB" w14:textId="7FC75DD6" w:rsidR="00170E55" w:rsidRPr="005943EB" w:rsidRDefault="002B2BC2" w:rsidP="00D92A51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5943EB" w:rsidRPr="005943EB">
        <w:rPr>
          <w:szCs w:val="40"/>
          <w:lang w:val="es-ES_tradnl"/>
        </w:rPr>
        <w:tab/>
      </w:r>
      <w:r w:rsidR="00170E55" w:rsidRPr="005943EB">
        <w:rPr>
          <w:lang w:val="es-ES_tradnl"/>
        </w:rPr>
        <w:t xml:space="preserve">Los mecanismos de seguridad se dividen entre los que se aplican en una capa de aplicación o protocolo específico y los que no son específicos de ninguna capa de aplicación o servicio de seguridad </w:t>
      </w:r>
    </w:p>
    <w:p w14:paraId="687609D7" w14:textId="10DFCC52" w:rsidR="00141E1A" w:rsidRPr="005943EB" w:rsidRDefault="002B2BC2" w:rsidP="00D92A51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5943EB" w:rsidRPr="005943EB">
        <w:rPr>
          <w:szCs w:val="40"/>
          <w:lang w:val="es-ES_tradnl"/>
        </w:rPr>
        <w:tab/>
      </w:r>
      <w:r w:rsidR="00170E55" w:rsidRPr="005943EB">
        <w:rPr>
          <w:lang w:val="es-ES_tradnl"/>
        </w:rPr>
        <w:t>La capacidad de un atacante se</w:t>
      </w:r>
      <w:r w:rsidR="005943EB">
        <w:rPr>
          <w:lang w:val="es-ES_tradnl"/>
        </w:rPr>
        <w:t xml:space="preserve"> determina típicamente por </w:t>
      </w:r>
      <w:r w:rsidR="00170E55" w:rsidRPr="005943EB">
        <w:rPr>
          <w:lang w:val="es-ES_tradnl"/>
        </w:rPr>
        <w:t>sus habilidades, las trazas que deja después de un ataque y el costo requerido para hacerlo en términos de equipamiento.</w:t>
      </w:r>
    </w:p>
    <w:p w14:paraId="10329063" w14:textId="77777777" w:rsidR="002B2BC2" w:rsidRDefault="002B2BC2">
      <w:pPr>
        <w:rPr>
          <w:b/>
          <w:lang w:val="es-ES_tradnl"/>
        </w:rPr>
      </w:pPr>
      <w:r>
        <w:rPr>
          <w:lang w:val="es-ES_tradnl"/>
        </w:rPr>
        <w:br w:type="page"/>
      </w:r>
    </w:p>
    <w:p w14:paraId="71D92A18" w14:textId="0557B11E" w:rsidR="00EB68C8" w:rsidRPr="005943EB" w:rsidRDefault="00D3390F" w:rsidP="00D3390F">
      <w:pPr>
        <w:pStyle w:val="eTask"/>
        <w:tabs>
          <w:tab w:val="clear" w:pos="357"/>
          <w:tab w:val="left" w:pos="426"/>
        </w:tabs>
        <w:ind w:left="357" w:hanging="357"/>
        <w:rPr>
          <w:lang w:val="es-ES_tradnl"/>
        </w:rPr>
      </w:pPr>
      <w:r w:rsidRPr="005943EB">
        <w:rPr>
          <w:lang w:val="es-ES_tradnl"/>
        </w:rPr>
        <w:lastRenderedPageBreak/>
        <w:t>Asigna los términos de la colum</w:t>
      </w:r>
      <w:r w:rsidR="00170E55" w:rsidRPr="005943EB">
        <w:rPr>
          <w:lang w:val="es-ES_tradnl"/>
        </w:rPr>
        <w:t>na izquierda con sus definicione</w:t>
      </w:r>
      <w:r w:rsidRPr="005943EB">
        <w:rPr>
          <w:lang w:val="es-ES_tradnl"/>
        </w:rPr>
        <w:t xml:space="preserve">s correspondientes en la derecha </w:t>
      </w:r>
    </w:p>
    <w:p w14:paraId="3330C5CB" w14:textId="77777777" w:rsidR="00EE4E6D" w:rsidRPr="005943EB" w:rsidRDefault="00EE4E6D" w:rsidP="00EE4E6D">
      <w:pPr>
        <w:pStyle w:val="eTask"/>
        <w:numPr>
          <w:ilvl w:val="0"/>
          <w:numId w:val="0"/>
        </w:numPr>
        <w:ind w:left="720" w:hanging="360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4597F" w:rsidRPr="005943EB" w14:paraId="3CEB0F84" w14:textId="77777777" w:rsidTr="0064597F">
        <w:trPr>
          <w:trHeight w:val="13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20C5F3" w14:textId="77777777" w:rsidR="0064597F" w:rsidRPr="005943EB" w:rsidRDefault="0064597F" w:rsidP="0064597F">
            <w:pPr>
              <w:jc w:val="center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Virus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6E6E1" w14:textId="21D21353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E3F2EB" w14:textId="77777777" w:rsidR="0064597F" w:rsidRPr="005943EB" w:rsidRDefault="00170E55" w:rsidP="00CB5EBD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Software malicio</w:t>
            </w:r>
            <w:r w:rsidR="0064597F" w:rsidRPr="005943EB">
              <w:rPr>
                <w:rFonts w:eastAsia="MS Mincho"/>
                <w:color w:val="000000"/>
                <w:kern w:val="24"/>
                <w:lang w:val="es-ES_tradnl"/>
              </w:rPr>
              <w:t>s</w:t>
            </w: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o que se prop</w:t>
            </w:r>
            <w:r w:rsidR="00CB5EBD" w:rsidRPr="005943EB">
              <w:rPr>
                <w:rFonts w:eastAsia="MS Mincho"/>
                <w:color w:val="000000"/>
                <w:kern w:val="24"/>
                <w:lang w:val="es-ES_tradnl"/>
              </w:rPr>
              <w:t>aga a través de la red</w:t>
            </w:r>
          </w:p>
        </w:tc>
      </w:tr>
      <w:tr w:rsidR="0064597F" w:rsidRPr="005943EB" w14:paraId="7D421CC7" w14:textId="77777777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BF153E" w14:textId="77777777" w:rsidR="0064597F" w:rsidRPr="005943EB" w:rsidRDefault="0064597F" w:rsidP="0064597F">
            <w:pPr>
              <w:jc w:val="center"/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5D9EC0A4" w14:textId="77777777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513A9B" w14:textId="77777777" w:rsidR="0064597F" w:rsidRPr="005943EB" w:rsidRDefault="0064597F" w:rsidP="0064597F">
            <w:pPr>
              <w:rPr>
                <w:lang w:val="es-ES_tradnl"/>
              </w:rPr>
            </w:pPr>
          </w:p>
        </w:tc>
      </w:tr>
      <w:tr w:rsidR="0064597F" w:rsidRPr="005943EB" w14:paraId="1A2EDE5C" w14:textId="77777777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01A4" w14:textId="77777777" w:rsidR="0064597F" w:rsidRPr="005943EB" w:rsidRDefault="00170E55" w:rsidP="0064597F">
            <w:pPr>
              <w:jc w:val="center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Gusano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6DA73" w14:textId="09B5E2FF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5760F2" w14:textId="77777777" w:rsidR="0064597F" w:rsidRPr="005943EB" w:rsidRDefault="00CB5EBD" w:rsidP="00CB5EBD">
            <w:pPr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 w:eastAsia="ca-ES"/>
              </w:rPr>
              <w:t>Aparentemente son programas benignos, pero pueden realizar acciones que el usuario no tenía intención o no era consciente.</w:t>
            </w:r>
          </w:p>
        </w:tc>
      </w:tr>
      <w:tr w:rsidR="0064597F" w:rsidRPr="005943EB" w14:paraId="4029A0A8" w14:textId="77777777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153CFA" w14:textId="77777777" w:rsidR="0064597F" w:rsidRPr="005943EB" w:rsidRDefault="0064597F" w:rsidP="0064597F">
            <w:pPr>
              <w:jc w:val="center"/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30D0F639" w14:textId="77777777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82B369" w14:textId="77777777" w:rsidR="0064597F" w:rsidRPr="005943EB" w:rsidRDefault="0064597F" w:rsidP="0064597F">
            <w:pPr>
              <w:rPr>
                <w:lang w:val="es-ES_tradnl"/>
              </w:rPr>
            </w:pPr>
          </w:p>
        </w:tc>
      </w:tr>
      <w:tr w:rsidR="0064597F" w:rsidRPr="005943EB" w14:paraId="42C01583" w14:textId="77777777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1AE2" w14:textId="77777777" w:rsidR="0064597F" w:rsidRPr="005943EB" w:rsidRDefault="00170E55" w:rsidP="0064597F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Troy</w:t>
            </w:r>
            <w:r w:rsidR="0064597F" w:rsidRPr="005943EB">
              <w:rPr>
                <w:rFonts w:eastAsia="MS Mincho"/>
                <w:color w:val="000000"/>
                <w:kern w:val="24"/>
                <w:lang w:val="es-ES_tradnl"/>
              </w:rPr>
              <w:t>an</w:t>
            </w: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o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1F61" w14:textId="133C23F5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18674" w14:textId="77777777" w:rsidR="0064597F" w:rsidRPr="005943EB" w:rsidRDefault="00CB5EBD" w:rsidP="00CB5EBD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es-ES_tradnl"/>
              </w:rPr>
            </w:pPr>
            <w:r w:rsidRPr="005943EB">
              <w:rPr>
                <w:rFonts w:eastAsia="MS Mincho"/>
                <w:color w:val="000000" w:themeColor="text1"/>
                <w:kern w:val="24"/>
                <w:lang w:val="es-ES_tradnl"/>
              </w:rPr>
              <w:t>Software instalado sin el consentimiento del usuario que realiza operaciones, tales como la obtención de información acerca de sus hábitos de navegación.</w:t>
            </w:r>
          </w:p>
        </w:tc>
      </w:tr>
      <w:tr w:rsidR="0064597F" w:rsidRPr="005943EB" w14:paraId="260F1B01" w14:textId="77777777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0628B7" w14:textId="77777777" w:rsidR="0064597F" w:rsidRPr="005943EB" w:rsidRDefault="0064597F" w:rsidP="0064597F">
            <w:pPr>
              <w:jc w:val="center"/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2D54E46D" w14:textId="77777777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CBEB50" w14:textId="77777777" w:rsidR="0064597F" w:rsidRPr="005943EB" w:rsidRDefault="0064597F" w:rsidP="0064597F">
            <w:pPr>
              <w:rPr>
                <w:lang w:val="es-ES_tradnl"/>
              </w:rPr>
            </w:pPr>
          </w:p>
        </w:tc>
      </w:tr>
      <w:tr w:rsidR="0064597F" w:rsidRPr="005943EB" w14:paraId="5E413BD1" w14:textId="77777777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BF05" w14:textId="77777777" w:rsidR="0064597F" w:rsidRPr="005943EB" w:rsidRDefault="0064597F" w:rsidP="0064597F">
            <w:pPr>
              <w:jc w:val="center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Zombies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BEB80" w14:textId="77777777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F64852" w14:textId="77777777" w:rsidR="0064597F" w:rsidRPr="005943EB" w:rsidRDefault="00CB5EBD" w:rsidP="00CB5EBD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 xml:space="preserve">Programas de autoréplica que no requieren ficheros para su propagación. </w:t>
            </w:r>
          </w:p>
        </w:tc>
      </w:tr>
      <w:tr w:rsidR="0064597F" w:rsidRPr="005943EB" w14:paraId="3F1F5148" w14:textId="77777777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A0AC74" w14:textId="77777777" w:rsidR="0064597F" w:rsidRPr="005943EB" w:rsidRDefault="0064597F" w:rsidP="0064597F">
            <w:pPr>
              <w:jc w:val="center"/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3A04845B" w14:textId="77777777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5662F6" w14:textId="77777777" w:rsidR="0064597F" w:rsidRPr="005943EB" w:rsidRDefault="0064597F" w:rsidP="0064597F">
            <w:pPr>
              <w:rPr>
                <w:lang w:val="es-ES_tradnl"/>
              </w:rPr>
            </w:pPr>
          </w:p>
        </w:tc>
      </w:tr>
      <w:tr w:rsidR="0064597F" w:rsidRPr="005943EB" w14:paraId="0252C557" w14:textId="77777777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7E0FCC" w14:textId="77777777" w:rsidR="0064597F" w:rsidRPr="005943EB" w:rsidRDefault="0064597F" w:rsidP="0064597F">
            <w:pPr>
              <w:jc w:val="center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Spyware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0DA62" w14:textId="77777777" w:rsidR="0064597F" w:rsidRPr="005943EB" w:rsidRDefault="0064597F" w:rsidP="00541560">
            <w:pPr>
              <w:rPr>
                <w:lang w:val="es-ES_tradn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3689D6" w14:textId="77777777" w:rsidR="0064597F" w:rsidRPr="005943EB" w:rsidRDefault="00CB5EBD" w:rsidP="00CB5EBD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es-ES_tradnl"/>
              </w:rPr>
            </w:pPr>
            <w:r w:rsidRPr="005943EB">
              <w:rPr>
                <w:rFonts w:eastAsia="MS Mincho"/>
                <w:color w:val="000000"/>
                <w:kern w:val="24"/>
                <w:lang w:val="es-ES_tradnl"/>
              </w:rPr>
              <w:t>Programas de autoréplica que  requieren ficheros para infectar y propagarse</w:t>
            </w:r>
            <w:r w:rsidR="0064597F" w:rsidRPr="005943EB">
              <w:rPr>
                <w:rFonts w:eastAsia="MS Mincho"/>
                <w:color w:val="000000"/>
                <w:kern w:val="24"/>
                <w:lang w:val="es-ES_tradnl"/>
              </w:rPr>
              <w:t>.</w:t>
            </w:r>
          </w:p>
        </w:tc>
      </w:tr>
    </w:tbl>
    <w:p w14:paraId="3C6951FA" w14:textId="77777777" w:rsidR="00EB68C8" w:rsidRPr="005943EB" w:rsidRDefault="00EB68C8" w:rsidP="0064597F">
      <w:pPr>
        <w:rPr>
          <w:lang w:val="es-ES_tradnl"/>
        </w:rPr>
      </w:pPr>
    </w:p>
    <w:p w14:paraId="2F7AC694" w14:textId="77777777" w:rsidR="00EB68C8" w:rsidRPr="005943EB" w:rsidRDefault="00EB68C8" w:rsidP="0064597F">
      <w:pPr>
        <w:rPr>
          <w:lang w:val="es-ES_tradnl"/>
        </w:rPr>
      </w:pPr>
    </w:p>
    <w:p w14:paraId="1420F5AF" w14:textId="77777777" w:rsidR="00EB68C8" w:rsidRPr="005943EB" w:rsidRDefault="00EB68C8" w:rsidP="0064597F">
      <w:pPr>
        <w:rPr>
          <w:lang w:val="es-ES_tradnl"/>
        </w:rPr>
      </w:pPr>
    </w:p>
    <w:p w14:paraId="4F7DECDA" w14:textId="77777777" w:rsidR="0064597F" w:rsidRPr="005943EB" w:rsidRDefault="0064597F" w:rsidP="0064597F">
      <w:pPr>
        <w:rPr>
          <w:b/>
          <w:lang w:val="es-ES_tradnl"/>
        </w:rPr>
      </w:pPr>
      <w:r w:rsidRPr="005943EB">
        <w:rPr>
          <w:lang w:val="es-ES_tradnl"/>
        </w:rPr>
        <w:br w:type="page"/>
      </w:r>
    </w:p>
    <w:p w14:paraId="2CF43C77" w14:textId="77777777" w:rsidR="00D3390F" w:rsidRPr="005943EB" w:rsidRDefault="00D3390F" w:rsidP="00D3390F">
      <w:pPr>
        <w:pStyle w:val="eTask"/>
        <w:tabs>
          <w:tab w:val="clear" w:pos="357"/>
          <w:tab w:val="left" w:pos="426"/>
        </w:tabs>
        <w:ind w:left="357" w:hanging="357"/>
        <w:rPr>
          <w:lang w:val="es-ES_tradnl"/>
        </w:rPr>
      </w:pPr>
      <w:r w:rsidRPr="005943EB">
        <w:rPr>
          <w:lang w:val="es-ES_tradnl"/>
        </w:rPr>
        <w:lastRenderedPageBreak/>
        <w:t>Rellena los números de las sentencias correctas respecto a amenazas a la seguridad</w:t>
      </w:r>
    </w:p>
    <w:p w14:paraId="30C06FD5" w14:textId="77777777" w:rsidR="00290885" w:rsidRPr="005943EB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s-ES_tradn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RPr="005943EB" w14:paraId="46FD6C68" w14:textId="77777777" w:rsidTr="00C97642">
        <w:trPr>
          <w:trHeight w:val="117"/>
          <w:jc w:val="center"/>
        </w:trPr>
        <w:tc>
          <w:tcPr>
            <w:tcW w:w="2223" w:type="dxa"/>
          </w:tcPr>
          <w:p w14:paraId="618F069C" w14:textId="053C2874" w:rsidR="00290885" w:rsidRPr="005943EB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s-ES_tradnl"/>
              </w:rPr>
            </w:pPr>
          </w:p>
        </w:tc>
      </w:tr>
      <w:tr w:rsidR="00C97642" w:rsidRPr="005943EB" w14:paraId="17FED50C" w14:textId="77777777" w:rsidTr="00290885">
        <w:trPr>
          <w:trHeight w:val="117"/>
          <w:jc w:val="center"/>
        </w:trPr>
        <w:tc>
          <w:tcPr>
            <w:tcW w:w="2223" w:type="dxa"/>
          </w:tcPr>
          <w:p w14:paraId="0334B48A" w14:textId="6FE89153" w:rsidR="00C97642" w:rsidRPr="005943EB" w:rsidRDefault="00C97642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s-ES_tradnl"/>
              </w:rPr>
            </w:pPr>
          </w:p>
        </w:tc>
      </w:tr>
      <w:tr w:rsidR="00290885" w:rsidRPr="005943EB" w14:paraId="7CCF2CD6" w14:textId="77777777" w:rsidTr="00290885">
        <w:trPr>
          <w:jc w:val="center"/>
        </w:trPr>
        <w:tc>
          <w:tcPr>
            <w:tcW w:w="2223" w:type="dxa"/>
          </w:tcPr>
          <w:p w14:paraId="263FE8B5" w14:textId="481C1D48" w:rsidR="00290885" w:rsidRPr="005943EB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s-ES_tradnl"/>
              </w:rPr>
            </w:pPr>
          </w:p>
        </w:tc>
      </w:tr>
      <w:tr w:rsidR="00290885" w:rsidRPr="005943EB" w14:paraId="6E33B194" w14:textId="77777777" w:rsidTr="00290885">
        <w:trPr>
          <w:jc w:val="center"/>
        </w:trPr>
        <w:tc>
          <w:tcPr>
            <w:tcW w:w="2223" w:type="dxa"/>
          </w:tcPr>
          <w:p w14:paraId="32F7F9B7" w14:textId="799C1E02" w:rsidR="00290885" w:rsidRPr="005943EB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s-ES_tradnl"/>
              </w:rPr>
            </w:pPr>
          </w:p>
        </w:tc>
      </w:tr>
      <w:tr w:rsidR="0064597F" w:rsidRPr="005943EB" w14:paraId="6A2A6478" w14:textId="77777777" w:rsidTr="00290885">
        <w:trPr>
          <w:jc w:val="center"/>
        </w:trPr>
        <w:tc>
          <w:tcPr>
            <w:tcW w:w="2223" w:type="dxa"/>
          </w:tcPr>
          <w:p w14:paraId="50305B46" w14:textId="77777777" w:rsidR="0064597F" w:rsidRPr="005943EB" w:rsidRDefault="0064597F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_tradnl"/>
              </w:rPr>
            </w:pPr>
          </w:p>
        </w:tc>
      </w:tr>
      <w:tr w:rsidR="00567E17" w:rsidRPr="005943EB" w14:paraId="4E80DCAC" w14:textId="77777777" w:rsidTr="00290885">
        <w:trPr>
          <w:jc w:val="center"/>
        </w:trPr>
        <w:tc>
          <w:tcPr>
            <w:tcW w:w="2223" w:type="dxa"/>
          </w:tcPr>
          <w:p w14:paraId="775D39D7" w14:textId="77777777" w:rsidR="00567E17" w:rsidRPr="005943EB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_tradnl"/>
              </w:rPr>
            </w:pPr>
          </w:p>
        </w:tc>
      </w:tr>
      <w:tr w:rsidR="00567E17" w:rsidRPr="005943EB" w14:paraId="20263F0C" w14:textId="77777777" w:rsidTr="00290885">
        <w:trPr>
          <w:jc w:val="center"/>
        </w:trPr>
        <w:tc>
          <w:tcPr>
            <w:tcW w:w="2223" w:type="dxa"/>
          </w:tcPr>
          <w:p w14:paraId="409E9E28" w14:textId="77777777" w:rsidR="00567E17" w:rsidRPr="005943EB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_tradnl"/>
              </w:rPr>
            </w:pPr>
          </w:p>
        </w:tc>
      </w:tr>
    </w:tbl>
    <w:p w14:paraId="764D7304" w14:textId="77777777" w:rsidR="00290885" w:rsidRPr="005943EB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s-ES_tradnl"/>
        </w:rPr>
      </w:pPr>
    </w:p>
    <w:p w14:paraId="1442617C" w14:textId="77777777" w:rsidR="00567E17" w:rsidRPr="005943EB" w:rsidRDefault="00567E17" w:rsidP="00290885">
      <w:pPr>
        <w:pStyle w:val="eTask"/>
        <w:numPr>
          <w:ilvl w:val="0"/>
          <w:numId w:val="0"/>
        </w:numPr>
        <w:ind w:left="720" w:hanging="360"/>
        <w:rPr>
          <w:lang w:val="es-ES_tradnl"/>
        </w:rPr>
      </w:pPr>
    </w:p>
    <w:p w14:paraId="51A27D6E" w14:textId="7F96F307" w:rsidR="00EB68C8" w:rsidRPr="005943EB" w:rsidRDefault="00567E17" w:rsidP="00567E17">
      <w:pPr>
        <w:spacing w:after="120"/>
        <w:ind w:left="357" w:hanging="357"/>
        <w:rPr>
          <w:lang w:val="es-ES_tradnl"/>
        </w:rPr>
      </w:pPr>
      <w:r w:rsidRPr="005943EB">
        <w:rPr>
          <w:b/>
          <w:lang w:val="es-ES_tradnl"/>
        </w:rPr>
        <w:t>1</w:t>
      </w:r>
      <w:r w:rsidRPr="005943EB">
        <w:rPr>
          <w:lang w:val="es-ES_tradnl"/>
        </w:rPr>
        <w:t xml:space="preserve"> – </w:t>
      </w:r>
      <w:r w:rsidR="000072E4" w:rsidRPr="005943EB">
        <w:rPr>
          <w:lang w:val="es-ES_tradnl"/>
        </w:rPr>
        <w:t xml:space="preserve">Malware </w:t>
      </w:r>
      <w:r w:rsidR="00CB5EBD" w:rsidRPr="005943EB">
        <w:rPr>
          <w:lang w:val="es-ES_tradnl"/>
        </w:rPr>
        <w:t>es un software defectuoso</w:t>
      </w:r>
      <w:r w:rsidR="0073376B">
        <w:rPr>
          <w:lang w:val="es-ES_tradnl"/>
        </w:rPr>
        <w:t>.</w:t>
      </w:r>
    </w:p>
    <w:p w14:paraId="61B2C551" w14:textId="77777777" w:rsidR="000072E4" w:rsidRPr="005943EB" w:rsidRDefault="00567E17" w:rsidP="00567E17">
      <w:pPr>
        <w:spacing w:after="120"/>
        <w:ind w:left="357" w:hanging="357"/>
        <w:rPr>
          <w:lang w:val="es-ES_tradnl"/>
        </w:rPr>
      </w:pPr>
      <w:r w:rsidRPr="005943EB">
        <w:rPr>
          <w:b/>
          <w:lang w:val="es-ES_tradnl"/>
        </w:rPr>
        <w:t>2</w:t>
      </w:r>
      <w:r w:rsidRPr="005943EB">
        <w:rPr>
          <w:lang w:val="es-ES_tradnl"/>
        </w:rPr>
        <w:t xml:space="preserve"> – </w:t>
      </w:r>
      <w:r w:rsidR="00CB5EBD" w:rsidRPr="005943EB">
        <w:rPr>
          <w:lang w:val="es-ES_tradnl"/>
        </w:rPr>
        <w:t>Escáner se refiere a un software que puede ser utilizado por atacantes para determinar remotamente posibles vulnerabilidades de un sistema.</w:t>
      </w:r>
      <w:r w:rsidR="000072E4" w:rsidRPr="005943EB">
        <w:rPr>
          <w:lang w:val="es-ES_tradnl"/>
        </w:rPr>
        <w:t xml:space="preserve"> </w:t>
      </w:r>
    </w:p>
    <w:p w14:paraId="2248A4E5" w14:textId="77777777" w:rsidR="000072E4" w:rsidRPr="005943EB" w:rsidRDefault="00567E17" w:rsidP="00567E17">
      <w:pPr>
        <w:spacing w:after="120"/>
        <w:ind w:left="357" w:hanging="357"/>
        <w:rPr>
          <w:lang w:val="es-ES_tradnl"/>
        </w:rPr>
      </w:pPr>
      <w:r w:rsidRPr="005943EB">
        <w:rPr>
          <w:b/>
          <w:lang w:val="es-ES_tradnl"/>
        </w:rPr>
        <w:t>3</w:t>
      </w:r>
      <w:r w:rsidRPr="005943EB">
        <w:rPr>
          <w:lang w:val="es-ES_tradnl"/>
        </w:rPr>
        <w:t xml:space="preserve"> – </w:t>
      </w:r>
      <w:r w:rsidR="00CB5EBD" w:rsidRPr="005943EB">
        <w:rPr>
          <w:lang w:val="es-ES_tradnl"/>
        </w:rPr>
        <w:t>Un ataque de escaneado es cuando una persona maliciosa se hace pasar por otro usuario o dispositivo en una red.</w:t>
      </w:r>
      <w:r w:rsidR="000072E4" w:rsidRPr="005943EB">
        <w:rPr>
          <w:lang w:val="es-ES_tradnl"/>
        </w:rPr>
        <w:t xml:space="preserve"> </w:t>
      </w:r>
    </w:p>
    <w:p w14:paraId="57EAB151" w14:textId="77777777" w:rsidR="00EB68C8" w:rsidRPr="005943EB" w:rsidRDefault="00567E17" w:rsidP="00567E17">
      <w:pPr>
        <w:spacing w:after="120"/>
        <w:ind w:left="357" w:hanging="357"/>
        <w:rPr>
          <w:lang w:val="es-ES_tradnl"/>
        </w:rPr>
      </w:pPr>
      <w:r w:rsidRPr="005943EB">
        <w:rPr>
          <w:b/>
          <w:lang w:val="es-ES_tradnl"/>
        </w:rPr>
        <w:t>4</w:t>
      </w:r>
      <w:r w:rsidRPr="005943EB">
        <w:rPr>
          <w:lang w:val="es-ES_tradnl"/>
        </w:rPr>
        <w:t xml:space="preserve"> – </w:t>
      </w:r>
      <w:r w:rsidR="00CB5EBD" w:rsidRPr="005943EB">
        <w:rPr>
          <w:lang w:val="es-ES_tradnl"/>
        </w:rPr>
        <w:t>A veces, los antivirus pueden presentar inconvenientes y pueden disminuir las prestaciones de un equipo.</w:t>
      </w:r>
    </w:p>
    <w:p w14:paraId="61A15F3E" w14:textId="77777777" w:rsidR="00C97642" w:rsidRPr="005943EB" w:rsidRDefault="00567E17" w:rsidP="00567E17">
      <w:pPr>
        <w:spacing w:after="120"/>
        <w:ind w:left="357" w:hanging="357"/>
        <w:rPr>
          <w:lang w:val="es-ES_tradnl"/>
        </w:rPr>
      </w:pPr>
      <w:r w:rsidRPr="005943EB">
        <w:rPr>
          <w:b/>
          <w:lang w:val="es-ES_tradnl"/>
        </w:rPr>
        <w:t>5</w:t>
      </w:r>
      <w:r w:rsidRPr="005943EB">
        <w:rPr>
          <w:lang w:val="es-ES_tradnl"/>
        </w:rPr>
        <w:t xml:space="preserve"> – </w:t>
      </w:r>
      <w:r w:rsidR="00CB5EBD" w:rsidRPr="005943EB">
        <w:rPr>
          <w:lang w:val="es-ES_tradnl"/>
        </w:rPr>
        <w:t>La erradicación de un virus significa quitar el código en el archivo infectado que se corresponde con el virus.</w:t>
      </w:r>
    </w:p>
    <w:p w14:paraId="06CFC02B" w14:textId="77777777" w:rsidR="00EB68C8" w:rsidRPr="005943EB" w:rsidRDefault="00567E17" w:rsidP="00567E17">
      <w:pPr>
        <w:spacing w:after="120"/>
        <w:ind w:left="357" w:hanging="357"/>
        <w:rPr>
          <w:lang w:val="es-ES_tradnl"/>
        </w:rPr>
      </w:pPr>
      <w:r w:rsidRPr="005943EB">
        <w:rPr>
          <w:b/>
          <w:lang w:val="es-ES_tradnl"/>
        </w:rPr>
        <w:t>6</w:t>
      </w:r>
      <w:r w:rsidRPr="005943EB">
        <w:rPr>
          <w:lang w:val="es-ES_tradnl"/>
        </w:rPr>
        <w:t xml:space="preserve"> – </w:t>
      </w:r>
      <w:r w:rsidR="00CB5EBD" w:rsidRPr="005943EB">
        <w:rPr>
          <w:lang w:val="es-ES_tradnl"/>
        </w:rPr>
        <w:t>Un cortafuegos es un mecanismo de seguridad perimetral para la defensa de la red.</w:t>
      </w:r>
      <w:r w:rsidR="00C97642" w:rsidRPr="005943EB">
        <w:rPr>
          <w:lang w:val="es-ES_tradnl"/>
        </w:rPr>
        <w:t xml:space="preserve"> </w:t>
      </w:r>
    </w:p>
    <w:p w14:paraId="6B0BE1A6" w14:textId="5CF64103" w:rsidR="00C97642" w:rsidRPr="005943EB" w:rsidRDefault="00567E17" w:rsidP="00567E17">
      <w:pPr>
        <w:spacing w:after="120"/>
        <w:ind w:left="357" w:hanging="357"/>
        <w:rPr>
          <w:lang w:val="es-ES_tradnl"/>
        </w:rPr>
      </w:pPr>
      <w:r w:rsidRPr="005943EB">
        <w:rPr>
          <w:b/>
          <w:lang w:val="es-ES_tradnl"/>
        </w:rPr>
        <w:t>7</w:t>
      </w:r>
      <w:r w:rsidRPr="005943EB">
        <w:rPr>
          <w:lang w:val="es-ES_tradnl"/>
        </w:rPr>
        <w:t xml:space="preserve"> – </w:t>
      </w:r>
      <w:r w:rsidR="00CB5EBD" w:rsidRPr="005943EB">
        <w:rPr>
          <w:lang w:val="es-ES_tradnl"/>
        </w:rPr>
        <w:t>Algunos s</w:t>
      </w:r>
      <w:r w:rsidR="00C121F5" w:rsidRPr="005943EB">
        <w:rPr>
          <w:lang w:val="es-ES_tradnl"/>
        </w:rPr>
        <w:t>istemas IDS só</w:t>
      </w:r>
      <w:r w:rsidR="00CB5EBD" w:rsidRPr="005943EB">
        <w:rPr>
          <w:lang w:val="es-ES_tradnl"/>
        </w:rPr>
        <w:t>lo monitorizan y alertan de un ataque, mientras que otros tratan de bloquearlo</w:t>
      </w:r>
      <w:r w:rsidR="0073376B">
        <w:rPr>
          <w:lang w:val="es-ES_tradnl"/>
        </w:rPr>
        <w:t>.</w:t>
      </w:r>
      <w:bookmarkStart w:id="0" w:name="_GoBack"/>
      <w:bookmarkEnd w:id="0"/>
    </w:p>
    <w:sectPr w:rsidR="00C97642" w:rsidRPr="005943EB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14C2E" w14:textId="77777777" w:rsidR="00E4679E" w:rsidRDefault="00E4679E" w:rsidP="00861A1A">
      <w:r>
        <w:separator/>
      </w:r>
    </w:p>
  </w:endnote>
  <w:endnote w:type="continuationSeparator" w:id="0">
    <w:p w14:paraId="459466A6" w14:textId="77777777" w:rsidR="00E4679E" w:rsidRDefault="00E4679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C121F5" w14:paraId="5516C75E" w14:textId="77777777" w:rsidTr="00CA51B5">
      <w:tc>
        <w:tcPr>
          <w:tcW w:w="2518" w:type="dxa"/>
        </w:tcPr>
        <w:p w14:paraId="3E2C9A7E" w14:textId="77777777" w:rsidR="00C121F5" w:rsidRDefault="00C121F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s-ES" w:eastAsia="es-ES"/>
            </w:rPr>
            <w:drawing>
              <wp:inline distT="0" distB="0" distL="0" distR="0" wp14:anchorId="170F6A0C" wp14:editId="4563FADE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8AB7149" w14:textId="77777777" w:rsidR="002B2BC2" w:rsidRPr="00D32B5B" w:rsidRDefault="002B2BC2" w:rsidP="002B2BC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>El presente proyecto ha sido financiado con el apoyo de la Comisión Europea.</w:t>
          </w:r>
        </w:p>
        <w:p w14:paraId="4D5871E9" w14:textId="4425D4E3" w:rsidR="00C121F5" w:rsidRPr="00CA51B5" w:rsidRDefault="002B2BC2" w:rsidP="002B2BC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C121F5" w14:paraId="0F3DE7A7" w14:textId="77777777" w:rsidTr="00CA51B5">
      <w:tc>
        <w:tcPr>
          <w:tcW w:w="8472" w:type="dxa"/>
          <w:gridSpan w:val="2"/>
        </w:tcPr>
        <w:p w14:paraId="65EB452D" w14:textId="77777777" w:rsidR="00C121F5" w:rsidRPr="00CA51B5" w:rsidRDefault="00C121F5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0DC9BBFF" w14:textId="77777777" w:rsidR="00C121F5" w:rsidRPr="00CA51B5" w:rsidRDefault="00C121F5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54ECA61E" w14:textId="77777777" w:rsidR="00C121F5" w:rsidRPr="00BF5E09" w:rsidRDefault="00C121F5" w:rsidP="00BF5E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AF17D" w14:textId="77777777" w:rsidR="00E4679E" w:rsidRDefault="00E4679E" w:rsidP="00861A1A">
      <w:r>
        <w:separator/>
      </w:r>
    </w:p>
  </w:footnote>
  <w:footnote w:type="continuationSeparator" w:id="0">
    <w:p w14:paraId="0F15C0EA" w14:textId="77777777" w:rsidR="00E4679E" w:rsidRDefault="00E4679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49BB5" w14:textId="39BD40EE" w:rsidR="00C121F5" w:rsidRPr="002B41A8" w:rsidRDefault="00C121F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s-ES" w:eastAsia="es-ES"/>
      </w:rPr>
      <w:drawing>
        <wp:anchor distT="0" distB="0" distL="114300" distR="114300" simplePos="0" relativeHeight="251657728" behindDoc="0" locked="0" layoutInCell="1" allowOverlap="1" wp14:anchorId="64306FF5" wp14:editId="3143F4B4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2B2BC2" w:rsidRPr="0030665B">
      <w:rPr>
        <w:rFonts w:ascii="Calibri" w:hAnsi="Calibri"/>
        <w:b/>
        <w:smallCaps/>
        <w:noProof/>
      </w:rPr>
      <w:t>EJERCICIO</w:t>
    </w:r>
  </w:p>
  <w:p w14:paraId="77564465" w14:textId="46F239EF" w:rsidR="00C121F5" w:rsidRPr="00C148FD" w:rsidRDefault="002B2BC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D27C7">
      <w:rPr>
        <w:rFonts w:ascii="Calibri" w:hAnsi="Calibri"/>
        <w:smallCaps/>
        <w:noProof/>
        <w:sz w:val="20"/>
        <w:szCs w:val="20"/>
        <w:lang w:val="en-US"/>
      </w:rPr>
      <w:t>SISTEMAS DE SEGURIDAD MODERNOS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5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2BC2"/>
    <w:rsid w:val="002B41A8"/>
    <w:rsid w:val="002C2550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61B7B"/>
    <w:rsid w:val="00561C5A"/>
    <w:rsid w:val="00567E17"/>
    <w:rsid w:val="005728B3"/>
    <w:rsid w:val="005738D5"/>
    <w:rsid w:val="0057504E"/>
    <w:rsid w:val="005832C4"/>
    <w:rsid w:val="00586754"/>
    <w:rsid w:val="00587966"/>
    <w:rsid w:val="005943EB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4597F"/>
    <w:rsid w:val="0066326F"/>
    <w:rsid w:val="0068067D"/>
    <w:rsid w:val="0068131D"/>
    <w:rsid w:val="00690FB1"/>
    <w:rsid w:val="006A24C7"/>
    <w:rsid w:val="006B5D59"/>
    <w:rsid w:val="006C143F"/>
    <w:rsid w:val="006D39B2"/>
    <w:rsid w:val="006D3F30"/>
    <w:rsid w:val="006D50FA"/>
    <w:rsid w:val="006F0D5B"/>
    <w:rsid w:val="006F787A"/>
    <w:rsid w:val="00710301"/>
    <w:rsid w:val="0073376B"/>
    <w:rsid w:val="0073574D"/>
    <w:rsid w:val="007460F9"/>
    <w:rsid w:val="00747B73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14D91"/>
    <w:rsid w:val="00825830"/>
    <w:rsid w:val="00826CB2"/>
    <w:rsid w:val="00830375"/>
    <w:rsid w:val="00831014"/>
    <w:rsid w:val="00832323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8AC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21F5"/>
    <w:rsid w:val="00C148FD"/>
    <w:rsid w:val="00C2393A"/>
    <w:rsid w:val="00C5580D"/>
    <w:rsid w:val="00C57915"/>
    <w:rsid w:val="00C7264E"/>
    <w:rsid w:val="00C767C9"/>
    <w:rsid w:val="00C8560D"/>
    <w:rsid w:val="00C878F0"/>
    <w:rsid w:val="00C97642"/>
    <w:rsid w:val="00CA51B5"/>
    <w:rsid w:val="00CB5EBD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3390F"/>
    <w:rsid w:val="00D573B0"/>
    <w:rsid w:val="00D6535B"/>
    <w:rsid w:val="00D71B81"/>
    <w:rsid w:val="00D773FA"/>
    <w:rsid w:val="00D92A51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679E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09AC"/>
    <w:rsid w:val="00EC77B0"/>
    <w:rsid w:val="00ED2956"/>
    <w:rsid w:val="00EE3197"/>
    <w:rsid w:val="00EE4E6D"/>
    <w:rsid w:val="00EE50FB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3CA8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64597F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Fuentedeprrafopredeter"/>
    <w:link w:val="eText"/>
    <w:rsid w:val="00877FE6"/>
    <w:rPr>
      <w:sz w:val="24"/>
      <w:szCs w:val="24"/>
      <w:lang w:eastAsia="en-US"/>
    </w:rPr>
  </w:style>
  <w:style w:type="character" w:styleId="Refdecomentario">
    <w:name w:val="annotation reference"/>
    <w:basedOn w:val="Fuentedeprrafopredeter"/>
    <w:semiHidden/>
    <w:unhideWhenUsed/>
    <w:rsid w:val="006C143F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6C143F"/>
  </w:style>
  <w:style w:type="character" w:customStyle="1" w:styleId="TextocomentarioCar">
    <w:name w:val="Texto comentario Car"/>
    <w:basedOn w:val="Fuentedeprrafopredeter"/>
    <w:link w:val="Textocomentario"/>
    <w:semiHidden/>
    <w:rsid w:val="006C143F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6C143F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6C143F"/>
    <w:rPr>
      <w:b/>
      <w:bCs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64597F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Fuentedeprrafopredeter"/>
    <w:link w:val="eText"/>
    <w:rsid w:val="00877FE6"/>
    <w:rPr>
      <w:sz w:val="24"/>
      <w:szCs w:val="24"/>
      <w:lang w:eastAsia="en-US"/>
    </w:rPr>
  </w:style>
  <w:style w:type="character" w:styleId="Refdecomentario">
    <w:name w:val="annotation reference"/>
    <w:basedOn w:val="Fuentedeprrafopredeter"/>
    <w:semiHidden/>
    <w:unhideWhenUsed/>
    <w:rsid w:val="006C143F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6C143F"/>
  </w:style>
  <w:style w:type="character" w:customStyle="1" w:styleId="TextocomentarioCar">
    <w:name w:val="Texto comentario Car"/>
    <w:basedOn w:val="Fuentedeprrafopredeter"/>
    <w:link w:val="Textocomentario"/>
    <w:semiHidden/>
    <w:rsid w:val="006C143F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6C143F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6C143F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\Users\vre soriano\Downloads\TechPedia_worksheet_template_EN.dot</Template>
  <TotalTime>9</TotalTime>
  <Pages>4</Pages>
  <Words>502</Words>
  <Characters>2764</Characters>
  <Application>Microsoft Macintosh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Miquel Soriano</cp:lastModifiedBy>
  <cp:revision>4</cp:revision>
  <cp:lastPrinted>2013-05-24T15:00:00Z</cp:lastPrinted>
  <dcterms:created xsi:type="dcterms:W3CDTF">2016-05-02T18:41:00Z</dcterms:created>
  <dcterms:modified xsi:type="dcterms:W3CDTF">2016-06-12T15:12:00Z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