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7D" w:rsidRPr="00A72A47" w:rsidRDefault="00A72A47" w:rsidP="00A72A47">
      <w:pPr>
        <w:pStyle w:val="eTask"/>
        <w:rPr>
          <w:lang w:val="sk-SK"/>
        </w:rPr>
      </w:pPr>
      <w:r w:rsidRPr="00A72A47">
        <w:rPr>
          <w:lang w:val="sk-SK"/>
        </w:rPr>
        <w:t>Doplňte</w:t>
      </w:r>
      <w:r>
        <w:rPr>
          <w:lang w:val="sk-SK"/>
        </w:rPr>
        <w:t xml:space="preserve"> chýbajúce slová vo vete.</w:t>
      </w:r>
    </w:p>
    <w:p w:rsidR="00284D7D" w:rsidRPr="00A72A47" w:rsidRDefault="00284D7D" w:rsidP="00836BE9"/>
    <w:p w:rsidR="00284D7D" w:rsidRPr="00A72A47" w:rsidRDefault="00A72A47" w:rsidP="00836BE9">
      <w:pPr>
        <w:spacing w:line="480" w:lineRule="auto"/>
      </w:pPr>
      <w:r w:rsidRPr="00A72A47">
        <w:t xml:space="preserve">Analógová televízia (ATV) prenáša </w:t>
      </w:r>
      <w:r w:rsidRPr="00A72A47">
        <w:rPr>
          <w:b/>
          <w:color w:val="FF0000"/>
        </w:rPr>
        <w:t>analógový</w:t>
      </w:r>
      <w:r w:rsidRPr="00A72A47">
        <w:rPr>
          <w:color w:val="FF0000"/>
        </w:rPr>
        <w:t xml:space="preserve"> </w:t>
      </w:r>
      <w:r w:rsidRPr="00A72A47">
        <w:t xml:space="preserve">signál, ktorého amplitúdy nadobúdajú hodnoty zo </w:t>
      </w:r>
      <w:r w:rsidRPr="00A72A47">
        <w:rPr>
          <w:b/>
          <w:color w:val="FF0000"/>
        </w:rPr>
        <w:t>spojitého</w:t>
      </w:r>
      <w:r w:rsidRPr="00A72A47">
        <w:rPr>
          <w:color w:val="FF0000"/>
        </w:rPr>
        <w:t xml:space="preserve"> </w:t>
      </w:r>
      <w:r w:rsidRPr="00A72A47">
        <w:t>intervalu.</w:t>
      </w:r>
    </w:p>
    <w:p w:rsidR="00284D7D" w:rsidRPr="00A72A47" w:rsidRDefault="00284D7D" w:rsidP="00C610BC">
      <w:pPr>
        <w:pStyle w:val="eLineBottom"/>
      </w:pPr>
    </w:p>
    <w:p w:rsidR="00284D7D" w:rsidRPr="00A72A47" w:rsidRDefault="00284D7D" w:rsidP="00836BE9"/>
    <w:p w:rsidR="00284D7D" w:rsidRPr="00A72A47" w:rsidRDefault="00A72A47" w:rsidP="00A72A47">
      <w:pPr>
        <w:pStyle w:val="eTask"/>
        <w:rPr>
          <w:lang w:val="sk-SK"/>
        </w:rPr>
      </w:pPr>
      <w:r w:rsidRPr="00A72A47">
        <w:rPr>
          <w:lang w:val="sk-SK"/>
        </w:rPr>
        <w:t>Analógový signál je počas prenosu ovplyvnený:</w:t>
      </w:r>
    </w:p>
    <w:p w:rsidR="00284D7D" w:rsidRPr="00A72A47" w:rsidRDefault="00284D7D" w:rsidP="0012471E"/>
    <w:p w:rsidR="00284D7D" w:rsidRPr="00A72A47" w:rsidRDefault="005B25FC" w:rsidP="00836BE9">
      <w:pPr>
        <w:pStyle w:val="eCheckBoxText"/>
        <w:rPr>
          <w:rStyle w:val="eTerm"/>
          <w:b/>
          <w:szCs w:val="24"/>
          <w:lang w:val="sk-SK"/>
        </w:rPr>
      </w:pPr>
      <w:r w:rsidRPr="00A72A47">
        <w:rPr>
          <w:rStyle w:val="eCheckBoxSquareChar"/>
          <w:b/>
          <w:color w:val="FF0000"/>
        </w:rPr>
        <w:t>x</w:t>
      </w:r>
      <w:r w:rsidR="00284D7D" w:rsidRPr="00A72A47">
        <w:tab/>
      </w:r>
      <w:r w:rsidR="00A72A47" w:rsidRPr="00CE3023">
        <w:rPr>
          <w:color w:val="FF0000"/>
        </w:rPr>
        <w:t>interferenciami</w:t>
      </w:r>
    </w:p>
    <w:p w:rsidR="00284D7D" w:rsidRPr="00A72A47" w:rsidRDefault="00284D7D" w:rsidP="00836BE9">
      <w:pPr>
        <w:pStyle w:val="eCheckBoxText"/>
      </w:pPr>
      <w:r w:rsidRPr="00A72A47">
        <w:rPr>
          <w:rStyle w:val="eCheckBoxSquareChar"/>
        </w:rPr>
        <w:t>□</w:t>
      </w:r>
      <w:r w:rsidRPr="00A72A47">
        <w:rPr>
          <w:szCs w:val="40"/>
        </w:rPr>
        <w:tab/>
      </w:r>
      <w:r w:rsidR="00A72A47" w:rsidRPr="00A72A47">
        <w:rPr>
          <w:szCs w:val="40"/>
        </w:rPr>
        <w:t>svetlom</w:t>
      </w:r>
    </w:p>
    <w:p w:rsidR="00284D7D" w:rsidRPr="00A72A47" w:rsidRDefault="005B25FC" w:rsidP="00836BE9">
      <w:pPr>
        <w:pStyle w:val="eCheckBoxText"/>
        <w:rPr>
          <w:rStyle w:val="eTerm"/>
          <w:szCs w:val="24"/>
          <w:lang w:val="sk-SK"/>
        </w:rPr>
      </w:pPr>
      <w:r w:rsidRPr="00A72A47">
        <w:rPr>
          <w:rStyle w:val="eCheckBoxSquareChar"/>
          <w:b/>
          <w:color w:val="FF0000"/>
        </w:rPr>
        <w:t>x</w:t>
      </w:r>
      <w:r w:rsidR="00284D7D" w:rsidRPr="00A72A47">
        <w:rPr>
          <w:rStyle w:val="eCheckBoxSquareChar"/>
        </w:rPr>
        <w:tab/>
      </w:r>
      <w:r w:rsidR="00A72A47" w:rsidRPr="00CE3023">
        <w:rPr>
          <w:color w:val="FF0000"/>
        </w:rPr>
        <w:t>šumom</w:t>
      </w:r>
    </w:p>
    <w:p w:rsidR="00284D7D" w:rsidRPr="00A72A47" w:rsidRDefault="00284D7D" w:rsidP="00836BE9">
      <w:pPr>
        <w:pStyle w:val="eCheckBoxText"/>
      </w:pPr>
      <w:r w:rsidRPr="00A72A47">
        <w:rPr>
          <w:rStyle w:val="eCheckBoxSquareChar"/>
        </w:rPr>
        <w:t>□</w:t>
      </w:r>
      <w:r w:rsidRPr="00A72A47">
        <w:rPr>
          <w:rStyle w:val="eCheckBoxSquareChar"/>
        </w:rPr>
        <w:tab/>
      </w:r>
      <w:r w:rsidR="00A72A47" w:rsidRPr="00A72A47">
        <w:t>ziskom antény</w:t>
      </w:r>
    </w:p>
    <w:p w:rsidR="00284D7D" w:rsidRPr="00A72A47" w:rsidRDefault="00284D7D" w:rsidP="00C610BC">
      <w:pPr>
        <w:pStyle w:val="eLineBottom"/>
      </w:pPr>
    </w:p>
    <w:p w:rsidR="00284D7D" w:rsidRPr="00A72A47" w:rsidRDefault="00284D7D" w:rsidP="00836BE9">
      <w:pPr>
        <w:rPr>
          <w:rStyle w:val="eTerm"/>
          <w:lang w:val="sk-SK"/>
        </w:rPr>
      </w:pPr>
    </w:p>
    <w:p w:rsidR="00284D7D" w:rsidRPr="00A72A47" w:rsidRDefault="009227C6" w:rsidP="009227C6">
      <w:pPr>
        <w:pStyle w:val="eTask"/>
        <w:rPr>
          <w:lang w:val="sk-SK"/>
        </w:rPr>
      </w:pPr>
      <w:r w:rsidRPr="009227C6">
        <w:rPr>
          <w:lang w:val="sk-SK"/>
        </w:rPr>
        <w:t>Analógový signál nesie:</w:t>
      </w:r>
    </w:p>
    <w:p w:rsidR="00284D7D" w:rsidRPr="00A72A47" w:rsidRDefault="00284D7D" w:rsidP="00836BE9"/>
    <w:p w:rsidR="00284D7D" w:rsidRPr="00A72A47" w:rsidRDefault="00284D7D" w:rsidP="0012471E">
      <w:pPr>
        <w:ind w:left="357"/>
      </w:pPr>
      <w:r w:rsidRPr="00A72A47">
        <w:rPr>
          <w:lang w:eastAsia="sk-SK"/>
        </w:rPr>
        <w:t>1.</w:t>
      </w:r>
      <w:r w:rsidRPr="00A72A47">
        <w:rPr>
          <w:lang w:eastAsia="sk-SK"/>
        </w:rPr>
        <w:tab/>
      </w:r>
      <w:r w:rsidR="009227C6" w:rsidRPr="009227C6">
        <w:rPr>
          <w:b/>
          <w:color w:val="FF0000"/>
        </w:rPr>
        <w:t>audio signál (zvuk)</w:t>
      </w:r>
    </w:p>
    <w:p w:rsidR="00284D7D" w:rsidRPr="00A72A47" w:rsidRDefault="00284D7D" w:rsidP="0012471E">
      <w:pPr>
        <w:ind w:left="357"/>
        <w:rPr>
          <w:lang w:eastAsia="sk-SK"/>
        </w:rPr>
      </w:pPr>
    </w:p>
    <w:p w:rsidR="00284D7D" w:rsidRPr="00A72A47" w:rsidRDefault="00284D7D" w:rsidP="0012471E">
      <w:pPr>
        <w:ind w:left="357"/>
        <w:rPr>
          <w:lang w:eastAsia="sk-SK"/>
        </w:rPr>
      </w:pPr>
      <w:r w:rsidRPr="00A72A47">
        <w:rPr>
          <w:lang w:eastAsia="sk-SK"/>
        </w:rPr>
        <w:t>2.</w:t>
      </w:r>
      <w:r w:rsidRPr="00A72A47">
        <w:rPr>
          <w:lang w:eastAsia="sk-SK"/>
        </w:rPr>
        <w:tab/>
      </w:r>
      <w:r w:rsidR="009227C6" w:rsidRPr="009227C6">
        <w:rPr>
          <w:b/>
          <w:color w:val="FF0000"/>
        </w:rPr>
        <w:t>video signál (informáciu o jase a farbe obrazu)</w:t>
      </w:r>
    </w:p>
    <w:p w:rsidR="00284D7D" w:rsidRPr="00A72A47" w:rsidRDefault="00284D7D" w:rsidP="0012471E">
      <w:pPr>
        <w:ind w:left="357"/>
        <w:rPr>
          <w:lang w:eastAsia="sk-SK"/>
        </w:rPr>
      </w:pPr>
    </w:p>
    <w:p w:rsidR="00284D7D" w:rsidRPr="00A72A47" w:rsidRDefault="00284D7D" w:rsidP="0012471E">
      <w:pPr>
        <w:ind w:left="357"/>
        <w:rPr>
          <w:b/>
        </w:rPr>
      </w:pPr>
      <w:r w:rsidRPr="00A72A47">
        <w:rPr>
          <w:lang w:eastAsia="sk-SK"/>
        </w:rPr>
        <w:t>3.</w:t>
      </w:r>
      <w:r w:rsidRPr="00A72A47">
        <w:rPr>
          <w:lang w:eastAsia="sk-SK"/>
        </w:rPr>
        <w:tab/>
      </w:r>
      <w:r w:rsidR="009227C6" w:rsidRPr="009227C6">
        <w:rPr>
          <w:b/>
          <w:color w:val="FF0000"/>
        </w:rPr>
        <w:t>synchronizačné informácie (horizontálne, vertikálne)</w:t>
      </w:r>
    </w:p>
    <w:p w:rsidR="00284D7D" w:rsidRPr="00A72A47" w:rsidRDefault="00284D7D" w:rsidP="0012471E"/>
    <w:p w:rsidR="0012471E" w:rsidRPr="00A72A47" w:rsidRDefault="0012471E" w:rsidP="00500EAA">
      <w:pPr>
        <w:pStyle w:val="eLineBottom"/>
      </w:pPr>
    </w:p>
    <w:p w:rsidR="00284D7D" w:rsidRPr="00A72A47" w:rsidRDefault="00284D7D" w:rsidP="00C610BC"/>
    <w:p w:rsidR="00284D7D" w:rsidRPr="00A72A47" w:rsidRDefault="009227C6" w:rsidP="009227C6">
      <w:pPr>
        <w:pStyle w:val="eTask"/>
        <w:rPr>
          <w:lang w:val="sk-SK"/>
        </w:rPr>
      </w:pPr>
      <w:r>
        <w:rPr>
          <w:lang w:val="sk-SK"/>
        </w:rPr>
        <w:t>D</w:t>
      </w:r>
      <w:r w:rsidRPr="009227C6">
        <w:rPr>
          <w:lang w:val="sk-SK"/>
        </w:rPr>
        <w:t xml:space="preserve">oplňte </w:t>
      </w:r>
      <w:r>
        <w:rPr>
          <w:lang w:val="sk-SK"/>
        </w:rPr>
        <w:t>s</w:t>
      </w:r>
      <w:r w:rsidRPr="009227C6">
        <w:rPr>
          <w:lang w:val="sk-SK"/>
        </w:rPr>
        <w:t>právne</w:t>
      </w:r>
      <w:r>
        <w:rPr>
          <w:lang w:val="sk-SK"/>
        </w:rPr>
        <w:t xml:space="preserve"> do vety.</w:t>
      </w:r>
    </w:p>
    <w:p w:rsidR="00284D7D" w:rsidRPr="00A72A47" w:rsidRDefault="00284D7D" w:rsidP="00836BE9"/>
    <w:p w:rsidR="00284D7D" w:rsidRPr="00A72A47" w:rsidRDefault="009227C6" w:rsidP="0012471E">
      <w:pPr>
        <w:spacing w:line="480" w:lineRule="auto"/>
      </w:pPr>
      <w:r w:rsidRPr="009227C6">
        <w:t xml:space="preserve">Digitálna televízia (DTV) prenáša </w:t>
      </w:r>
      <w:r w:rsidRPr="009227C6">
        <w:rPr>
          <w:b/>
          <w:color w:val="FF0000"/>
        </w:rPr>
        <w:t>digitálny</w:t>
      </w:r>
      <w:r w:rsidRPr="009227C6">
        <w:rPr>
          <w:color w:val="FF0000"/>
        </w:rPr>
        <w:t xml:space="preserve"> </w:t>
      </w:r>
      <w:r w:rsidRPr="009227C6">
        <w:t xml:space="preserve">signál. Keďže zdrojové video a audio sú analógové signály, musia byť najskôr </w:t>
      </w:r>
      <w:r w:rsidRPr="009227C6">
        <w:rPr>
          <w:b/>
          <w:color w:val="FF0000"/>
        </w:rPr>
        <w:t>digitalizované</w:t>
      </w:r>
      <w:r w:rsidRPr="009227C6">
        <w:t xml:space="preserve">, následne </w:t>
      </w:r>
      <w:r w:rsidRPr="009227C6">
        <w:rPr>
          <w:b/>
          <w:color w:val="FF0000"/>
        </w:rPr>
        <w:t>skomprimované</w:t>
      </w:r>
      <w:r w:rsidRPr="009227C6">
        <w:rPr>
          <w:color w:val="FF0000"/>
        </w:rPr>
        <w:t xml:space="preserve"> </w:t>
      </w:r>
      <w:r w:rsidRPr="009227C6">
        <w:t xml:space="preserve">a potom </w:t>
      </w:r>
      <w:r w:rsidRPr="009227C6">
        <w:rPr>
          <w:b/>
          <w:color w:val="FF0000"/>
        </w:rPr>
        <w:t>skombinované</w:t>
      </w:r>
      <w:r w:rsidRPr="009227C6">
        <w:rPr>
          <w:color w:val="FF0000"/>
        </w:rPr>
        <w:t xml:space="preserve"> </w:t>
      </w:r>
      <w:r w:rsidRPr="009227C6">
        <w:t>do podoby transportného signálu, ktorý je vhodný pre výsledné vysielanie.</w:t>
      </w:r>
    </w:p>
    <w:p w:rsidR="00CE3023" w:rsidRDefault="00CE3023" w:rsidP="00CE3023">
      <w:pPr>
        <w:spacing w:line="360" w:lineRule="auto"/>
        <w:rPr>
          <w:b/>
        </w:rPr>
      </w:pPr>
    </w:p>
    <w:p w:rsidR="0012471E" w:rsidRPr="00A72A47" w:rsidRDefault="0012471E" w:rsidP="00CE3023">
      <w:pPr>
        <w:spacing w:line="360" w:lineRule="auto"/>
        <w:rPr>
          <w:b/>
        </w:rPr>
      </w:pPr>
      <w:r w:rsidRPr="00A72A47">
        <w:rPr>
          <w:b/>
        </w:rPr>
        <w:t xml:space="preserve">– </w:t>
      </w:r>
      <w:r w:rsidR="009227C6" w:rsidRPr="009227C6">
        <w:rPr>
          <w:b/>
        </w:rPr>
        <w:t>digitalizovaný</w:t>
      </w:r>
    </w:p>
    <w:p w:rsidR="0012471E" w:rsidRPr="00A72A47" w:rsidRDefault="0012471E" w:rsidP="00CE3023">
      <w:pPr>
        <w:spacing w:line="360" w:lineRule="auto"/>
        <w:rPr>
          <w:b/>
        </w:rPr>
      </w:pPr>
      <w:r w:rsidRPr="00A72A47">
        <w:rPr>
          <w:b/>
        </w:rPr>
        <w:t xml:space="preserve">– </w:t>
      </w:r>
      <w:r w:rsidR="009227C6" w:rsidRPr="009227C6">
        <w:rPr>
          <w:b/>
        </w:rPr>
        <w:t>digitálny</w:t>
      </w:r>
    </w:p>
    <w:p w:rsidR="0012471E" w:rsidRPr="00A72A47" w:rsidRDefault="0012471E" w:rsidP="00CE3023">
      <w:pPr>
        <w:spacing w:line="360" w:lineRule="auto"/>
        <w:rPr>
          <w:b/>
        </w:rPr>
      </w:pPr>
      <w:r w:rsidRPr="00A72A47">
        <w:rPr>
          <w:b/>
        </w:rPr>
        <w:t xml:space="preserve">– </w:t>
      </w:r>
      <w:r w:rsidR="009227C6" w:rsidRPr="009227C6">
        <w:rPr>
          <w:b/>
        </w:rPr>
        <w:t>skomprimovaný</w:t>
      </w:r>
    </w:p>
    <w:p w:rsidR="00284D7D" w:rsidRPr="00A72A47" w:rsidRDefault="0012471E" w:rsidP="00CE3023">
      <w:pPr>
        <w:spacing w:line="360" w:lineRule="auto"/>
        <w:rPr>
          <w:b/>
        </w:rPr>
      </w:pPr>
      <w:r w:rsidRPr="00A72A47">
        <w:rPr>
          <w:b/>
        </w:rPr>
        <w:t xml:space="preserve">– </w:t>
      </w:r>
      <w:r w:rsidR="009227C6" w:rsidRPr="009227C6">
        <w:rPr>
          <w:b/>
        </w:rPr>
        <w:t>skombinovaný</w:t>
      </w:r>
    </w:p>
    <w:p w:rsidR="00284D7D" w:rsidRPr="00A72A47" w:rsidRDefault="00284D7D" w:rsidP="00C610BC">
      <w:pPr>
        <w:pStyle w:val="eLineBottom"/>
      </w:pPr>
    </w:p>
    <w:p w:rsidR="00284D7D" w:rsidRPr="00A72A47" w:rsidRDefault="00284D7D" w:rsidP="00C610BC"/>
    <w:p w:rsidR="00284D7D" w:rsidRPr="00A72A47" w:rsidRDefault="0012471E" w:rsidP="00690579">
      <w:pPr>
        <w:pStyle w:val="eTask"/>
        <w:rPr>
          <w:lang w:val="sk-SK"/>
        </w:rPr>
      </w:pPr>
      <w:r w:rsidRPr="00A72A47">
        <w:rPr>
          <w:lang w:val="sk-SK"/>
        </w:rPr>
        <w:br w:type="page"/>
      </w:r>
      <w:r w:rsidR="00690579" w:rsidRPr="00690579">
        <w:rPr>
          <w:lang w:val="sk-SK"/>
        </w:rPr>
        <w:lastRenderedPageBreak/>
        <w:t>Technológia DVB si osvojila kompresné štandardy skupiny:</w:t>
      </w:r>
    </w:p>
    <w:p w:rsidR="00284D7D" w:rsidRPr="00A72A47" w:rsidRDefault="00284D7D" w:rsidP="00836BE9"/>
    <w:p w:rsidR="00284D7D" w:rsidRPr="00A72A47" w:rsidRDefault="00284D7D" w:rsidP="00B63441">
      <w:pPr>
        <w:pStyle w:val="eCheckBoxText"/>
      </w:pPr>
      <w:r w:rsidRPr="00A72A47">
        <w:rPr>
          <w:rStyle w:val="eCheckBoxSquareChar"/>
        </w:rPr>
        <w:t>□</w:t>
      </w:r>
      <w:r w:rsidRPr="00A72A47">
        <w:rPr>
          <w:szCs w:val="40"/>
        </w:rPr>
        <w:tab/>
      </w:r>
      <w:r w:rsidRPr="00A72A47">
        <w:t>JPEG</w:t>
      </w:r>
    </w:p>
    <w:p w:rsidR="00284D7D" w:rsidRPr="00A72A47" w:rsidRDefault="005B25FC" w:rsidP="00B63441">
      <w:pPr>
        <w:pStyle w:val="eCheckBoxText"/>
        <w:rPr>
          <w:rStyle w:val="eTerm"/>
          <w:b/>
          <w:szCs w:val="24"/>
          <w:lang w:val="sk-SK"/>
        </w:rPr>
      </w:pPr>
      <w:r w:rsidRPr="00A72A47">
        <w:rPr>
          <w:rStyle w:val="eCheckBoxSquareChar"/>
          <w:b/>
          <w:color w:val="FF0000"/>
        </w:rPr>
        <w:t>x</w:t>
      </w:r>
      <w:r w:rsidR="00284D7D" w:rsidRPr="00A72A47">
        <w:tab/>
      </w:r>
      <w:r w:rsidR="00284D7D" w:rsidRPr="00CE3023">
        <w:rPr>
          <w:color w:val="FF0000"/>
        </w:rPr>
        <w:t>MPEG</w:t>
      </w:r>
      <w:r w:rsidR="00284D7D" w:rsidRPr="00CE3023">
        <w:rPr>
          <w:rStyle w:val="eTerm"/>
          <w:color w:val="FF0000"/>
          <w:szCs w:val="24"/>
          <w:lang w:val="sk-SK" w:eastAsia="cs-CZ"/>
        </w:rPr>
        <w:t xml:space="preserve"> </w:t>
      </w:r>
    </w:p>
    <w:p w:rsidR="00284D7D" w:rsidRPr="00A72A47" w:rsidRDefault="00284D7D" w:rsidP="00B63441">
      <w:pPr>
        <w:pStyle w:val="eCheckBoxText"/>
        <w:rPr>
          <w:rStyle w:val="eTerm"/>
          <w:szCs w:val="24"/>
          <w:lang w:val="sk-SK"/>
        </w:rPr>
      </w:pPr>
      <w:r w:rsidRPr="00A72A47">
        <w:rPr>
          <w:rStyle w:val="eCheckBoxSquareChar"/>
        </w:rPr>
        <w:t>□</w:t>
      </w:r>
      <w:r w:rsidRPr="00A72A47">
        <w:tab/>
        <w:t>CPEG</w:t>
      </w:r>
    </w:p>
    <w:p w:rsidR="00284D7D" w:rsidRPr="00A72A47" w:rsidRDefault="00284D7D" w:rsidP="00B63441">
      <w:pPr>
        <w:pStyle w:val="eCheckBoxText"/>
      </w:pPr>
      <w:r w:rsidRPr="00A72A47">
        <w:rPr>
          <w:rStyle w:val="eCheckBoxSquareChar"/>
        </w:rPr>
        <w:t>□</w:t>
      </w:r>
      <w:r w:rsidRPr="00A72A47">
        <w:rPr>
          <w:rStyle w:val="eCheckBoxSquareChar"/>
        </w:rPr>
        <w:tab/>
      </w:r>
      <w:r w:rsidRPr="00A72A47">
        <w:t>GPEG</w:t>
      </w:r>
    </w:p>
    <w:p w:rsidR="00284D7D" w:rsidRPr="00A72A47" w:rsidRDefault="00284D7D" w:rsidP="00C610BC">
      <w:pPr>
        <w:pStyle w:val="eLineBottom"/>
      </w:pPr>
    </w:p>
    <w:p w:rsidR="00690579" w:rsidRDefault="00690579" w:rsidP="00FB2C62"/>
    <w:p w:rsidR="00284D7D" w:rsidRPr="00A72A47" w:rsidRDefault="00FB2C62" w:rsidP="00FB2C62">
      <w:pPr>
        <w:pStyle w:val="eTask"/>
        <w:rPr>
          <w:lang w:val="sk-SK"/>
        </w:rPr>
      </w:pPr>
      <w:r w:rsidRPr="00FB2C62">
        <w:rPr>
          <w:lang w:val="sk-SK"/>
        </w:rPr>
        <w:t>Štandard MPEG-2 (rovnako ako štandard MPEG-1) definuje tri hlavn</w:t>
      </w:r>
      <w:r w:rsidR="00C5400F">
        <w:rPr>
          <w:lang w:val="sk-SK"/>
        </w:rPr>
        <w:t>é</w:t>
      </w:r>
      <w:r w:rsidRPr="00FB2C62">
        <w:rPr>
          <w:lang w:val="sk-SK"/>
        </w:rPr>
        <w:t xml:space="preserve"> časti:</w:t>
      </w:r>
    </w:p>
    <w:p w:rsidR="00284D7D" w:rsidRPr="00A72A47" w:rsidRDefault="00284D7D" w:rsidP="00836BE9"/>
    <w:p w:rsidR="00284D7D" w:rsidRPr="00A72A47" w:rsidRDefault="00284D7D" w:rsidP="0012471E">
      <w:pPr>
        <w:ind w:left="357"/>
      </w:pPr>
      <w:r w:rsidRPr="00A72A47">
        <w:rPr>
          <w:lang w:eastAsia="sk-SK"/>
        </w:rPr>
        <w:t>1.</w:t>
      </w:r>
      <w:r w:rsidRPr="00A72A47">
        <w:rPr>
          <w:lang w:eastAsia="sk-SK"/>
        </w:rPr>
        <w:tab/>
      </w:r>
      <w:r w:rsidR="005B25FC" w:rsidRPr="00A72A47">
        <w:rPr>
          <w:b/>
          <w:color w:val="FF0000"/>
        </w:rPr>
        <w:t>MPEG-2 syst</w:t>
      </w:r>
      <w:r w:rsidR="00FB2C62">
        <w:rPr>
          <w:b/>
          <w:color w:val="FF0000"/>
        </w:rPr>
        <w:t>é</w:t>
      </w:r>
      <w:r w:rsidR="005B25FC" w:rsidRPr="00A72A47">
        <w:rPr>
          <w:b/>
          <w:color w:val="FF0000"/>
        </w:rPr>
        <w:t>m</w:t>
      </w:r>
    </w:p>
    <w:p w:rsidR="00284D7D" w:rsidRPr="00A72A47" w:rsidRDefault="00284D7D" w:rsidP="0012471E">
      <w:pPr>
        <w:ind w:left="357"/>
        <w:rPr>
          <w:lang w:eastAsia="sk-SK"/>
        </w:rPr>
      </w:pPr>
    </w:p>
    <w:p w:rsidR="00284D7D" w:rsidRPr="00A72A47" w:rsidRDefault="00284D7D" w:rsidP="0012471E">
      <w:pPr>
        <w:ind w:left="357"/>
        <w:rPr>
          <w:lang w:eastAsia="sk-SK"/>
        </w:rPr>
      </w:pPr>
      <w:r w:rsidRPr="00A72A47">
        <w:rPr>
          <w:lang w:eastAsia="sk-SK"/>
        </w:rPr>
        <w:t>2.</w:t>
      </w:r>
      <w:r w:rsidRPr="00A72A47">
        <w:rPr>
          <w:lang w:eastAsia="sk-SK"/>
        </w:rPr>
        <w:tab/>
      </w:r>
      <w:r w:rsidR="005B25FC" w:rsidRPr="00A72A47">
        <w:rPr>
          <w:b/>
          <w:color w:val="FF0000"/>
        </w:rPr>
        <w:t>MPEG-2 video</w:t>
      </w:r>
    </w:p>
    <w:p w:rsidR="00284D7D" w:rsidRPr="00A72A47" w:rsidRDefault="00284D7D" w:rsidP="0012471E">
      <w:pPr>
        <w:ind w:left="357"/>
        <w:rPr>
          <w:lang w:eastAsia="sk-SK"/>
        </w:rPr>
      </w:pPr>
    </w:p>
    <w:p w:rsidR="00284D7D" w:rsidRPr="00A72A47" w:rsidRDefault="00284D7D" w:rsidP="0012471E">
      <w:pPr>
        <w:ind w:left="357"/>
      </w:pPr>
      <w:r w:rsidRPr="00A72A47">
        <w:rPr>
          <w:lang w:eastAsia="sk-SK"/>
        </w:rPr>
        <w:t>3.</w:t>
      </w:r>
      <w:r w:rsidRPr="00A72A47">
        <w:rPr>
          <w:lang w:eastAsia="sk-SK"/>
        </w:rPr>
        <w:tab/>
      </w:r>
      <w:r w:rsidR="005B25FC" w:rsidRPr="00A72A47">
        <w:rPr>
          <w:b/>
          <w:color w:val="FF0000"/>
        </w:rPr>
        <w:t>MPEG-2 audio</w:t>
      </w:r>
    </w:p>
    <w:p w:rsidR="00284D7D" w:rsidRPr="00A72A47" w:rsidRDefault="00284D7D" w:rsidP="00C610BC">
      <w:pPr>
        <w:pStyle w:val="eLineBottom"/>
      </w:pPr>
    </w:p>
    <w:p w:rsidR="00284D7D" w:rsidRPr="00A72A47" w:rsidRDefault="00284D7D" w:rsidP="00C610BC">
      <w:r w:rsidRPr="00A72A47">
        <w:tab/>
      </w:r>
      <w:r w:rsidRPr="00A72A47">
        <w:tab/>
      </w:r>
    </w:p>
    <w:p w:rsidR="00284D7D" w:rsidRPr="00A72A47" w:rsidRDefault="00FB2C62" w:rsidP="00FB2C62">
      <w:pPr>
        <w:pStyle w:val="eTask"/>
        <w:rPr>
          <w:lang w:val="sk-SK"/>
        </w:rPr>
      </w:pPr>
      <w:r w:rsidRPr="00FB2C62">
        <w:rPr>
          <w:lang w:val="sk-SK"/>
        </w:rPr>
        <w:t>Priraďte správnu definíciu</w:t>
      </w:r>
      <w:r>
        <w:rPr>
          <w:lang w:val="sk-SK"/>
        </w:rPr>
        <w:t>.</w:t>
      </w:r>
    </w:p>
    <w:p w:rsidR="00284D7D" w:rsidRPr="00A72A47" w:rsidRDefault="00284D7D" w:rsidP="00836BE9"/>
    <w:p w:rsidR="00284D7D" w:rsidRPr="00A72A47" w:rsidRDefault="00FB2C62" w:rsidP="0012471E">
      <w:pPr>
        <w:rPr>
          <w:lang w:eastAsia="en-US"/>
        </w:rPr>
      </w:pPr>
      <w:r w:rsidRPr="00FB2C62">
        <w:rPr>
          <w:lang w:eastAsia="en-US"/>
        </w:rPr>
        <w:t>I (Intra) snímky</w:t>
      </w:r>
      <w:r w:rsidR="00284D7D" w:rsidRPr="00A72A47">
        <w:rPr>
          <w:lang w:eastAsia="en-US"/>
        </w:rPr>
        <w:tab/>
      </w:r>
      <w:r w:rsidR="00284D7D" w:rsidRPr="00A72A47">
        <w:rPr>
          <w:lang w:eastAsia="en-US"/>
        </w:rPr>
        <w:tab/>
        <w:t>_</w:t>
      </w:r>
      <w:r w:rsidR="005B25FC" w:rsidRPr="00A72A47">
        <w:rPr>
          <w:lang w:eastAsia="en-US"/>
        </w:rPr>
        <w:t>_</w:t>
      </w:r>
      <w:r w:rsidR="00F75229">
        <w:rPr>
          <w:lang w:eastAsia="en-US"/>
        </w:rPr>
        <w:t xml:space="preserve"> </w:t>
      </w:r>
      <w:r w:rsidR="005B25FC" w:rsidRPr="00A72A47">
        <w:rPr>
          <w:b/>
          <w:color w:val="FF0000"/>
          <w:lang w:eastAsia="en-US"/>
        </w:rPr>
        <w:t>C</w:t>
      </w:r>
      <w:r w:rsidR="00284D7D" w:rsidRPr="00A72A47">
        <w:rPr>
          <w:lang w:eastAsia="en-US"/>
        </w:rPr>
        <w:t>_</w:t>
      </w:r>
      <w:r w:rsidR="005B25FC" w:rsidRPr="00A72A47">
        <w:rPr>
          <w:lang w:eastAsia="en-US"/>
        </w:rPr>
        <w:t>_</w:t>
      </w:r>
      <w:r w:rsidR="00284D7D" w:rsidRPr="00A72A47">
        <w:rPr>
          <w:lang w:eastAsia="en-US"/>
        </w:rPr>
        <w:t xml:space="preserve"> </w:t>
      </w:r>
    </w:p>
    <w:p w:rsidR="0012471E" w:rsidRPr="00A72A47" w:rsidRDefault="0012471E" w:rsidP="0012471E">
      <w:pPr>
        <w:rPr>
          <w:lang w:eastAsia="en-US"/>
        </w:rPr>
      </w:pPr>
    </w:p>
    <w:p w:rsidR="00284D7D" w:rsidRPr="00A72A47" w:rsidRDefault="00FB2C62" w:rsidP="0012471E">
      <w:r w:rsidRPr="00FB2C62">
        <w:rPr>
          <w:lang w:eastAsia="en-US"/>
        </w:rPr>
        <w:t>P (Predicted) snímky</w:t>
      </w:r>
      <w:r w:rsidR="00284D7D" w:rsidRPr="00A72A47">
        <w:rPr>
          <w:lang w:eastAsia="en-US"/>
        </w:rPr>
        <w:tab/>
      </w:r>
      <w:r w:rsidR="00284D7D" w:rsidRPr="00A72A47">
        <w:rPr>
          <w:lang w:eastAsia="en-US"/>
        </w:rPr>
        <w:tab/>
        <w:t>_</w:t>
      </w:r>
      <w:r w:rsidR="005B25FC" w:rsidRPr="00A72A47">
        <w:rPr>
          <w:lang w:eastAsia="en-US"/>
        </w:rPr>
        <w:t>_</w:t>
      </w:r>
      <w:r w:rsidR="005B25FC" w:rsidRPr="00A72A47">
        <w:rPr>
          <w:b/>
          <w:color w:val="FF0000"/>
          <w:lang w:eastAsia="en-US"/>
        </w:rPr>
        <w:t xml:space="preserve"> A</w:t>
      </w:r>
      <w:r w:rsidR="00284D7D" w:rsidRPr="00A72A47">
        <w:rPr>
          <w:lang w:eastAsia="en-US"/>
        </w:rPr>
        <w:t>_</w:t>
      </w:r>
      <w:r w:rsidR="005B25FC" w:rsidRPr="00A72A47">
        <w:rPr>
          <w:lang w:eastAsia="en-US"/>
        </w:rPr>
        <w:t>_</w:t>
      </w:r>
    </w:p>
    <w:p w:rsidR="0012471E" w:rsidRPr="00A72A47" w:rsidRDefault="0012471E" w:rsidP="0012471E">
      <w:pPr>
        <w:rPr>
          <w:lang w:eastAsia="en-US"/>
        </w:rPr>
      </w:pPr>
    </w:p>
    <w:p w:rsidR="00284D7D" w:rsidRPr="00A72A47" w:rsidRDefault="00FB2C62" w:rsidP="0012471E">
      <w:r w:rsidRPr="00FB2C62">
        <w:rPr>
          <w:lang w:eastAsia="en-US"/>
        </w:rPr>
        <w:t>B (Bi-directional) snímky</w:t>
      </w:r>
      <w:r w:rsidR="0012471E" w:rsidRPr="00A72A47">
        <w:rPr>
          <w:lang w:eastAsia="en-US"/>
        </w:rPr>
        <w:tab/>
      </w:r>
      <w:r w:rsidR="00284D7D" w:rsidRPr="00A72A47">
        <w:rPr>
          <w:lang w:eastAsia="en-US"/>
        </w:rPr>
        <w:t>__</w:t>
      </w:r>
      <w:r w:rsidR="005B25FC" w:rsidRPr="00A72A47">
        <w:rPr>
          <w:b/>
          <w:color w:val="FF0000"/>
          <w:lang w:eastAsia="en-US"/>
        </w:rPr>
        <w:t xml:space="preserve"> B</w:t>
      </w:r>
      <w:r w:rsidR="005B25FC" w:rsidRPr="00A72A47">
        <w:rPr>
          <w:lang w:eastAsia="en-US"/>
        </w:rPr>
        <w:t xml:space="preserve"> </w:t>
      </w:r>
      <w:r w:rsidR="00284D7D" w:rsidRPr="00A72A47">
        <w:rPr>
          <w:lang w:eastAsia="en-US"/>
        </w:rPr>
        <w:t xml:space="preserve">__ </w:t>
      </w:r>
    </w:p>
    <w:p w:rsidR="00284D7D" w:rsidRPr="00A72A47" w:rsidRDefault="00284D7D" w:rsidP="00836BE9"/>
    <w:p w:rsidR="00284D7D" w:rsidRPr="00A72A47" w:rsidRDefault="00284D7D" w:rsidP="00CE3023">
      <w:pPr>
        <w:spacing w:after="120"/>
        <w:ind w:left="425" w:hanging="425"/>
        <w:rPr>
          <w:lang w:eastAsia="en-US"/>
        </w:rPr>
      </w:pPr>
      <w:r w:rsidRPr="00A72A47">
        <w:rPr>
          <w:b/>
        </w:rPr>
        <w:t>A</w:t>
      </w:r>
      <w:r w:rsidRPr="00A72A47">
        <w:t xml:space="preserve"> – </w:t>
      </w:r>
      <w:r w:rsidR="00FB2C62" w:rsidRPr="00FB2C62">
        <w:t>sú kódované s referenciou k predošlej snímke (typu I alebo P). Tieto snímky nesú iba  informáciu o zmene obrazu medzi predchádzajúcou a aktuálnou snímkou.</w:t>
      </w:r>
    </w:p>
    <w:p w:rsidR="00284D7D" w:rsidRPr="00A72A47" w:rsidRDefault="00284D7D" w:rsidP="00CE3023">
      <w:pPr>
        <w:spacing w:after="120"/>
        <w:ind w:left="425" w:hanging="425"/>
        <w:rPr>
          <w:lang w:eastAsia="en-US"/>
        </w:rPr>
      </w:pPr>
      <w:r w:rsidRPr="00A72A47">
        <w:rPr>
          <w:b/>
          <w:lang w:eastAsia="en-US"/>
        </w:rPr>
        <w:t>B</w:t>
      </w:r>
      <w:r w:rsidRPr="00A72A47">
        <w:rPr>
          <w:lang w:eastAsia="en-US"/>
        </w:rPr>
        <w:t xml:space="preserve"> – </w:t>
      </w:r>
      <w:r w:rsidR="00FB2C62" w:rsidRPr="00FB2C62">
        <w:rPr>
          <w:lang w:eastAsia="en-US"/>
        </w:rPr>
        <w:t>sú podobné snímkam typu P, ale sú kódované nielen s referenciou k predchádzajúcej ale aj nasledujúcej snímke.</w:t>
      </w:r>
    </w:p>
    <w:p w:rsidR="00284D7D" w:rsidRPr="00A72A47" w:rsidRDefault="00284D7D" w:rsidP="00CE3023">
      <w:pPr>
        <w:spacing w:after="120"/>
        <w:ind w:left="425" w:hanging="425"/>
        <w:rPr>
          <w:lang w:eastAsia="en-US"/>
        </w:rPr>
      </w:pPr>
      <w:r w:rsidRPr="00A72A47">
        <w:rPr>
          <w:b/>
          <w:lang w:eastAsia="en-US"/>
        </w:rPr>
        <w:t>C</w:t>
      </w:r>
      <w:r w:rsidRPr="00A72A47">
        <w:rPr>
          <w:lang w:eastAsia="en-US"/>
        </w:rPr>
        <w:t xml:space="preserve"> – </w:t>
      </w:r>
      <w:r w:rsidR="00FB2C62" w:rsidRPr="00FB2C62">
        <w:rPr>
          <w:lang w:eastAsia="en-US"/>
        </w:rPr>
        <w:t>sú kódované rovnakým spôsobom ako obrázky typu JPEG bez žiadneho odkazu na iné video snímky. Obsahujú kompletnú informáciu potrebnú na rekonštrukciu pôvodných snímok.</w:t>
      </w:r>
    </w:p>
    <w:p w:rsidR="00284D7D" w:rsidRPr="00A72A47" w:rsidRDefault="00284D7D" w:rsidP="00C610BC">
      <w:pPr>
        <w:pStyle w:val="eLineBottom"/>
      </w:pPr>
    </w:p>
    <w:p w:rsidR="00284D7D" w:rsidRPr="00A72A47" w:rsidRDefault="00284D7D" w:rsidP="00C610BC"/>
    <w:p w:rsidR="00284D7D" w:rsidRPr="00A72A47" w:rsidRDefault="00C5400F" w:rsidP="00C5400F">
      <w:pPr>
        <w:pStyle w:val="eTask"/>
        <w:rPr>
          <w:lang w:val="sk-SK"/>
        </w:rPr>
      </w:pPr>
      <w:r w:rsidRPr="00C5400F">
        <w:rPr>
          <w:lang w:val="sk-SK"/>
        </w:rPr>
        <w:t>Kodek H.264/MPEG-4 AVC podporuje:</w:t>
      </w:r>
    </w:p>
    <w:p w:rsidR="00284D7D" w:rsidRPr="00A72A47" w:rsidRDefault="00284D7D" w:rsidP="00836BE9"/>
    <w:p w:rsidR="00284D7D" w:rsidRPr="00A72A47" w:rsidRDefault="005B25FC" w:rsidP="00B63441">
      <w:pPr>
        <w:pStyle w:val="eCheckBoxText"/>
        <w:rPr>
          <w:b/>
        </w:rPr>
      </w:pPr>
      <w:r w:rsidRPr="00A72A47">
        <w:rPr>
          <w:rStyle w:val="eCheckBoxSquareChar"/>
          <w:b/>
          <w:color w:val="FF0000"/>
        </w:rPr>
        <w:t>x</w:t>
      </w:r>
      <w:r w:rsidR="00284D7D" w:rsidRPr="00A72A47">
        <w:rPr>
          <w:b/>
          <w:szCs w:val="40"/>
        </w:rPr>
        <w:tab/>
      </w:r>
      <w:r w:rsidR="00284D7D" w:rsidRPr="00CE3023">
        <w:rPr>
          <w:color w:val="FF0000"/>
        </w:rPr>
        <w:t>HD</w:t>
      </w:r>
      <w:r w:rsidR="00284D7D" w:rsidRPr="00CE3023">
        <w:rPr>
          <w:rStyle w:val="eAbbreviation"/>
          <w:color w:val="FF0000"/>
          <w:sz w:val="22"/>
          <w:lang w:val="sk-SK"/>
        </w:rPr>
        <w:t xml:space="preserve"> </w:t>
      </w:r>
      <w:r w:rsidR="00284D7D" w:rsidRPr="00CE3023">
        <w:rPr>
          <w:color w:val="FF0000"/>
        </w:rPr>
        <w:t>(High definition) video</w:t>
      </w:r>
    </w:p>
    <w:p w:rsidR="00284D7D" w:rsidRPr="00A72A47" w:rsidRDefault="00284D7D" w:rsidP="00B63441">
      <w:pPr>
        <w:pStyle w:val="eCheckBoxText"/>
        <w:rPr>
          <w:rStyle w:val="eTerm"/>
          <w:szCs w:val="24"/>
          <w:lang w:val="sk-SK"/>
        </w:rPr>
      </w:pPr>
      <w:r w:rsidRPr="00A72A47">
        <w:rPr>
          <w:rStyle w:val="eCheckBoxSquareChar"/>
        </w:rPr>
        <w:t>□</w:t>
      </w:r>
      <w:r w:rsidRPr="00A72A47">
        <w:rPr>
          <w:szCs w:val="40"/>
        </w:rPr>
        <w:tab/>
        <w:t>VHF</w:t>
      </w:r>
      <w:r w:rsidRPr="00A72A47">
        <w:t xml:space="preserve"> (Very high frequency) video</w:t>
      </w:r>
    </w:p>
    <w:p w:rsidR="00284D7D" w:rsidRPr="00A72A47" w:rsidRDefault="00284D7D" w:rsidP="00B63441">
      <w:pPr>
        <w:pStyle w:val="eCheckBoxText"/>
        <w:rPr>
          <w:szCs w:val="40"/>
        </w:rPr>
      </w:pPr>
      <w:r w:rsidRPr="00A72A47">
        <w:rPr>
          <w:rStyle w:val="eCheckBoxSquareChar"/>
        </w:rPr>
        <w:t>□</w:t>
      </w:r>
      <w:r w:rsidRPr="00A72A47">
        <w:rPr>
          <w:rStyle w:val="eCheckBoxSquareChar"/>
        </w:rPr>
        <w:tab/>
      </w:r>
      <w:r w:rsidRPr="00A72A47">
        <w:rPr>
          <w:szCs w:val="40"/>
        </w:rPr>
        <w:t>UHF</w:t>
      </w:r>
      <w:r w:rsidRPr="00A72A47">
        <w:t xml:space="preserve"> (Ultra high frequency) video</w:t>
      </w:r>
    </w:p>
    <w:p w:rsidR="00284D7D" w:rsidRPr="00A72A47" w:rsidRDefault="005B25FC" w:rsidP="00B63441">
      <w:pPr>
        <w:pStyle w:val="eCheckBoxText"/>
        <w:rPr>
          <w:rStyle w:val="eTerm"/>
          <w:b/>
          <w:szCs w:val="24"/>
          <w:lang w:val="sk-SK"/>
        </w:rPr>
      </w:pPr>
      <w:r w:rsidRPr="00A72A47">
        <w:rPr>
          <w:rStyle w:val="eCheckBoxSquareChar"/>
          <w:b/>
          <w:color w:val="FF0000"/>
        </w:rPr>
        <w:t>x</w:t>
      </w:r>
      <w:r w:rsidR="00284D7D" w:rsidRPr="00A72A47">
        <w:tab/>
      </w:r>
      <w:r w:rsidR="00284D7D" w:rsidRPr="00CE3023">
        <w:rPr>
          <w:color w:val="FF0000"/>
        </w:rPr>
        <w:t>UHD (Ultra high definition) video</w:t>
      </w:r>
    </w:p>
    <w:p w:rsidR="00284D7D" w:rsidRPr="00A72A47" w:rsidRDefault="00284D7D" w:rsidP="00CE3023">
      <w:pPr>
        <w:pStyle w:val="eLineBottom"/>
      </w:pPr>
      <w:r w:rsidRPr="00A72A47">
        <w:rPr>
          <w:szCs w:val="40"/>
        </w:rPr>
        <w:tab/>
        <w:t xml:space="preserve"> </w:t>
      </w:r>
    </w:p>
    <w:p w:rsidR="00284D7D" w:rsidRPr="00A72A47" w:rsidRDefault="00C5400F" w:rsidP="00C5400F">
      <w:pPr>
        <w:pStyle w:val="eTask"/>
        <w:rPr>
          <w:lang w:val="sk-SK"/>
        </w:rPr>
      </w:pPr>
      <w:r w:rsidRPr="00C5400F">
        <w:rPr>
          <w:lang w:val="sk-SK"/>
        </w:rPr>
        <w:lastRenderedPageBreak/>
        <w:t>Štandard HEVC (High Efficiency Video Coding) dokáže:</w:t>
      </w:r>
    </w:p>
    <w:p w:rsidR="00284D7D" w:rsidRPr="00A72A47" w:rsidRDefault="00284D7D" w:rsidP="00836BE9"/>
    <w:p w:rsidR="0012471E" w:rsidRPr="00A72A47" w:rsidRDefault="0012471E" w:rsidP="0012471E">
      <w:pPr>
        <w:pStyle w:val="eCheckBoxText"/>
        <w:rPr>
          <w:b/>
        </w:rPr>
      </w:pPr>
      <w:r w:rsidRPr="00A72A47">
        <w:rPr>
          <w:rStyle w:val="eCheckBoxSquareChar"/>
        </w:rPr>
        <w:t>□</w:t>
      </w:r>
      <w:r w:rsidRPr="00A72A47">
        <w:rPr>
          <w:b/>
          <w:szCs w:val="40"/>
        </w:rPr>
        <w:tab/>
      </w:r>
      <w:r w:rsidR="00C5400F" w:rsidRPr="00C5400F">
        <w:t>poskytnúť strednú kvalitu videa</w:t>
      </w:r>
    </w:p>
    <w:p w:rsidR="0012471E" w:rsidRPr="00A72A47" w:rsidRDefault="0012471E" w:rsidP="0012471E">
      <w:pPr>
        <w:pStyle w:val="eCheckBoxText"/>
        <w:rPr>
          <w:rStyle w:val="eTerm"/>
          <w:szCs w:val="24"/>
          <w:lang w:val="sk-SK"/>
        </w:rPr>
      </w:pPr>
      <w:r w:rsidRPr="00A72A47">
        <w:rPr>
          <w:rStyle w:val="eCheckBoxSquareChar"/>
        </w:rPr>
        <w:t>□</w:t>
      </w:r>
      <w:r w:rsidRPr="00A72A47">
        <w:rPr>
          <w:szCs w:val="40"/>
        </w:rPr>
        <w:tab/>
      </w:r>
      <w:r w:rsidR="00C5400F" w:rsidRPr="00C5400F">
        <w:t>definovať tri audio vrstvy</w:t>
      </w:r>
    </w:p>
    <w:p w:rsidR="0012471E" w:rsidRPr="00A72A47" w:rsidRDefault="005B25FC" w:rsidP="0012471E">
      <w:pPr>
        <w:pStyle w:val="eCheckBoxText"/>
        <w:rPr>
          <w:szCs w:val="40"/>
        </w:rPr>
      </w:pPr>
      <w:r w:rsidRPr="00A72A47">
        <w:rPr>
          <w:rStyle w:val="eCheckBoxSquareChar"/>
          <w:b/>
          <w:color w:val="FF0000"/>
        </w:rPr>
        <w:t>x</w:t>
      </w:r>
      <w:r w:rsidR="0012471E" w:rsidRPr="00A72A47">
        <w:rPr>
          <w:rStyle w:val="eCheckBoxSquareChar"/>
        </w:rPr>
        <w:tab/>
      </w:r>
      <w:r w:rsidR="00C5400F" w:rsidRPr="00CE3023">
        <w:rPr>
          <w:color w:val="FF0000"/>
        </w:rPr>
        <w:t>zdvojnásobiť úroveň kompresie pri rovnakej kvalite videa</w:t>
      </w:r>
    </w:p>
    <w:p w:rsidR="0012471E" w:rsidRPr="00A72A47" w:rsidRDefault="0012471E" w:rsidP="0012471E">
      <w:pPr>
        <w:pStyle w:val="eCheckBoxText"/>
        <w:rPr>
          <w:rStyle w:val="eTerm"/>
          <w:b/>
          <w:szCs w:val="24"/>
          <w:lang w:val="sk-SK"/>
        </w:rPr>
      </w:pPr>
      <w:r w:rsidRPr="00A72A47">
        <w:rPr>
          <w:rStyle w:val="eCheckBoxSquareChar"/>
        </w:rPr>
        <w:t>□</w:t>
      </w:r>
      <w:r w:rsidRPr="00A72A47">
        <w:tab/>
      </w:r>
      <w:bookmarkStart w:id="0" w:name="_GoBack"/>
      <w:bookmarkEnd w:id="0"/>
      <w:r w:rsidR="00C5400F" w:rsidRPr="00C5400F">
        <w:t>diskrétnu Laplaceovu transformáciu</w:t>
      </w:r>
    </w:p>
    <w:p w:rsidR="0012471E" w:rsidRPr="00A72A47" w:rsidRDefault="0012471E" w:rsidP="00836BE9"/>
    <w:sectPr w:rsidR="0012471E" w:rsidRPr="00A72A4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9E8" w:rsidRDefault="006459E8" w:rsidP="00861A1A">
      <w:r>
        <w:separator/>
      </w:r>
    </w:p>
  </w:endnote>
  <w:endnote w:type="continuationSeparator" w:id="0">
    <w:p w:rsidR="006459E8" w:rsidRDefault="006459E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284D7D" w:rsidTr="00CA51B5">
      <w:tc>
        <w:tcPr>
          <w:tcW w:w="2518" w:type="dxa"/>
        </w:tcPr>
        <w:p w:rsidR="00284D7D" w:rsidRDefault="0012471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sk-SK"/>
            </w:rPr>
            <w:drawing>
              <wp:inline distT="0" distB="0" distL="0" distR="0">
                <wp:extent cx="1431925" cy="37973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72A47" w:rsidRPr="00A72A47" w:rsidRDefault="00A72A47" w:rsidP="00A72A4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72A47">
            <w:rPr>
              <w:sz w:val="16"/>
              <w:szCs w:val="16"/>
            </w:rPr>
            <w:t>Tento projekt bol financovaný s podporou Európskej Komisie.</w:t>
          </w:r>
        </w:p>
        <w:p w:rsidR="00284D7D" w:rsidRPr="00CA51B5" w:rsidRDefault="00A72A47" w:rsidP="00A72A4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72A47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284D7D" w:rsidTr="00CA51B5">
      <w:tc>
        <w:tcPr>
          <w:tcW w:w="8472" w:type="dxa"/>
          <w:gridSpan w:val="2"/>
        </w:tcPr>
        <w:p w:rsidR="00284D7D" w:rsidRPr="00CA51B5" w:rsidRDefault="00284D7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284D7D" w:rsidRPr="00CA51B5" w:rsidRDefault="00284D7D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284D7D" w:rsidRPr="00BF5E09" w:rsidRDefault="00284D7D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9E8" w:rsidRDefault="006459E8" w:rsidP="00861A1A">
      <w:r>
        <w:separator/>
      </w:r>
    </w:p>
  </w:footnote>
  <w:footnote w:type="continuationSeparator" w:id="0">
    <w:p w:rsidR="006459E8" w:rsidRDefault="006459E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7D" w:rsidRPr="002B41A8" w:rsidRDefault="0012471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D7D">
      <w:rPr>
        <w:b/>
        <w:noProof/>
        <w:sz w:val="32"/>
        <w:szCs w:val="32"/>
      </w:rPr>
      <w:tab/>
    </w:r>
    <w:r w:rsidR="00A72A47" w:rsidRPr="00A72A47">
      <w:rPr>
        <w:rFonts w:ascii="Calibri" w:hAnsi="Calibri"/>
        <w:b/>
        <w:smallCaps/>
        <w:noProof/>
      </w:rPr>
      <w:t>PRACOVNÝ  LIST</w:t>
    </w:r>
  </w:p>
  <w:p w:rsidR="00284D7D" w:rsidRPr="003C40CE" w:rsidRDefault="00A72A4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72A47">
      <w:rPr>
        <w:rFonts w:ascii="Calibri" w:hAnsi="Calibri"/>
        <w:smallCaps/>
        <w:noProof/>
        <w:sz w:val="20"/>
        <w:szCs w:val="20"/>
        <w:lang w:val="en-US"/>
      </w:rPr>
      <w:t>MODERNÉ TV ŠTANDARDY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204C4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F3B0D"/>
    <w:multiLevelType w:val="hybridMultilevel"/>
    <w:tmpl w:val="DF8808B8"/>
    <w:lvl w:ilvl="0" w:tplc="C2F0FB16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E17806"/>
    <w:multiLevelType w:val="hybridMultilevel"/>
    <w:tmpl w:val="6ADE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497DF6"/>
    <w:multiLevelType w:val="hybridMultilevel"/>
    <w:tmpl w:val="186AE9C2"/>
    <w:lvl w:ilvl="0" w:tplc="70DE5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042EBC"/>
    <w:multiLevelType w:val="hybridMultilevel"/>
    <w:tmpl w:val="B770D03A"/>
    <w:lvl w:ilvl="0" w:tplc="E22E99C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237D50"/>
    <w:multiLevelType w:val="hybridMultilevel"/>
    <w:tmpl w:val="2040BC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BC"/>
    <w:rsid w:val="0000673F"/>
    <w:rsid w:val="00016AD8"/>
    <w:rsid w:val="00017595"/>
    <w:rsid w:val="00021197"/>
    <w:rsid w:val="00030EDA"/>
    <w:rsid w:val="000357A7"/>
    <w:rsid w:val="00045BEB"/>
    <w:rsid w:val="00060B16"/>
    <w:rsid w:val="00073ADF"/>
    <w:rsid w:val="0007473C"/>
    <w:rsid w:val="000750C9"/>
    <w:rsid w:val="00087EAC"/>
    <w:rsid w:val="00094A16"/>
    <w:rsid w:val="000A0220"/>
    <w:rsid w:val="000A233F"/>
    <w:rsid w:val="000A55B3"/>
    <w:rsid w:val="000C6B3A"/>
    <w:rsid w:val="0012471E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3A14"/>
    <w:rsid w:val="00195A08"/>
    <w:rsid w:val="001B057D"/>
    <w:rsid w:val="001D00A1"/>
    <w:rsid w:val="001E57A0"/>
    <w:rsid w:val="001F6290"/>
    <w:rsid w:val="00213F2C"/>
    <w:rsid w:val="00223478"/>
    <w:rsid w:val="00225015"/>
    <w:rsid w:val="00272012"/>
    <w:rsid w:val="00272B8D"/>
    <w:rsid w:val="002825A8"/>
    <w:rsid w:val="00283A7C"/>
    <w:rsid w:val="00284D7D"/>
    <w:rsid w:val="002850DE"/>
    <w:rsid w:val="002903B3"/>
    <w:rsid w:val="00292860"/>
    <w:rsid w:val="002976A9"/>
    <w:rsid w:val="002A033C"/>
    <w:rsid w:val="002A07CC"/>
    <w:rsid w:val="002A4E0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B3117"/>
    <w:rsid w:val="003C40CE"/>
    <w:rsid w:val="003C5B45"/>
    <w:rsid w:val="003D41BB"/>
    <w:rsid w:val="003E01BE"/>
    <w:rsid w:val="003F03EB"/>
    <w:rsid w:val="003F623C"/>
    <w:rsid w:val="003F7F87"/>
    <w:rsid w:val="00402B09"/>
    <w:rsid w:val="00417ED2"/>
    <w:rsid w:val="004437CC"/>
    <w:rsid w:val="0046567F"/>
    <w:rsid w:val="004666CC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0EAA"/>
    <w:rsid w:val="0050378A"/>
    <w:rsid w:val="005132B0"/>
    <w:rsid w:val="00517E3A"/>
    <w:rsid w:val="0052284C"/>
    <w:rsid w:val="00535D25"/>
    <w:rsid w:val="00550D56"/>
    <w:rsid w:val="00561B7B"/>
    <w:rsid w:val="00561C5A"/>
    <w:rsid w:val="005728B3"/>
    <w:rsid w:val="005738D5"/>
    <w:rsid w:val="0057504E"/>
    <w:rsid w:val="005832C4"/>
    <w:rsid w:val="00587966"/>
    <w:rsid w:val="005941F2"/>
    <w:rsid w:val="005B25FC"/>
    <w:rsid w:val="005B2E55"/>
    <w:rsid w:val="005B37E2"/>
    <w:rsid w:val="005B460C"/>
    <w:rsid w:val="005D43AB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459E8"/>
    <w:rsid w:val="0066326F"/>
    <w:rsid w:val="0068067D"/>
    <w:rsid w:val="0068131D"/>
    <w:rsid w:val="00690579"/>
    <w:rsid w:val="00690FB1"/>
    <w:rsid w:val="006A24C7"/>
    <w:rsid w:val="006B5D59"/>
    <w:rsid w:val="006D39B2"/>
    <w:rsid w:val="006D3F30"/>
    <w:rsid w:val="006D50FA"/>
    <w:rsid w:val="006E6679"/>
    <w:rsid w:val="006F0D5B"/>
    <w:rsid w:val="006F5B02"/>
    <w:rsid w:val="006F787A"/>
    <w:rsid w:val="00710301"/>
    <w:rsid w:val="0073574D"/>
    <w:rsid w:val="007460F9"/>
    <w:rsid w:val="0076745A"/>
    <w:rsid w:val="007738BD"/>
    <w:rsid w:val="007837ED"/>
    <w:rsid w:val="00790D07"/>
    <w:rsid w:val="007A2C3E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36BE9"/>
    <w:rsid w:val="00861A1A"/>
    <w:rsid w:val="00864D93"/>
    <w:rsid w:val="00872D3B"/>
    <w:rsid w:val="00882BE0"/>
    <w:rsid w:val="008836CE"/>
    <w:rsid w:val="00891FF5"/>
    <w:rsid w:val="00893E89"/>
    <w:rsid w:val="008A3619"/>
    <w:rsid w:val="008B05F5"/>
    <w:rsid w:val="008B6148"/>
    <w:rsid w:val="008B6CCD"/>
    <w:rsid w:val="008C64E0"/>
    <w:rsid w:val="008D38F1"/>
    <w:rsid w:val="008E5C1B"/>
    <w:rsid w:val="008F1B37"/>
    <w:rsid w:val="008F5585"/>
    <w:rsid w:val="00912A69"/>
    <w:rsid w:val="00916DC9"/>
    <w:rsid w:val="009227C6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72A47"/>
    <w:rsid w:val="00A8234A"/>
    <w:rsid w:val="00A83B37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3441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B71CE"/>
    <w:rsid w:val="00BC1F6B"/>
    <w:rsid w:val="00BC732E"/>
    <w:rsid w:val="00BD3D30"/>
    <w:rsid w:val="00BD7612"/>
    <w:rsid w:val="00BE6648"/>
    <w:rsid w:val="00BF5E09"/>
    <w:rsid w:val="00BF6970"/>
    <w:rsid w:val="00C05951"/>
    <w:rsid w:val="00C148FD"/>
    <w:rsid w:val="00C2393A"/>
    <w:rsid w:val="00C444FD"/>
    <w:rsid w:val="00C5400F"/>
    <w:rsid w:val="00C55742"/>
    <w:rsid w:val="00C5580D"/>
    <w:rsid w:val="00C57915"/>
    <w:rsid w:val="00C610BC"/>
    <w:rsid w:val="00C71270"/>
    <w:rsid w:val="00C7264E"/>
    <w:rsid w:val="00C767C9"/>
    <w:rsid w:val="00C878F0"/>
    <w:rsid w:val="00C91B5F"/>
    <w:rsid w:val="00C92DC7"/>
    <w:rsid w:val="00CA51B5"/>
    <w:rsid w:val="00CC2293"/>
    <w:rsid w:val="00CC266E"/>
    <w:rsid w:val="00CE09BA"/>
    <w:rsid w:val="00CE3023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9FC"/>
    <w:rsid w:val="00DE3767"/>
    <w:rsid w:val="00E0343F"/>
    <w:rsid w:val="00E10571"/>
    <w:rsid w:val="00E10DD0"/>
    <w:rsid w:val="00E11170"/>
    <w:rsid w:val="00E14EEB"/>
    <w:rsid w:val="00E21C34"/>
    <w:rsid w:val="00E2272B"/>
    <w:rsid w:val="00E27F10"/>
    <w:rsid w:val="00E352FF"/>
    <w:rsid w:val="00E41087"/>
    <w:rsid w:val="00E516D7"/>
    <w:rsid w:val="00E5359D"/>
    <w:rsid w:val="00E54A46"/>
    <w:rsid w:val="00E65738"/>
    <w:rsid w:val="00E77159"/>
    <w:rsid w:val="00E81F32"/>
    <w:rsid w:val="00E8518C"/>
    <w:rsid w:val="00E879F9"/>
    <w:rsid w:val="00E90BD9"/>
    <w:rsid w:val="00EA19E1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75229"/>
    <w:rsid w:val="00F773D8"/>
    <w:rsid w:val="00F82C59"/>
    <w:rsid w:val="00F871C6"/>
    <w:rsid w:val="00F8749B"/>
    <w:rsid w:val="00FA189B"/>
    <w:rsid w:val="00FA74D9"/>
    <w:rsid w:val="00FB201E"/>
    <w:rsid w:val="00FB2C62"/>
    <w:rsid w:val="00FD0ECC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BC"/>
    <w:rPr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al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ListParagraph">
    <w:name w:val="List Paragraph"/>
    <w:basedOn w:val="Normal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ListBullet">
    <w:name w:val="List Bullet"/>
    <w:basedOn w:val="Normal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BC"/>
    <w:rPr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al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ListParagraph">
    <w:name w:val="List Paragraph"/>
    <w:basedOn w:val="Normal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ListBullet">
    <w:name w:val="List Bullet"/>
    <w:basedOn w:val="Normal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Projekty\Techpedia\Template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4</TotalTime>
  <Pages>3</Pages>
  <Words>280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ČVUT FEL Praha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truchly</dc:creator>
  <cp:lastModifiedBy>user</cp:lastModifiedBy>
  <cp:revision>5</cp:revision>
  <cp:lastPrinted>2013-05-24T15:00:00Z</cp:lastPrinted>
  <dcterms:created xsi:type="dcterms:W3CDTF">2016-03-07T15:37:00Z</dcterms:created>
  <dcterms:modified xsi:type="dcterms:W3CDTF">2016-03-08T10:46:00Z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