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A56E5F" w:rsidRDefault="003147F7" w:rsidP="002968BB">
      <w:pPr>
        <w:pStyle w:val="eTask"/>
        <w:rPr>
          <w:lang w:val="sk-SK"/>
        </w:rPr>
      </w:pPr>
      <w:r w:rsidRPr="00A56E5F">
        <w:rPr>
          <w:lang w:val="sk-SK"/>
        </w:rPr>
        <w:t>Nasledujúci hviezdicový diagram m</w:t>
      </w:r>
      <w:r w:rsidR="00404573">
        <w:rPr>
          <w:lang w:val="sk-SK"/>
        </w:rPr>
        <w:t>ô</w:t>
      </w:r>
      <w:r w:rsidRPr="00A56E5F">
        <w:rPr>
          <w:lang w:val="sk-SK"/>
        </w:rPr>
        <w:t>žeme priradiť k </w:t>
      </w:r>
      <w:r w:rsidR="006B3739" w:rsidRPr="00A56E5F">
        <w:rPr>
          <w:lang w:val="sk-SK"/>
        </w:rPr>
        <w:t>moduláci</w:t>
      </w:r>
      <w:r w:rsidR="006B3739">
        <w:rPr>
          <w:lang w:val="sk-SK"/>
        </w:rPr>
        <w:t>i</w:t>
      </w:r>
      <w:r w:rsidRPr="00A56E5F">
        <w:rPr>
          <w:lang w:val="sk-SK"/>
        </w:rPr>
        <w:t>:</w:t>
      </w:r>
    </w:p>
    <w:p w:rsidR="003264F1" w:rsidRPr="00A56E5F" w:rsidRDefault="003264F1" w:rsidP="003264F1">
      <w:pPr>
        <w:rPr>
          <w:lang w:val="sk-SK"/>
        </w:rPr>
      </w:pPr>
    </w:p>
    <w:p w:rsidR="003264F1" w:rsidRPr="00A56E5F" w:rsidRDefault="00B507EB" w:rsidP="00B507EB">
      <w:pPr>
        <w:jc w:val="center"/>
        <w:rPr>
          <w:lang w:val="sk-SK"/>
        </w:rPr>
      </w:pPr>
      <w:r w:rsidRPr="00A56E5F">
        <w:rPr>
          <w:noProof/>
        </w:rPr>
        <w:drawing>
          <wp:inline distT="0" distB="0" distL="0" distR="0">
            <wp:extent cx="2122293" cy="20193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tellationQPS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206" cy="202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7EB" w:rsidRPr="00A56E5F" w:rsidRDefault="00B507EB" w:rsidP="00270778">
      <w:pPr>
        <w:rPr>
          <w:lang w:val="sk-SK"/>
        </w:rPr>
      </w:pPr>
    </w:p>
    <w:p w:rsidR="00B507EB" w:rsidRPr="00A56E5F" w:rsidRDefault="00B507EB" w:rsidP="00270778">
      <w:pPr>
        <w:rPr>
          <w:lang w:val="sk-SK"/>
        </w:rPr>
      </w:pPr>
    </w:p>
    <w:p w:rsidR="00270778" w:rsidRPr="00A56E5F" w:rsidRDefault="004746E0" w:rsidP="00270778">
      <w:pPr>
        <w:rPr>
          <w:lang w:val="sk-SK"/>
        </w:rPr>
      </w:pPr>
      <w:r>
        <w:rPr>
          <w:noProof/>
          <w:lang w:val="sk-SK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7" o:spid="_x0000_s1026" type="#_x0000_t202" style="position:absolute;margin-left:.4pt;margin-top:52.75pt;width:140.3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" filled="f" strokeweight=".5pt">
            <v:path arrowok="t"/>
            <v:textbox inset="1mm,,1mm">
              <w:txbxContent>
                <w:p w:rsidR="007F0F0E" w:rsidRDefault="007F0F0E" w:rsidP="00270778">
                  <w:pPr>
                    <w:jc w:val="center"/>
                  </w:pPr>
                  <w:r>
                    <w:t>BPSK</w:t>
                  </w:r>
                </w:p>
                <w:p w:rsidR="007F0F0E" w:rsidRDefault="007F0F0E" w:rsidP="00270778">
                  <w:pPr>
                    <w:pStyle w:val="eCheckBoxSquare"/>
                    <w:jc w:val="center"/>
                  </w:pPr>
                  <w:r w:rsidRPr="00F95100">
                    <w:t>□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36" o:spid="_x0000_s1027" type="#_x0000_t202" style="position:absolute;margin-left:0;margin-top:.25pt;width:140.2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" filled="f" strokeweight=".5pt">
            <v:path arrowok="t"/>
            <v:textbox>
              <w:txbxContent>
                <w:p w:rsidR="007F0F0E" w:rsidRPr="00723F94" w:rsidRDefault="007F0F0E" w:rsidP="00270778">
                  <w:pPr>
                    <w:jc w:val="center"/>
                  </w:pPr>
                  <w:r>
                    <w:t>DPSK</w:t>
                  </w:r>
                </w:p>
                <w:p w:rsidR="007F0F0E" w:rsidRPr="00723F94" w:rsidRDefault="007F0F0E" w:rsidP="00270778">
                  <w:pPr>
                    <w:jc w:val="center"/>
                  </w:pPr>
                  <w:r w:rsidRPr="00723F94">
                    <w:rPr>
                      <w:rStyle w:val="eCheckBoxSquareChar"/>
                    </w:rPr>
                    <w:t>□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38" o:spid="_x0000_s1028" type="#_x0000_t202" style="position:absolute;margin-left:155.85pt;margin-top:0;width:126.35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" filled="f" strokeweight=".5pt">
            <v:path arrowok="t"/>
            <v:textbox inset="0,,0">
              <w:txbxContent>
                <w:p w:rsidR="007F0F0E" w:rsidRPr="00ED5454" w:rsidRDefault="007F0F0E" w:rsidP="00270778">
                  <w:pPr>
                    <w:jc w:val="center"/>
                    <w:rPr>
                      <w:b/>
                    </w:rPr>
                  </w:pPr>
                  <w:r w:rsidRPr="00ED5454">
                    <w:rPr>
                      <w:b/>
                      <w:color w:val="FF0000"/>
                    </w:rPr>
                    <w:t>QPSK</w:t>
                  </w:r>
                </w:p>
                <w:p w:rsidR="007F0F0E" w:rsidRPr="00ED5454" w:rsidRDefault="007F0F0E" w:rsidP="00270778">
                  <w:pPr>
                    <w:pStyle w:val="eCheckBoxSquare"/>
                    <w:jc w:val="center"/>
                    <w:rPr>
                      <w:b/>
                    </w:rPr>
                  </w:pPr>
                  <w:r w:rsidRPr="00ED5454">
                    <w:rPr>
                      <w:b/>
                      <w:color w:val="FF0000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39" o:spid="_x0000_s1029" type="#_x0000_t202" style="position:absolute;margin-left:155.95pt;margin-top:53pt;width:126.45pt;height:4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" filled="f" strokeweight=".5pt">
            <v:path arrowok="t"/>
            <v:textbox>
              <w:txbxContent>
                <w:p w:rsidR="007F0F0E" w:rsidRPr="00723F94" w:rsidRDefault="007F0F0E" w:rsidP="00270778">
                  <w:pPr>
                    <w:jc w:val="center"/>
                  </w:pPr>
                  <w:r>
                    <w:t>VDMT</w:t>
                  </w:r>
                </w:p>
                <w:p w:rsidR="007F0F0E" w:rsidRPr="00723F94" w:rsidRDefault="007F0F0E" w:rsidP="00270778">
                  <w:pPr>
                    <w:pStyle w:val="eCheckBoxSquare"/>
                    <w:jc w:val="center"/>
                  </w:pPr>
                  <w:r w:rsidRPr="00723F94">
                    <w:t>□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40" o:spid="_x0000_s1030" type="#_x0000_t202" style="position:absolute;margin-left:298.7pt;margin-top:.1pt;width:127.55pt;height:4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" filled="f" strokeweight=".5pt">
            <v:path arrowok="t"/>
            <v:textbox>
              <w:txbxContent>
                <w:p w:rsidR="007F0F0E" w:rsidRPr="00723F94" w:rsidRDefault="007F0F0E" w:rsidP="00270778">
                  <w:pPr>
                    <w:jc w:val="center"/>
                  </w:pPr>
                  <w:r>
                    <w:t>AMI</w:t>
                  </w:r>
                </w:p>
                <w:p w:rsidR="007F0F0E" w:rsidRPr="00723F94" w:rsidRDefault="007F0F0E" w:rsidP="00270778">
                  <w:pPr>
                    <w:pStyle w:val="eCheckBoxSquare"/>
                    <w:jc w:val="center"/>
                  </w:pPr>
                  <w:r w:rsidRPr="00723F94">
                    <w:t>□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41" o:spid="_x0000_s1031" type="#_x0000_t202" style="position:absolute;margin-left:298.2pt;margin-top:52.9pt;width:127.55pt;height:4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" filled="f" strokeweight=".5pt">
            <v:path arrowok="t"/>
            <v:textbox>
              <w:txbxContent>
                <w:p w:rsidR="007F0F0E" w:rsidRDefault="007F0F0E" w:rsidP="00270778">
                  <w:pPr>
                    <w:jc w:val="center"/>
                  </w:pPr>
                  <w:r>
                    <w:t>OFDM</w:t>
                  </w:r>
                </w:p>
                <w:p w:rsidR="007F0F0E" w:rsidRDefault="007F0F0E" w:rsidP="00270778">
                  <w:pPr>
                    <w:pStyle w:val="eCheckBoxSquare"/>
                    <w:jc w:val="center"/>
                  </w:pPr>
                  <w:r w:rsidRPr="00F95100">
                    <w:t>□</w:t>
                  </w:r>
                </w:p>
              </w:txbxContent>
            </v:textbox>
          </v:shape>
        </w:pict>
      </w:r>
    </w:p>
    <w:p w:rsidR="00270778" w:rsidRPr="00A56E5F" w:rsidRDefault="00270778" w:rsidP="00270778">
      <w:pPr>
        <w:rPr>
          <w:lang w:val="sk-SK"/>
        </w:rPr>
      </w:pPr>
    </w:p>
    <w:p w:rsidR="00270778" w:rsidRPr="00A56E5F" w:rsidRDefault="00270778" w:rsidP="00270778">
      <w:pPr>
        <w:rPr>
          <w:lang w:val="sk-SK"/>
        </w:rPr>
      </w:pPr>
    </w:p>
    <w:p w:rsidR="00270778" w:rsidRPr="00A56E5F" w:rsidRDefault="00270778" w:rsidP="00270778">
      <w:pPr>
        <w:rPr>
          <w:lang w:val="sk-SK"/>
        </w:rPr>
      </w:pPr>
    </w:p>
    <w:p w:rsidR="00270778" w:rsidRPr="00A56E5F" w:rsidRDefault="00270778" w:rsidP="00270778">
      <w:pPr>
        <w:rPr>
          <w:lang w:val="sk-SK"/>
        </w:rPr>
      </w:pPr>
    </w:p>
    <w:p w:rsidR="00270778" w:rsidRPr="00A56E5F" w:rsidRDefault="00270778" w:rsidP="00270778">
      <w:pPr>
        <w:rPr>
          <w:lang w:val="sk-SK"/>
        </w:rPr>
      </w:pPr>
    </w:p>
    <w:p w:rsidR="00270778" w:rsidRPr="00A56E5F" w:rsidRDefault="00270778" w:rsidP="00270778">
      <w:pPr>
        <w:rPr>
          <w:lang w:val="sk-SK"/>
        </w:rPr>
      </w:pPr>
    </w:p>
    <w:p w:rsidR="00270778" w:rsidRPr="00A56E5F" w:rsidRDefault="00270778" w:rsidP="00270778">
      <w:pPr>
        <w:rPr>
          <w:lang w:val="sk-SK"/>
        </w:rPr>
      </w:pPr>
    </w:p>
    <w:p w:rsidR="00B507EB" w:rsidRPr="00A56E5F" w:rsidRDefault="00B507EB" w:rsidP="00B507EB">
      <w:pPr>
        <w:pStyle w:val="eLineBottom"/>
        <w:rPr>
          <w:lang w:val="sk-SK"/>
        </w:rPr>
      </w:pPr>
    </w:p>
    <w:p w:rsidR="00B507EB" w:rsidRPr="00A56E5F" w:rsidRDefault="00B507EB" w:rsidP="00270778">
      <w:pPr>
        <w:rPr>
          <w:lang w:val="sk-SK"/>
        </w:rPr>
      </w:pPr>
    </w:p>
    <w:p w:rsidR="00B507EB" w:rsidRPr="00A56E5F" w:rsidRDefault="003147F7" w:rsidP="00B507EB">
      <w:pPr>
        <w:pStyle w:val="eTask"/>
        <w:rPr>
          <w:lang w:val="sk-SK"/>
        </w:rPr>
      </w:pPr>
      <w:r w:rsidRPr="00A56E5F">
        <w:rPr>
          <w:lang w:val="sk-SK"/>
        </w:rPr>
        <w:t>Vyberte tri podmienky, ktoré by mohli byť potrebné pre koexistenciu viacerých modulácií pôsobiacich v jednej fyzickej vrstve (tj. jedno optické vlákno) z optickej siete:</w:t>
      </w:r>
    </w:p>
    <w:p w:rsidR="00B507EB" w:rsidRPr="00A56E5F" w:rsidRDefault="00B507EB" w:rsidP="00B507EB">
      <w:pPr>
        <w:rPr>
          <w:lang w:val="sk-SK"/>
        </w:rPr>
      </w:pPr>
    </w:p>
    <w:p w:rsidR="00B507EB" w:rsidRPr="00A56E5F" w:rsidRDefault="00B507EB" w:rsidP="00B507EB">
      <w:pPr>
        <w:spacing w:line="480" w:lineRule="auto"/>
        <w:ind w:left="357"/>
        <w:rPr>
          <w:u w:val="single"/>
          <w:lang w:val="sk-SK"/>
        </w:rPr>
      </w:pPr>
      <w:r w:rsidRPr="00A56E5F">
        <w:rPr>
          <w:lang w:val="sk-SK"/>
        </w:rPr>
        <w:t>1.</w:t>
      </w:r>
      <w:r w:rsidRPr="00A56E5F">
        <w:rPr>
          <w:lang w:val="sk-SK"/>
        </w:rPr>
        <w:tab/>
      </w:r>
      <w:r w:rsidR="003147F7" w:rsidRPr="00A56E5F">
        <w:rPr>
          <w:b/>
          <w:color w:val="FF0000"/>
          <w:lang w:val="sk-SK"/>
        </w:rPr>
        <w:t>Prekladanie optických kanálov</w:t>
      </w:r>
    </w:p>
    <w:p w:rsidR="00B507EB" w:rsidRPr="00A56E5F" w:rsidRDefault="00B507EB" w:rsidP="00B507EB">
      <w:pPr>
        <w:spacing w:line="480" w:lineRule="auto"/>
        <w:ind w:left="357"/>
        <w:rPr>
          <w:noProof/>
          <w:u w:val="single"/>
          <w:lang w:val="sk-SK" w:eastAsia="sk-SK"/>
        </w:rPr>
      </w:pPr>
      <w:r w:rsidRPr="00A56E5F">
        <w:rPr>
          <w:noProof/>
          <w:lang w:val="sk-SK" w:eastAsia="sk-SK"/>
        </w:rPr>
        <w:t>2.</w:t>
      </w:r>
      <w:r w:rsidRPr="00A56E5F">
        <w:rPr>
          <w:lang w:val="sk-SK"/>
        </w:rPr>
        <w:tab/>
      </w:r>
      <w:r w:rsidR="003147F7" w:rsidRPr="00A56E5F">
        <w:rPr>
          <w:b/>
          <w:color w:val="FF0000"/>
          <w:lang w:val="sk-SK"/>
        </w:rPr>
        <w:t xml:space="preserve">Zavedenie bezpečnostných pásiem </w:t>
      </w:r>
      <w:r w:rsidR="006B3739" w:rsidRPr="00A56E5F">
        <w:rPr>
          <w:b/>
          <w:color w:val="FF0000"/>
          <w:lang w:val="sk-SK"/>
        </w:rPr>
        <w:t>rozde</w:t>
      </w:r>
      <w:r w:rsidR="006B3739">
        <w:rPr>
          <w:b/>
          <w:color w:val="FF0000"/>
          <w:lang w:val="sk-SK"/>
        </w:rPr>
        <w:t>ľ</w:t>
      </w:r>
      <w:r w:rsidR="006B3739" w:rsidRPr="00A56E5F">
        <w:rPr>
          <w:b/>
          <w:color w:val="FF0000"/>
          <w:lang w:val="sk-SK"/>
        </w:rPr>
        <w:t xml:space="preserve">ujúcich </w:t>
      </w:r>
      <w:r w:rsidR="003147F7" w:rsidRPr="00A56E5F">
        <w:rPr>
          <w:b/>
          <w:color w:val="FF0000"/>
          <w:lang w:val="sk-SK"/>
        </w:rPr>
        <w:t>systém</w:t>
      </w:r>
    </w:p>
    <w:p w:rsidR="00B507EB" w:rsidRPr="00A56E5F" w:rsidRDefault="00B507EB" w:rsidP="00B507EB">
      <w:pPr>
        <w:spacing w:line="480" w:lineRule="auto"/>
        <w:ind w:left="357"/>
        <w:rPr>
          <w:b/>
          <w:lang w:val="sk-SK"/>
        </w:rPr>
      </w:pPr>
      <w:r w:rsidRPr="00A56E5F">
        <w:rPr>
          <w:noProof/>
          <w:lang w:val="sk-SK" w:eastAsia="sk-SK"/>
        </w:rPr>
        <w:t>3.</w:t>
      </w:r>
      <w:r w:rsidRPr="00A56E5F">
        <w:rPr>
          <w:lang w:val="sk-SK"/>
        </w:rPr>
        <w:tab/>
      </w:r>
      <w:r w:rsidR="003147F7" w:rsidRPr="00A56E5F">
        <w:rPr>
          <w:b/>
          <w:color w:val="FF0000"/>
          <w:lang w:val="sk-SK"/>
        </w:rPr>
        <w:t xml:space="preserve">Zamedzenie presluchu </w:t>
      </w:r>
      <w:r w:rsidR="00E8020B" w:rsidRPr="00A56E5F">
        <w:rPr>
          <w:b/>
          <w:color w:val="FF0000"/>
          <w:lang w:val="sk-SK"/>
        </w:rPr>
        <w:t>nahradením amplitúdovej modulácie fáz</w:t>
      </w:r>
      <w:r w:rsidR="006B3739">
        <w:rPr>
          <w:b/>
          <w:color w:val="FF0000"/>
          <w:lang w:val="sk-SK"/>
        </w:rPr>
        <w:t>o</w:t>
      </w:r>
      <w:r w:rsidR="00E8020B" w:rsidRPr="00A56E5F">
        <w:rPr>
          <w:b/>
          <w:color w:val="FF0000"/>
          <w:lang w:val="sk-SK"/>
        </w:rPr>
        <w:t xml:space="preserve">vou </w:t>
      </w:r>
      <w:r w:rsidR="003147F7" w:rsidRPr="00A56E5F">
        <w:rPr>
          <w:b/>
          <w:color w:val="FF0000"/>
          <w:lang w:val="sk-SK"/>
        </w:rPr>
        <w:t>moduláci</w:t>
      </w:r>
      <w:r w:rsidR="00E8020B" w:rsidRPr="00A56E5F">
        <w:rPr>
          <w:b/>
          <w:color w:val="FF0000"/>
          <w:lang w:val="sk-SK"/>
        </w:rPr>
        <w:t>ou</w:t>
      </w:r>
    </w:p>
    <w:p w:rsidR="00B507EB" w:rsidRPr="00A56E5F" w:rsidRDefault="00B507EB" w:rsidP="00B507EB">
      <w:pPr>
        <w:rPr>
          <w:lang w:val="sk-SK"/>
        </w:rPr>
      </w:pPr>
    </w:p>
    <w:p w:rsidR="00B507EB" w:rsidRPr="00A56E5F" w:rsidRDefault="00E8020B" w:rsidP="00B507EB">
      <w:pPr>
        <w:rPr>
          <w:b/>
          <w:color w:val="FF0000"/>
          <w:lang w:val="sk-SK"/>
        </w:rPr>
      </w:pPr>
      <w:r w:rsidRPr="00A56E5F">
        <w:rPr>
          <w:b/>
          <w:color w:val="FF0000"/>
          <w:lang w:val="sk-SK"/>
        </w:rPr>
        <w:t>Prekladanie optických kanálov</w:t>
      </w:r>
      <w:r w:rsidR="00B507EB" w:rsidRPr="00A56E5F">
        <w:rPr>
          <w:b/>
          <w:lang w:val="sk-SK"/>
        </w:rPr>
        <w:t xml:space="preserve">, </w:t>
      </w:r>
      <w:r w:rsidRPr="00A56E5F">
        <w:rPr>
          <w:b/>
          <w:strike/>
          <w:lang w:val="sk-SK"/>
        </w:rPr>
        <w:t>návratom optických symbolov do nuly</w:t>
      </w:r>
      <w:r w:rsidR="00B507EB" w:rsidRPr="00A56E5F">
        <w:rPr>
          <w:b/>
          <w:strike/>
          <w:lang w:val="sk-SK"/>
        </w:rPr>
        <w:t xml:space="preserve">, </w:t>
      </w:r>
      <w:r w:rsidRPr="00A56E5F">
        <w:rPr>
          <w:b/>
          <w:strike/>
          <w:lang w:val="sk-SK"/>
        </w:rPr>
        <w:t>polovodičové optické zosilňovače,</w:t>
      </w:r>
      <w:r w:rsidR="00B507EB" w:rsidRPr="00A56E5F">
        <w:rPr>
          <w:b/>
          <w:lang w:val="sk-SK"/>
        </w:rPr>
        <w:t xml:space="preserve"> </w:t>
      </w:r>
      <w:r w:rsidRPr="00A56E5F">
        <w:rPr>
          <w:b/>
          <w:color w:val="FF0000"/>
          <w:lang w:val="sk-SK"/>
        </w:rPr>
        <w:t xml:space="preserve">zavedenie bezpečnostných pásiem </w:t>
      </w:r>
      <w:r w:rsidR="006B3739" w:rsidRPr="00A56E5F">
        <w:rPr>
          <w:b/>
          <w:color w:val="FF0000"/>
          <w:lang w:val="sk-SK"/>
        </w:rPr>
        <w:t>rozde</w:t>
      </w:r>
      <w:r w:rsidR="006B3739">
        <w:rPr>
          <w:b/>
          <w:color w:val="FF0000"/>
          <w:lang w:val="sk-SK"/>
        </w:rPr>
        <w:t>ľ</w:t>
      </w:r>
      <w:r w:rsidR="006B3739" w:rsidRPr="00A56E5F">
        <w:rPr>
          <w:b/>
          <w:color w:val="FF0000"/>
          <w:lang w:val="sk-SK"/>
        </w:rPr>
        <w:t xml:space="preserve">ujúcich </w:t>
      </w:r>
      <w:r w:rsidRPr="00A56E5F">
        <w:rPr>
          <w:b/>
          <w:color w:val="FF0000"/>
          <w:lang w:val="sk-SK"/>
        </w:rPr>
        <w:t>systém</w:t>
      </w:r>
      <w:r w:rsidR="00B507EB" w:rsidRPr="00A56E5F">
        <w:rPr>
          <w:b/>
          <w:lang w:val="sk-SK"/>
        </w:rPr>
        <w:t xml:space="preserve">, </w:t>
      </w:r>
      <w:r w:rsidRPr="00A56E5F">
        <w:rPr>
          <w:b/>
          <w:color w:val="FF0000"/>
          <w:lang w:val="sk-SK"/>
        </w:rPr>
        <w:t>zamedzenie presluchu nahradením amplitúdovej modulácie fázovou moduláciou</w:t>
      </w:r>
      <w:r w:rsidR="00B507EB" w:rsidRPr="00A56E5F">
        <w:rPr>
          <w:b/>
          <w:lang w:val="sk-SK"/>
        </w:rPr>
        <w:t xml:space="preserve">, </w:t>
      </w:r>
      <w:r w:rsidRPr="00A56E5F">
        <w:rPr>
          <w:b/>
          <w:strike/>
          <w:lang w:val="sk-SK"/>
        </w:rPr>
        <w:t>zamedzenie presluchu nahradením fázovej modulácie amplitúdovou moduláciou,</w:t>
      </w:r>
      <w:r w:rsidR="00B507EB" w:rsidRPr="00A56E5F">
        <w:rPr>
          <w:b/>
          <w:strike/>
          <w:lang w:val="sk-SK"/>
        </w:rPr>
        <w:t xml:space="preserve"> </w:t>
      </w:r>
      <w:r w:rsidRPr="00A56E5F">
        <w:rPr>
          <w:b/>
          <w:strike/>
          <w:lang w:val="sk-SK"/>
        </w:rPr>
        <w:t>nulová chromatická disperzia, zlepšená synchronizácia, zvýšená spektrálna efektivita nahradením CWDM za DWDM</w:t>
      </w:r>
    </w:p>
    <w:p w:rsidR="00B507EB" w:rsidRPr="00A56E5F" w:rsidRDefault="00B507EB" w:rsidP="00B507EB">
      <w:pPr>
        <w:rPr>
          <w:lang w:val="sk-SK"/>
        </w:rPr>
      </w:pPr>
    </w:p>
    <w:p w:rsidR="00B507EB" w:rsidRPr="00A56E5F" w:rsidRDefault="00B507EB" w:rsidP="00B507EB">
      <w:pPr>
        <w:pStyle w:val="eLineBottom"/>
        <w:rPr>
          <w:lang w:val="sk-SK"/>
        </w:rPr>
      </w:pPr>
    </w:p>
    <w:p w:rsidR="00270778" w:rsidRPr="00A56E5F" w:rsidRDefault="00270778">
      <w:pPr>
        <w:rPr>
          <w:lang w:val="sk-SK"/>
        </w:rPr>
      </w:pPr>
      <w:r w:rsidRPr="00A56E5F">
        <w:rPr>
          <w:lang w:val="sk-SK"/>
        </w:rPr>
        <w:br w:type="page"/>
      </w:r>
    </w:p>
    <w:p w:rsidR="00270778" w:rsidRPr="00A56E5F" w:rsidRDefault="007F0F0E" w:rsidP="00270778">
      <w:pPr>
        <w:pStyle w:val="eTask"/>
        <w:rPr>
          <w:lang w:val="sk-SK"/>
        </w:rPr>
      </w:pPr>
      <w:r w:rsidRPr="00A56E5F">
        <w:rPr>
          <w:lang w:val="sk-SK"/>
        </w:rPr>
        <w:lastRenderedPageBreak/>
        <w:t xml:space="preserve">Doplňte čisla viet so správnym tvrdením </w:t>
      </w:r>
      <w:r w:rsidR="006B3739" w:rsidRPr="00A56E5F">
        <w:rPr>
          <w:lang w:val="sk-SK"/>
        </w:rPr>
        <w:t>týkajúci</w:t>
      </w:r>
      <w:r w:rsidR="006B3739">
        <w:rPr>
          <w:lang w:val="sk-SK"/>
        </w:rPr>
        <w:t>m</w:t>
      </w:r>
      <w:r w:rsidR="006B3739" w:rsidRPr="00A56E5F">
        <w:rPr>
          <w:lang w:val="sk-SK"/>
        </w:rPr>
        <w:t xml:space="preserve"> </w:t>
      </w:r>
      <w:r w:rsidRPr="00A56E5F">
        <w:rPr>
          <w:lang w:val="sk-SK"/>
        </w:rPr>
        <w:t>sa OFDM modulácie:</w:t>
      </w:r>
    </w:p>
    <w:p w:rsidR="00B507EB" w:rsidRPr="00A56E5F" w:rsidRDefault="00B507EB" w:rsidP="00B507EB">
      <w:pPr>
        <w:rPr>
          <w:lang w:val="sk-SK"/>
        </w:rPr>
      </w:pPr>
    </w:p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A56E5F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1</w:t>
            </w:r>
          </w:p>
        </w:tc>
      </w:tr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A56E5F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2</w:t>
            </w:r>
          </w:p>
        </w:tc>
      </w:tr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A56E5F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5</w:t>
            </w:r>
          </w:p>
        </w:tc>
      </w:tr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A56E5F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6</w:t>
            </w:r>
          </w:p>
        </w:tc>
      </w:tr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A56E5F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8</w:t>
            </w:r>
          </w:p>
        </w:tc>
      </w:tr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A56E5F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9</w:t>
            </w:r>
          </w:p>
        </w:tc>
      </w:tr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A56E5F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10</w:t>
            </w:r>
          </w:p>
        </w:tc>
      </w:tr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A56E5F" w:rsidRDefault="00ED5454" w:rsidP="00ED5454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</w:tr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A56E5F" w:rsidRDefault="00ED5454" w:rsidP="00ED5454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</w:tr>
    </w:tbl>
    <w:p w:rsidR="00B507EB" w:rsidRPr="00A56E5F" w:rsidRDefault="00B507EB" w:rsidP="00B507EB">
      <w:pPr>
        <w:rPr>
          <w:lang w:val="sk-SK"/>
        </w:rPr>
      </w:pPr>
    </w:p>
    <w:p w:rsidR="00B507EB" w:rsidRPr="00A56E5F" w:rsidRDefault="007F0F0E" w:rsidP="00B507EB">
      <w:pPr>
        <w:rPr>
          <w:b/>
          <w:color w:val="FF0000"/>
          <w:lang w:val="sk-SK"/>
        </w:rPr>
      </w:pPr>
      <w:r w:rsidRPr="00A56E5F">
        <w:rPr>
          <w:b/>
          <w:color w:val="FF0000"/>
          <w:lang w:val="sk-SK"/>
        </w:rPr>
        <w:t>1 – Je to viacvrstvová modulácia</w:t>
      </w:r>
    </w:p>
    <w:p w:rsidR="00B507EB" w:rsidRPr="00A56E5F" w:rsidRDefault="00B507EB" w:rsidP="00B507EB">
      <w:pPr>
        <w:rPr>
          <w:b/>
          <w:color w:val="FF0000"/>
          <w:lang w:val="sk-SK"/>
        </w:rPr>
      </w:pPr>
      <w:r w:rsidRPr="00A56E5F">
        <w:rPr>
          <w:b/>
          <w:color w:val="FF0000"/>
          <w:lang w:val="sk-SK"/>
        </w:rPr>
        <w:t xml:space="preserve">2 – </w:t>
      </w:r>
      <w:r w:rsidR="001103A8" w:rsidRPr="00A56E5F">
        <w:rPr>
          <w:b/>
          <w:color w:val="FF0000"/>
          <w:lang w:val="sk-SK"/>
        </w:rPr>
        <w:t xml:space="preserve">Optické symboly sa prenášajú pomocou viacerých frekvencií </w:t>
      </w:r>
    </w:p>
    <w:p w:rsidR="00B507EB" w:rsidRPr="00A56E5F" w:rsidRDefault="00B507EB" w:rsidP="00B507EB">
      <w:pPr>
        <w:rPr>
          <w:lang w:val="sk-SK"/>
        </w:rPr>
      </w:pPr>
      <w:r w:rsidRPr="00A56E5F">
        <w:rPr>
          <w:b/>
          <w:lang w:val="sk-SK"/>
        </w:rPr>
        <w:t>3</w:t>
      </w:r>
      <w:r w:rsidRPr="00A56E5F">
        <w:rPr>
          <w:lang w:val="sk-SK"/>
        </w:rPr>
        <w:t xml:space="preserve"> –</w:t>
      </w:r>
      <w:r w:rsidR="001103A8" w:rsidRPr="00A56E5F">
        <w:rPr>
          <w:lang w:val="sk-SK"/>
        </w:rPr>
        <w:t xml:space="preserve"> Optické symboly sa prenášajú pomocou jednej frekvencie</w:t>
      </w:r>
    </w:p>
    <w:p w:rsidR="00B507EB" w:rsidRPr="00A56E5F" w:rsidRDefault="00B507EB" w:rsidP="00B507EB">
      <w:pPr>
        <w:rPr>
          <w:lang w:val="sk-SK"/>
        </w:rPr>
      </w:pPr>
      <w:r w:rsidRPr="00A56E5F">
        <w:rPr>
          <w:b/>
          <w:lang w:val="sk-SK"/>
        </w:rPr>
        <w:t>4</w:t>
      </w:r>
      <w:r w:rsidRPr="00A56E5F">
        <w:rPr>
          <w:lang w:val="sk-SK"/>
        </w:rPr>
        <w:t xml:space="preserve"> –</w:t>
      </w:r>
      <w:r w:rsidR="001103A8" w:rsidRPr="00A56E5F">
        <w:rPr>
          <w:lang w:val="sk-SK"/>
        </w:rPr>
        <w:t xml:space="preserve"> Je to typ amplitúdovej modulácie</w:t>
      </w:r>
    </w:p>
    <w:p w:rsidR="00B507EB" w:rsidRPr="00A56E5F" w:rsidRDefault="00B507EB" w:rsidP="00B507EB">
      <w:pPr>
        <w:rPr>
          <w:b/>
          <w:color w:val="FF0000"/>
          <w:lang w:val="sk-SK"/>
        </w:rPr>
      </w:pPr>
      <w:r w:rsidRPr="00A56E5F">
        <w:rPr>
          <w:b/>
          <w:color w:val="FF0000"/>
          <w:lang w:val="sk-SK"/>
        </w:rPr>
        <w:t>5 –</w:t>
      </w:r>
      <w:r w:rsidR="001103A8" w:rsidRPr="00A56E5F">
        <w:rPr>
          <w:b/>
          <w:color w:val="FF0000"/>
          <w:lang w:val="sk-SK"/>
        </w:rPr>
        <w:t xml:space="preserve"> OFDM kanály sú ortogonálne </w:t>
      </w:r>
    </w:p>
    <w:p w:rsidR="00B507EB" w:rsidRPr="00A56E5F" w:rsidRDefault="00B507EB" w:rsidP="00B507EB">
      <w:pPr>
        <w:rPr>
          <w:b/>
          <w:color w:val="FF0000"/>
          <w:lang w:val="sk-SK"/>
        </w:rPr>
      </w:pPr>
      <w:r w:rsidRPr="00A56E5F">
        <w:rPr>
          <w:b/>
          <w:color w:val="FF0000"/>
          <w:lang w:val="sk-SK"/>
        </w:rPr>
        <w:t>6 –</w:t>
      </w:r>
      <w:r w:rsidR="001103A8" w:rsidRPr="00A56E5F">
        <w:rPr>
          <w:b/>
          <w:color w:val="FF0000"/>
          <w:lang w:val="sk-SK"/>
        </w:rPr>
        <w:t xml:space="preserve"> Sub-kanály sú modulované konvenčnou modulačnou metódou, napr. PSK</w:t>
      </w:r>
    </w:p>
    <w:p w:rsidR="00B507EB" w:rsidRPr="00A56E5F" w:rsidRDefault="00B507EB" w:rsidP="00B507EB">
      <w:pPr>
        <w:rPr>
          <w:lang w:val="sk-SK"/>
        </w:rPr>
      </w:pPr>
      <w:r w:rsidRPr="00A56E5F">
        <w:rPr>
          <w:b/>
          <w:lang w:val="sk-SK"/>
        </w:rPr>
        <w:t>7</w:t>
      </w:r>
      <w:r w:rsidRPr="00A56E5F">
        <w:rPr>
          <w:lang w:val="sk-SK"/>
        </w:rPr>
        <w:t xml:space="preserve"> –</w:t>
      </w:r>
      <w:r w:rsidR="001103A8" w:rsidRPr="00A56E5F">
        <w:rPr>
          <w:lang w:val="sk-SK"/>
        </w:rPr>
        <w:t xml:space="preserve"> Sub-kanály sú modulované VDMT symbolmi</w:t>
      </w:r>
    </w:p>
    <w:p w:rsidR="00B507EB" w:rsidRPr="00A56E5F" w:rsidRDefault="00B507EB" w:rsidP="00B507EB">
      <w:pPr>
        <w:rPr>
          <w:b/>
          <w:color w:val="FF0000"/>
          <w:lang w:val="sk-SK"/>
        </w:rPr>
      </w:pPr>
      <w:r w:rsidRPr="00A56E5F">
        <w:rPr>
          <w:b/>
          <w:color w:val="FF0000"/>
          <w:lang w:val="sk-SK"/>
        </w:rPr>
        <w:t>8 –</w:t>
      </w:r>
      <w:r w:rsidR="001103A8" w:rsidRPr="00A56E5F">
        <w:rPr>
          <w:b/>
          <w:color w:val="FF0000"/>
          <w:lang w:val="sk-SK"/>
        </w:rPr>
        <w:t xml:space="preserve"> Konvolučné kódy môžu byť použité na zvýšenie bezchybného príjmu</w:t>
      </w:r>
    </w:p>
    <w:p w:rsidR="00B507EB" w:rsidRPr="00A56E5F" w:rsidRDefault="00B507EB" w:rsidP="00B507EB">
      <w:pPr>
        <w:rPr>
          <w:b/>
          <w:color w:val="FF0000"/>
          <w:lang w:val="sk-SK"/>
        </w:rPr>
      </w:pPr>
      <w:r w:rsidRPr="00A56E5F">
        <w:rPr>
          <w:b/>
          <w:color w:val="FF0000"/>
          <w:lang w:val="sk-SK"/>
        </w:rPr>
        <w:t xml:space="preserve">9 – </w:t>
      </w:r>
      <w:r w:rsidR="001103A8" w:rsidRPr="00A56E5F">
        <w:rPr>
          <w:b/>
          <w:color w:val="FF0000"/>
          <w:lang w:val="sk-SK"/>
        </w:rPr>
        <w:t xml:space="preserve">Používa sa v LTE </w:t>
      </w:r>
    </w:p>
    <w:p w:rsidR="00B507EB" w:rsidRPr="00A56E5F" w:rsidRDefault="00B507EB" w:rsidP="00B507EB">
      <w:pPr>
        <w:rPr>
          <w:b/>
          <w:color w:val="FF0000"/>
          <w:lang w:val="sk-SK"/>
        </w:rPr>
      </w:pPr>
      <w:r w:rsidRPr="00A56E5F">
        <w:rPr>
          <w:b/>
          <w:color w:val="FF0000"/>
          <w:lang w:val="sk-SK"/>
        </w:rPr>
        <w:t xml:space="preserve">10 – </w:t>
      </w:r>
      <w:r w:rsidR="005C32F7" w:rsidRPr="00A56E5F">
        <w:rPr>
          <w:b/>
          <w:color w:val="FF0000"/>
          <w:lang w:val="sk-SK"/>
        </w:rPr>
        <w:t>Pou</w:t>
      </w:r>
      <w:r w:rsidR="005C32F7">
        <w:rPr>
          <w:b/>
          <w:color w:val="FF0000"/>
          <w:lang w:val="sk-SK"/>
        </w:rPr>
        <w:t>ž</w:t>
      </w:r>
      <w:r w:rsidR="005C32F7" w:rsidRPr="00A56E5F">
        <w:rPr>
          <w:b/>
          <w:color w:val="FF0000"/>
          <w:lang w:val="sk-SK"/>
        </w:rPr>
        <w:t>íva</w:t>
      </w:r>
      <w:r w:rsidR="001103A8" w:rsidRPr="00A56E5F">
        <w:rPr>
          <w:b/>
          <w:color w:val="FF0000"/>
          <w:lang w:val="sk-SK"/>
        </w:rPr>
        <w:t xml:space="preserve"> sa v </w:t>
      </w:r>
      <w:r w:rsidRPr="00A56E5F">
        <w:rPr>
          <w:b/>
          <w:color w:val="FF0000"/>
          <w:lang w:val="sk-SK"/>
        </w:rPr>
        <w:t>DVB-T</w:t>
      </w:r>
    </w:p>
    <w:p w:rsidR="00B507EB" w:rsidRPr="00A56E5F" w:rsidRDefault="00B507EB" w:rsidP="00B507EB">
      <w:pPr>
        <w:rPr>
          <w:lang w:val="sk-SK"/>
        </w:rPr>
      </w:pPr>
      <w:r w:rsidRPr="00A56E5F">
        <w:rPr>
          <w:b/>
          <w:lang w:val="sk-SK"/>
        </w:rPr>
        <w:t xml:space="preserve">11 </w:t>
      </w:r>
      <w:r w:rsidRPr="00A56E5F">
        <w:rPr>
          <w:lang w:val="sk-SK"/>
        </w:rPr>
        <w:t>–</w:t>
      </w:r>
      <w:r w:rsidR="001103A8" w:rsidRPr="006B3739">
        <w:rPr>
          <w:rStyle w:val="shorttext"/>
          <w:lang w:val="sk-SK"/>
        </w:rPr>
        <w:t>Používa sa na kódovanie dát vo formáte MP3</w:t>
      </w:r>
    </w:p>
    <w:p w:rsidR="00B507EB" w:rsidRPr="00A56E5F" w:rsidRDefault="00B507EB" w:rsidP="00B507EB">
      <w:pPr>
        <w:rPr>
          <w:lang w:val="sk-SK"/>
        </w:rPr>
      </w:pPr>
    </w:p>
    <w:p w:rsidR="00B507EB" w:rsidRPr="00A56E5F" w:rsidRDefault="00B507EB" w:rsidP="00CF6F0D">
      <w:pPr>
        <w:pStyle w:val="eLineBottom"/>
        <w:rPr>
          <w:lang w:val="sk-SK"/>
        </w:rPr>
      </w:pPr>
    </w:p>
    <w:p w:rsidR="00CF6F0D" w:rsidRPr="00A56E5F" w:rsidRDefault="00CF6F0D" w:rsidP="00CF6F0D">
      <w:pPr>
        <w:rPr>
          <w:lang w:val="sk-SK"/>
        </w:rPr>
      </w:pPr>
    </w:p>
    <w:p w:rsidR="008172F1" w:rsidRPr="00A56E5F" w:rsidRDefault="008172F1">
      <w:pPr>
        <w:rPr>
          <w:b/>
          <w:lang w:val="sk-SK"/>
        </w:rPr>
      </w:pPr>
      <w:r w:rsidRPr="00A56E5F">
        <w:rPr>
          <w:lang w:val="sk-SK"/>
        </w:rPr>
        <w:br w:type="page"/>
      </w:r>
    </w:p>
    <w:p w:rsidR="00CF6F0D" w:rsidRDefault="00302F2B" w:rsidP="00CF6F0D">
      <w:pPr>
        <w:pStyle w:val="eTask"/>
        <w:rPr>
          <w:lang w:val="sk-SK"/>
        </w:rPr>
      </w:pPr>
      <w:r w:rsidRPr="00A56E5F">
        <w:rPr>
          <w:lang w:val="sk-SK"/>
        </w:rPr>
        <w:lastRenderedPageBreak/>
        <w:t>Upravte nasledujúce tvrdenia týkajúce s</w:t>
      </w:r>
      <w:r w:rsidR="00DC064C">
        <w:rPr>
          <w:lang w:val="sk-SK"/>
        </w:rPr>
        <w:t>a (V)DMT tak, aby boli pravdivé.</w:t>
      </w:r>
    </w:p>
    <w:p w:rsidR="00DC064C" w:rsidRPr="00A56E5F" w:rsidRDefault="00DC064C" w:rsidP="007216F1">
      <w:pPr>
        <w:rPr>
          <w:lang w:val="sk-SK"/>
        </w:rPr>
      </w:pPr>
    </w:p>
    <w:p w:rsidR="00CF6F0D" w:rsidRPr="00A56E5F" w:rsidRDefault="00CF6F0D" w:rsidP="008172F1">
      <w:pPr>
        <w:spacing w:line="360" w:lineRule="auto"/>
        <w:rPr>
          <w:lang w:val="sk-SK"/>
        </w:rPr>
      </w:pPr>
      <w:r w:rsidRPr="00A56E5F">
        <w:rPr>
          <w:lang w:val="sk-SK"/>
        </w:rPr>
        <w:t xml:space="preserve">Discrete Multi-Tone (DMT) </w:t>
      </w:r>
      <w:r w:rsidR="00302F2B" w:rsidRPr="00A56E5F">
        <w:rPr>
          <w:lang w:val="sk-SK"/>
        </w:rPr>
        <w:t>je modulácia s</w:t>
      </w:r>
      <w:r w:rsidRPr="00A56E5F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viac nosnými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jednou nosnou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A56E5F">
        <w:rPr>
          <w:lang w:val="sk-SK"/>
        </w:rPr>
        <w:t xml:space="preserve">. </w:t>
      </w:r>
      <w:r w:rsidR="00302F2B" w:rsidRPr="00A56E5F">
        <w:rPr>
          <w:lang w:val="sk-SK"/>
        </w:rPr>
        <w:t>Sub-kanály využívajú moduláciu PSK alebo QAM</w:t>
      </w:r>
      <w:r w:rsidRPr="00A56E5F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podobne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naopak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8172F1" w:rsidRPr="00A56E5F">
        <w:rPr>
          <w:lang w:val="sk-SK"/>
        </w:rPr>
        <w:t xml:space="preserve"> </w:t>
      </w:r>
      <w:r w:rsidR="00302F2B" w:rsidRPr="00A56E5F">
        <w:rPr>
          <w:lang w:val="sk-SK"/>
        </w:rPr>
        <w:t>ako</w:t>
      </w:r>
      <w:r w:rsidRPr="00A56E5F">
        <w:rPr>
          <w:lang w:val="sk-SK"/>
        </w:rPr>
        <w:t xml:space="preserve"> OFDM. </w:t>
      </w:r>
    </w:p>
    <w:p w:rsidR="00CF6F0D" w:rsidRPr="00A56E5F" w:rsidRDefault="00CF6F0D" w:rsidP="008172F1">
      <w:pPr>
        <w:spacing w:line="360" w:lineRule="auto"/>
        <w:rPr>
          <w:lang w:val="sk-SK"/>
        </w:rPr>
      </w:pPr>
    </w:p>
    <w:p w:rsidR="00CF6F0D" w:rsidRPr="00A56E5F" w:rsidRDefault="00CF6F0D" w:rsidP="008172F1">
      <w:pPr>
        <w:spacing w:line="360" w:lineRule="auto"/>
        <w:rPr>
          <w:lang w:val="sk-SK"/>
        </w:rPr>
      </w:pPr>
      <w:r w:rsidRPr="00A56E5F">
        <w:rPr>
          <w:lang w:val="sk-SK"/>
        </w:rPr>
        <w:t xml:space="preserve">DMT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umožňuje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neumožňuje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8172F1" w:rsidRPr="00A56E5F">
        <w:rPr>
          <w:lang w:val="sk-SK"/>
        </w:rPr>
        <w:t xml:space="preserve"> </w:t>
      </w:r>
      <w:r w:rsidR="00302F2B" w:rsidRPr="00A56E5F">
        <w:rPr>
          <w:lang w:val="sk-SK"/>
        </w:rPr>
        <w:t>použitie rôznych modulačných schém alebo dokonca rôznych typov modulácie v každom sub-kanále ortogonálneho multiplexu.</w:t>
      </w:r>
    </w:p>
    <w:p w:rsidR="00CF6F0D" w:rsidRPr="00A56E5F" w:rsidRDefault="00CF6F0D" w:rsidP="008172F1">
      <w:pPr>
        <w:spacing w:line="360" w:lineRule="auto"/>
        <w:rPr>
          <w:lang w:val="sk-SK"/>
        </w:rPr>
      </w:pPr>
    </w:p>
    <w:p w:rsidR="00CF6F0D" w:rsidRPr="00A56E5F" w:rsidRDefault="00302F2B" w:rsidP="008172F1">
      <w:pPr>
        <w:spacing w:line="360" w:lineRule="auto"/>
        <w:rPr>
          <w:lang w:val="sk-SK"/>
        </w:rPr>
      </w:pPr>
      <w:r w:rsidRPr="00A56E5F">
        <w:rPr>
          <w:lang w:val="sk-SK"/>
        </w:rPr>
        <w:t>V </w:t>
      </w:r>
      <w:r w:rsidR="00CF6F0D" w:rsidRPr="00A56E5F">
        <w:rPr>
          <w:lang w:val="sk-SK"/>
        </w:rPr>
        <w:t>DSLAM</w:t>
      </w:r>
      <w:r w:rsidRPr="00A56E5F">
        <w:rPr>
          <w:lang w:val="sk-SK"/>
        </w:rPr>
        <w:t xml:space="preserve"> multiplexore</w:t>
      </w:r>
      <w:r w:rsidR="00CF6F0D" w:rsidRPr="00A56E5F">
        <w:rPr>
          <w:lang w:val="sk-SK"/>
        </w:rPr>
        <w:t xml:space="preserve"> </w:t>
      </w:r>
      <w:r w:rsidRPr="00A56E5F">
        <w:rPr>
          <w:lang w:val="sk-SK"/>
        </w:rPr>
        <w:t>je informácia o všetkých symboloch, ktoré boli vyslané do metalického vedenia</w:t>
      </w:r>
      <w:r w:rsidR="00963713">
        <w:rPr>
          <w:lang w:val="sk-SK"/>
        </w:rPr>
        <w:t xml:space="preserve"> a</w:t>
      </w:r>
      <w:r w:rsidR="00963713" w:rsidRPr="00A56E5F">
        <w:rPr>
          <w:lang w:val="sk-SK"/>
        </w:rPr>
        <w:t xml:space="preserve"> </w:t>
      </w:r>
      <w:r w:rsidRPr="00A56E5F">
        <w:rPr>
          <w:lang w:val="sk-SK"/>
        </w:rPr>
        <w:t xml:space="preserve">existuje vektor symbolu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DMT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PSK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QAM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CF6F0D" w:rsidRPr="00A56E5F">
        <w:rPr>
          <w:lang w:val="sk-SK"/>
        </w:rPr>
        <w:t>.</w:t>
      </w:r>
    </w:p>
    <w:p w:rsidR="00CF6F0D" w:rsidRPr="00A56E5F" w:rsidRDefault="00CF6F0D" w:rsidP="008172F1">
      <w:pPr>
        <w:spacing w:line="360" w:lineRule="auto"/>
        <w:rPr>
          <w:lang w:val="sk-SK"/>
        </w:rPr>
      </w:pPr>
    </w:p>
    <w:p w:rsidR="00CF6F0D" w:rsidRPr="00A56E5F" w:rsidRDefault="00302F2B" w:rsidP="008172F1">
      <w:pPr>
        <w:spacing w:line="360" w:lineRule="auto"/>
        <w:rPr>
          <w:lang w:val="sk-SK"/>
        </w:rPr>
      </w:pPr>
      <w:r w:rsidRPr="00A56E5F">
        <w:rPr>
          <w:lang w:val="sk-SK"/>
        </w:rPr>
        <w:t xml:space="preserve">V DSLAM multiplexore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nie je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CF6F0D" w:rsidRPr="00A56E5F">
        <w:rPr>
          <w:lang w:val="sk-SK"/>
        </w:rPr>
        <w:t xml:space="preserve"> </w:t>
      </w:r>
      <w:r w:rsidRPr="00A56E5F">
        <w:rPr>
          <w:lang w:val="sk-SK"/>
        </w:rPr>
        <w:t>informácia o parametroch jednotlivých symetrických párov a presluchových väzbách medzi nimi.</w:t>
      </w:r>
    </w:p>
    <w:p w:rsidR="00CF6F0D" w:rsidRPr="00A56E5F" w:rsidRDefault="00CF6F0D" w:rsidP="008172F1">
      <w:pPr>
        <w:spacing w:line="360" w:lineRule="auto"/>
        <w:rPr>
          <w:lang w:val="sk-SK"/>
        </w:rPr>
      </w:pPr>
    </w:p>
    <w:p w:rsidR="00CF6F0D" w:rsidRPr="00A56E5F" w:rsidRDefault="00302F2B" w:rsidP="008172F1">
      <w:pPr>
        <w:spacing w:line="360" w:lineRule="auto"/>
        <w:rPr>
          <w:lang w:val="sk-SK"/>
        </w:rPr>
      </w:pPr>
      <w:r w:rsidRPr="00A56E5F">
        <w:rPr>
          <w:lang w:val="sk-SK"/>
        </w:rPr>
        <w:t>Synchronizácia</w:t>
      </w:r>
      <w:r w:rsidR="00CF6F0D" w:rsidRPr="00A56E5F">
        <w:rPr>
          <w:lang w:val="sk-SK"/>
        </w:rPr>
        <w:t xml:space="preserve"> </w:t>
      </w:r>
      <w:r w:rsidRPr="00A56E5F">
        <w:rPr>
          <w:lang w:val="sk-SK"/>
        </w:rPr>
        <w:t>všetkých</w:t>
      </w:r>
      <w:r w:rsidR="00CF6F0D" w:rsidRPr="00A56E5F">
        <w:rPr>
          <w:lang w:val="sk-SK"/>
        </w:rPr>
        <w:t xml:space="preserve"> DMT </w:t>
      </w:r>
      <w:r w:rsidRPr="00A56E5F">
        <w:rPr>
          <w:lang w:val="sk-SK"/>
        </w:rPr>
        <w:t>symbolov</w:t>
      </w:r>
      <w:r w:rsidR="00CF6F0D" w:rsidRPr="00A56E5F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nie je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8172F1" w:rsidRPr="00A56E5F">
        <w:rPr>
          <w:lang w:val="sk-SK"/>
        </w:rPr>
        <w:t xml:space="preserve"> </w:t>
      </w:r>
      <w:r w:rsidR="00CF6F0D" w:rsidRPr="00A56E5F">
        <w:rPr>
          <w:lang w:val="sk-SK"/>
        </w:rPr>
        <w:t xml:space="preserve"> </w:t>
      </w:r>
      <w:r w:rsidRPr="00A56E5F">
        <w:rPr>
          <w:lang w:val="sk-SK"/>
        </w:rPr>
        <w:t>nutná</w:t>
      </w:r>
      <w:r w:rsidR="00CF6F0D" w:rsidRPr="00A56E5F">
        <w:rPr>
          <w:lang w:val="sk-SK"/>
        </w:rPr>
        <w:t>.</w:t>
      </w:r>
    </w:p>
    <w:p w:rsidR="00CF6F0D" w:rsidRPr="00A56E5F" w:rsidRDefault="00CF6F0D" w:rsidP="00CF6F0D">
      <w:pPr>
        <w:rPr>
          <w:b/>
          <w:lang w:val="sk-SK"/>
        </w:rPr>
      </w:pPr>
    </w:p>
    <w:p w:rsidR="00CF6F0D" w:rsidRPr="00A56E5F" w:rsidRDefault="00302F2B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sk-SK"/>
        </w:rPr>
      </w:pPr>
      <w:r w:rsidRPr="00A56E5F">
        <w:rPr>
          <w:b w:val="0"/>
          <w:lang w:val="sk-SK"/>
        </w:rPr>
        <w:t>VDMT eliminuje</w:t>
      </w:r>
      <w:r w:rsidR="00CF6F0D" w:rsidRPr="00A56E5F">
        <w:rPr>
          <w:b w:val="0"/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 w:val="0"/>
                <w:i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 w:val="0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 w:val="0"/>
                      <w:color w:val="FF0000"/>
                      <w:lang w:val="sk-SK"/>
                    </w:rPr>
                    <m:t>Far End Crosstalk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 w:val="0"/>
                      <w:strike/>
                      <w:lang w:val="sk-SK"/>
                    </w:rPr>
                    <m:t>Near End Crosstalk</m:t>
                  </m:r>
                </m:e>
              </m:mr>
            </m:m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CF6F0D" w:rsidRPr="00A56E5F">
        <w:rPr>
          <w:b w:val="0"/>
          <w:lang w:val="sk-SK"/>
        </w:rPr>
        <w:t>.</w:t>
      </w:r>
    </w:p>
    <w:p w:rsidR="001D6D6E" w:rsidRPr="00A56E5F" w:rsidRDefault="001D6D6E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sk-SK"/>
        </w:rPr>
      </w:pPr>
    </w:p>
    <w:p w:rsidR="007216F1" w:rsidRDefault="007216F1">
      <w:pPr>
        <w:rPr>
          <w:b/>
          <w:lang w:val="sk-SK"/>
        </w:rPr>
      </w:pPr>
      <w:r>
        <w:rPr>
          <w:lang w:val="sk-SK"/>
        </w:rPr>
        <w:br w:type="page"/>
      </w:r>
      <w:bookmarkStart w:id="0" w:name="_GoBack"/>
      <w:bookmarkEnd w:id="0"/>
    </w:p>
    <w:p w:rsidR="001103A8" w:rsidRPr="00A56E5F" w:rsidRDefault="001103A8" w:rsidP="001103A8">
      <w:pPr>
        <w:pStyle w:val="eTask"/>
        <w:rPr>
          <w:lang w:val="sk-SK"/>
        </w:rPr>
      </w:pPr>
      <w:r w:rsidRPr="00A56E5F">
        <w:rPr>
          <w:lang w:val="sk-SK"/>
        </w:rPr>
        <w:lastRenderedPageBreak/>
        <w:t xml:space="preserve">Namodulujte nasledujúce binárne </w:t>
      </w:r>
      <w:r w:rsidR="008333F8" w:rsidRPr="008333F8">
        <w:rPr>
          <w:lang w:val="sk-SK"/>
        </w:rPr>
        <w:t>d</w:t>
      </w:r>
      <w:r w:rsidR="008333F8">
        <w:rPr>
          <w:lang w:val="sk-SK"/>
        </w:rPr>
        <w:t>á</w:t>
      </w:r>
      <w:r w:rsidR="008333F8" w:rsidRPr="008333F8">
        <w:rPr>
          <w:lang w:val="sk-SK"/>
        </w:rPr>
        <w:t>ta</w:t>
      </w:r>
      <w:r w:rsidR="008333F8" w:rsidRPr="00A56E5F">
        <w:rPr>
          <w:lang w:val="sk-SK"/>
        </w:rPr>
        <w:t xml:space="preserve"> </w:t>
      </w:r>
      <w:r w:rsidRPr="00A56E5F">
        <w:rPr>
          <w:lang w:val="sk-SK"/>
        </w:rPr>
        <w:t>použitím BPSK, DPSK a QPSK modulácie.</w:t>
      </w:r>
    </w:p>
    <w:p w:rsidR="001103A8" w:rsidRPr="00A56E5F" w:rsidRDefault="001103A8" w:rsidP="007216F1">
      <w:pPr>
        <w:rPr>
          <w:lang w:val="sk-SK"/>
        </w:rPr>
      </w:pPr>
    </w:p>
    <w:p w:rsidR="001103A8" w:rsidRPr="00A56E5F" w:rsidRDefault="001103A8" w:rsidP="001103A8">
      <w:pPr>
        <w:pStyle w:val="eTask"/>
        <w:numPr>
          <w:ilvl w:val="0"/>
          <w:numId w:val="0"/>
        </w:numPr>
        <w:rPr>
          <w:lang w:val="sk-SK"/>
        </w:rPr>
      </w:pPr>
      <w:r w:rsidRPr="00A56E5F">
        <w:rPr>
          <w:lang w:val="sk-SK"/>
        </w:rPr>
        <w:t>Vstupné dáta sú</w:t>
      </w:r>
      <w:r w:rsidR="00BD35B5" w:rsidRPr="00A56E5F">
        <w:rPr>
          <w:lang w:val="sk-SK"/>
        </w:rPr>
        <w:t xml:space="preserve"> 01001110. </w:t>
      </w:r>
    </w:p>
    <w:p w:rsidR="001103A8" w:rsidRPr="00A56E5F" w:rsidRDefault="001103A8" w:rsidP="007216F1">
      <w:pPr>
        <w:rPr>
          <w:lang w:val="sk-SK"/>
        </w:rPr>
      </w:pPr>
    </w:p>
    <w:p w:rsidR="001103A8" w:rsidRPr="00A56E5F" w:rsidRDefault="001103A8" w:rsidP="001103A8">
      <w:pPr>
        <w:pStyle w:val="eTask"/>
        <w:numPr>
          <w:ilvl w:val="0"/>
          <w:numId w:val="0"/>
        </w:numPr>
        <w:rPr>
          <w:lang w:val="sk-SK"/>
        </w:rPr>
      </w:pPr>
      <w:r w:rsidRPr="00A56E5F">
        <w:rPr>
          <w:lang w:val="sk-SK"/>
        </w:rPr>
        <w:t>Príklad:</w:t>
      </w:r>
    </w:p>
    <w:p w:rsidR="00BD35B5" w:rsidRPr="00A56E5F" w:rsidRDefault="00BD35B5" w:rsidP="007216F1">
      <w:pPr>
        <w:rPr>
          <w:lang w:val="sk-SK"/>
        </w:rPr>
      </w:pPr>
    </w:p>
    <w:tbl>
      <w:tblPr>
        <w:tblStyle w:val="Mkatabulky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</w:tblGrid>
      <w:tr w:rsidR="00BD35B5" w:rsidRPr="00A56E5F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 xml:space="preserve">Bit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1</w:t>
            </w:r>
          </w:p>
        </w:tc>
      </w:tr>
      <w:tr w:rsidR="00BD35B5" w:rsidRPr="00A56E5F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BD35B5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BD35B5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</w:tr>
      <w:tr w:rsidR="00BD35B5" w:rsidRPr="00A56E5F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BPSK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0°</w:t>
            </w:r>
          </w:p>
        </w:tc>
      </w:tr>
      <w:tr w:rsidR="00BD35B5" w:rsidRPr="00A56E5F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DPSK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+90°</w:t>
            </w:r>
          </w:p>
        </w:tc>
      </w:tr>
    </w:tbl>
    <w:p w:rsidR="00BD35B5" w:rsidRPr="00A56E5F" w:rsidRDefault="00BD35B5" w:rsidP="007216F1">
      <w:pPr>
        <w:rPr>
          <w:lang w:val="sk-SK"/>
        </w:rPr>
      </w:pPr>
    </w:p>
    <w:p w:rsidR="00884D70" w:rsidRPr="00A56E5F" w:rsidRDefault="00884D70" w:rsidP="007216F1">
      <w:pPr>
        <w:rPr>
          <w:lang w:val="sk-SK"/>
        </w:rPr>
      </w:pPr>
    </w:p>
    <w:tbl>
      <w:tblPr>
        <w:tblStyle w:val="Mkatabulky"/>
        <w:tblW w:w="9463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993"/>
        <w:gridCol w:w="992"/>
        <w:gridCol w:w="992"/>
        <w:gridCol w:w="992"/>
      </w:tblGrid>
      <w:tr w:rsidR="00884D70" w:rsidRPr="00A56E5F" w:rsidTr="003147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 xml:space="preserve">Bit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0</w:t>
            </w:r>
          </w:p>
        </w:tc>
      </w:tr>
      <w:tr w:rsidR="002F61C1" w:rsidRPr="00A56E5F" w:rsidTr="003147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</w:tr>
      <w:tr w:rsidR="00884D70" w:rsidRPr="00A56E5F" w:rsidTr="00884D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BPSK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0°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15508E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E25B3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90°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15508E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E25B3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90°</w:t>
            </w:r>
          </w:p>
        </w:tc>
      </w:tr>
      <w:tr w:rsidR="00884D70" w:rsidRPr="00A56E5F" w:rsidTr="00884D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DPSK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+90°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15508E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1F6682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15508E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1F6682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-</w:t>
            </w:r>
          </w:p>
        </w:tc>
      </w:tr>
    </w:tbl>
    <w:p w:rsidR="00BD35B5" w:rsidRPr="00A56E5F" w:rsidRDefault="00BD35B5" w:rsidP="007216F1">
      <w:pPr>
        <w:rPr>
          <w:lang w:val="sk-SK"/>
        </w:rPr>
      </w:pPr>
    </w:p>
    <w:p w:rsidR="00884D70" w:rsidRPr="00A56E5F" w:rsidRDefault="00884D70" w:rsidP="007216F1">
      <w:pPr>
        <w:rPr>
          <w:lang w:val="sk-SK"/>
        </w:rPr>
      </w:pPr>
    </w:p>
    <w:tbl>
      <w:tblPr>
        <w:tblStyle w:val="Mkatabulky"/>
        <w:tblW w:w="9463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993"/>
        <w:gridCol w:w="992"/>
        <w:gridCol w:w="992"/>
        <w:gridCol w:w="992"/>
      </w:tblGrid>
      <w:tr w:rsidR="00884D70" w:rsidRPr="00A56E5F" w:rsidTr="003147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Bit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0</w:t>
            </w:r>
          </w:p>
        </w:tc>
      </w:tr>
      <w:tr w:rsidR="002F61C1" w:rsidRPr="00A56E5F" w:rsidTr="003147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</w:tr>
      <w:tr w:rsidR="00884D70" w:rsidRPr="00A56E5F" w:rsidTr="003147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BPSK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E25B3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56E5F" w:rsidRDefault="00E25B3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0°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15508E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E25B3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0°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15508E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E25B3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90°</w:t>
            </w:r>
          </w:p>
        </w:tc>
      </w:tr>
      <w:tr w:rsidR="00884D70" w:rsidRPr="00A56E5F" w:rsidTr="003147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DPSK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1F6682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+90°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15508E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1F6682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+90°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15508E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1F6682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-</w:t>
            </w:r>
          </w:p>
        </w:tc>
      </w:tr>
    </w:tbl>
    <w:p w:rsidR="00884D70" w:rsidRPr="00A56E5F" w:rsidRDefault="00884D70" w:rsidP="007216F1">
      <w:pPr>
        <w:rPr>
          <w:lang w:val="sk-SK"/>
        </w:rPr>
      </w:pPr>
    </w:p>
    <w:p w:rsidR="00884D70" w:rsidRPr="00A56E5F" w:rsidRDefault="00884D70" w:rsidP="007216F1">
      <w:pPr>
        <w:rPr>
          <w:lang w:val="sk-SK"/>
        </w:rPr>
      </w:pPr>
    </w:p>
    <w:tbl>
      <w:tblPr>
        <w:tblStyle w:val="Mkatabulky"/>
        <w:tblW w:w="946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992"/>
        <w:gridCol w:w="992"/>
        <w:gridCol w:w="992"/>
        <w:gridCol w:w="992"/>
      </w:tblGrid>
      <w:tr w:rsidR="00884D70" w:rsidRPr="00A56E5F" w:rsidTr="003147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 xml:space="preserve">Bit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10</w:t>
            </w:r>
          </w:p>
        </w:tc>
      </w:tr>
      <w:tr w:rsidR="002F61C1" w:rsidRPr="00A56E5F" w:rsidTr="003147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56E5F" w:rsidRDefault="002F61C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56E5F" w:rsidRDefault="002F61C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</w:tr>
      <w:tr w:rsidR="00884D70" w:rsidRPr="00A56E5F" w:rsidTr="00884D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QPSK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145°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15508E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9766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45°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15508E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9766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225°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15508E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9766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A56E5F">
              <w:rPr>
                <w:color w:val="FF0000"/>
                <w:lang w:val="sk-SK"/>
              </w:rPr>
              <w:t>315°</w:t>
            </w:r>
          </w:p>
        </w:tc>
      </w:tr>
    </w:tbl>
    <w:p w:rsidR="00331E7A" w:rsidRPr="00A56E5F" w:rsidRDefault="00331E7A" w:rsidP="001103A8">
      <w:pPr>
        <w:pStyle w:val="eTask"/>
        <w:numPr>
          <w:ilvl w:val="0"/>
          <w:numId w:val="0"/>
        </w:numPr>
        <w:tabs>
          <w:tab w:val="clear" w:pos="426"/>
          <w:tab w:val="left" w:pos="8389"/>
        </w:tabs>
        <w:spacing w:line="360" w:lineRule="auto"/>
        <w:ind w:left="284" w:hanging="284"/>
        <w:rPr>
          <w:b w:val="0"/>
          <w:lang w:val="sk-SK"/>
        </w:rPr>
      </w:pPr>
    </w:p>
    <w:sectPr w:rsidR="00331E7A" w:rsidRPr="00A56E5F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6E0" w:rsidRDefault="004746E0" w:rsidP="00861A1A">
      <w:r>
        <w:separator/>
      </w:r>
    </w:p>
  </w:endnote>
  <w:endnote w:type="continuationSeparator" w:id="0">
    <w:p w:rsidR="004746E0" w:rsidRDefault="004746E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7F0F0E" w:rsidRPr="00270778" w:rsidTr="00CA51B5">
      <w:tc>
        <w:tcPr>
          <w:tcW w:w="2518" w:type="dxa"/>
        </w:tcPr>
        <w:p w:rsidR="007F0F0E" w:rsidRPr="00270778" w:rsidRDefault="007F0F0E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270778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7F0F0E" w:rsidRPr="003140EE" w:rsidRDefault="007F0F0E" w:rsidP="003147F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7F0F0E" w:rsidRPr="00404573" w:rsidRDefault="007F0F0E" w:rsidP="003147F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7F0F0E" w:rsidRPr="00270778" w:rsidTr="00CA51B5">
      <w:tc>
        <w:tcPr>
          <w:tcW w:w="8472" w:type="dxa"/>
          <w:gridSpan w:val="2"/>
        </w:tcPr>
        <w:p w:rsidR="007F0F0E" w:rsidRPr="00270778" w:rsidRDefault="007F0F0E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7F0F0E" w:rsidRPr="00270778" w:rsidRDefault="007F0F0E" w:rsidP="00CA51B5">
          <w:pPr>
            <w:jc w:val="right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v1.0</w:t>
          </w:r>
        </w:p>
      </w:tc>
    </w:tr>
  </w:tbl>
  <w:p w:rsidR="007F0F0E" w:rsidRPr="00270778" w:rsidRDefault="007F0F0E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6E0" w:rsidRDefault="004746E0" w:rsidP="00861A1A">
      <w:r>
        <w:separator/>
      </w:r>
    </w:p>
  </w:footnote>
  <w:footnote w:type="continuationSeparator" w:id="0">
    <w:p w:rsidR="004746E0" w:rsidRDefault="004746E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F0E" w:rsidRPr="002B41A8" w:rsidRDefault="007F0F0E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smallCaps/>
        <w:noProof/>
      </w:rPr>
      <w:t>PRACOVNÝ LIST</w:t>
    </w:r>
  </w:p>
  <w:p w:rsidR="007F0F0E" w:rsidRPr="00C148FD" w:rsidRDefault="007F0F0E" w:rsidP="003147F7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3147F7">
      <w:rPr>
        <w:rFonts w:ascii="Calibri" w:hAnsi="Calibri"/>
        <w:smallCaps/>
        <w:noProof/>
        <w:sz w:val="20"/>
        <w:szCs w:val="20"/>
        <w:lang w:val="en-US"/>
      </w:rPr>
      <w:t>MODERNÉ MODULAČNÉ METÓDY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0E019A"/>
    <w:multiLevelType w:val="hybridMultilevel"/>
    <w:tmpl w:val="34AE89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068F5"/>
    <w:multiLevelType w:val="hybridMultilevel"/>
    <w:tmpl w:val="A19ED1C4"/>
    <w:lvl w:ilvl="0" w:tplc="0ABABC9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A5"/>
    <w:rsid w:val="0000673F"/>
    <w:rsid w:val="00016AD8"/>
    <w:rsid w:val="00017595"/>
    <w:rsid w:val="00021197"/>
    <w:rsid w:val="00030EDA"/>
    <w:rsid w:val="0003229C"/>
    <w:rsid w:val="00045BEB"/>
    <w:rsid w:val="00071EF2"/>
    <w:rsid w:val="00073ADF"/>
    <w:rsid w:val="0007473C"/>
    <w:rsid w:val="000750C9"/>
    <w:rsid w:val="00087EAC"/>
    <w:rsid w:val="00094A16"/>
    <w:rsid w:val="00094C0B"/>
    <w:rsid w:val="000A233F"/>
    <w:rsid w:val="000A55B3"/>
    <w:rsid w:val="000C26DD"/>
    <w:rsid w:val="000C6B3A"/>
    <w:rsid w:val="001103A8"/>
    <w:rsid w:val="00120BEC"/>
    <w:rsid w:val="001301D8"/>
    <w:rsid w:val="0013693D"/>
    <w:rsid w:val="00136968"/>
    <w:rsid w:val="0014373A"/>
    <w:rsid w:val="00151ED1"/>
    <w:rsid w:val="00154968"/>
    <w:rsid w:val="0015508E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5A08"/>
    <w:rsid w:val="00197271"/>
    <w:rsid w:val="001B057D"/>
    <w:rsid w:val="001D00A1"/>
    <w:rsid w:val="001D6D6E"/>
    <w:rsid w:val="001F6290"/>
    <w:rsid w:val="001F6682"/>
    <w:rsid w:val="00213F2C"/>
    <w:rsid w:val="00223478"/>
    <w:rsid w:val="00225015"/>
    <w:rsid w:val="00270778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2F61C1"/>
    <w:rsid w:val="00302F2B"/>
    <w:rsid w:val="00304ADA"/>
    <w:rsid w:val="00306B9F"/>
    <w:rsid w:val="00307892"/>
    <w:rsid w:val="003147F7"/>
    <w:rsid w:val="00315203"/>
    <w:rsid w:val="003264F1"/>
    <w:rsid w:val="00331E7A"/>
    <w:rsid w:val="00337851"/>
    <w:rsid w:val="00342FBB"/>
    <w:rsid w:val="00347E4D"/>
    <w:rsid w:val="00351AF3"/>
    <w:rsid w:val="0039238A"/>
    <w:rsid w:val="00396517"/>
    <w:rsid w:val="003B1326"/>
    <w:rsid w:val="003C5B45"/>
    <w:rsid w:val="003D41BB"/>
    <w:rsid w:val="003E01BE"/>
    <w:rsid w:val="003F03EB"/>
    <w:rsid w:val="003F623C"/>
    <w:rsid w:val="003F7F87"/>
    <w:rsid w:val="00402B09"/>
    <w:rsid w:val="00404573"/>
    <w:rsid w:val="00417ED2"/>
    <w:rsid w:val="00430858"/>
    <w:rsid w:val="00445B75"/>
    <w:rsid w:val="00456107"/>
    <w:rsid w:val="0046567F"/>
    <w:rsid w:val="00472203"/>
    <w:rsid w:val="004746E0"/>
    <w:rsid w:val="00475954"/>
    <w:rsid w:val="00492966"/>
    <w:rsid w:val="00495930"/>
    <w:rsid w:val="004A01E5"/>
    <w:rsid w:val="004A7B44"/>
    <w:rsid w:val="004C0E36"/>
    <w:rsid w:val="004C34BB"/>
    <w:rsid w:val="004D1C9F"/>
    <w:rsid w:val="004D2A14"/>
    <w:rsid w:val="004D3CEF"/>
    <w:rsid w:val="004E2B7C"/>
    <w:rsid w:val="004E5E95"/>
    <w:rsid w:val="004E70EA"/>
    <w:rsid w:val="004F2C98"/>
    <w:rsid w:val="004F5AFF"/>
    <w:rsid w:val="005132B0"/>
    <w:rsid w:val="00517E3A"/>
    <w:rsid w:val="0052284C"/>
    <w:rsid w:val="00543ACF"/>
    <w:rsid w:val="00561B7B"/>
    <w:rsid w:val="00561C5A"/>
    <w:rsid w:val="005728B3"/>
    <w:rsid w:val="005738D5"/>
    <w:rsid w:val="0057504E"/>
    <w:rsid w:val="005832C4"/>
    <w:rsid w:val="00584696"/>
    <w:rsid w:val="00587966"/>
    <w:rsid w:val="00587A91"/>
    <w:rsid w:val="005A5C87"/>
    <w:rsid w:val="005A7541"/>
    <w:rsid w:val="005B2E55"/>
    <w:rsid w:val="005B37E2"/>
    <w:rsid w:val="005B460C"/>
    <w:rsid w:val="005C32F7"/>
    <w:rsid w:val="005D3FE1"/>
    <w:rsid w:val="005D7525"/>
    <w:rsid w:val="005E1AB1"/>
    <w:rsid w:val="005E20B2"/>
    <w:rsid w:val="005E5A22"/>
    <w:rsid w:val="005F5FA1"/>
    <w:rsid w:val="00625B5A"/>
    <w:rsid w:val="0063686B"/>
    <w:rsid w:val="00641D92"/>
    <w:rsid w:val="006435FE"/>
    <w:rsid w:val="0064494B"/>
    <w:rsid w:val="00650CB8"/>
    <w:rsid w:val="0066326F"/>
    <w:rsid w:val="00665665"/>
    <w:rsid w:val="0068067D"/>
    <w:rsid w:val="0068131D"/>
    <w:rsid w:val="00690FB1"/>
    <w:rsid w:val="006A24C7"/>
    <w:rsid w:val="006B3739"/>
    <w:rsid w:val="006B5D59"/>
    <w:rsid w:val="006D39B2"/>
    <w:rsid w:val="006D3F30"/>
    <w:rsid w:val="006D50FA"/>
    <w:rsid w:val="006F0D5B"/>
    <w:rsid w:val="006F787A"/>
    <w:rsid w:val="00710301"/>
    <w:rsid w:val="007216F1"/>
    <w:rsid w:val="0073574D"/>
    <w:rsid w:val="007460F9"/>
    <w:rsid w:val="00766135"/>
    <w:rsid w:val="0076745A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0F0E"/>
    <w:rsid w:val="007F22F2"/>
    <w:rsid w:val="00802588"/>
    <w:rsid w:val="00803DDF"/>
    <w:rsid w:val="00813612"/>
    <w:rsid w:val="0081479C"/>
    <w:rsid w:val="008172F1"/>
    <w:rsid w:val="00825830"/>
    <w:rsid w:val="00826CB2"/>
    <w:rsid w:val="00830375"/>
    <w:rsid w:val="00830A2B"/>
    <w:rsid w:val="00831014"/>
    <w:rsid w:val="00832323"/>
    <w:rsid w:val="008333F8"/>
    <w:rsid w:val="00861A1A"/>
    <w:rsid w:val="00864D93"/>
    <w:rsid w:val="00875E54"/>
    <w:rsid w:val="00882BE0"/>
    <w:rsid w:val="008836CE"/>
    <w:rsid w:val="00884D70"/>
    <w:rsid w:val="00891FF5"/>
    <w:rsid w:val="00893E89"/>
    <w:rsid w:val="008A3619"/>
    <w:rsid w:val="008B05F5"/>
    <w:rsid w:val="008B6CCD"/>
    <w:rsid w:val="008C41A0"/>
    <w:rsid w:val="008C64E0"/>
    <w:rsid w:val="008D38F1"/>
    <w:rsid w:val="008F18E4"/>
    <w:rsid w:val="008F1B37"/>
    <w:rsid w:val="008F5585"/>
    <w:rsid w:val="00912A69"/>
    <w:rsid w:val="00916DC9"/>
    <w:rsid w:val="00924065"/>
    <w:rsid w:val="00935EA8"/>
    <w:rsid w:val="0094072E"/>
    <w:rsid w:val="00950649"/>
    <w:rsid w:val="0095346A"/>
    <w:rsid w:val="00955A25"/>
    <w:rsid w:val="00963713"/>
    <w:rsid w:val="00963F86"/>
    <w:rsid w:val="0097175A"/>
    <w:rsid w:val="00974B16"/>
    <w:rsid w:val="00976652"/>
    <w:rsid w:val="009802AD"/>
    <w:rsid w:val="009A5F9E"/>
    <w:rsid w:val="009B638C"/>
    <w:rsid w:val="009C7B24"/>
    <w:rsid w:val="009E2A2A"/>
    <w:rsid w:val="009F6E5E"/>
    <w:rsid w:val="00A16955"/>
    <w:rsid w:val="00A17111"/>
    <w:rsid w:val="00A25419"/>
    <w:rsid w:val="00A26A28"/>
    <w:rsid w:val="00A41E41"/>
    <w:rsid w:val="00A50FFF"/>
    <w:rsid w:val="00A527AF"/>
    <w:rsid w:val="00A535A7"/>
    <w:rsid w:val="00A54992"/>
    <w:rsid w:val="00A56E5F"/>
    <w:rsid w:val="00A633E1"/>
    <w:rsid w:val="00A65E53"/>
    <w:rsid w:val="00A8234A"/>
    <w:rsid w:val="00A97C95"/>
    <w:rsid w:val="00AA043B"/>
    <w:rsid w:val="00AA0506"/>
    <w:rsid w:val="00AA5B23"/>
    <w:rsid w:val="00AC4ED9"/>
    <w:rsid w:val="00AC6380"/>
    <w:rsid w:val="00AD2F36"/>
    <w:rsid w:val="00AD6E4D"/>
    <w:rsid w:val="00AF5281"/>
    <w:rsid w:val="00B00776"/>
    <w:rsid w:val="00B01599"/>
    <w:rsid w:val="00B15DB4"/>
    <w:rsid w:val="00B177D0"/>
    <w:rsid w:val="00B3151A"/>
    <w:rsid w:val="00B37307"/>
    <w:rsid w:val="00B507EB"/>
    <w:rsid w:val="00B5145B"/>
    <w:rsid w:val="00B64309"/>
    <w:rsid w:val="00B707D0"/>
    <w:rsid w:val="00B75FF7"/>
    <w:rsid w:val="00B816F4"/>
    <w:rsid w:val="00B822EA"/>
    <w:rsid w:val="00B84417"/>
    <w:rsid w:val="00B84C75"/>
    <w:rsid w:val="00B91957"/>
    <w:rsid w:val="00B94FBB"/>
    <w:rsid w:val="00BA3595"/>
    <w:rsid w:val="00BB3CAA"/>
    <w:rsid w:val="00BB48C7"/>
    <w:rsid w:val="00BC1F6B"/>
    <w:rsid w:val="00BC6BFD"/>
    <w:rsid w:val="00BC732E"/>
    <w:rsid w:val="00BD00FD"/>
    <w:rsid w:val="00BD35B5"/>
    <w:rsid w:val="00BD3D30"/>
    <w:rsid w:val="00BD7612"/>
    <w:rsid w:val="00BE6648"/>
    <w:rsid w:val="00BF5E09"/>
    <w:rsid w:val="00BF6970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CF6F0D"/>
    <w:rsid w:val="00D060B3"/>
    <w:rsid w:val="00D06992"/>
    <w:rsid w:val="00D12029"/>
    <w:rsid w:val="00D12341"/>
    <w:rsid w:val="00D20A5C"/>
    <w:rsid w:val="00D2650E"/>
    <w:rsid w:val="00D33524"/>
    <w:rsid w:val="00D573B0"/>
    <w:rsid w:val="00D62C74"/>
    <w:rsid w:val="00D6535B"/>
    <w:rsid w:val="00D71B81"/>
    <w:rsid w:val="00D773FA"/>
    <w:rsid w:val="00DA18A6"/>
    <w:rsid w:val="00DA1F5C"/>
    <w:rsid w:val="00DA24E3"/>
    <w:rsid w:val="00DB0581"/>
    <w:rsid w:val="00DB2F24"/>
    <w:rsid w:val="00DB674B"/>
    <w:rsid w:val="00DC064C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B31"/>
    <w:rsid w:val="00E25F16"/>
    <w:rsid w:val="00E352FF"/>
    <w:rsid w:val="00E41087"/>
    <w:rsid w:val="00E433EA"/>
    <w:rsid w:val="00E516D7"/>
    <w:rsid w:val="00E5359D"/>
    <w:rsid w:val="00E54A46"/>
    <w:rsid w:val="00E65738"/>
    <w:rsid w:val="00E71732"/>
    <w:rsid w:val="00E728DC"/>
    <w:rsid w:val="00E8020B"/>
    <w:rsid w:val="00E8518C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D5454"/>
    <w:rsid w:val="00EE3197"/>
    <w:rsid w:val="00EF2951"/>
    <w:rsid w:val="00F168D6"/>
    <w:rsid w:val="00F24638"/>
    <w:rsid w:val="00F248A4"/>
    <w:rsid w:val="00F46B18"/>
    <w:rsid w:val="00F51C9D"/>
    <w:rsid w:val="00F748A6"/>
    <w:rsid w:val="00F779D9"/>
    <w:rsid w:val="00F818A7"/>
    <w:rsid w:val="00F82C59"/>
    <w:rsid w:val="00F871C6"/>
    <w:rsid w:val="00F8749B"/>
    <w:rsid w:val="00FA74D9"/>
    <w:rsid w:val="00FB0FCA"/>
    <w:rsid w:val="00FB201E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DA13A2-067A-48CC-84B2-666EA069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507EB"/>
    <w:pPr>
      <w:ind w:left="720"/>
      <w:contextualSpacing/>
    </w:pPr>
  </w:style>
  <w:style w:type="character" w:customStyle="1" w:styleId="shorttext">
    <w:name w:val="short_text"/>
    <w:basedOn w:val="Standardnpsmoodstavce"/>
    <w:rsid w:val="0011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54</TotalTime>
  <Pages>4</Pages>
  <Words>428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Ivan Pravda, Ph.D.</dc:creator>
  <cp:lastModifiedBy>Marek Nevosad</cp:lastModifiedBy>
  <cp:revision>8</cp:revision>
  <cp:lastPrinted>2013-05-24T15:00:00Z</cp:lastPrinted>
  <dcterms:created xsi:type="dcterms:W3CDTF">2017-05-31T18:21:00Z</dcterms:created>
  <dcterms:modified xsi:type="dcterms:W3CDTF">2017-08-04T13:35:00Z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