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D0" w:rsidRPr="008E00D3" w:rsidRDefault="00C86CD0" w:rsidP="00C86CD0">
      <w:pPr>
        <w:pStyle w:val="eTask"/>
        <w:ind w:left="360" w:hanging="360"/>
        <w:rPr>
          <w:lang w:val="sk-SK"/>
        </w:rPr>
      </w:pPr>
      <w:r w:rsidRPr="008E00D3">
        <w:rPr>
          <w:rStyle w:val="hps"/>
          <w:lang w:val="sk-SK"/>
        </w:rPr>
        <w:t>Upravte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texty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tak</w:t>
      </w:r>
      <w:r w:rsidRPr="008E00D3">
        <w:rPr>
          <w:lang w:val="sk-SK"/>
        </w:rPr>
        <w:t xml:space="preserve">, aby </w:t>
      </w:r>
      <w:r w:rsidRPr="008E00D3">
        <w:rPr>
          <w:rStyle w:val="hps"/>
          <w:lang w:val="sk-SK"/>
        </w:rPr>
        <w:t>tvrdenie bolo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pravdivé</w:t>
      </w:r>
      <w:r w:rsidRPr="008E00D3">
        <w:rPr>
          <w:lang w:val="sk-SK"/>
        </w:rPr>
        <w:t>.</w:t>
      </w:r>
    </w:p>
    <w:p w:rsidR="003226F2" w:rsidRPr="008E00D3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C86CD0" w:rsidRPr="00EA6AE8" w:rsidRDefault="00C86CD0" w:rsidP="00A9136D">
      <w:pPr>
        <w:spacing w:line="360" w:lineRule="auto"/>
        <w:rPr>
          <w:lang w:val="sk-SK"/>
        </w:rPr>
      </w:pPr>
      <w:r w:rsidRPr="00EA6AE8">
        <w:rPr>
          <w:lang w:val="sk-SK"/>
        </w:rPr>
        <w:t xml:space="preserve">Štandard Bluetooth je proprietárne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otvorený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uzavretý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EA6AE8">
        <w:rPr>
          <w:lang w:val="sk-SK"/>
        </w:rPr>
        <w:t xml:space="preserve"> štandard pre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pevnú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bezdrôtovú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EA6AE8">
        <w:rPr>
          <w:lang w:val="sk-SK"/>
        </w:rPr>
        <w:t xml:space="preserve"> komunikáciu. </w:t>
      </w:r>
      <w:r w:rsidR="0039121E" w:rsidRPr="00EA6AE8">
        <w:rPr>
          <w:lang w:val="sk-SK"/>
        </w:rPr>
        <w:t>Komunikáci</w:t>
      </w:r>
      <w:r w:rsidR="0039121E">
        <w:rPr>
          <w:lang w:val="sk-SK"/>
        </w:rPr>
        <w:t>a</w:t>
      </w:r>
      <w:r w:rsidR="0039121E" w:rsidRPr="00EA6AE8">
        <w:rPr>
          <w:lang w:val="sk-SK"/>
        </w:rPr>
        <w:t xml:space="preserve"> </w:t>
      </w:r>
      <w:r w:rsidRPr="00EA6AE8">
        <w:rPr>
          <w:lang w:val="sk-SK"/>
        </w:rPr>
        <w:t xml:space="preserve">cez Bluetooth </w:t>
      </w:r>
      <w:r w:rsidR="00EA6AE8">
        <w:rPr>
          <w:lang w:val="sk-SK"/>
        </w:rPr>
        <w:t>š</w:t>
      </w:r>
      <w:r w:rsidRPr="00EA6AE8">
        <w:rPr>
          <w:lang w:val="sk-SK"/>
        </w:rPr>
        <w:t xml:space="preserve">tandard sa realizuje na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dlhú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krátku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EA6AE8">
        <w:rPr>
          <w:lang w:val="sk-SK"/>
        </w:rPr>
        <w:t xml:space="preserve"> vzdialenos</w:t>
      </w:r>
      <w:bookmarkStart w:id="0" w:name="_GoBack"/>
      <w:bookmarkEnd w:id="0"/>
      <w:r w:rsidRPr="00EA6AE8">
        <w:rPr>
          <w:lang w:val="sk-SK"/>
        </w:rPr>
        <w:t>ť medzi elektronickými zariadeniami rôzneho druhu (napr. mobilné telefóny, notebooky, bezdrôtové slúchadlá, domáce spotrebiče,…).</w:t>
      </w:r>
    </w:p>
    <w:p w:rsidR="003226F2" w:rsidRPr="008E00D3" w:rsidRDefault="003226F2" w:rsidP="003226F2">
      <w:pPr>
        <w:pStyle w:val="eLineBottom"/>
        <w:rPr>
          <w:lang w:val="sk-SK"/>
        </w:rPr>
      </w:pPr>
    </w:p>
    <w:p w:rsidR="003226F2" w:rsidRPr="008E00D3" w:rsidRDefault="003226F2" w:rsidP="003226F2">
      <w:pPr>
        <w:rPr>
          <w:lang w:val="sk-SK"/>
        </w:rPr>
      </w:pPr>
    </w:p>
    <w:p w:rsidR="008C78C3" w:rsidRPr="008E00D3" w:rsidRDefault="00C86CD0" w:rsidP="008A43DF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Ktoré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vrstvy sú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zahrnuté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</w:t>
      </w:r>
      <w:r w:rsidR="0039121E">
        <w:rPr>
          <w:rStyle w:val="hps"/>
          <w:lang w:val="sk-SK"/>
        </w:rPr>
        <w:t>o</w:t>
      </w:r>
      <w:r w:rsidRPr="008E00D3">
        <w:rPr>
          <w:lang w:val="sk-SK"/>
        </w:rPr>
        <w:t xml:space="preserve"> </w:t>
      </w:r>
      <w:r w:rsidR="0039121E">
        <w:rPr>
          <w:lang w:val="sk-SK"/>
        </w:rPr>
        <w:t xml:space="preserve">vrstvovom </w:t>
      </w:r>
      <w:r w:rsidRPr="008E00D3">
        <w:rPr>
          <w:rStyle w:val="hps"/>
          <w:lang w:val="sk-SK"/>
        </w:rPr>
        <w:t>modeli</w:t>
      </w:r>
      <w:r w:rsidRPr="008E00D3">
        <w:rPr>
          <w:lang w:val="sk-SK"/>
        </w:rPr>
        <w:t xml:space="preserve"> </w:t>
      </w:r>
      <w:r w:rsidR="0039121E">
        <w:rPr>
          <w:rStyle w:val="hps"/>
          <w:lang w:val="sk-SK"/>
        </w:rPr>
        <w:t>na</w:t>
      </w:r>
      <w:r w:rsidR="0039121E"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prenos dát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</w:t>
      </w:r>
      <w:r w:rsidRPr="008E00D3">
        <w:rPr>
          <w:lang w:val="sk-SK"/>
        </w:rPr>
        <w:t> </w:t>
      </w:r>
      <w:r w:rsidRPr="008E00D3">
        <w:rPr>
          <w:rStyle w:val="hps"/>
          <w:lang w:val="sk-SK"/>
        </w:rPr>
        <w:t>technológii Bluetooth</w:t>
      </w:r>
      <w:r w:rsidRPr="008E00D3">
        <w:rPr>
          <w:lang w:val="sk-SK"/>
        </w:rPr>
        <w:t>?</w:t>
      </w:r>
    </w:p>
    <w:p w:rsidR="008C78C3" w:rsidRPr="008E00D3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8C78C3" w:rsidRPr="008E00D3" w:rsidRDefault="008C78C3" w:rsidP="00A9136D">
      <w:pPr>
        <w:ind w:left="357"/>
        <w:rPr>
          <w:lang w:val="sk-SK"/>
        </w:rPr>
      </w:pPr>
      <w:r w:rsidRPr="008E00D3">
        <w:rPr>
          <w:lang w:val="sk-SK"/>
        </w:rPr>
        <w:t>1.</w:t>
      </w:r>
      <w:r w:rsidRPr="008E00D3">
        <w:rPr>
          <w:lang w:val="sk-SK"/>
        </w:rPr>
        <w:tab/>
      </w:r>
      <w:r w:rsidR="005F799A">
        <w:t>_________________________</w:t>
      </w: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2.</w:t>
      </w:r>
      <w:r w:rsidRPr="008E00D3">
        <w:rPr>
          <w:lang w:val="sk-SK"/>
        </w:rPr>
        <w:tab/>
      </w:r>
      <w:r w:rsidR="005F799A">
        <w:t>_________________________</w:t>
      </w: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</w:p>
    <w:p w:rsidR="008C78C3" w:rsidRPr="008E00D3" w:rsidRDefault="008C78C3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3.</w:t>
      </w:r>
      <w:r w:rsidRPr="008E00D3">
        <w:rPr>
          <w:lang w:val="sk-SK"/>
        </w:rPr>
        <w:tab/>
      </w:r>
      <w:r w:rsidR="005F799A">
        <w:t>_________________________</w:t>
      </w:r>
    </w:p>
    <w:p w:rsidR="008C78C3" w:rsidRPr="008E00D3" w:rsidRDefault="008C78C3" w:rsidP="00A9136D">
      <w:pPr>
        <w:rPr>
          <w:lang w:val="sk-SK"/>
        </w:rPr>
      </w:pPr>
    </w:p>
    <w:p w:rsidR="00A9136D" w:rsidRPr="008E00D3" w:rsidRDefault="00A9136D" w:rsidP="008C78C3">
      <w:pPr>
        <w:pStyle w:val="eLineBottom"/>
        <w:rPr>
          <w:lang w:val="sk-SK"/>
        </w:rPr>
      </w:pPr>
    </w:p>
    <w:p w:rsidR="008B67F9" w:rsidRPr="008E00D3" w:rsidRDefault="00C148FD" w:rsidP="008B67F9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8B67F9" w:rsidRPr="008E00D3" w:rsidRDefault="00A10BF0" w:rsidP="00484882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Vyberte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a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označte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v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nasledujúcej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tabuľke</w:t>
      </w:r>
      <w:r w:rsidRPr="008E00D3">
        <w:rPr>
          <w:lang w:val="sk-SK"/>
        </w:rPr>
        <w:t xml:space="preserve"> </w:t>
      </w:r>
      <w:r w:rsidR="0039121E" w:rsidRPr="008E00D3">
        <w:rPr>
          <w:rStyle w:val="hps"/>
          <w:lang w:val="sk-SK"/>
        </w:rPr>
        <w:t>základn</w:t>
      </w:r>
      <w:r w:rsidR="0039121E">
        <w:rPr>
          <w:rStyle w:val="hps"/>
          <w:lang w:val="sk-SK"/>
        </w:rPr>
        <w:t>é</w:t>
      </w:r>
      <w:r w:rsidR="0039121E"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kľúčové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prvky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technológie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Bluetooth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(</w:t>
      </w:r>
      <w:r w:rsidRPr="008E00D3">
        <w:rPr>
          <w:lang w:val="sk-SK"/>
        </w:rPr>
        <w:t xml:space="preserve">jeden v </w:t>
      </w:r>
      <w:r w:rsidRPr="008E00D3">
        <w:rPr>
          <w:rStyle w:val="hps"/>
          <w:lang w:val="sk-SK"/>
        </w:rPr>
        <w:t>každom stĺpci</w:t>
      </w:r>
      <w:r w:rsidRPr="008E00D3">
        <w:rPr>
          <w:lang w:val="sk-SK"/>
        </w:rPr>
        <w:t>):</w:t>
      </w:r>
    </w:p>
    <w:p w:rsidR="000E1BA3" w:rsidRPr="008E00D3" w:rsidRDefault="000E1BA3" w:rsidP="000E1BA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3004"/>
        <w:gridCol w:w="3000"/>
      </w:tblGrid>
      <w:tr w:rsidR="0036241C" w:rsidRPr="008E00D3" w:rsidTr="00123CC7">
        <w:tc>
          <w:tcPr>
            <w:tcW w:w="3020" w:type="dxa"/>
          </w:tcPr>
          <w:p w:rsidR="00123CC7" w:rsidRPr="008E00D3" w:rsidRDefault="00123CC7" w:rsidP="002D7844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E00D3">
              <w:rPr>
                <w:lang w:val="sk-SK"/>
              </w:rPr>
              <w:t>MODUL</w:t>
            </w:r>
            <w:r w:rsidR="002D7844" w:rsidRPr="008E00D3">
              <w:rPr>
                <w:lang w:val="sk-SK"/>
              </w:rPr>
              <w:t>ÁCIA</w:t>
            </w:r>
          </w:p>
        </w:tc>
        <w:tc>
          <w:tcPr>
            <w:tcW w:w="3021" w:type="dxa"/>
          </w:tcPr>
          <w:p w:rsidR="00123CC7" w:rsidRPr="008E00D3" w:rsidRDefault="002D7844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E00D3">
              <w:rPr>
                <w:lang w:val="sk-SK"/>
              </w:rPr>
              <w:t>FREKVENČNÉ PÁSMO</w:t>
            </w:r>
          </w:p>
        </w:tc>
        <w:tc>
          <w:tcPr>
            <w:tcW w:w="3021" w:type="dxa"/>
          </w:tcPr>
          <w:p w:rsidR="00123CC7" w:rsidRPr="008E00D3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8E00D3">
              <w:rPr>
                <w:lang w:val="sk-SK"/>
              </w:rPr>
              <w:t>MULTIPLEX</w:t>
            </w:r>
          </w:p>
        </w:tc>
      </w:tr>
    </w:tbl>
    <w:p w:rsidR="00123CC7" w:rsidRPr="008E00D3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sk-SK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36241C" w:rsidRPr="008E00D3" w:rsidTr="00123CC7"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TDD</w:t>
            </w:r>
          </w:p>
        </w:tc>
      </w:tr>
      <w:tr w:rsidR="0036241C" w:rsidRPr="008E00D3" w:rsidTr="00123CC7"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CDM</w:t>
            </w:r>
          </w:p>
        </w:tc>
      </w:tr>
      <w:tr w:rsidR="0036241C" w:rsidRPr="008E00D3" w:rsidTr="00123CC7"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FDM</w:t>
            </w:r>
          </w:p>
        </w:tc>
      </w:tr>
      <w:tr w:rsidR="0036241C" w:rsidRPr="008E00D3" w:rsidTr="00123CC7"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5F799A" w:rsidRDefault="00123CC7" w:rsidP="00A9136D">
            <w:pPr>
              <w:spacing w:before="60" w:after="60"/>
              <w:jc w:val="center"/>
              <w:rPr>
                <w:lang w:val="sk-SK"/>
              </w:rPr>
            </w:pPr>
            <w:r w:rsidRPr="005F799A">
              <w:rPr>
                <w:lang w:val="sk-SK"/>
              </w:rPr>
              <w:t>TDM</w:t>
            </w:r>
          </w:p>
        </w:tc>
      </w:tr>
    </w:tbl>
    <w:p w:rsidR="000E1BA3" w:rsidRPr="008E00D3" w:rsidRDefault="000E1BA3" w:rsidP="000E1BA3">
      <w:pPr>
        <w:pStyle w:val="eLineBottom"/>
        <w:rPr>
          <w:lang w:val="sk-SK"/>
        </w:rPr>
      </w:pPr>
    </w:p>
    <w:p w:rsidR="000E1BA3" w:rsidRPr="008E00D3" w:rsidRDefault="000E1BA3" w:rsidP="000E1BA3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2D7844" w:rsidRPr="008E00D3" w:rsidRDefault="002D7844" w:rsidP="002D7844">
      <w:pPr>
        <w:pStyle w:val="eTask"/>
        <w:ind w:left="360" w:hanging="360"/>
        <w:rPr>
          <w:lang w:val="sk-SK"/>
        </w:rPr>
      </w:pPr>
      <w:r w:rsidRPr="008E00D3">
        <w:rPr>
          <w:rStyle w:val="hps"/>
          <w:lang w:val="sk-SK"/>
        </w:rPr>
        <w:t>Upravte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texty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tak</w:t>
      </w:r>
      <w:r w:rsidRPr="008E00D3">
        <w:rPr>
          <w:lang w:val="sk-SK"/>
        </w:rPr>
        <w:t xml:space="preserve">, aby </w:t>
      </w:r>
      <w:r w:rsidRPr="008E00D3">
        <w:rPr>
          <w:rStyle w:val="hps"/>
          <w:lang w:val="sk-SK"/>
        </w:rPr>
        <w:t>tvrdenie bolo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pravdivé</w:t>
      </w:r>
      <w:r w:rsidRPr="008E00D3">
        <w:rPr>
          <w:lang w:val="sk-SK"/>
        </w:rPr>
        <w:t>.</w:t>
      </w:r>
    </w:p>
    <w:p w:rsidR="001434D8" w:rsidRPr="008E00D3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434D8" w:rsidRPr="005F799A" w:rsidRDefault="006F0190" w:rsidP="00A9136D">
      <w:pPr>
        <w:spacing w:line="360" w:lineRule="auto"/>
        <w:rPr>
          <w:lang w:val="sk-SK"/>
        </w:rPr>
      </w:pPr>
      <w:r w:rsidRPr="005F799A">
        <w:rPr>
          <w:lang w:val="sk-SK"/>
        </w:rPr>
        <w:t xml:space="preserve">Zabezpečenie komunikácie z hľadiska utajenia obsahu prenášaných informácií je realizované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linkovou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logickou</m:t>
                  </m:r>
                </m:e>
              </m:mr>
            </m:m>
          </m:e>
        </m:d>
      </m:oMath>
      <w:r w:rsidRPr="005F799A">
        <w:rPr>
          <w:lang w:val="sk-SK"/>
        </w:rPr>
        <w:t xml:space="preserve"> vrstvou. Na zaistenie bezpečnej komunikácie sa využívajú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tri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štyri</m:t>
                  </m:r>
                </m:e>
              </m:mr>
            </m:m>
          </m:e>
        </m:d>
      </m:oMath>
      <w:r w:rsidRPr="005F799A">
        <w:rPr>
          <w:lang w:val="sk-SK"/>
        </w:rPr>
        <w:t xml:space="preserve"> entity.</w:t>
      </w:r>
      <w:r w:rsidR="005F799A">
        <w:rPr>
          <w:lang w:val="sk-SK"/>
        </w:rPr>
        <w:t xml:space="preserve"> </w:t>
      </w:r>
    </w:p>
    <w:p w:rsidR="001434D8" w:rsidRPr="008E00D3" w:rsidRDefault="001434D8" w:rsidP="001434D8">
      <w:pPr>
        <w:pStyle w:val="eLineBottom"/>
        <w:rPr>
          <w:lang w:val="sk-SK"/>
        </w:rPr>
      </w:pPr>
    </w:p>
    <w:p w:rsidR="001434D8" w:rsidRPr="008E00D3" w:rsidRDefault="001434D8" w:rsidP="001434D8">
      <w:pPr>
        <w:rPr>
          <w:lang w:val="sk-SK"/>
        </w:rPr>
      </w:pPr>
      <w:r w:rsidRPr="008E00D3">
        <w:rPr>
          <w:lang w:val="sk-SK"/>
        </w:rPr>
        <w:t xml:space="preserve"> </w:t>
      </w:r>
    </w:p>
    <w:p w:rsidR="00A9136D" w:rsidRPr="008E00D3" w:rsidRDefault="00A9136D">
      <w:pPr>
        <w:rPr>
          <w:b/>
          <w:lang w:val="sk-SK"/>
        </w:rPr>
      </w:pPr>
      <w:r w:rsidRPr="008E00D3">
        <w:rPr>
          <w:lang w:val="sk-SK"/>
        </w:rPr>
        <w:br w:type="page"/>
      </w:r>
    </w:p>
    <w:p w:rsidR="001434D8" w:rsidRPr="008E00D3" w:rsidRDefault="008F59D3" w:rsidP="00FE3010">
      <w:pPr>
        <w:pStyle w:val="eTask"/>
        <w:rPr>
          <w:lang w:val="sk-SK"/>
        </w:rPr>
      </w:pPr>
      <w:r w:rsidRPr="008E00D3">
        <w:rPr>
          <w:rStyle w:val="hps"/>
          <w:lang w:val="sk-SK"/>
        </w:rPr>
        <w:lastRenderedPageBreak/>
        <w:t>Uveďte</w:t>
      </w:r>
      <w:r w:rsidR="006F0190" w:rsidRPr="008E00D3">
        <w:rPr>
          <w:rStyle w:val="hps"/>
          <w:lang w:val="sk-SK"/>
        </w:rPr>
        <w:t xml:space="preserve"> prehľad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kľúčov</w:t>
      </w:r>
      <w:r w:rsidR="006F0190" w:rsidRPr="008E00D3">
        <w:rPr>
          <w:lang w:val="sk-SK"/>
        </w:rPr>
        <w:t xml:space="preserve">, </w:t>
      </w:r>
      <w:r w:rsidR="006F0190" w:rsidRPr="008E00D3">
        <w:rPr>
          <w:rStyle w:val="hps"/>
          <w:lang w:val="sk-SK"/>
        </w:rPr>
        <w:t>ktoré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sa používajú na zabezpečenie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komunikácie pomocou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technológie</w:t>
      </w:r>
      <w:r w:rsidR="006F0190" w:rsidRPr="008E00D3">
        <w:rPr>
          <w:lang w:val="sk-SK"/>
        </w:rPr>
        <w:t xml:space="preserve"> </w:t>
      </w:r>
      <w:r w:rsidR="006F0190" w:rsidRPr="008E00D3">
        <w:rPr>
          <w:rStyle w:val="hps"/>
          <w:lang w:val="sk-SK"/>
        </w:rPr>
        <w:t>Bluetooth</w:t>
      </w:r>
      <w:r w:rsidR="006F0190" w:rsidRPr="008E00D3">
        <w:rPr>
          <w:lang w:val="sk-SK"/>
        </w:rPr>
        <w:t>.</w:t>
      </w:r>
    </w:p>
    <w:p w:rsidR="00506418" w:rsidRPr="008E00D3" w:rsidRDefault="00506418" w:rsidP="00BA272B">
      <w:pPr>
        <w:rPr>
          <w:lang w:val="sk-SK"/>
        </w:rPr>
      </w:pPr>
    </w:p>
    <w:p w:rsidR="00A115CF" w:rsidRPr="008E00D3" w:rsidRDefault="00A115CF" w:rsidP="00A9136D">
      <w:pPr>
        <w:ind w:left="357"/>
        <w:rPr>
          <w:lang w:val="sk-SK"/>
        </w:rPr>
      </w:pPr>
      <w:r w:rsidRPr="008E00D3">
        <w:rPr>
          <w:lang w:val="sk-SK"/>
        </w:rPr>
        <w:t>1.</w:t>
      </w:r>
      <w:r w:rsidRPr="008E00D3">
        <w:rPr>
          <w:lang w:val="sk-SK"/>
        </w:rPr>
        <w:tab/>
      </w:r>
      <w:r w:rsidR="005F799A">
        <w:t>_________________________</w:t>
      </w: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2.</w:t>
      </w:r>
      <w:r w:rsidRPr="008E00D3">
        <w:rPr>
          <w:lang w:val="sk-SK"/>
        </w:rPr>
        <w:tab/>
      </w:r>
      <w:r w:rsidR="005F799A">
        <w:t>_________________________</w:t>
      </w: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3.</w:t>
      </w:r>
      <w:r w:rsidRPr="008E00D3">
        <w:rPr>
          <w:lang w:val="sk-SK"/>
        </w:rPr>
        <w:tab/>
      </w:r>
      <w:r w:rsidR="005F799A">
        <w:t>_________________________</w:t>
      </w:r>
    </w:p>
    <w:p w:rsidR="00A115CF" w:rsidRPr="008E00D3" w:rsidRDefault="00A115CF" w:rsidP="00A9136D">
      <w:pPr>
        <w:ind w:left="357"/>
        <w:rPr>
          <w:noProof/>
          <w:lang w:val="sk-SK" w:eastAsia="sk-SK"/>
        </w:rPr>
      </w:pPr>
    </w:p>
    <w:p w:rsidR="00A9136D" w:rsidRPr="008E00D3" w:rsidRDefault="00A115CF" w:rsidP="00A9136D">
      <w:pPr>
        <w:ind w:left="357"/>
        <w:rPr>
          <w:noProof/>
          <w:lang w:val="sk-SK" w:eastAsia="sk-SK"/>
        </w:rPr>
      </w:pPr>
      <w:r w:rsidRPr="008E00D3">
        <w:rPr>
          <w:noProof/>
          <w:lang w:val="sk-SK" w:eastAsia="sk-SK"/>
        </w:rPr>
        <w:t>4.</w:t>
      </w:r>
      <w:r w:rsidRPr="008E00D3">
        <w:rPr>
          <w:lang w:val="sk-SK"/>
        </w:rPr>
        <w:tab/>
      </w:r>
      <w:r w:rsidR="005F799A">
        <w:t>_________________________</w:t>
      </w:r>
    </w:p>
    <w:p w:rsidR="00A9136D" w:rsidRDefault="00A9136D" w:rsidP="00A9136D">
      <w:pPr>
        <w:pStyle w:val="eLineBottom"/>
        <w:rPr>
          <w:noProof/>
          <w:lang w:val="sk-SK" w:eastAsia="sk-SK"/>
        </w:rPr>
      </w:pPr>
    </w:p>
    <w:p w:rsidR="00D0282C" w:rsidRPr="008E00D3" w:rsidRDefault="00D0282C" w:rsidP="00A9136D">
      <w:pPr>
        <w:pStyle w:val="eLineBottom"/>
        <w:rPr>
          <w:noProof/>
          <w:lang w:val="sk-SK" w:eastAsia="sk-SK"/>
        </w:rPr>
      </w:pPr>
    </w:p>
    <w:p w:rsidR="00A9136D" w:rsidRPr="008E00D3" w:rsidRDefault="00A9136D" w:rsidP="00A9136D">
      <w:pPr>
        <w:rPr>
          <w:lang w:val="sk-SK"/>
        </w:rPr>
      </w:pPr>
    </w:p>
    <w:p w:rsidR="00BA272B" w:rsidRPr="008E00D3" w:rsidRDefault="002D7844" w:rsidP="00484882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Identifikujte a</w:t>
      </w:r>
      <w:r w:rsidRPr="008E00D3">
        <w:rPr>
          <w:lang w:val="sk-SK"/>
        </w:rPr>
        <w:t> </w:t>
      </w:r>
      <w:r w:rsidRPr="008E00D3">
        <w:rPr>
          <w:rStyle w:val="hps"/>
          <w:lang w:val="sk-SK"/>
        </w:rPr>
        <w:t>nakreslite možné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topológie siete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používané v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rámci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technológie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Bluetooth</w:t>
      </w:r>
      <w:r w:rsidRPr="008E00D3">
        <w:rPr>
          <w:lang w:val="sk-SK"/>
        </w:rPr>
        <w:t>:</w:t>
      </w:r>
    </w:p>
    <w:p w:rsidR="00BA272B" w:rsidRPr="008E00D3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576CC6" w:rsidRPr="008E00D3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sk-SK"/>
        </w:rPr>
      </w:pPr>
    </w:p>
    <w:p w:rsidR="0036241C" w:rsidRPr="008E00D3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sk-SK"/>
        </w:rPr>
      </w:pPr>
    </w:p>
    <w:p w:rsidR="0036241C" w:rsidRPr="008E00D3" w:rsidRDefault="0036241C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sk-SK"/>
        </w:rPr>
      </w:pPr>
    </w:p>
    <w:p w:rsidR="00A9136D" w:rsidRPr="008E00D3" w:rsidRDefault="00A9136D">
      <w:pPr>
        <w:rPr>
          <w:b/>
          <w:lang w:val="sk-SK"/>
        </w:rPr>
      </w:pPr>
      <w:r w:rsidRPr="008E00D3">
        <w:rPr>
          <w:lang w:val="sk-SK"/>
        </w:rPr>
        <w:br w:type="page"/>
      </w:r>
    </w:p>
    <w:p w:rsidR="002D7844" w:rsidRPr="008E00D3" w:rsidRDefault="002D7844" w:rsidP="002D7844">
      <w:pPr>
        <w:pStyle w:val="eTask"/>
        <w:ind w:left="360" w:hanging="360"/>
        <w:rPr>
          <w:lang w:val="sk-SK"/>
        </w:rPr>
      </w:pPr>
      <w:r w:rsidRPr="008E00D3">
        <w:rPr>
          <w:rStyle w:val="hps"/>
          <w:lang w:val="sk-SK"/>
        </w:rPr>
        <w:lastRenderedPageBreak/>
        <w:t>Upravte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nasledujúce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texty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tak</w:t>
      </w:r>
      <w:r w:rsidRPr="008E00D3">
        <w:rPr>
          <w:lang w:val="sk-SK"/>
        </w:rPr>
        <w:t xml:space="preserve">, aby </w:t>
      </w:r>
      <w:r w:rsidRPr="008E00D3">
        <w:rPr>
          <w:rStyle w:val="hps"/>
          <w:lang w:val="sk-SK"/>
        </w:rPr>
        <w:t>tvrdenie bolo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pravdivé</w:t>
      </w:r>
      <w:r w:rsidRPr="008E00D3">
        <w:rPr>
          <w:lang w:val="sk-SK"/>
        </w:rPr>
        <w:t>.</w:t>
      </w:r>
    </w:p>
    <w:p w:rsidR="00D8441C" w:rsidRPr="008E00D3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99101E" w:rsidRPr="005F799A" w:rsidRDefault="008F59D3" w:rsidP="008F59D3">
      <w:pPr>
        <w:spacing w:line="360" w:lineRule="auto"/>
        <w:rPr>
          <w:lang w:val="sk-SK"/>
        </w:rPr>
      </w:pPr>
      <w:r w:rsidRPr="005F799A">
        <w:rPr>
          <w:lang w:val="sk-SK"/>
        </w:rPr>
        <w:t xml:space="preserve">Sústava dvoch a viac zariadení, ktoré zdieľajú rovnaký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fyzický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logic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ý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5F799A">
        <w:rPr>
          <w:lang w:val="sk-SK"/>
        </w:rPr>
        <w:t xml:space="preserve">kanál sa nazýva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piconet</m:t>
                  </m:r>
                </m:e>
              </m:mr>
            </m:m>
          </m:e>
        </m:d>
      </m:oMath>
      <w:r w:rsidRPr="005F799A">
        <w:rPr>
          <w:lang w:val="sk-SK"/>
        </w:rPr>
        <w:t xml:space="preserve">.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Viac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Jedno</m:t>
                  </m:r>
                </m:e>
              </m:mr>
            </m:m>
          </m:e>
        </m:d>
      </m:oMath>
      <w:r w:rsidRPr="005F799A">
        <w:rPr>
          <w:lang w:val="sk-SK"/>
        </w:rPr>
        <w:t xml:space="preserve"> zo zariadení v pikosieti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sk-SK"/>
                    </w:rPr>
                    <m:t>je</m:t>
                  </m:r>
                </m:e>
              </m:mr>
            </m:m>
          </m:e>
        </m:d>
      </m:oMath>
      <w:r w:rsidRPr="005F799A">
        <w:rPr>
          <w:lang w:val="sk-SK"/>
        </w:rPr>
        <w:t xml:space="preserve"> z hľadiska riadenia komunikácie vždy nadriadené ostatným. Synchronizácia a sekvencia frekvencií je vždy odvodzovaná </w:t>
      </w:r>
      <w:r w:rsidR="0039121E" w:rsidRPr="005F799A">
        <w:rPr>
          <w:lang w:val="sk-SK"/>
        </w:rPr>
        <w:t>od</w:t>
      </w:r>
      <w:r w:rsidR="0039121E">
        <w:rPr>
          <w:lang w:val="sk-SK"/>
        </w:rPr>
        <w:t> 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podriadenej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riadiacej</m:t>
                  </m:r>
                </m:e>
              </m:mr>
            </m:m>
          </m:e>
        </m:d>
      </m:oMath>
      <w:r w:rsidRPr="005F799A">
        <w:rPr>
          <w:lang w:val="sk-SK"/>
        </w:rPr>
        <w:t xml:space="preserve"> stanice.</w:t>
      </w:r>
    </w:p>
    <w:p w:rsidR="0099101E" w:rsidRDefault="0099101E" w:rsidP="00D0282C">
      <w:pPr>
        <w:pStyle w:val="eLineBottom"/>
        <w:rPr>
          <w:lang w:val="sk-SK"/>
        </w:rPr>
      </w:pPr>
      <w:r w:rsidRPr="008E00D3">
        <w:rPr>
          <w:lang w:val="sk-SK"/>
        </w:rPr>
        <w:t xml:space="preserve"> </w:t>
      </w:r>
    </w:p>
    <w:p w:rsidR="00D0282C" w:rsidRPr="008E00D3" w:rsidRDefault="00D0282C" w:rsidP="0099101E">
      <w:pPr>
        <w:rPr>
          <w:lang w:val="sk-SK"/>
        </w:rPr>
      </w:pPr>
    </w:p>
    <w:p w:rsidR="00223478" w:rsidRPr="008E00D3" w:rsidRDefault="00516905" w:rsidP="00043D5B">
      <w:pPr>
        <w:pStyle w:val="eTask"/>
        <w:rPr>
          <w:lang w:val="sk-SK"/>
        </w:rPr>
      </w:pPr>
      <w:r w:rsidRPr="008E00D3">
        <w:rPr>
          <w:rStyle w:val="hps"/>
          <w:lang w:val="sk-SK"/>
        </w:rPr>
        <w:t>Uveďte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procesy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používané na</w:t>
      </w:r>
      <w:r w:rsidRPr="008E00D3">
        <w:rPr>
          <w:lang w:val="sk-SK"/>
        </w:rPr>
        <w:t xml:space="preserve"> spracovanie </w:t>
      </w:r>
      <w:r w:rsidRPr="008E00D3">
        <w:rPr>
          <w:rStyle w:val="hps"/>
          <w:lang w:val="sk-SK"/>
        </w:rPr>
        <w:t>bitových tokov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na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fyzickej vrstve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technológie</w:t>
      </w:r>
      <w:r w:rsidRPr="008E00D3">
        <w:rPr>
          <w:lang w:val="sk-SK"/>
        </w:rPr>
        <w:t xml:space="preserve"> </w:t>
      </w:r>
      <w:r w:rsidRPr="008E00D3">
        <w:rPr>
          <w:rStyle w:val="hps"/>
          <w:lang w:val="sk-SK"/>
        </w:rPr>
        <w:t>Bluetooth</w:t>
      </w:r>
      <w:r w:rsidRPr="008E00D3">
        <w:rPr>
          <w:lang w:val="sk-SK"/>
        </w:rPr>
        <w:t>.</w:t>
      </w:r>
    </w:p>
    <w:p w:rsidR="005B2976" w:rsidRPr="008E00D3" w:rsidRDefault="005B2976" w:rsidP="00A9136D">
      <w:pPr>
        <w:rPr>
          <w:lang w:val="sk-SK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253"/>
      </w:tblGrid>
      <w:tr w:rsidR="00A9136D" w:rsidRPr="008E00D3" w:rsidTr="00D634D9">
        <w:tc>
          <w:tcPr>
            <w:tcW w:w="4252" w:type="dxa"/>
          </w:tcPr>
          <w:p w:rsidR="00A9136D" w:rsidRPr="008E00D3" w:rsidRDefault="00516905" w:rsidP="00A9136D">
            <w:pPr>
              <w:spacing w:before="120" w:after="120"/>
              <w:jc w:val="center"/>
              <w:rPr>
                <w:b/>
                <w:lang w:val="sk-SK"/>
              </w:rPr>
            </w:pPr>
            <w:r w:rsidRPr="008E00D3">
              <w:rPr>
                <w:b/>
                <w:lang w:val="sk-SK"/>
              </w:rPr>
              <w:t>Spracovanie bitov záhlavia</w:t>
            </w:r>
          </w:p>
        </w:tc>
        <w:tc>
          <w:tcPr>
            <w:tcW w:w="4253" w:type="dxa"/>
          </w:tcPr>
          <w:p w:rsidR="00A9136D" w:rsidRPr="008E00D3" w:rsidRDefault="00516905" w:rsidP="00A9136D">
            <w:pPr>
              <w:spacing w:before="120" w:after="120"/>
              <w:jc w:val="center"/>
              <w:rPr>
                <w:b/>
                <w:lang w:val="sk-SK"/>
              </w:rPr>
            </w:pPr>
            <w:r w:rsidRPr="008E00D3">
              <w:rPr>
                <w:b/>
                <w:lang w:val="sk-SK"/>
              </w:rPr>
              <w:t>Spracovanie bitov používateľských dát</w:t>
            </w:r>
          </w:p>
        </w:tc>
      </w:tr>
      <w:tr w:rsidR="00A9136D" w:rsidRPr="008E00D3" w:rsidTr="00D634D9">
        <w:tc>
          <w:tcPr>
            <w:tcW w:w="4252" w:type="dxa"/>
          </w:tcPr>
          <w:p w:rsidR="00A9136D" w:rsidRPr="008E00D3" w:rsidRDefault="00A9136D" w:rsidP="00A96B1F">
            <w:pPr>
              <w:spacing w:before="120" w:after="120"/>
              <w:jc w:val="center"/>
              <w:rPr>
                <w:lang w:val="sk-SK"/>
              </w:rPr>
            </w:pPr>
          </w:p>
        </w:tc>
        <w:tc>
          <w:tcPr>
            <w:tcW w:w="4253" w:type="dxa"/>
          </w:tcPr>
          <w:p w:rsidR="00A9136D" w:rsidRPr="008E00D3" w:rsidRDefault="00A9136D" w:rsidP="00A96B1F">
            <w:pPr>
              <w:spacing w:before="120" w:after="120"/>
              <w:jc w:val="center"/>
              <w:rPr>
                <w:lang w:val="sk-SK"/>
              </w:rPr>
            </w:pPr>
          </w:p>
        </w:tc>
      </w:tr>
      <w:tr w:rsidR="00A9136D" w:rsidRPr="008E00D3" w:rsidTr="00D634D9">
        <w:tc>
          <w:tcPr>
            <w:tcW w:w="4252" w:type="dxa"/>
          </w:tcPr>
          <w:p w:rsidR="00A9136D" w:rsidRPr="008E00D3" w:rsidRDefault="00A9136D" w:rsidP="00D8325F">
            <w:pPr>
              <w:spacing w:before="120" w:after="120"/>
              <w:jc w:val="center"/>
              <w:rPr>
                <w:lang w:val="sk-SK"/>
              </w:rPr>
            </w:pPr>
          </w:p>
        </w:tc>
        <w:tc>
          <w:tcPr>
            <w:tcW w:w="4253" w:type="dxa"/>
          </w:tcPr>
          <w:p w:rsidR="00A9136D" w:rsidRPr="008E00D3" w:rsidRDefault="00A9136D" w:rsidP="00A96B1F">
            <w:pPr>
              <w:spacing w:before="120" w:after="120"/>
              <w:jc w:val="center"/>
              <w:rPr>
                <w:lang w:val="sk-SK"/>
              </w:rPr>
            </w:pPr>
          </w:p>
        </w:tc>
      </w:tr>
      <w:tr w:rsidR="00D8325F" w:rsidRPr="008E00D3" w:rsidTr="00D634D9">
        <w:tc>
          <w:tcPr>
            <w:tcW w:w="4252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</w:p>
        </w:tc>
        <w:tc>
          <w:tcPr>
            <w:tcW w:w="4253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</w:p>
        </w:tc>
      </w:tr>
      <w:tr w:rsidR="00D8325F" w:rsidRPr="008E00D3" w:rsidTr="00D634D9">
        <w:tc>
          <w:tcPr>
            <w:tcW w:w="4252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</w:p>
        </w:tc>
        <w:tc>
          <w:tcPr>
            <w:tcW w:w="4253" w:type="dxa"/>
          </w:tcPr>
          <w:p w:rsidR="00D8325F" w:rsidRPr="008E00D3" w:rsidRDefault="00D8325F" w:rsidP="00D8325F">
            <w:pPr>
              <w:spacing w:before="120" w:after="120"/>
              <w:jc w:val="center"/>
              <w:rPr>
                <w:lang w:val="sk-SK"/>
              </w:rPr>
            </w:pPr>
          </w:p>
        </w:tc>
      </w:tr>
    </w:tbl>
    <w:p w:rsidR="00A9136D" w:rsidRPr="008E00D3" w:rsidRDefault="00A9136D" w:rsidP="00A9136D">
      <w:pPr>
        <w:rPr>
          <w:lang w:val="sk-SK"/>
        </w:rPr>
      </w:pPr>
    </w:p>
    <w:sectPr w:rsidR="00A9136D" w:rsidRPr="008E00D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F5C" w:rsidRDefault="00222F5C" w:rsidP="00861A1A">
      <w:r>
        <w:separator/>
      </w:r>
    </w:p>
  </w:endnote>
  <w:endnote w:type="continuationSeparator" w:id="0">
    <w:p w:rsidR="00222F5C" w:rsidRDefault="00222F5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86CD0" w:rsidRPr="003140EE" w:rsidRDefault="00C86CD0" w:rsidP="00C86C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C86CD0" w:rsidP="00C86C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F5C" w:rsidRDefault="00222F5C" w:rsidP="00861A1A">
      <w:r>
        <w:separator/>
      </w:r>
    </w:p>
  </w:footnote>
  <w:footnote w:type="continuationSeparator" w:id="0">
    <w:p w:rsidR="00222F5C" w:rsidRDefault="00222F5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86CD0">
      <w:rPr>
        <w:rFonts w:ascii="Calibri" w:hAnsi="Calibri"/>
        <w:b/>
        <w:smallCaps/>
        <w:noProof/>
      </w:rPr>
      <w:t>PRACOVNÝ  LIST</w:t>
    </w:r>
  </w:p>
  <w:p w:rsidR="00C86CD0" w:rsidRPr="00C148FD" w:rsidRDefault="00D0282C" w:rsidP="00C86CD0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A0F33">
      <w:rPr>
        <w:rFonts w:ascii="Calibri" w:hAnsi="Calibri"/>
        <w:smallCaps/>
        <w:noProof/>
        <w:sz w:val="20"/>
        <w:szCs w:val="20"/>
        <w:lang w:val="en-US"/>
      </w:rPr>
      <w:t>MODERNÉ DÁTOVÉ ROZHRANIA</w:t>
    </w:r>
  </w:p>
  <w:p w:rsidR="00C148FD" w:rsidRPr="00C148FD" w:rsidRDefault="00C148FD" w:rsidP="00C86CD0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3D5B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BA3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A81"/>
    <w:rsid w:val="001B057D"/>
    <w:rsid w:val="001D00A1"/>
    <w:rsid w:val="001E5CEF"/>
    <w:rsid w:val="001E6F1C"/>
    <w:rsid w:val="001F6290"/>
    <w:rsid w:val="00202572"/>
    <w:rsid w:val="00213F2C"/>
    <w:rsid w:val="00222F5C"/>
    <w:rsid w:val="00223478"/>
    <w:rsid w:val="00225015"/>
    <w:rsid w:val="00266AC7"/>
    <w:rsid w:val="00272012"/>
    <w:rsid w:val="002825A8"/>
    <w:rsid w:val="00283A7C"/>
    <w:rsid w:val="002850DE"/>
    <w:rsid w:val="00292860"/>
    <w:rsid w:val="002976A9"/>
    <w:rsid w:val="002A48E0"/>
    <w:rsid w:val="002A72A9"/>
    <w:rsid w:val="002B0278"/>
    <w:rsid w:val="002B0866"/>
    <w:rsid w:val="002B41A8"/>
    <w:rsid w:val="002D7844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6241C"/>
    <w:rsid w:val="0039121E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84882"/>
    <w:rsid w:val="00492966"/>
    <w:rsid w:val="004A01E5"/>
    <w:rsid w:val="004A28F0"/>
    <w:rsid w:val="004A7B44"/>
    <w:rsid w:val="004C0E36"/>
    <w:rsid w:val="004E5E95"/>
    <w:rsid w:val="004E70EA"/>
    <w:rsid w:val="004F5AFF"/>
    <w:rsid w:val="00506418"/>
    <w:rsid w:val="005132B0"/>
    <w:rsid w:val="00516905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C209E"/>
    <w:rsid w:val="005D7525"/>
    <w:rsid w:val="005E1AB1"/>
    <w:rsid w:val="005E20B2"/>
    <w:rsid w:val="005E5A22"/>
    <w:rsid w:val="005F5FA1"/>
    <w:rsid w:val="005F799A"/>
    <w:rsid w:val="00625B5A"/>
    <w:rsid w:val="00633AE7"/>
    <w:rsid w:val="0063686B"/>
    <w:rsid w:val="006435FE"/>
    <w:rsid w:val="0064494B"/>
    <w:rsid w:val="0066326F"/>
    <w:rsid w:val="006716FF"/>
    <w:rsid w:val="0068067D"/>
    <w:rsid w:val="0068131D"/>
    <w:rsid w:val="00690FB1"/>
    <w:rsid w:val="006952EE"/>
    <w:rsid w:val="006A24C7"/>
    <w:rsid w:val="006B4D3E"/>
    <w:rsid w:val="006B5B0B"/>
    <w:rsid w:val="006B5D59"/>
    <w:rsid w:val="006D147D"/>
    <w:rsid w:val="006D39B2"/>
    <w:rsid w:val="006D3F30"/>
    <w:rsid w:val="006D50FA"/>
    <w:rsid w:val="006F0190"/>
    <w:rsid w:val="006F0D5B"/>
    <w:rsid w:val="006F787A"/>
    <w:rsid w:val="00710301"/>
    <w:rsid w:val="0073574D"/>
    <w:rsid w:val="00736295"/>
    <w:rsid w:val="007460F9"/>
    <w:rsid w:val="0076745A"/>
    <w:rsid w:val="007738BD"/>
    <w:rsid w:val="007837ED"/>
    <w:rsid w:val="00790D07"/>
    <w:rsid w:val="007B279A"/>
    <w:rsid w:val="007C0FDD"/>
    <w:rsid w:val="007C308E"/>
    <w:rsid w:val="007C524A"/>
    <w:rsid w:val="007C5B85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35BA3"/>
    <w:rsid w:val="008445AF"/>
    <w:rsid w:val="00861A1A"/>
    <w:rsid w:val="00864D93"/>
    <w:rsid w:val="00882BE0"/>
    <w:rsid w:val="008836CE"/>
    <w:rsid w:val="00890E20"/>
    <w:rsid w:val="00891FF5"/>
    <w:rsid w:val="00893E89"/>
    <w:rsid w:val="008A3619"/>
    <w:rsid w:val="008A43DF"/>
    <w:rsid w:val="008B05F5"/>
    <w:rsid w:val="008B67F9"/>
    <w:rsid w:val="008B6CCD"/>
    <w:rsid w:val="008C64E0"/>
    <w:rsid w:val="008C78C3"/>
    <w:rsid w:val="008D38F1"/>
    <w:rsid w:val="008E00D3"/>
    <w:rsid w:val="008F1B37"/>
    <w:rsid w:val="008F5585"/>
    <w:rsid w:val="008F59D3"/>
    <w:rsid w:val="00912A69"/>
    <w:rsid w:val="00916DC9"/>
    <w:rsid w:val="00924710"/>
    <w:rsid w:val="00933404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A5F9E"/>
    <w:rsid w:val="009B638C"/>
    <w:rsid w:val="009C7B24"/>
    <w:rsid w:val="009E2A2A"/>
    <w:rsid w:val="009F6E5E"/>
    <w:rsid w:val="00A10BF0"/>
    <w:rsid w:val="00A115CF"/>
    <w:rsid w:val="00A17111"/>
    <w:rsid w:val="00A25419"/>
    <w:rsid w:val="00A26A28"/>
    <w:rsid w:val="00A41BB4"/>
    <w:rsid w:val="00A41E41"/>
    <w:rsid w:val="00A50FFF"/>
    <w:rsid w:val="00A527AF"/>
    <w:rsid w:val="00A54992"/>
    <w:rsid w:val="00A633E1"/>
    <w:rsid w:val="00A65E53"/>
    <w:rsid w:val="00A72262"/>
    <w:rsid w:val="00A8234A"/>
    <w:rsid w:val="00A9136D"/>
    <w:rsid w:val="00A96B1F"/>
    <w:rsid w:val="00A97C95"/>
    <w:rsid w:val="00AA0506"/>
    <w:rsid w:val="00AA5B23"/>
    <w:rsid w:val="00AC4ED9"/>
    <w:rsid w:val="00AC6380"/>
    <w:rsid w:val="00AD1F9C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6D27"/>
    <w:rsid w:val="00B94934"/>
    <w:rsid w:val="00B94FBB"/>
    <w:rsid w:val="00BA26FD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3405F"/>
    <w:rsid w:val="00C47299"/>
    <w:rsid w:val="00C5580D"/>
    <w:rsid w:val="00C57915"/>
    <w:rsid w:val="00C7264E"/>
    <w:rsid w:val="00C767C9"/>
    <w:rsid w:val="00C77B58"/>
    <w:rsid w:val="00C86CD0"/>
    <w:rsid w:val="00C878F0"/>
    <w:rsid w:val="00C96F9C"/>
    <w:rsid w:val="00CA51B5"/>
    <w:rsid w:val="00CC2293"/>
    <w:rsid w:val="00CC266E"/>
    <w:rsid w:val="00CE09BA"/>
    <w:rsid w:val="00CF32F3"/>
    <w:rsid w:val="00CF4DFA"/>
    <w:rsid w:val="00D0282C"/>
    <w:rsid w:val="00D060B3"/>
    <w:rsid w:val="00D06992"/>
    <w:rsid w:val="00D20A5C"/>
    <w:rsid w:val="00D2650E"/>
    <w:rsid w:val="00D33524"/>
    <w:rsid w:val="00D573B0"/>
    <w:rsid w:val="00D62C8F"/>
    <w:rsid w:val="00D634D9"/>
    <w:rsid w:val="00D6535B"/>
    <w:rsid w:val="00D71B81"/>
    <w:rsid w:val="00D73989"/>
    <w:rsid w:val="00D773FA"/>
    <w:rsid w:val="00D8325F"/>
    <w:rsid w:val="00D8441C"/>
    <w:rsid w:val="00D86AFF"/>
    <w:rsid w:val="00DA18A6"/>
    <w:rsid w:val="00DA1F5C"/>
    <w:rsid w:val="00DA24E3"/>
    <w:rsid w:val="00DA3E3E"/>
    <w:rsid w:val="00DB2F24"/>
    <w:rsid w:val="00DB55F3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6AE8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912FF"/>
    <w:rsid w:val="00FA74D9"/>
    <w:rsid w:val="00FB201E"/>
    <w:rsid w:val="00FC07A5"/>
    <w:rsid w:val="00FE2102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6BEFA8-A78F-463A-8433-46CB7B9E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C8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</TotalTime>
  <Pages>3</Pages>
  <Words>278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5</cp:revision>
  <cp:lastPrinted>2013-05-24T15:00:00Z</cp:lastPrinted>
  <dcterms:created xsi:type="dcterms:W3CDTF">2016-03-07T17:49:00Z</dcterms:created>
  <dcterms:modified xsi:type="dcterms:W3CDTF">2016-03-11T14:08:00Z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