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67B" w:rsidRPr="00B34AF3" w:rsidRDefault="00BC167B" w:rsidP="000252D8">
      <w:pPr>
        <w:pStyle w:val="eTask"/>
      </w:pPr>
      <w:r w:rsidRPr="00B34AF3">
        <w:t>K</w:t>
      </w:r>
      <w:bookmarkStart w:id="0" w:name="_GoBack"/>
      <w:bookmarkEnd w:id="0"/>
      <w:r w:rsidRPr="00B34AF3">
        <w:t xml:space="preserve"> nasledujúcim definíciám prideľte názvy vrstiev (prístupová, riadiaca, služieb, manažmentu, transportná) v koncepčnom modeli NGN (</w:t>
      </w:r>
      <w:proofErr w:type="spellStart"/>
      <w:r w:rsidRPr="00B34AF3">
        <w:rPr>
          <w:i/>
        </w:rPr>
        <w:t>Next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Generation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Networks</w:t>
      </w:r>
      <w:proofErr w:type="spellEnd"/>
      <w:r w:rsidRPr="00B34AF3">
        <w:t>).</w:t>
      </w:r>
    </w:p>
    <w:p w:rsidR="00BC167B" w:rsidRPr="00B34AF3" w:rsidRDefault="00BC167B" w:rsidP="00047A67">
      <w:pPr>
        <w:rPr>
          <w:lang w:val="sk-SK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0"/>
        <w:gridCol w:w="6958"/>
      </w:tblGrid>
      <w:tr w:rsidR="00BC167B" w:rsidRPr="00BB5C49" w:rsidTr="00CD28D7">
        <w:trPr>
          <w:trHeight w:val="285"/>
        </w:trPr>
        <w:tc>
          <w:tcPr>
            <w:tcW w:w="1820" w:type="dxa"/>
          </w:tcPr>
          <w:p w:rsidR="00BC167B" w:rsidRPr="00CD28D7" w:rsidRDefault="00BC167B" w:rsidP="00CD28D7">
            <w:pPr>
              <w:jc w:val="center"/>
              <w:rPr>
                <w:b/>
                <w:lang w:val="sk-SK"/>
              </w:rPr>
            </w:pPr>
            <w:r w:rsidRPr="00CD28D7">
              <w:rPr>
                <w:b/>
                <w:lang w:val="sk-SK"/>
              </w:rPr>
              <w:t>Názov vrstvy</w:t>
            </w:r>
          </w:p>
        </w:tc>
        <w:tc>
          <w:tcPr>
            <w:tcW w:w="6958" w:type="dxa"/>
          </w:tcPr>
          <w:p w:rsidR="00BC167B" w:rsidRPr="00CD28D7" w:rsidRDefault="00BC167B" w:rsidP="00C2755E">
            <w:pPr>
              <w:rPr>
                <w:b/>
                <w:lang w:val="sk-SK"/>
              </w:rPr>
            </w:pPr>
            <w:r w:rsidRPr="00CD28D7">
              <w:rPr>
                <w:b/>
                <w:lang w:val="sk-SK"/>
              </w:rPr>
              <w:t>Charakteristika vrstvy koncepčného modelu siete NGN</w:t>
            </w:r>
          </w:p>
        </w:tc>
      </w:tr>
      <w:tr w:rsidR="00BC167B" w:rsidRPr="00BB5C49" w:rsidTr="00CD28D7">
        <w:tc>
          <w:tcPr>
            <w:tcW w:w="1820" w:type="dxa"/>
            <w:vAlign w:val="center"/>
          </w:tcPr>
          <w:p w:rsidR="00BC167B" w:rsidRPr="00CD28D7" w:rsidRDefault="00BC167B" w:rsidP="00CD28D7">
            <w:pPr>
              <w:jc w:val="center"/>
              <w:rPr>
                <w:color w:val="FF0000"/>
                <w:lang w:val="sk-SK"/>
              </w:rPr>
            </w:pPr>
            <w:r w:rsidRPr="00CD28D7">
              <w:rPr>
                <w:color w:val="FF0000"/>
                <w:lang w:val="sk-SK"/>
              </w:rPr>
              <w:t>riadiaca</w:t>
            </w:r>
          </w:p>
        </w:tc>
        <w:tc>
          <w:tcPr>
            <w:tcW w:w="6958" w:type="dxa"/>
          </w:tcPr>
          <w:p w:rsidR="00BC167B" w:rsidRPr="00CD28D7" w:rsidRDefault="00BC167B" w:rsidP="00CD28D7">
            <w:pPr>
              <w:spacing w:before="120" w:after="120"/>
              <w:rPr>
                <w:b/>
                <w:lang w:val="sk-SK"/>
              </w:rPr>
            </w:pPr>
            <w:r w:rsidRPr="00CD28D7">
              <w:rPr>
                <w:lang w:val="sk-SK"/>
              </w:rPr>
              <w:t>Táto vrstva je zodpovedná za nastavenie/vytvorenie, riadenie a zrušenie multimediálnej relácie.</w:t>
            </w:r>
          </w:p>
        </w:tc>
      </w:tr>
      <w:tr w:rsidR="00BC167B" w:rsidRPr="00BB5C49" w:rsidTr="00CD28D7">
        <w:tc>
          <w:tcPr>
            <w:tcW w:w="1820" w:type="dxa"/>
            <w:vAlign w:val="center"/>
          </w:tcPr>
          <w:p w:rsidR="00BC167B" w:rsidRPr="00CD28D7" w:rsidRDefault="00BC167B" w:rsidP="00CD28D7">
            <w:pPr>
              <w:jc w:val="center"/>
              <w:rPr>
                <w:color w:val="FF0000"/>
                <w:lang w:val="sk-SK"/>
              </w:rPr>
            </w:pPr>
            <w:r w:rsidRPr="00CD28D7">
              <w:rPr>
                <w:color w:val="FF0000"/>
                <w:lang w:val="sk-SK"/>
              </w:rPr>
              <w:t>prístupová</w:t>
            </w:r>
          </w:p>
        </w:tc>
        <w:tc>
          <w:tcPr>
            <w:tcW w:w="6958" w:type="dxa"/>
          </w:tcPr>
          <w:p w:rsidR="00BC167B" w:rsidRPr="00CD28D7" w:rsidRDefault="00BC167B" w:rsidP="00CD28D7">
            <w:pPr>
              <w:spacing w:before="120" w:after="120"/>
              <w:rPr>
                <w:b/>
                <w:lang w:val="sk-SK"/>
              </w:rPr>
            </w:pPr>
            <w:r w:rsidRPr="00CD28D7">
              <w:rPr>
                <w:lang w:val="sk-SK"/>
              </w:rPr>
              <w:t>Predstavuje sieťovú infraštruktúru medzi koncovým účastníkom a transportnou sieťou.</w:t>
            </w:r>
          </w:p>
        </w:tc>
      </w:tr>
      <w:tr w:rsidR="00BC167B" w:rsidRPr="00BB5C49" w:rsidTr="00CD28D7">
        <w:tc>
          <w:tcPr>
            <w:tcW w:w="1820" w:type="dxa"/>
            <w:vAlign w:val="center"/>
          </w:tcPr>
          <w:p w:rsidR="00BC167B" w:rsidRPr="00CD28D7" w:rsidRDefault="00BC167B" w:rsidP="00CD28D7">
            <w:pPr>
              <w:jc w:val="center"/>
              <w:rPr>
                <w:color w:val="FF0000"/>
                <w:lang w:val="sk-SK"/>
              </w:rPr>
            </w:pPr>
            <w:r w:rsidRPr="00CD28D7">
              <w:rPr>
                <w:color w:val="FF0000"/>
                <w:lang w:val="sk-SK"/>
              </w:rPr>
              <w:t>služieb</w:t>
            </w:r>
          </w:p>
        </w:tc>
        <w:tc>
          <w:tcPr>
            <w:tcW w:w="6958" w:type="dxa"/>
          </w:tcPr>
          <w:p w:rsidR="00BC167B" w:rsidRPr="00CD28D7" w:rsidRDefault="00BC167B" w:rsidP="00CD28D7">
            <w:pPr>
              <w:spacing w:before="120" w:after="120"/>
              <w:rPr>
                <w:b/>
                <w:lang w:val="sk-SK"/>
              </w:rPr>
            </w:pPr>
            <w:r w:rsidRPr="00CD28D7">
              <w:rPr>
                <w:lang w:val="sk-SK"/>
              </w:rPr>
              <w:t>Ponúka základné funkcie aplikácií, ktoré môžu byť použité na vytvorenie komplexnejších a dômyselnejších služieb a aplikácií.</w:t>
            </w:r>
          </w:p>
        </w:tc>
      </w:tr>
      <w:tr w:rsidR="00BC167B" w:rsidRPr="00BB5C49" w:rsidTr="00CD28D7">
        <w:tc>
          <w:tcPr>
            <w:tcW w:w="1820" w:type="dxa"/>
            <w:vAlign w:val="center"/>
          </w:tcPr>
          <w:p w:rsidR="00BC167B" w:rsidRPr="00CD28D7" w:rsidRDefault="00BC167B" w:rsidP="00CD28D7">
            <w:pPr>
              <w:jc w:val="center"/>
              <w:rPr>
                <w:color w:val="FF0000"/>
                <w:lang w:val="sk-SK"/>
              </w:rPr>
            </w:pPr>
            <w:r w:rsidRPr="00CD28D7">
              <w:rPr>
                <w:color w:val="FF0000"/>
                <w:lang w:val="sk-SK"/>
              </w:rPr>
              <w:t>transportná</w:t>
            </w:r>
          </w:p>
        </w:tc>
        <w:tc>
          <w:tcPr>
            <w:tcW w:w="6958" w:type="dxa"/>
          </w:tcPr>
          <w:p w:rsidR="00BC167B" w:rsidRPr="00CD28D7" w:rsidRDefault="00BC167B" w:rsidP="00CD28D7">
            <w:pPr>
              <w:spacing w:before="120" w:after="120"/>
              <w:rPr>
                <w:lang w:val="sk-SK"/>
              </w:rPr>
            </w:pPr>
            <w:r w:rsidRPr="00CD28D7">
              <w:rPr>
                <w:lang w:val="sk-SK"/>
              </w:rPr>
              <w:t>Zabezpečuje prenos medzi jednotlivými uzlami (bodmi) siete.</w:t>
            </w:r>
            <w:r w:rsidRPr="00CD28D7">
              <w:rPr>
                <w:lang w:val="sk-SK"/>
              </w:rPr>
              <w:br/>
            </w:r>
          </w:p>
        </w:tc>
      </w:tr>
      <w:tr w:rsidR="00BC167B" w:rsidRPr="00B34AF3" w:rsidTr="00CD28D7">
        <w:tc>
          <w:tcPr>
            <w:tcW w:w="1820" w:type="dxa"/>
            <w:vAlign w:val="center"/>
          </w:tcPr>
          <w:p w:rsidR="00BC167B" w:rsidRPr="00CD28D7" w:rsidRDefault="00BC167B" w:rsidP="00CD28D7">
            <w:pPr>
              <w:jc w:val="center"/>
              <w:rPr>
                <w:color w:val="FF0000"/>
                <w:lang w:val="sk-SK"/>
              </w:rPr>
            </w:pPr>
            <w:r w:rsidRPr="00CD28D7">
              <w:rPr>
                <w:color w:val="FF0000"/>
                <w:lang w:val="sk-SK"/>
              </w:rPr>
              <w:t>manažmentu</w:t>
            </w:r>
          </w:p>
        </w:tc>
        <w:tc>
          <w:tcPr>
            <w:tcW w:w="6958" w:type="dxa"/>
          </w:tcPr>
          <w:p w:rsidR="00BC167B" w:rsidRPr="00CD28D7" w:rsidRDefault="00BC167B" w:rsidP="00CD28D7">
            <w:pPr>
              <w:spacing w:before="120" w:after="120"/>
              <w:rPr>
                <w:lang w:val="sk-SK"/>
              </w:rPr>
            </w:pPr>
            <w:r w:rsidRPr="00CD28D7">
              <w:rPr>
                <w:lang w:val="sk-SK"/>
              </w:rPr>
              <w:t xml:space="preserve">Riadenie zdrojov (kapacita, porty a fyzické prvky), </w:t>
            </w:r>
            <w:proofErr w:type="spellStart"/>
            <w:r w:rsidRPr="00CD28D7">
              <w:rPr>
                <w:lang w:val="sk-SK"/>
              </w:rPr>
              <w:t>QoS</w:t>
            </w:r>
            <w:proofErr w:type="spellEnd"/>
            <w:r w:rsidRPr="00CD28D7">
              <w:rPr>
                <w:lang w:val="sk-SK"/>
              </w:rPr>
              <w:t xml:space="preserve"> od prístupu po sieť a v transportnej sieti, ak je to potrebné. Spracovanie rôznych médií, kódovanie, prenos dát (informačné toky).</w:t>
            </w:r>
          </w:p>
        </w:tc>
      </w:tr>
    </w:tbl>
    <w:p w:rsidR="00BC167B" w:rsidRDefault="00BC167B" w:rsidP="00047A67">
      <w:pPr>
        <w:pStyle w:val="eLineBottom"/>
        <w:rPr>
          <w:lang w:val="sk-SK"/>
        </w:rPr>
      </w:pPr>
    </w:p>
    <w:p w:rsidR="00BC167B" w:rsidRPr="00B34AF3" w:rsidRDefault="00BC167B" w:rsidP="00047A67">
      <w:pPr>
        <w:pStyle w:val="eLineBottom"/>
        <w:rPr>
          <w:lang w:val="sk-SK"/>
        </w:rPr>
      </w:pPr>
    </w:p>
    <w:p w:rsidR="00BC167B" w:rsidRPr="00B34AF3" w:rsidRDefault="00BC167B" w:rsidP="00047A67">
      <w:pPr>
        <w:rPr>
          <w:lang w:val="sk-SK"/>
        </w:rPr>
      </w:pPr>
    </w:p>
    <w:p w:rsidR="00BC167B" w:rsidRPr="00B34AF3" w:rsidRDefault="00BC167B" w:rsidP="000252D8">
      <w:pPr>
        <w:pStyle w:val="eTask"/>
      </w:pPr>
      <w:r w:rsidRPr="00B34AF3">
        <w:t>Doplňte do obrázku názvy rovín a názvy prázdnych komponentov pre architektúru softvérovo definovanej vytváranej siete SDN (</w:t>
      </w:r>
      <w:r w:rsidRPr="00B34AF3">
        <w:rPr>
          <w:i/>
        </w:rPr>
        <w:t xml:space="preserve">Software </w:t>
      </w:r>
      <w:proofErr w:type="spellStart"/>
      <w:r w:rsidRPr="00B34AF3">
        <w:rPr>
          <w:i/>
        </w:rPr>
        <w:t>Defined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Networking</w:t>
      </w:r>
      <w:proofErr w:type="spellEnd"/>
      <w:r w:rsidRPr="00B34AF3">
        <w:t>).</w:t>
      </w:r>
    </w:p>
    <w:p w:rsidR="00BC167B" w:rsidRPr="00B34AF3" w:rsidRDefault="00BC167B" w:rsidP="00F11D70">
      <w:pPr>
        <w:rPr>
          <w:lang w:val="sk-SK"/>
        </w:rPr>
      </w:pPr>
    </w:p>
    <w:p w:rsidR="00BC167B" w:rsidRPr="00B34AF3" w:rsidRDefault="008D717F" w:rsidP="005D11BA">
      <w:pPr>
        <w:jc w:val="center"/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1" o:spid="_x0000_s1027" type="#_x0000_t202" style="position:absolute;left:0;text-align:left;margin-left:260.5pt;margin-top:108.1pt;width:1in;height:25.25pt;z-index: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" filled="f" stroked="f" strokeweight=".5pt">
            <v:textbox inset="0,0,0,0">
              <w:txbxContent>
                <w:p w:rsidR="00BC167B" w:rsidRDefault="00BC167B" w:rsidP="0017677D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Presmerovanie</w:t>
                  </w:r>
                  <w:proofErr w:type="spellEnd"/>
                </w:p>
                <w:p w:rsidR="00BC167B" w:rsidRPr="004C540E" w:rsidRDefault="00BC167B" w:rsidP="0017677D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paketov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0" o:spid="_x0000_s1028" type="#_x0000_t202" style="position:absolute;left:0;text-align:left;margin-left:241.25pt;margin-top:48.95pt;width:1in;height:12.25pt;z-index:7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" filled="f" stroked="f" strokeweight=".5pt">
            <v:textbox inset="0,0,0,0">
              <w:txbxContent>
                <w:p w:rsidR="00BC167B" w:rsidRPr="004C540E" w:rsidRDefault="00BC167B" w:rsidP="0017677D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 w:rsidRPr="004C540E">
                    <w:rPr>
                      <w:b/>
                      <w:color w:val="FF0000"/>
                      <w:sz w:val="20"/>
                      <w:szCs w:val="20"/>
                    </w:rPr>
                    <w:t>Sieťový</w:t>
                  </w:r>
                  <w:proofErr w:type="spellEnd"/>
                  <w:r w:rsidRPr="004C540E">
                    <w:rPr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C540E">
                    <w:rPr>
                      <w:b/>
                      <w:color w:val="FF0000"/>
                      <w:sz w:val="20"/>
                      <w:szCs w:val="20"/>
                    </w:rPr>
                    <w:t>operačný</w:t>
                  </w:r>
                  <w:proofErr w:type="spellEnd"/>
                  <w:r w:rsidRPr="004C540E">
                    <w:rPr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C540E">
                    <w:rPr>
                      <w:b/>
                      <w:color w:val="FF0000"/>
                      <w:sz w:val="20"/>
                      <w:szCs w:val="20"/>
                    </w:rPr>
                    <w:t>systém</w:t>
                  </w:r>
                  <w:proofErr w:type="spellEnd"/>
                </w:p>
                <w:p w:rsidR="00BC167B" w:rsidRDefault="00BC167B" w:rsidP="007D2A1F"/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5" o:spid="_x0000_s1029" type="#_x0000_t202" style="position:absolute;left:0;text-align:left;margin-left:197.35pt;margin-top:22pt;width:1in;height:12.25pt;z-index: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" filled="f" stroked="f" strokeweight=".5pt">
            <v:textbox inset="0,0,0,0">
              <w:txbxContent>
                <w:p w:rsidR="00BC167B" w:rsidRDefault="00BC167B">
                  <w:proofErr w:type="spellStart"/>
                  <w:r w:rsidRPr="00CD28D7">
                    <w:rPr>
                      <w:b/>
                      <w:color w:val="FFFFFF"/>
                      <w:sz w:val="20"/>
                      <w:szCs w:val="20"/>
                    </w:rPr>
                    <w:t>Smerovanie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8" o:spid="_x0000_s1030" type="#_x0000_t202" style="position:absolute;left:0;text-align:left;margin-left:28.9pt;margin-top:18.4pt;width:105.65pt;height:51.7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" filled="f" stroked="f" strokeweight=".5pt">
            <v:textbox>
              <w:txbxContent>
                <w:p w:rsidR="00BC167B" w:rsidRPr="0017677D" w:rsidRDefault="00BC167B" w:rsidP="0017677D">
                  <w:pPr>
                    <w:jc w:val="center"/>
                    <w:rPr>
                      <w:b/>
                    </w:rPr>
                  </w:pPr>
                  <w:proofErr w:type="spellStart"/>
                  <w:r w:rsidRPr="0017677D">
                    <w:rPr>
                      <w:b/>
                    </w:rPr>
                    <w:t>Rovina</w:t>
                  </w:r>
                  <w:proofErr w:type="spellEnd"/>
                </w:p>
                <w:p w:rsidR="00BC167B" w:rsidRPr="0017677D" w:rsidRDefault="00BC167B" w:rsidP="0017677D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BC167B" w:rsidRPr="00AE329B" w:rsidRDefault="00BC167B" w:rsidP="0017677D">
                  <w:pPr>
                    <w:jc w:val="center"/>
                  </w:pPr>
                  <w:proofErr w:type="spellStart"/>
                  <w:r w:rsidRPr="00AE329B">
                    <w:rPr>
                      <w:color w:val="FF0000"/>
                    </w:rPr>
                    <w:t>riadenia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9" o:spid="_x0000_s1031" type="#_x0000_t202" style="position:absolute;left:0;text-align:left;margin-left:28.8pt;margin-top:101.75pt;width:105.65pt;height:51.7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U1fw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" filled="f" stroked="f" strokeweight=".5pt">
            <v:textbox inset="0,,0">
              <w:txbxContent>
                <w:p w:rsidR="00BC167B" w:rsidRPr="0017677D" w:rsidRDefault="00BC167B" w:rsidP="0017677D">
                  <w:pPr>
                    <w:jc w:val="center"/>
                    <w:rPr>
                      <w:b/>
                    </w:rPr>
                  </w:pPr>
                  <w:proofErr w:type="spellStart"/>
                  <w:r w:rsidRPr="0017677D">
                    <w:rPr>
                      <w:b/>
                    </w:rPr>
                    <w:t>Rovina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</w:p>
                <w:p w:rsidR="00BC167B" w:rsidRPr="0017677D" w:rsidRDefault="00BC167B" w:rsidP="0017677D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BC167B" w:rsidRPr="00AE329B" w:rsidRDefault="00BC167B" w:rsidP="0017677D">
                  <w:pPr>
                    <w:jc w:val="center"/>
                  </w:pPr>
                  <w:proofErr w:type="spellStart"/>
                  <w:r w:rsidRPr="00AE329B">
                    <w:rPr>
                      <w:color w:val="FF0000"/>
                    </w:rPr>
                    <w:t>presmerovania</w:t>
                  </w:r>
                  <w:proofErr w:type="spellEnd"/>
                  <w:r>
                    <w:rPr>
                      <w:color w:val="FF0000"/>
                    </w:rPr>
                    <w:t xml:space="preserve"> </w:t>
                  </w:r>
                  <w:r w:rsidRPr="00BB5C49">
                    <w:rPr>
                      <w:b/>
                      <w:color w:val="FF0000"/>
                    </w:rPr>
                    <w:t>(</w:t>
                  </w:r>
                  <w:proofErr w:type="spellStart"/>
                  <w:r w:rsidRPr="00BB5C49">
                    <w:rPr>
                      <w:color w:val="FF0000"/>
                    </w:rPr>
                    <w:t>dát</w:t>
                  </w:r>
                  <w:proofErr w:type="spellEnd"/>
                  <w:r w:rsidRPr="00BB5C49">
                    <w:rPr>
                      <w:b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6" o:spid="_x0000_s1032" type="#_x0000_t202" style="position:absolute;left:0;text-align:left;margin-left:345.05pt;margin-top:21.85pt;width:1in;height:11.5pt;z-index:3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" filled="f" stroked="f" strokeweight=".5pt">
            <v:textbox inset="0,0,0,0">
              <w:txbxContent>
                <w:p w:rsidR="00BC167B" w:rsidRPr="00CD28D7" w:rsidRDefault="00BC167B">
                  <w:pPr>
                    <w:rPr>
                      <w:b/>
                      <w:color w:val="FFFFFF"/>
                      <w:sz w:val="20"/>
                      <w:szCs w:val="20"/>
                    </w:rPr>
                  </w:pPr>
                  <w:proofErr w:type="spellStart"/>
                  <w:r w:rsidRPr="00CD28D7">
                    <w:rPr>
                      <w:b/>
                      <w:color w:val="FFFFFF"/>
                      <w:sz w:val="20"/>
                      <w:szCs w:val="20"/>
                    </w:rPr>
                    <w:t>Mobilita</w:t>
                  </w:r>
                  <w:proofErr w:type="spellEnd"/>
                </w:p>
                <w:p w:rsidR="00BC167B" w:rsidRDefault="00BC167B"/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27" o:spid="_x0000_s1033" type="#_x0000_t202" style="position:absolute;left:0;text-align:left;margin-left:284.55pt;margin-top:21.85pt;width:1in;height:11.5pt;z-index: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RH5v6XUCAABYBQAADgAA&#10;AAAAAAAAAAAAAAAuAgAAZHJzL2Uyb0RvYy54bWxQSwECLQAUAAYACAAAACEAdOVx6OAAAAAJAQAA&#10;DwAAAAAAAAAAAAAAAADPBAAAZHJzL2Rvd25yZXYueG1sUEsFBgAAAAAEAAQA8wAAANwFAAAAAA==&#10;" filled="f" stroked="f" strokeweight=".5pt">
            <v:textbox inset="0,0,0,0">
              <w:txbxContent>
                <w:p w:rsidR="00BC167B" w:rsidRPr="00CD28D7" w:rsidRDefault="00BC167B">
                  <w:pPr>
                    <w:rPr>
                      <w:b/>
                      <w:color w:val="FFFFFF"/>
                      <w:sz w:val="20"/>
                      <w:szCs w:val="20"/>
                    </w:rPr>
                  </w:pPr>
                  <w:r w:rsidRPr="00CD28D7">
                    <w:rPr>
                      <w:b/>
                      <w:color w:val="FFFFFF"/>
                      <w:sz w:val="20"/>
                      <w:szCs w:val="20"/>
                    </w:rPr>
                    <w:t>TE</w:t>
                  </w:r>
                </w:p>
                <w:p w:rsidR="00BC167B" w:rsidRDefault="00BC167B"/>
              </w:txbxContent>
            </v:textbox>
          </v:shape>
        </w:pict>
      </w:r>
    </w:p>
    <w:p w:rsidR="00BC167B" w:rsidRPr="00B34AF3" w:rsidRDefault="008D717F" w:rsidP="00E86BE4">
      <w:pPr>
        <w:rPr>
          <w:lang w:val="sk-SK"/>
        </w:rPr>
      </w:pPr>
      <w:r>
        <w:rPr>
          <w:noProof/>
          <w:lang w:val="sk-SK" w:eastAsia="sk-SK"/>
        </w:rPr>
        <w:pict>
          <v:shape id="Text Box 3" o:spid="_x0000_s1034" type="#_x0000_t202" style="position:absolute;margin-left:348.1pt;margin-top:128.95pt;width:1in;height:25.25pt;z-index:9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" filled="f" stroked="f" strokeweight=".5pt">
            <v:textbox inset="0,0,0,0">
              <w:txbxContent>
                <w:p w:rsidR="00BC167B" w:rsidRDefault="00BC167B" w:rsidP="0017677D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Presmerovanie</w:t>
                  </w:r>
                  <w:proofErr w:type="spellEnd"/>
                </w:p>
                <w:p w:rsidR="00BC167B" w:rsidRPr="004C540E" w:rsidRDefault="00BC167B" w:rsidP="0017677D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paketov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15" o:spid="_x0000_s1035" type="#_x0000_t202" style="position:absolute;margin-left:261.35pt;margin-top:165.6pt;width:1in;height:25.25pt;z-index:1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" filled="f" stroked="f" strokeweight=".5pt">
            <v:textbox inset="0,0,0,0">
              <w:txbxContent>
                <w:p w:rsidR="00BC167B" w:rsidRDefault="00BC167B" w:rsidP="0017677D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Presmerovanie</w:t>
                  </w:r>
                  <w:proofErr w:type="spellEnd"/>
                </w:p>
                <w:p w:rsidR="00BC167B" w:rsidRPr="004C540E" w:rsidRDefault="00BC167B" w:rsidP="0017677D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paketov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6" o:spid="_x0000_s1036" type="#_x0000_t202" style="position:absolute;margin-left:174.3pt;margin-top:130.45pt;width:1in;height:25.25pt;z-index:11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" filled="f" stroked="f" strokeweight=".5pt">
            <v:textbox inset="0,0,0,0">
              <w:txbxContent>
                <w:p w:rsidR="00BC167B" w:rsidRDefault="00BC167B" w:rsidP="0017677D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Presmerovanie</w:t>
                  </w:r>
                  <w:proofErr w:type="spellEnd"/>
                </w:p>
                <w:p w:rsidR="00BC167B" w:rsidRPr="004C540E" w:rsidRDefault="00BC167B" w:rsidP="0017677D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FF0000"/>
                      <w:sz w:val="20"/>
                      <w:szCs w:val="20"/>
                    </w:rPr>
                    <w:t>paketov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group id="Group 35" o:spid="_x0000_s1037" style="position:absolute;margin-left:0;margin-top:.3pt;width:403.95pt;height:200.15pt;z-index:1;mso-position-horizontal:center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sh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b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i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SkKz6B0yQ9ER23fEKs&#10;6nbTjN00A/thns+mGWQCFhInhiGK0zjhp2GCtN1xgE9YnODv226us5vrXvLmOpOFvO/THOYgn4YM&#10;jMJAB4vs7pmRLW0WLcRmV7sV9wVvxTWp4vtoMUwUP40WvocjvXVmHC2C0ASWw0DmrR3OgPju+Ifd&#10;a5dt9t5bn+ZPv3FffN4Dvnwi0m7VV1r4p1WG5yLtevMtmYv/AA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KN6+yErBwAA&#10;k0YAAA4AAAAAAAAAAAAAAAAALgIAAGRycy9lMm9Eb2MueG1sUEsBAi0AFAAGAAgAAAAhABUIeIre&#10;AAAABQEAAA8AAAAAAAAAAAAAAAAAhQkAAGRycy9kb3ducmV2LnhtbFBLBQYAAAAABAAEAPMAAACQ&#10;CgAAAAA=&#10;">
            <v:rect id="Rectangle 4" o:spid="_x0000_s1038" style="position:absolute;width:51295;height:981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" fillcolor="#f2f2f2" stroked="f" strokeweight="2pt"/>
            <v:rect id="Rectangle 5" o:spid="_x0000_s1039" style="position:absolute;top:10625;width:51291;height:148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TRcxAAAANoAAAAPAAAAZHJzL2Rvd25yZXYueG1sRI9Pa8JA&#10;FMTvBb/D8gRvdaOg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DP1NFzEAAAA2gAAAA8A&#10;AAAAAAAAAAAAAAAABwIAAGRycy9kb3ducmV2LnhtbFBLBQYAAAAAAwADALcAAAD4AgAAAAA=&#10;" fillcolor="#d8d8d8" stroked="f" strokeweight="2pt"/>
            <v:roundrect id="Rounded Rectangle 8" o:spid="_x0000_s1040" style="position:absolute;left:39285;top:804;width:7197;height:1856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" stroked="f" strokeweight="2pt"/>
            <v:line id="Straight Connector 14" o:spid="_x0000_s1041" style="position:absolute;visibility:visibl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weight="3pt"/>
            <v:line id="Straight Connector 16" o:spid="_x0000_s1042" style="position:absolute;visibility:visibl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weight="3pt"/>
            <v:line id="Straight Connector 17" o:spid="_x0000_s1043" style="position:absolute;visibility:visibl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weight="3pt"/>
            <v:line id="Straight Connector 18" o:spid="_x0000_s1044" style="position:absolute;visibility:visibl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weight="3pt">
              <v:stroke dashstyle="1 1"/>
            </v:line>
            <v:line id="Straight Connector 19" o:spid="_x0000_s1045" style="position:absolute;visibility:visibl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weight="3pt">
              <v:stroke dashstyle="1 1"/>
            </v:line>
            <v:line id="Straight Connector 20" o:spid="_x0000_s1046" style="position:absolute;visibility:visibl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weight="3pt">
              <v:stroke dashstyle="1 1"/>
            </v:line>
            <v:line id="Straight Connector 21" o:spid="_x0000_s1047" style="position:absolute;flip:y;visibility:visibl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weight="3pt">
              <v:stroke dashstyle="1 1"/>
            </v:line>
            <v:line id="Straight Connector 22" o:spid="_x0000_s1048" style="position:absolute;visibility:visibl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weight="3pt">
              <v:stroke dashstyle="1 1"/>
            </v:line>
            <v:line id="Straight Connector 23" o:spid="_x0000_s1049" style="position:absolute;visibility:visibl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weight="3pt">
              <v:stroke dashstyle="1 1"/>
            </v:line>
            <v:line id="Straight Connector 24" o:spid="_x0000_s1050" style="position:absolute;flip:y;visibility:visibl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weight="3pt">
              <v:stroke dashstyle="1 1"/>
            </v:line>
            <v:roundrect id="Rounded Rectangle 9" o:spid="_x0000_s1051" style="position:absolute;left:19558;top:4445;width:28880;height:1901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strokeweight="2pt"/>
            <v:oval id="Oval 10" o:spid="_x0000_s1052" style="position:absolute;left:28405;top:11176;width:10864;height:43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strokeweight="2pt"/>
            <v:oval id="Oval 13" o:spid="_x0000_s1053" style="position:absolute;left:17822;top:15748;width:10864;height:43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strokeweight="2pt"/>
            <v:oval id="Oval 11" o:spid="_x0000_s1054" style="position:absolute;left:28659;top:20277;width:10859;height:429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strokeweight="2pt"/>
            <v:oval id="Oval 12" o:spid="_x0000_s1055" style="position:absolute;left:39581;top:15748;width:10859;height:429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strokeweight="2pt"/>
            <v:roundrect id="Rounded Rectangle 6" o:spid="_x0000_s1056" style="position:absolute;left:21547;top:804;width:7198;height:1856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" stroked="f" strokeweight="2pt"/>
            <v:roundrect id="Rounded Rectangle 7" o:spid="_x0000_s1057" style="position:absolute;left:30268;top:804;width:7194;height:1854;visibility:visibl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" stroked="f" strokeweight="2pt"/>
            <w10:wrap type="topAndBottom"/>
          </v:group>
        </w:pict>
      </w:r>
    </w:p>
    <w:p w:rsidR="00BC167B" w:rsidRPr="00B34AF3" w:rsidRDefault="00BC167B" w:rsidP="00047A67">
      <w:pPr>
        <w:rPr>
          <w:lang w:val="sk-SK"/>
        </w:rPr>
      </w:pPr>
    </w:p>
    <w:p w:rsidR="00BC167B" w:rsidRPr="00B34AF3" w:rsidRDefault="00BC167B" w:rsidP="00E86BE4">
      <w:pPr>
        <w:pStyle w:val="eLineBottom"/>
        <w:rPr>
          <w:lang w:val="sk-SK"/>
        </w:rPr>
      </w:pPr>
    </w:p>
    <w:p w:rsidR="00BC167B" w:rsidRPr="00B34AF3" w:rsidRDefault="00BC167B">
      <w:pPr>
        <w:rPr>
          <w:b/>
          <w:lang w:val="sk-SK"/>
        </w:rPr>
      </w:pPr>
      <w:r w:rsidRPr="00B34AF3">
        <w:rPr>
          <w:lang w:val="sk-SK"/>
        </w:rPr>
        <w:br w:type="page"/>
      </w:r>
    </w:p>
    <w:p w:rsidR="00BC167B" w:rsidRPr="00B34AF3" w:rsidRDefault="00BC167B" w:rsidP="000252D8">
      <w:pPr>
        <w:pStyle w:val="eTask"/>
      </w:pPr>
      <w:r w:rsidRPr="00B34AF3">
        <w:t>Označte správnu kombináciu sieťových zariadení, ktoré používa architektúra siete založenej na virtualizácii sieťových funkcií NFV (</w:t>
      </w:r>
      <w:proofErr w:type="spellStart"/>
      <w:r w:rsidRPr="00B34AF3">
        <w:rPr>
          <w:i/>
        </w:rPr>
        <w:t>Network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Functions</w:t>
      </w:r>
      <w:proofErr w:type="spellEnd"/>
      <w:r w:rsidRPr="00B34AF3">
        <w:rPr>
          <w:i/>
        </w:rPr>
        <w:t xml:space="preserve"> </w:t>
      </w:r>
      <w:proofErr w:type="spellStart"/>
      <w:r w:rsidRPr="00B34AF3">
        <w:rPr>
          <w:i/>
        </w:rPr>
        <w:t>Virtualization</w:t>
      </w:r>
      <w:proofErr w:type="spellEnd"/>
      <w:r w:rsidRPr="00B34AF3">
        <w:t xml:space="preserve">). </w:t>
      </w:r>
    </w:p>
    <w:p w:rsidR="00BC167B" w:rsidRPr="00B34AF3" w:rsidRDefault="00BC167B" w:rsidP="00450A85">
      <w:pPr>
        <w:rPr>
          <w:lang w:val="sk-SK"/>
        </w:rPr>
      </w:pPr>
    </w:p>
    <w:p w:rsidR="00BC167B" w:rsidRPr="00B34AF3" w:rsidRDefault="00BC167B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B34AF3">
        <w:rPr>
          <w:lang w:val="sk-SK"/>
        </w:rPr>
        <w:t>PE smerovače, servery BRAS, úložiská</w:t>
      </w:r>
    </w:p>
    <w:p w:rsidR="00BC167B" w:rsidRPr="00B34AF3" w:rsidRDefault="00BC167B" w:rsidP="00DB0A17">
      <w:pPr>
        <w:pStyle w:val="eCheckBoxText"/>
        <w:rPr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lang w:val="sk-SK"/>
        </w:rPr>
        <w:tab/>
      </w:r>
      <w:proofErr w:type="spellStart"/>
      <w:r w:rsidRPr="00AE329B">
        <w:rPr>
          <w:color w:val="FF0000"/>
          <w:lang w:val="sk-SK"/>
        </w:rPr>
        <w:t>ethernetové</w:t>
      </w:r>
      <w:proofErr w:type="spellEnd"/>
      <w:r w:rsidRPr="00AE329B">
        <w:rPr>
          <w:color w:val="FF0000"/>
          <w:lang w:val="sk-SK"/>
        </w:rPr>
        <w:t xml:space="preserve"> prepínače, výkonové servery, úložiská</w:t>
      </w:r>
    </w:p>
    <w:p w:rsidR="00BC167B" w:rsidRPr="00B34AF3" w:rsidRDefault="00BC167B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proofErr w:type="spellStart"/>
      <w:r w:rsidRPr="00B34AF3">
        <w:rPr>
          <w:lang w:val="sk-SK"/>
        </w:rPr>
        <w:t>ethernetové</w:t>
      </w:r>
      <w:proofErr w:type="spellEnd"/>
      <w:r w:rsidRPr="00B34AF3">
        <w:rPr>
          <w:lang w:val="sk-SK"/>
        </w:rPr>
        <w:t xml:space="preserve"> prepínače, výkonové servery, servery BRAS</w:t>
      </w:r>
    </w:p>
    <w:p w:rsidR="00BC167B" w:rsidRPr="00B34AF3" w:rsidRDefault="00BC167B" w:rsidP="00047A67">
      <w:pPr>
        <w:pStyle w:val="eCheckBoxText"/>
        <w:rPr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B34AF3">
        <w:rPr>
          <w:lang w:val="sk-SK"/>
        </w:rPr>
        <w:t xml:space="preserve">úložiská, PE smerovače, </w:t>
      </w:r>
      <w:proofErr w:type="spellStart"/>
      <w:r w:rsidRPr="00B34AF3">
        <w:rPr>
          <w:lang w:val="sk-SK"/>
        </w:rPr>
        <w:t>ethernetové</w:t>
      </w:r>
      <w:proofErr w:type="spellEnd"/>
      <w:r w:rsidRPr="00B34AF3">
        <w:rPr>
          <w:lang w:val="sk-SK"/>
        </w:rPr>
        <w:t xml:space="preserve"> prepínače</w:t>
      </w:r>
    </w:p>
    <w:p w:rsidR="00BC167B" w:rsidRPr="00B34AF3" w:rsidRDefault="00BC167B" w:rsidP="00047A67">
      <w:pPr>
        <w:pStyle w:val="eLineBottom"/>
        <w:rPr>
          <w:lang w:val="sk-SK"/>
        </w:rPr>
      </w:pPr>
    </w:p>
    <w:p w:rsidR="00BC167B" w:rsidRPr="00B34AF3" w:rsidRDefault="00BC167B" w:rsidP="00450A85">
      <w:pPr>
        <w:rPr>
          <w:lang w:val="sk-SK"/>
        </w:rPr>
      </w:pPr>
    </w:p>
    <w:p w:rsidR="00BC167B" w:rsidRPr="00B34AF3" w:rsidRDefault="00BC167B" w:rsidP="000252D8">
      <w:pPr>
        <w:pStyle w:val="eTask"/>
      </w:pPr>
      <w:r w:rsidRPr="00B34AF3">
        <w:t>Priraďte skratky/názvy v ľavom stĺpci k zodpovedajúcim tvrdeniam v pravom stĺpci</w:t>
      </w:r>
      <w:r>
        <w:t>.</w:t>
      </w:r>
    </w:p>
    <w:p w:rsidR="00BC167B" w:rsidRPr="00B34AF3" w:rsidRDefault="00BC167B" w:rsidP="00CA6FD5">
      <w:pPr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3"/>
        <w:gridCol w:w="1176"/>
        <w:gridCol w:w="6789"/>
      </w:tblGrid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8D717F" w:rsidP="00CA6FD5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39" o:spid="_x0000_s1058" style="position:absolute;z-index:17;visibility:visible;mso-position-horizontal-relative:text;mso-position-vertical-relative:text" from="-5.4pt,19.25pt" to="53.1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" strokecolor="red" strokeweight="1.25pt"/>
              </w:pict>
            </w:r>
            <w:r>
              <w:rPr>
                <w:noProof/>
                <w:lang w:val="sk-SK" w:eastAsia="sk-SK"/>
              </w:rPr>
              <w:pict>
                <v:line id="Přímá spojnice 34" o:spid="_x0000_s1059" style="position:absolute;flip:y;z-index:14;visibility:visible;mso-position-horizontal-relative:text;mso-position-vertical-relative:text" from="-5.4pt,19.25pt" to="53.1pt,1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" strokecolor="red" strokeweight="1.25pt"/>
              </w:pict>
            </w:r>
          </w:p>
        </w:tc>
        <w:tc>
          <w:tcPr>
            <w:tcW w:w="6789" w:type="dxa"/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  <w:r w:rsidRPr="00CD28D7">
              <w:rPr>
                <w:lang w:val="sk-SK"/>
              </w:rPr>
              <w:t>hardvérové riešenia vhodné na výskum v oblasti vytvárania sietí.</w:t>
            </w:r>
          </w:p>
        </w:tc>
      </w:tr>
      <w:tr w:rsidR="00BC167B" w:rsidRPr="00BB5C49" w:rsidTr="00CD28D7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</w:p>
        </w:tc>
      </w:tr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8D717F" w:rsidP="00CA6FD5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33" o:spid="_x0000_s1060" style="position:absolute;flip:y;z-index:13;visibility:visible;mso-position-horizontal-relative:text;mso-position-vertical-relative:text" from="-5.4pt,18.8pt" to="53.1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" strokecolor="red" strokeweight="1.25pt"/>
              </w:pict>
            </w:r>
            <w:r>
              <w:rPr>
                <w:noProof/>
                <w:lang w:val="sk-SK" w:eastAsia="sk-SK"/>
              </w:rPr>
              <w:pict>
                <v:line id="Přímá spojnice 38" o:spid="_x0000_s1061" style="position:absolute;z-index:16;visibility:visible;mso-position-horizontal-relative:text;mso-position-vertical-relative:text" from="-5.4pt,18.8pt" to="53.1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" strokecolor="red" strokeweight="1.25pt"/>
              </w:pict>
            </w:r>
          </w:p>
        </w:tc>
        <w:tc>
          <w:tcPr>
            <w:tcW w:w="6789" w:type="dxa"/>
          </w:tcPr>
          <w:p w:rsidR="00BC167B" w:rsidRPr="00CD28D7" w:rsidRDefault="00BC167B" w:rsidP="00851CBB">
            <w:pPr>
              <w:rPr>
                <w:lang w:val="sk-SK"/>
              </w:rPr>
            </w:pPr>
            <w:r w:rsidRPr="00CD28D7">
              <w:rPr>
                <w:lang w:val="sk-SK"/>
              </w:rPr>
              <w:t>protokol založený ma modeli prepínacieho prvku, ktorý umožňuje definovať nové funkcie roviny presmerovania bez zmeny protokolu medzi rovinami riadenia a presmerovania.</w:t>
            </w:r>
          </w:p>
        </w:tc>
      </w:tr>
      <w:tr w:rsidR="00BC167B" w:rsidRPr="00BB5C49" w:rsidTr="00CD28D7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BC167B" w:rsidRPr="00CD28D7" w:rsidRDefault="00BC167B" w:rsidP="00851CBB">
            <w:pPr>
              <w:rPr>
                <w:lang w:val="sk-SK"/>
              </w:rPr>
            </w:pPr>
          </w:p>
        </w:tc>
      </w:tr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8D717F" w:rsidP="00CA6FD5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37" o:spid="_x0000_s1062" style="position:absolute;z-index:15;visibility:visible;mso-position-horizontal-relative:text;mso-position-vertical-relative:text" from="-5.4pt,18.35pt" to="53.1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" strokecolor="red" strokeweight="1.25pt"/>
              </w:pict>
            </w:r>
          </w:p>
        </w:tc>
        <w:tc>
          <w:tcPr>
            <w:tcW w:w="6789" w:type="dxa"/>
            <w:vAlign w:val="center"/>
          </w:tcPr>
          <w:p w:rsidR="00BC167B" w:rsidRPr="00CD28D7" w:rsidRDefault="00BC167B" w:rsidP="00215616">
            <w:pPr>
              <w:rPr>
                <w:lang w:val="sk-SK"/>
              </w:rPr>
            </w:pPr>
            <w:r w:rsidRPr="00CD28D7">
              <w:rPr>
                <w:lang w:val="sk-SK"/>
              </w:rPr>
              <w:t>vyvinutý ako nástupca protokolu SNMP a niektorých protokolov CLI na konfigurovanie sieťových prvkov.</w:t>
            </w:r>
          </w:p>
        </w:tc>
      </w:tr>
      <w:tr w:rsidR="00BC167B" w:rsidRPr="00BB5C49" w:rsidTr="00CD28D7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</w:tr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8D717F" w:rsidP="00CA6FD5">
            <w:pPr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32" o:spid="_x0000_s1063" style="position:absolute;flip:y;z-index:12;visibility:visible;mso-position-horizontal-relative:text;mso-position-vertical-relative:text" from="-5.4pt,20.15pt" to="53.1pt,1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" strokecolor="red" strokeweight="1.25pt"/>
              </w:pict>
            </w:r>
          </w:p>
        </w:tc>
        <w:tc>
          <w:tcPr>
            <w:tcW w:w="6789" w:type="dxa"/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  <w:r w:rsidRPr="00CD28D7">
              <w:rPr>
                <w:lang w:val="sk-SK"/>
              </w:rPr>
              <w:t>protokol podobný SDN ale bez centralizovanej roviny riadenia.</w:t>
            </w:r>
          </w:p>
        </w:tc>
      </w:tr>
      <w:tr w:rsidR="00BC167B" w:rsidRPr="00BB5C49" w:rsidTr="00CD28D7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</w:p>
        </w:tc>
      </w:tr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  <w:r w:rsidRPr="00CD28D7">
              <w:rPr>
                <w:lang w:val="sk-SK"/>
              </w:rPr>
              <w:t>otvorený štandard vyvinutý Nadáciou pre otvorenú sieť (ONF).</w:t>
            </w:r>
          </w:p>
        </w:tc>
      </w:tr>
      <w:tr w:rsidR="00BC167B" w:rsidRPr="00BB5C49" w:rsidTr="00CD28D7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</w:p>
        </w:tc>
      </w:tr>
      <w:tr w:rsidR="00BC167B" w:rsidRPr="00BB5C49" w:rsidTr="00CD28D7">
        <w:trPr>
          <w:trHeight w:hRule="exact" w:val="851"/>
        </w:trPr>
        <w:tc>
          <w:tcPr>
            <w:tcW w:w="1323" w:type="dxa"/>
            <w:vAlign w:val="center"/>
          </w:tcPr>
          <w:p w:rsidR="00BC167B" w:rsidRPr="00CD28D7" w:rsidRDefault="00BC167B" w:rsidP="00CD28D7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C167B" w:rsidRPr="00CD28D7" w:rsidRDefault="00BC167B" w:rsidP="00CA6FD5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BC167B" w:rsidRPr="00CD28D7" w:rsidRDefault="00BC167B" w:rsidP="00F11D70">
            <w:pPr>
              <w:rPr>
                <w:lang w:val="sk-SK"/>
              </w:rPr>
            </w:pPr>
            <w:r w:rsidRPr="00CD28D7">
              <w:rPr>
                <w:lang w:val="sk-SK"/>
              </w:rPr>
              <w:t>poskytuje programovateľné rozhranie na priame riadenie zariadení Cisco.</w:t>
            </w:r>
          </w:p>
        </w:tc>
      </w:tr>
    </w:tbl>
    <w:p w:rsidR="00BC167B" w:rsidRPr="00B34AF3" w:rsidRDefault="00BC167B" w:rsidP="00CA6FD5">
      <w:pPr>
        <w:pStyle w:val="eLineBottom"/>
        <w:rPr>
          <w:lang w:val="sk-SK"/>
        </w:rPr>
      </w:pPr>
    </w:p>
    <w:p w:rsidR="00BC167B" w:rsidRPr="00B34AF3" w:rsidRDefault="00BC167B" w:rsidP="00CA6FD5">
      <w:pPr>
        <w:pStyle w:val="eLineBottom"/>
        <w:rPr>
          <w:lang w:val="sk-SK"/>
        </w:rPr>
      </w:pPr>
    </w:p>
    <w:p w:rsidR="00BC167B" w:rsidRPr="00B34AF3" w:rsidRDefault="00BC167B" w:rsidP="00CA6FD5">
      <w:pPr>
        <w:rPr>
          <w:lang w:val="sk-SK"/>
        </w:rPr>
      </w:pPr>
    </w:p>
    <w:p w:rsidR="00BC167B" w:rsidRPr="00B34AF3" w:rsidRDefault="00BC167B">
      <w:pPr>
        <w:rPr>
          <w:b/>
          <w:lang w:val="sk-SK"/>
        </w:rPr>
      </w:pPr>
      <w:r w:rsidRPr="00B34AF3">
        <w:rPr>
          <w:lang w:val="sk-SK"/>
        </w:rPr>
        <w:br w:type="page"/>
      </w:r>
    </w:p>
    <w:p w:rsidR="00BC167B" w:rsidRPr="00B34AF3" w:rsidRDefault="00BC167B" w:rsidP="000252D8">
      <w:pPr>
        <w:pStyle w:val="eTask"/>
      </w:pPr>
      <w:r w:rsidRPr="0087523D">
        <w:t xml:space="preserve">Označte správne skupiny zložiek pre infraštruktúru </w:t>
      </w:r>
      <w:proofErr w:type="spellStart"/>
      <w:r w:rsidRPr="0087523D">
        <w:t>virtualizovanej</w:t>
      </w:r>
      <w:proofErr w:type="spellEnd"/>
      <w:r w:rsidRPr="0087523D">
        <w:t xml:space="preserve"> siete (</w:t>
      </w:r>
      <w:proofErr w:type="spellStart"/>
      <w:r w:rsidRPr="0087523D">
        <w:rPr>
          <w:i/>
        </w:rPr>
        <w:t>Network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Functions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Virtualization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Infrastructure</w:t>
      </w:r>
      <w:proofErr w:type="spellEnd"/>
      <w:r w:rsidRPr="0087523D">
        <w:t>)</w:t>
      </w:r>
      <w:r w:rsidRPr="00B34AF3">
        <w:t>.</w:t>
      </w:r>
    </w:p>
    <w:p w:rsidR="00BC167B" w:rsidRPr="00B34AF3" w:rsidRDefault="00BC167B" w:rsidP="00047A67">
      <w:pPr>
        <w:rPr>
          <w:sz w:val="20"/>
          <w:szCs w:val="20"/>
          <w:lang w:val="sk-SK"/>
        </w:rPr>
      </w:pPr>
    </w:p>
    <w:p w:rsidR="00BC167B" w:rsidRPr="00B34AF3" w:rsidRDefault="00BC167B" w:rsidP="00DB0A17">
      <w:pPr>
        <w:pStyle w:val="eCheckBoxText"/>
        <w:rPr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lang w:val="sk-SK"/>
        </w:rPr>
        <w:tab/>
      </w:r>
      <w:r w:rsidRPr="00AE329B">
        <w:rPr>
          <w:color w:val="FF0000"/>
          <w:lang w:val="sk-SK"/>
        </w:rPr>
        <w:t>výpočtový hardvér, hardvérové úložisko, sieťový hardvér</w:t>
      </w:r>
    </w:p>
    <w:p w:rsidR="00BC167B" w:rsidRPr="00B34AF3" w:rsidRDefault="00BC167B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87523D">
        <w:rPr>
          <w:lang w:val="sk-SK"/>
        </w:rPr>
        <w:t>systém riadenia prvkov, virtuálne úložisko, virtuálna sieť</w:t>
      </w:r>
    </w:p>
    <w:p w:rsidR="00BC167B" w:rsidRPr="00B34AF3" w:rsidRDefault="00BC167B" w:rsidP="00DB0A17">
      <w:pPr>
        <w:pStyle w:val="eCheckBoxText"/>
        <w:rPr>
          <w:b/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rStyle w:val="eCheckBoxSquareChar"/>
          <w:lang w:val="sk-SK"/>
        </w:rPr>
        <w:tab/>
      </w:r>
      <w:r w:rsidRPr="00AE329B">
        <w:rPr>
          <w:color w:val="FF0000"/>
          <w:lang w:val="sk-SK"/>
        </w:rPr>
        <w:t>výpočtový hardvér, virtuálne úložisko, hardvérové úložisko</w:t>
      </w:r>
    </w:p>
    <w:p w:rsidR="00BC167B" w:rsidRPr="00B34AF3" w:rsidRDefault="00BC167B" w:rsidP="00047A6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87523D">
        <w:rPr>
          <w:lang w:val="sk-SK"/>
        </w:rPr>
        <w:t>koordinátor, systém riadenia prvkov, sieťový hardvér</w:t>
      </w:r>
    </w:p>
    <w:p w:rsidR="00BC167B" w:rsidRPr="00B34AF3" w:rsidRDefault="00BC167B" w:rsidP="00DB0A17">
      <w:pPr>
        <w:pStyle w:val="eLineBottom"/>
        <w:rPr>
          <w:lang w:val="sk-SK"/>
        </w:rPr>
      </w:pPr>
    </w:p>
    <w:p w:rsidR="00BC167B" w:rsidRPr="00B34AF3" w:rsidRDefault="00BC167B" w:rsidP="00C049FD">
      <w:pPr>
        <w:rPr>
          <w:lang w:val="sk-SK"/>
        </w:rPr>
      </w:pPr>
    </w:p>
    <w:p w:rsidR="00BC167B" w:rsidRPr="00B34AF3" w:rsidRDefault="00BC167B" w:rsidP="000252D8">
      <w:pPr>
        <w:pStyle w:val="eTask"/>
      </w:pPr>
      <w:r w:rsidRPr="0087523D">
        <w:t>Označte správne charakteristiky infraštruktúry NFV -  NFVI (</w:t>
      </w:r>
      <w:proofErr w:type="spellStart"/>
      <w:r w:rsidRPr="0087523D">
        <w:rPr>
          <w:i/>
        </w:rPr>
        <w:t>Network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Functions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Virtualization</w:t>
      </w:r>
      <w:proofErr w:type="spellEnd"/>
      <w:r w:rsidRPr="0087523D">
        <w:rPr>
          <w:i/>
        </w:rPr>
        <w:t xml:space="preserve"> </w:t>
      </w:r>
      <w:proofErr w:type="spellStart"/>
      <w:r w:rsidRPr="0087523D">
        <w:rPr>
          <w:i/>
        </w:rPr>
        <w:t>Infrastructure</w:t>
      </w:r>
      <w:proofErr w:type="spellEnd"/>
      <w:r w:rsidRPr="0087523D">
        <w:t>)</w:t>
      </w:r>
      <w:r w:rsidRPr="00B34AF3">
        <w:t>.</w:t>
      </w:r>
    </w:p>
    <w:p w:rsidR="00BC167B" w:rsidRPr="00B34AF3" w:rsidRDefault="00BC167B" w:rsidP="00DB0A17">
      <w:pPr>
        <w:rPr>
          <w:sz w:val="20"/>
          <w:szCs w:val="20"/>
          <w:lang w:val="sk-SK"/>
        </w:rPr>
      </w:pPr>
    </w:p>
    <w:p w:rsidR="00BC167B" w:rsidRPr="00B34AF3" w:rsidRDefault="00BC167B" w:rsidP="00DB0A1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87523D">
        <w:rPr>
          <w:lang w:val="sk-SK"/>
        </w:rPr>
        <w:t>NFVI je rozdelená na 4 domény a jedna z nich je doména počítača</w:t>
      </w:r>
    </w:p>
    <w:p w:rsidR="00BC167B" w:rsidRPr="00B34AF3" w:rsidRDefault="00BC167B" w:rsidP="00DB0A17">
      <w:pPr>
        <w:pStyle w:val="eCheckBoxText"/>
        <w:rPr>
          <w:b/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rStyle w:val="eCheckBoxSquareChar"/>
          <w:lang w:val="sk-SK"/>
        </w:rPr>
        <w:tab/>
      </w:r>
      <w:r w:rsidRPr="00AE329B">
        <w:rPr>
          <w:color w:val="FF0000"/>
          <w:lang w:val="sk-SK"/>
        </w:rPr>
        <w:t xml:space="preserve">NFVI je rozdelená na 3 domény a jedna z nich je doména </w:t>
      </w:r>
      <w:proofErr w:type="spellStart"/>
      <w:r w:rsidRPr="00AE329B">
        <w:rPr>
          <w:color w:val="FF0000"/>
          <w:lang w:val="sk-SK"/>
        </w:rPr>
        <w:t>hypervízora</w:t>
      </w:r>
      <w:proofErr w:type="spellEnd"/>
    </w:p>
    <w:p w:rsidR="00BC167B" w:rsidRPr="00B34AF3" w:rsidRDefault="00BC167B" w:rsidP="00DB0A17">
      <w:pPr>
        <w:pStyle w:val="eCheckBoxText"/>
        <w:rPr>
          <w:b/>
          <w:lang w:val="sk-SK"/>
        </w:rPr>
      </w:pPr>
      <w:r w:rsidRPr="00B34AF3">
        <w:rPr>
          <w:rStyle w:val="eCheckBoxSquareChar"/>
          <w:lang w:val="sk-SK"/>
        </w:rPr>
        <w:t>□</w:t>
      </w:r>
      <w:r w:rsidRPr="00B34AF3">
        <w:rPr>
          <w:rStyle w:val="eCheckBoxSquareChar"/>
          <w:lang w:val="sk-SK"/>
        </w:rPr>
        <w:tab/>
      </w:r>
      <w:r w:rsidRPr="00A31783">
        <w:rPr>
          <w:lang w:val="sk-SK"/>
        </w:rPr>
        <w:t>NFVI je rozdelená na 4 domény a jedna z nich je doména sieťovej infraštruktúry</w:t>
      </w:r>
    </w:p>
    <w:p w:rsidR="00BC167B" w:rsidRPr="00B34AF3" w:rsidRDefault="00BC167B" w:rsidP="00DB0A17">
      <w:pPr>
        <w:pStyle w:val="eCheckBoxText"/>
        <w:rPr>
          <w:b/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rStyle w:val="eCheckBoxSquareChar"/>
          <w:lang w:val="sk-SK"/>
        </w:rPr>
        <w:tab/>
      </w:r>
      <w:r w:rsidRPr="00AE329B">
        <w:rPr>
          <w:color w:val="FF0000"/>
          <w:lang w:val="sk-SK"/>
        </w:rPr>
        <w:t>NFVI je rozdelená na 3 domény a jedna z nich je doména počítača</w:t>
      </w:r>
    </w:p>
    <w:p w:rsidR="00BC167B" w:rsidRPr="00B34AF3" w:rsidRDefault="00BC167B" w:rsidP="00DB0A17">
      <w:pPr>
        <w:pStyle w:val="eLineBottom"/>
        <w:rPr>
          <w:lang w:val="sk-SK"/>
        </w:rPr>
      </w:pPr>
    </w:p>
    <w:p w:rsidR="00BC167B" w:rsidRPr="00B34AF3" w:rsidRDefault="00BC167B" w:rsidP="00DB0A17">
      <w:pPr>
        <w:rPr>
          <w:lang w:val="sk-SK"/>
        </w:rPr>
      </w:pPr>
    </w:p>
    <w:p w:rsidR="00BC167B" w:rsidRPr="00B34AF3" w:rsidRDefault="00BC167B" w:rsidP="000252D8">
      <w:pPr>
        <w:pStyle w:val="eTask"/>
      </w:pPr>
      <w:r w:rsidRPr="00D271A5">
        <w:t xml:space="preserve">Zoraďte </w:t>
      </w:r>
      <w:r>
        <w:t>dole uvedené zariadenia podľa počtu</w:t>
      </w:r>
      <w:r w:rsidRPr="00D271A5">
        <w:t xml:space="preserve"> pripojených zariadení</w:t>
      </w:r>
      <w:r>
        <w:t xml:space="preserve"> </w:t>
      </w:r>
      <w:r w:rsidRPr="00D271A5">
        <w:t xml:space="preserve">do siete Internet v roku 2020 </w:t>
      </w:r>
      <w:r>
        <w:t xml:space="preserve">na základe predpovede </w:t>
      </w:r>
      <w:r w:rsidRPr="00A31783">
        <w:t>(1 – najnižší počet, 4 – najvyšší počet)</w:t>
      </w:r>
      <w:r w:rsidRPr="00B34AF3">
        <w:t>.</w:t>
      </w:r>
    </w:p>
    <w:p w:rsidR="00BC167B" w:rsidRPr="00B34AF3" w:rsidRDefault="00BC167B" w:rsidP="00F11D70">
      <w:pPr>
        <w:rPr>
          <w:lang w:val="sk-SK"/>
        </w:rPr>
      </w:pPr>
    </w:p>
    <w:p w:rsidR="00BC167B" w:rsidRPr="00AE329B" w:rsidRDefault="00BC167B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inteligentné televízory</w:t>
      </w:r>
    </w:p>
    <w:p w:rsidR="00BC167B" w:rsidRPr="00AE329B" w:rsidRDefault="00BC167B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počítače</w:t>
      </w:r>
    </w:p>
    <w:p w:rsidR="00BC167B" w:rsidRPr="00AE329B" w:rsidRDefault="00BC167B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tablety</w:t>
      </w:r>
    </w:p>
    <w:p w:rsidR="00BC167B" w:rsidRPr="00AE329B" w:rsidRDefault="00BC167B" w:rsidP="00A31783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inteligentné telefóny</w:t>
      </w:r>
    </w:p>
    <w:p w:rsidR="00BC167B" w:rsidRPr="00B34AF3" w:rsidRDefault="00BC167B" w:rsidP="00F11D70">
      <w:pPr>
        <w:pStyle w:val="Odstavecseseznamem"/>
        <w:rPr>
          <w:lang w:val="sk-SK"/>
        </w:rPr>
      </w:pPr>
    </w:p>
    <w:p w:rsidR="00BC167B" w:rsidRPr="00B34AF3" w:rsidRDefault="00BC167B" w:rsidP="00F11D70">
      <w:pPr>
        <w:rPr>
          <w:b/>
          <w:lang w:val="sk-SK"/>
        </w:rPr>
      </w:pPr>
      <w:r w:rsidRPr="00A31783">
        <w:rPr>
          <w:b/>
          <w:lang w:val="sk-SK"/>
        </w:rPr>
        <w:t>tablety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inteligentné telefóny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počítače</w:t>
      </w:r>
      <w:r w:rsidRPr="00B34AF3">
        <w:rPr>
          <w:b/>
          <w:lang w:val="sk-SK"/>
        </w:rPr>
        <w:t xml:space="preserve">, </w:t>
      </w:r>
      <w:r w:rsidRPr="00A31783">
        <w:rPr>
          <w:b/>
          <w:lang w:val="sk-SK"/>
        </w:rPr>
        <w:t>inteligentné televízory</w:t>
      </w:r>
    </w:p>
    <w:sectPr w:rsidR="00BC167B" w:rsidRPr="00B34AF3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7F" w:rsidRDefault="008D717F" w:rsidP="00861A1A">
      <w:r>
        <w:separator/>
      </w:r>
    </w:p>
  </w:endnote>
  <w:endnote w:type="continuationSeparator" w:id="0">
    <w:p w:rsidR="008D717F" w:rsidRDefault="008D717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BC167B" w:rsidTr="00C2755E">
      <w:tc>
        <w:tcPr>
          <w:tcW w:w="2518" w:type="dxa"/>
        </w:tcPr>
        <w:p w:rsidR="00BC167B" w:rsidRDefault="008D717F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i1025" type="#_x0000_t75" alt="EU flag-Erasmus+_vect_POS [B&amp;W].eps" style="width:113.45pt;height:31.9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BC167B" w:rsidRPr="006B66CE" w:rsidRDefault="00BC167B" w:rsidP="006B66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6B66CE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C167B" w:rsidRPr="00CA51B5" w:rsidRDefault="00BC167B" w:rsidP="006B66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B66CE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C167B" w:rsidTr="00C2755E">
      <w:tc>
        <w:tcPr>
          <w:tcW w:w="8472" w:type="dxa"/>
          <w:gridSpan w:val="2"/>
        </w:tcPr>
        <w:p w:rsidR="00BC167B" w:rsidRPr="00CA51B5" w:rsidRDefault="00BC167B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C167B" w:rsidRPr="00CA51B5" w:rsidRDefault="00BC167B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C167B" w:rsidRDefault="00BC1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7F" w:rsidRDefault="008D717F" w:rsidP="00861A1A">
      <w:r>
        <w:separator/>
      </w:r>
    </w:p>
  </w:footnote>
  <w:footnote w:type="continuationSeparator" w:id="0">
    <w:p w:rsidR="008D717F" w:rsidRDefault="008D717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67B" w:rsidRPr="00BB5C49" w:rsidRDefault="008D717F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logo_curves2.eps" style="position:absolute;left:0;text-align:left;margin-left:.5pt;margin-top:-10.95pt;width:79.65pt;height:32.25pt;z-index:1;visibility:visible">
          <v:imagedata r:id="rId1" o:title=""/>
        </v:shape>
      </w:pict>
    </w:r>
    <w:r w:rsidR="00BC167B" w:rsidRPr="00BB5C49">
      <w:rPr>
        <w:b/>
        <w:noProof/>
        <w:sz w:val="32"/>
        <w:szCs w:val="32"/>
      </w:rPr>
      <w:tab/>
    </w:r>
    <w:r w:rsidR="00BC167B" w:rsidRPr="00BB5C49">
      <w:rPr>
        <w:rFonts w:ascii="Calibri" w:hAnsi="Calibri"/>
        <w:b/>
        <w:smallCaps/>
        <w:noProof/>
      </w:rPr>
      <w:t>PRACOVN</w:t>
    </w:r>
    <w:r w:rsidR="00BC167B">
      <w:rPr>
        <w:rFonts w:ascii="Calibri" w:hAnsi="Calibri"/>
        <w:b/>
        <w:smallCaps/>
        <w:noProof/>
        <w:lang w:val="sk-SK"/>
      </w:rPr>
      <w:t>Ý</w:t>
    </w:r>
    <w:r w:rsidR="00BC167B" w:rsidRPr="00BB5C49">
      <w:rPr>
        <w:rFonts w:ascii="Calibri" w:hAnsi="Calibri"/>
        <w:b/>
        <w:smallCaps/>
        <w:noProof/>
      </w:rPr>
      <w:t xml:space="preserve"> LIST</w:t>
    </w:r>
  </w:p>
  <w:p w:rsidR="00BC167B" w:rsidRPr="00BB5C49" w:rsidRDefault="00BC167B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B5C49">
      <w:rPr>
        <w:rFonts w:ascii="Calibri" w:hAnsi="Calibri"/>
        <w:smallCaps/>
        <w:noProof/>
        <w:sz w:val="20"/>
        <w:szCs w:val="20"/>
      </w:rPr>
      <w:t>SIETE BUDÚCNOSTI – SDN A NFV</w:t>
    </w:r>
  </w:p>
  <w:p w:rsidR="00BC167B" w:rsidRPr="00BB5C49" w:rsidRDefault="00BC1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86026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595CB4B4"/>
    <w:lvl w:ilvl="0" w:tplc="E4FAC7FE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724"/>
    <w:rsid w:val="0000673F"/>
    <w:rsid w:val="00015E2D"/>
    <w:rsid w:val="00016AD8"/>
    <w:rsid w:val="00017595"/>
    <w:rsid w:val="00021197"/>
    <w:rsid w:val="00024C2C"/>
    <w:rsid w:val="000252D8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677D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15616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3D6"/>
    <w:rsid w:val="00283A7C"/>
    <w:rsid w:val="002850DE"/>
    <w:rsid w:val="00292860"/>
    <w:rsid w:val="002976A9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A5E"/>
    <w:rsid w:val="00306B9F"/>
    <w:rsid w:val="00307892"/>
    <w:rsid w:val="00315203"/>
    <w:rsid w:val="00317047"/>
    <w:rsid w:val="00321951"/>
    <w:rsid w:val="00337851"/>
    <w:rsid w:val="00347E4D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301B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40331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1DA9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B66CE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0BC1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0769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523D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43B"/>
    <w:rsid w:val="008D38F1"/>
    <w:rsid w:val="008D717F"/>
    <w:rsid w:val="008F1B37"/>
    <w:rsid w:val="008F396C"/>
    <w:rsid w:val="008F5585"/>
    <w:rsid w:val="00905C9E"/>
    <w:rsid w:val="00912A69"/>
    <w:rsid w:val="009134AE"/>
    <w:rsid w:val="00916DC9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1783"/>
    <w:rsid w:val="00A35930"/>
    <w:rsid w:val="00A41E41"/>
    <w:rsid w:val="00A50FFF"/>
    <w:rsid w:val="00A527AF"/>
    <w:rsid w:val="00A54992"/>
    <w:rsid w:val="00A633E1"/>
    <w:rsid w:val="00A65E53"/>
    <w:rsid w:val="00A74031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29B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3B8"/>
    <w:rsid w:val="00B3151A"/>
    <w:rsid w:val="00B323F9"/>
    <w:rsid w:val="00B349CA"/>
    <w:rsid w:val="00B34AF3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5C49"/>
    <w:rsid w:val="00BB697C"/>
    <w:rsid w:val="00BC167B"/>
    <w:rsid w:val="00BC1F6B"/>
    <w:rsid w:val="00BC732E"/>
    <w:rsid w:val="00BD3D30"/>
    <w:rsid w:val="00BD7612"/>
    <w:rsid w:val="00BE6648"/>
    <w:rsid w:val="00BF053A"/>
    <w:rsid w:val="00BF4A7D"/>
    <w:rsid w:val="00BF5E09"/>
    <w:rsid w:val="00BF6970"/>
    <w:rsid w:val="00BF7EEB"/>
    <w:rsid w:val="00C049FD"/>
    <w:rsid w:val="00C11B1C"/>
    <w:rsid w:val="00C148FD"/>
    <w:rsid w:val="00C2393A"/>
    <w:rsid w:val="00C2755E"/>
    <w:rsid w:val="00C46516"/>
    <w:rsid w:val="00C5580D"/>
    <w:rsid w:val="00C57915"/>
    <w:rsid w:val="00C6418C"/>
    <w:rsid w:val="00C7264E"/>
    <w:rsid w:val="00C767C9"/>
    <w:rsid w:val="00C878F0"/>
    <w:rsid w:val="00C87AEA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C63FC"/>
    <w:rsid w:val="00CD05C7"/>
    <w:rsid w:val="00CD28D7"/>
    <w:rsid w:val="00CD6ABB"/>
    <w:rsid w:val="00CE09BA"/>
    <w:rsid w:val="00CF0892"/>
    <w:rsid w:val="00CF4DFA"/>
    <w:rsid w:val="00D00747"/>
    <w:rsid w:val="00D05E2C"/>
    <w:rsid w:val="00D060B3"/>
    <w:rsid w:val="00D06992"/>
    <w:rsid w:val="00D07248"/>
    <w:rsid w:val="00D16A60"/>
    <w:rsid w:val="00D20A5C"/>
    <w:rsid w:val="00D20E5C"/>
    <w:rsid w:val="00D22343"/>
    <w:rsid w:val="00D2650E"/>
    <w:rsid w:val="00D271A5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F952F731-FAF5-4DE2-9757-0A359265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0252D8"/>
    <w:pPr>
      <w:numPr>
        <w:numId w:val="4"/>
      </w:numPr>
      <w:tabs>
        <w:tab w:val="left" w:pos="364"/>
      </w:tabs>
      <w:ind w:left="357" w:hanging="357"/>
      <w:contextualSpacing/>
    </w:pPr>
    <w:rPr>
      <w:b/>
      <w:lang w:val="sk-SK"/>
    </w:rPr>
  </w:style>
  <w:style w:type="character" w:styleId="Zstupntext">
    <w:name w:val="Placeholder Tex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9238A"/>
    <w:rPr>
      <w:rFonts w:cs="Times New Roman"/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99"/>
    <w:qFormat/>
    <w:rsid w:val="00F1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15</TotalTime>
  <Pages>3</Pages>
  <Words>452</Words>
  <Characters>2671</Characters>
  <Application>Microsoft Office Word</Application>
  <DocSecurity>0</DocSecurity>
  <Lines>22</Lines>
  <Paragraphs>6</Paragraphs>
  <ScaleCrop>false</ScaleCrop>
  <Company>ČVUT FEL Praha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Marek Nevosad</cp:lastModifiedBy>
  <cp:revision>6</cp:revision>
  <cp:lastPrinted>2013-05-24T15:00:00Z</cp:lastPrinted>
  <dcterms:created xsi:type="dcterms:W3CDTF">2016-02-26T11:44:00Z</dcterms:created>
  <dcterms:modified xsi:type="dcterms:W3CDTF">2016-03-11T14:15:00Z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