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C93A0F" w:rsidRDefault="00693678" w:rsidP="002968BB">
      <w:pPr>
        <w:pStyle w:val="eTask"/>
        <w:rPr>
          <w:lang w:val="de-DE"/>
        </w:rPr>
      </w:pPr>
      <w:bookmarkStart w:id="0" w:name="_GoBack"/>
      <w:bookmarkEnd w:id="0"/>
      <w:r w:rsidRPr="00C93A0F">
        <w:rPr>
          <w:bCs/>
          <w:lang w:val="de-DE"/>
        </w:rPr>
        <w:t>Ordnen Sie den Modulationsverfahren in der linken Spalte ihre entsprechende Beschreibung in der rechten Spalte zu.</w:t>
      </w:r>
    </w:p>
    <w:p w:rsidR="003264F1" w:rsidRPr="00C93A0F" w:rsidRDefault="003264F1" w:rsidP="003264F1">
      <w:pPr>
        <w:rPr>
          <w:lang w:val="de-DE"/>
        </w:rPr>
      </w:pPr>
    </w:p>
    <w:tbl>
      <w:tblPr>
        <w:tblStyle w:val="Mkatabulky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34"/>
        <w:gridCol w:w="6373"/>
      </w:tblGrid>
      <w:tr w:rsidR="00270778" w:rsidRPr="00C93A0F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  <w:r w:rsidRPr="00C93A0F">
              <w:rPr>
                <w:lang w:val="de-DE"/>
              </w:rPr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C93A0F" w:rsidP="00125B55">
            <w:pPr>
              <w:rPr>
                <w:lang w:val="de-DE"/>
              </w:rPr>
            </w:pPr>
            <w:r w:rsidRPr="00E36B59">
              <w:rPr>
                <w:lang w:val="de-DE"/>
              </w:rPr>
              <w:t xml:space="preserve">Die Phase auf dem optischen Träger ändert sich um </w:t>
            </w:r>
            <w:r w:rsidRPr="00E36B59">
              <w:rPr>
                <w:i/>
                <w:iCs/>
                <w:lang w:val="de-DE"/>
              </w:rPr>
              <w:t>π</w:t>
            </w:r>
            <w:r w:rsidRPr="00E36B59">
              <w:rPr>
                <w:lang w:val="de-DE"/>
              </w:rPr>
              <w:t xml:space="preserve"> bei jedem Bit ohne Rücksicht auf </w:t>
            </w:r>
            <w:r>
              <w:rPr>
                <w:lang w:val="de-DE"/>
              </w:rPr>
              <w:t xml:space="preserve">den Charakter des Datenverkehrs (d. h. ohne dass Symbole </w:t>
            </w:r>
            <w:r w:rsidRPr="00E36B59">
              <w:rPr>
                <w:lang w:val="de-DE"/>
              </w:rPr>
              <w:t xml:space="preserve">0 </w:t>
            </w:r>
            <w:r>
              <w:rPr>
                <w:lang w:val="de-DE"/>
              </w:rPr>
              <w:t xml:space="preserve">und </w:t>
            </w:r>
            <w:r w:rsidRPr="00E36B59">
              <w:rPr>
                <w:lang w:val="de-DE"/>
              </w:rPr>
              <w:t>1</w:t>
            </w:r>
            <w:r>
              <w:rPr>
                <w:lang w:val="de-DE"/>
              </w:rPr>
              <w:t xml:space="preserve"> unterschieden werden</w:t>
            </w:r>
            <w:r w:rsidRPr="00E36B59">
              <w:rPr>
                <w:lang w:val="de-DE"/>
              </w:rPr>
              <w:t>).</w:t>
            </w:r>
          </w:p>
        </w:tc>
      </w:tr>
      <w:tr w:rsidR="00270778" w:rsidRPr="00C93A0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rPr>
                <w:lang w:val="de-DE"/>
              </w:rPr>
            </w:pPr>
          </w:p>
        </w:tc>
      </w:tr>
      <w:tr w:rsidR="00270778" w:rsidRPr="00C93A0F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  <w:r w:rsidRPr="00C93A0F">
              <w:rPr>
                <w:lang w:val="de-DE"/>
              </w:rPr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452D10" w:rsidP="00897BC0">
            <w:pPr>
              <w:rPr>
                <w:lang w:val="de-DE"/>
              </w:rPr>
            </w:pPr>
            <w:r w:rsidRPr="00E36B59">
              <w:rPr>
                <w:lang w:val="de-DE"/>
              </w:rPr>
              <w:t xml:space="preserve">Die logische </w:t>
            </w:r>
            <w:r w:rsidRPr="00E36B59">
              <w:rPr>
                <w:i/>
                <w:iCs/>
                <w:lang w:val="de-DE"/>
              </w:rPr>
              <w:t xml:space="preserve">0 </w:t>
            </w:r>
            <w:r w:rsidRPr="00E36B59">
              <w:rPr>
                <w:lang w:val="de-DE"/>
              </w:rPr>
              <w:t xml:space="preserve">wird als die Abwesenheit der Versorgungsspannung innerhalb eines Einheitsintervalls (Nullspannung) und die logische </w:t>
            </w:r>
            <w:r w:rsidRPr="00E36B59">
              <w:rPr>
                <w:i/>
                <w:iCs/>
                <w:lang w:val="de-DE"/>
              </w:rPr>
              <w:t xml:space="preserve">1 </w:t>
            </w:r>
            <w:r w:rsidRPr="00E36B59">
              <w:rPr>
                <w:lang w:val="de-DE"/>
              </w:rPr>
              <w:t xml:space="preserve">mit dem abwechselnd positiven bzw. negativen Wert der Versorgungsspannung codiert. Die </w:t>
            </w:r>
            <w:r>
              <w:rPr>
                <w:lang w:val="de-DE"/>
              </w:rPr>
              <w:t>logische</w:t>
            </w:r>
            <w:r w:rsidRPr="00E36B59">
              <w:rPr>
                <w:lang w:val="de-DE"/>
              </w:rPr>
              <w:t xml:space="preserve"> </w:t>
            </w:r>
            <w:r w:rsidRPr="00E36B59">
              <w:rPr>
                <w:i/>
                <w:lang w:val="de-DE"/>
              </w:rPr>
              <w:t>1</w:t>
            </w:r>
            <w:r>
              <w:rPr>
                <w:lang w:val="de-DE"/>
              </w:rPr>
              <w:t xml:space="preserve"> </w:t>
            </w:r>
            <w:r w:rsidRPr="00E36B59">
              <w:rPr>
                <w:lang w:val="de-DE"/>
              </w:rPr>
              <w:t>wird als „Mark“ bezeichnet.</w:t>
            </w:r>
          </w:p>
        </w:tc>
      </w:tr>
      <w:tr w:rsidR="00270778" w:rsidRPr="00C93A0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rPr>
                <w:lang w:val="de-DE"/>
              </w:rPr>
            </w:pPr>
          </w:p>
        </w:tc>
      </w:tr>
      <w:tr w:rsidR="00270778" w:rsidRPr="00C93A0F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  <w:r w:rsidRPr="00C93A0F">
              <w:rPr>
                <w:lang w:val="de-DE"/>
              </w:rPr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897BC0" w:rsidP="00897BC0">
            <w:pPr>
              <w:rPr>
                <w:lang w:val="de-DE"/>
              </w:rPr>
            </w:pPr>
            <w:r w:rsidRPr="00C93A0F">
              <w:rPr>
                <w:lang w:val="de-DE"/>
              </w:rPr>
              <w:t xml:space="preserve">Die Änderung der Phase um 180° repräsentiert die logische </w:t>
            </w:r>
            <w:r w:rsidRPr="00C93A0F">
              <w:rPr>
                <w:i/>
                <w:iCs/>
                <w:lang w:val="de-DE"/>
              </w:rPr>
              <w:t>1</w:t>
            </w:r>
            <w:r w:rsidRPr="00C93A0F">
              <w:rPr>
                <w:lang w:val="de-DE"/>
              </w:rPr>
              <w:t xml:space="preserve">. Die Abwesenheit der Änderung der Phase repräsentiert die logische </w:t>
            </w:r>
            <w:r w:rsidRPr="00C93A0F">
              <w:rPr>
                <w:i/>
                <w:iCs/>
                <w:lang w:val="de-DE"/>
              </w:rPr>
              <w:t>0.</w:t>
            </w:r>
          </w:p>
        </w:tc>
      </w:tr>
      <w:tr w:rsidR="00270778" w:rsidRPr="00C93A0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rPr>
                <w:lang w:val="de-DE"/>
              </w:rPr>
            </w:pPr>
          </w:p>
        </w:tc>
      </w:tr>
      <w:tr w:rsidR="00270778" w:rsidRPr="00C93A0F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  <w:r w:rsidRPr="00C93A0F">
              <w:rPr>
                <w:lang w:val="de-DE"/>
              </w:rPr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A51314" w:rsidP="00A51314">
            <w:pPr>
              <w:rPr>
                <w:lang w:val="de-DE"/>
              </w:rPr>
            </w:pPr>
            <w:r w:rsidRPr="00C93A0F">
              <w:rPr>
                <w:lang w:val="de-DE"/>
              </w:rPr>
              <w:t>Ein Bitpaar hat eine vordefinierte Phase, z. B.: 00 → 45°, 01 → 135°, 10 → 315°, 11 → 225°</w:t>
            </w:r>
          </w:p>
        </w:tc>
      </w:tr>
      <w:tr w:rsidR="00270778" w:rsidRPr="00C93A0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rPr>
                <w:lang w:val="de-DE"/>
              </w:rPr>
            </w:pPr>
          </w:p>
        </w:tc>
      </w:tr>
      <w:tr w:rsidR="00270778" w:rsidRPr="00C93A0F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  <w:r w:rsidRPr="00C93A0F">
              <w:rPr>
                <w:lang w:val="de-DE"/>
              </w:rPr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C93A0F" w:rsidP="0008568B">
            <w:pPr>
              <w:rPr>
                <w:lang w:val="de-DE"/>
              </w:rPr>
            </w:pPr>
            <w:r w:rsidRPr="00E36B59">
              <w:rPr>
                <w:lang w:val="de-DE"/>
              </w:rPr>
              <w:t xml:space="preserve">Die logische </w:t>
            </w:r>
            <w:r w:rsidRPr="00E36B59">
              <w:rPr>
                <w:i/>
                <w:iCs/>
                <w:lang w:val="de-DE"/>
              </w:rPr>
              <w:t xml:space="preserve">0 </w:t>
            </w:r>
            <w:r w:rsidRPr="00E36B59">
              <w:rPr>
                <w:lang w:val="de-DE"/>
              </w:rPr>
              <w:t xml:space="preserve">wird mit der Abwesenheit des Lichtpulses repräsentiert und die logischen </w:t>
            </w:r>
            <w:r w:rsidRPr="00E36B59">
              <w:rPr>
                <w:i/>
                <w:iCs/>
                <w:lang w:val="de-DE"/>
              </w:rPr>
              <w:t xml:space="preserve">1 </w:t>
            </w:r>
            <w:r w:rsidRPr="00E36B59">
              <w:rPr>
                <w:lang w:val="de-DE"/>
              </w:rPr>
              <w:t xml:space="preserve">können ein Lichtpuls mit einer </w:t>
            </w:r>
            <w:r>
              <w:rPr>
                <w:lang w:val="de-DE"/>
              </w:rPr>
              <w:t>geänderten</w:t>
            </w:r>
            <w:r w:rsidRPr="00E36B59">
              <w:rPr>
                <w:lang w:val="de-DE"/>
              </w:rPr>
              <w:t xml:space="preserve"> Phase darstellen, die aufgrund der Phase des vorigen Symbols </w:t>
            </w:r>
            <w:r>
              <w:rPr>
                <w:lang w:val="de-DE"/>
              </w:rPr>
              <w:t xml:space="preserve">z. B. </w:t>
            </w:r>
            <w:r w:rsidRPr="00E36B59">
              <w:rPr>
                <w:lang w:val="de-DE"/>
              </w:rPr>
              <w:t xml:space="preserve">wie folgt bestimmt wird: Die Phase des binären Symbols </w:t>
            </w:r>
            <w:r w:rsidRPr="00E36B59">
              <w:rPr>
                <w:i/>
                <w:iCs/>
                <w:lang w:val="de-DE"/>
              </w:rPr>
              <w:t xml:space="preserve">1 </w:t>
            </w:r>
            <w:r w:rsidRPr="00E36B59">
              <w:rPr>
                <w:lang w:val="de-DE"/>
              </w:rPr>
              <w:t xml:space="preserve">wird um </w:t>
            </w:r>
            <w:r w:rsidRPr="00E36B59">
              <w:rPr>
                <w:i/>
                <w:iCs/>
                <w:lang w:val="de-DE"/>
              </w:rPr>
              <w:t>π</w:t>
            </w:r>
            <w:r>
              <w:rPr>
                <w:i/>
                <w:iCs/>
                <w:lang w:val="de-DE"/>
              </w:rPr>
              <w:t xml:space="preserve"> </w:t>
            </w:r>
            <w:r w:rsidRPr="00E36B59">
              <w:rPr>
                <w:lang w:val="de-DE"/>
              </w:rPr>
              <w:t>verschoben, falls eine ungerade Anzahl von logischen Nullen zwischen zwei logischen Einsen auftritt.</w:t>
            </w:r>
          </w:p>
        </w:tc>
      </w:tr>
      <w:tr w:rsidR="00270778" w:rsidRPr="00C93A0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:rsidR="00270778" w:rsidRPr="00C93A0F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C93A0F" w:rsidRDefault="00270778" w:rsidP="00270778">
            <w:pPr>
              <w:rPr>
                <w:lang w:val="de-DE"/>
              </w:rPr>
            </w:pPr>
          </w:p>
        </w:tc>
      </w:tr>
      <w:tr w:rsidR="00270778" w:rsidRPr="00C93A0F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270778" w:rsidP="00270778">
            <w:pPr>
              <w:jc w:val="center"/>
              <w:rPr>
                <w:lang w:val="de-DE"/>
              </w:rPr>
            </w:pPr>
            <w:r w:rsidRPr="00C93A0F">
              <w:rPr>
                <w:lang w:val="de-DE"/>
              </w:rPr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C93A0F" w:rsidRDefault="00270778" w:rsidP="00270778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C93A0F" w:rsidRDefault="007558E1" w:rsidP="0008568B">
            <w:pPr>
              <w:rPr>
                <w:lang w:val="de-DE"/>
              </w:rPr>
            </w:pPr>
            <w:r w:rsidRPr="00C93A0F">
              <w:rPr>
                <w:lang w:val="de-DE"/>
              </w:rPr>
              <w:t>Einem Bitpaar entspricht immer eine gegebene Phasenverschiebung gegenüber der Referenzphase oder mit anderen Worten um 90° zwischen den benachbarten Symbolen. Die Anfangsphase kann 0° oder ungleich null sein. Z. B. 00 → Verschiebung um 0° gegenüber der Anfangsphase; 01 → Verschiebung um 90° gegenüber der Anfangsphase; 10 → Verschiebung um 180° gegenüber der Anfangsphase; 11 → Verschiebung um 270° gegenüber der Anfangsphase</w:t>
            </w:r>
          </w:p>
        </w:tc>
      </w:tr>
    </w:tbl>
    <w:p w:rsidR="00766135" w:rsidRPr="00C93A0F" w:rsidRDefault="00D63613" w:rsidP="00766135">
      <w:pPr>
        <w:pStyle w:val="eTask"/>
        <w:rPr>
          <w:lang w:val="de-DE"/>
        </w:rPr>
      </w:pPr>
      <w:r w:rsidRPr="00C93A0F">
        <w:rPr>
          <w:bCs/>
          <w:lang w:val="de-DE"/>
        </w:rPr>
        <w:lastRenderedPageBreak/>
        <w:t>Kreuzen Sie alle Vorteile der Modulationsverfahren (D)QPSK.</w:t>
      </w: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pStyle w:val="eCheckBoxText"/>
        <w:rPr>
          <w:b/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>Modulationsrate 2× niedriger als Übertragungsrate</w:t>
      </w:r>
    </w:p>
    <w:p w:rsidR="00270778" w:rsidRPr="00C93A0F" w:rsidRDefault="00270778" w:rsidP="00270778">
      <w:pPr>
        <w:pStyle w:val="eCheckBoxText"/>
        <w:rPr>
          <w:b/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>Modulationsrate 2× höher als Übertragungsrate</w:t>
      </w:r>
    </w:p>
    <w:p w:rsidR="00D63613" w:rsidRPr="00C93A0F" w:rsidRDefault="00270778" w:rsidP="00270778">
      <w:pPr>
        <w:pStyle w:val="eCheckBoxText"/>
        <w:rPr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>Beständigkeit gegen Polarisationsmodendispersion dank längerer Symbole</w:t>
      </w:r>
    </w:p>
    <w:p w:rsidR="00270778" w:rsidRPr="00C93A0F" w:rsidRDefault="00270778" w:rsidP="00270778">
      <w:pPr>
        <w:pStyle w:val="eCheckBoxText"/>
        <w:rPr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>Erhöhte Beständigkeit gegen chromatische Dispersion</w:t>
      </w:r>
    </w:p>
    <w:p w:rsidR="00270778" w:rsidRPr="00C93A0F" w:rsidRDefault="00270778" w:rsidP="00270778">
      <w:pPr>
        <w:pStyle w:val="eCheckBoxText"/>
        <w:rPr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>Engeres optisches Spektrum</w:t>
      </w:r>
    </w:p>
    <w:p w:rsidR="00270778" w:rsidRPr="00C93A0F" w:rsidRDefault="00270778" w:rsidP="00270778">
      <w:pPr>
        <w:pStyle w:val="eCheckBoxText"/>
        <w:rPr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="007C1A7D">
        <w:rPr>
          <w:lang w:val="de-DE"/>
        </w:rPr>
        <w:t>B</w:t>
      </w:r>
      <w:r w:rsidRPr="00C93A0F">
        <w:rPr>
          <w:lang w:val="de-DE"/>
        </w:rPr>
        <w:t>reiteres optisches Spektrum</w:t>
      </w:r>
    </w:p>
    <w:p w:rsidR="00270778" w:rsidRPr="00C93A0F" w:rsidRDefault="00270778" w:rsidP="00270778">
      <w:pPr>
        <w:pStyle w:val="eCheckBoxText"/>
        <w:rPr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>Für Übertragungen in der Größenordnung von einigen Tbit/s einsetzbar</w:t>
      </w:r>
    </w:p>
    <w:p w:rsidR="00270778" w:rsidRPr="00C93A0F" w:rsidRDefault="00270778" w:rsidP="00270778">
      <w:pPr>
        <w:pStyle w:val="eCheckBoxText"/>
        <w:rPr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>Fehlererkennung</w:t>
      </w:r>
    </w:p>
    <w:p w:rsidR="00270778" w:rsidRPr="00C93A0F" w:rsidRDefault="00270778" w:rsidP="00270778">
      <w:pPr>
        <w:pStyle w:val="eCheckBoxText"/>
        <w:rPr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>Fehlerkorrektur</w:t>
      </w:r>
    </w:p>
    <w:p w:rsidR="00270778" w:rsidRPr="00C93A0F" w:rsidRDefault="00270778" w:rsidP="00270778">
      <w:pPr>
        <w:pStyle w:val="eCheckBoxText"/>
        <w:rPr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 xml:space="preserve">Verbesserte Synchronisierung im Vergleich zu Verfahren </w:t>
      </w:r>
      <w:r w:rsidR="007C1A7D">
        <w:rPr>
          <w:lang w:val="de-DE"/>
        </w:rPr>
        <w:t>DPSK</w:t>
      </w:r>
      <w:r w:rsidRPr="00C93A0F">
        <w:rPr>
          <w:lang w:val="de-DE"/>
        </w:rPr>
        <w:t xml:space="preserve"> und BPSK</w:t>
      </w:r>
    </w:p>
    <w:p w:rsidR="00270778" w:rsidRPr="00C93A0F" w:rsidRDefault="00270778" w:rsidP="00270778">
      <w:pPr>
        <w:pStyle w:val="eCheckBoxText"/>
        <w:rPr>
          <w:lang w:val="de-DE"/>
        </w:rPr>
      </w:pPr>
      <w:r w:rsidRPr="00C93A0F">
        <w:rPr>
          <w:rStyle w:val="eCheckBoxSquareChar"/>
          <w:lang w:val="de-DE"/>
        </w:rPr>
        <w:t>□</w:t>
      </w:r>
      <w:r w:rsidRPr="00C93A0F">
        <w:rPr>
          <w:rStyle w:val="eCheckBoxSquareChar"/>
          <w:lang w:val="de-DE"/>
        </w:rPr>
        <w:tab/>
      </w:r>
      <w:r w:rsidRPr="00C93A0F">
        <w:rPr>
          <w:lang w:val="de-DE"/>
        </w:rPr>
        <w:t>Eliminiertes Nebensprechen auf dem entferntem Ende FEXT (Far End Crosstalk)</w:t>
      </w: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pStyle w:val="eLineBottom"/>
        <w:rPr>
          <w:lang w:val="de-DE"/>
        </w:rPr>
      </w:pPr>
    </w:p>
    <w:p w:rsidR="00270778" w:rsidRPr="00C93A0F" w:rsidRDefault="00270778" w:rsidP="00270778">
      <w:pPr>
        <w:pStyle w:val="eCheckBoxText"/>
        <w:rPr>
          <w:lang w:val="de-DE"/>
        </w:rPr>
      </w:pPr>
    </w:p>
    <w:p w:rsidR="00270778" w:rsidRPr="00C93A0F" w:rsidRDefault="006D653D" w:rsidP="00270778">
      <w:pPr>
        <w:pStyle w:val="eTask"/>
        <w:rPr>
          <w:lang w:val="de-DE"/>
        </w:rPr>
      </w:pPr>
      <w:r w:rsidRPr="00C93A0F">
        <w:rPr>
          <w:bCs/>
          <w:lang w:val="de-DE"/>
        </w:rPr>
        <w:t>Welches Modulationsverfahren ist auf dem folgenden Bild gezeigt?</w:t>
      </w: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DD4625" w:rsidP="00270778">
      <w:pPr>
        <w:rPr>
          <w:lang w:val="de-DE"/>
        </w:rPr>
      </w:pP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E34617" wp14:editId="11049C3A">
                <wp:simplePos x="0" y="0"/>
                <wp:positionH relativeFrom="column">
                  <wp:posOffset>586105</wp:posOffset>
                </wp:positionH>
                <wp:positionV relativeFrom="paragraph">
                  <wp:posOffset>1698625</wp:posOffset>
                </wp:positionV>
                <wp:extent cx="476250" cy="238125"/>
                <wp:effectExtent l="0" t="0" r="0" b="9525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Takt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3E34617"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margin-left:46.15pt;margin-top:133.75pt;width:37.5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Takt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22107A" wp14:editId="5DDEFEBF">
                <wp:simplePos x="0" y="0"/>
                <wp:positionH relativeFrom="margin">
                  <wp:posOffset>1081405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822107A" id="Textové pole 16" o:spid="_x0000_s1027" type="#_x0000_t202" style="position:absolute;margin-left:85.15pt;margin-top:92.5pt;width:37.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22107A" wp14:editId="5DDEFEBF">
                <wp:simplePos x="0" y="0"/>
                <wp:positionH relativeFrom="margin">
                  <wp:posOffset>2119630</wp:posOffset>
                </wp:positionH>
                <wp:positionV relativeFrom="paragraph">
                  <wp:posOffset>1165225</wp:posOffset>
                </wp:positionV>
                <wp:extent cx="476250" cy="238125"/>
                <wp:effectExtent l="0" t="0" r="0" b="952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822107A" id="Textové pole 17" o:spid="_x0000_s1028" type="#_x0000_t202" style="position:absolute;margin-left:166.9pt;margin-top:91.75pt;width:37.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22107A" wp14:editId="5DDEFEBF">
                <wp:simplePos x="0" y="0"/>
                <wp:positionH relativeFrom="margin">
                  <wp:align>center</wp:align>
                </wp:positionH>
                <wp:positionV relativeFrom="paragraph">
                  <wp:posOffset>1155700</wp:posOffset>
                </wp:positionV>
                <wp:extent cx="476250" cy="238125"/>
                <wp:effectExtent l="0" t="0" r="0" b="952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822107A" id="Textové pole 18" o:spid="_x0000_s1029" type="#_x0000_t202" style="position:absolute;margin-left:0;margin-top:91pt;width:37.5pt;height:18.7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22107A" wp14:editId="5DDEFEBF">
                <wp:simplePos x="0" y="0"/>
                <wp:positionH relativeFrom="margin">
                  <wp:posOffset>3691255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822107A" id="Textové pole 19" o:spid="_x0000_s1030" type="#_x0000_t202" style="position:absolute;margin-left:290.65pt;margin-top:92.5pt;width:37.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22107A" wp14:editId="5DDEFEBF">
                <wp:simplePos x="0" y="0"/>
                <wp:positionH relativeFrom="margin">
                  <wp:posOffset>5280025</wp:posOffset>
                </wp:positionH>
                <wp:positionV relativeFrom="paragraph">
                  <wp:posOffset>1165225</wp:posOffset>
                </wp:positionV>
                <wp:extent cx="476250" cy="238125"/>
                <wp:effectExtent l="0" t="0" r="0" b="9525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822107A" id="Textové pole 21" o:spid="_x0000_s1031" type="#_x0000_t202" style="position:absolute;margin-left:415.75pt;margin-top:91.75pt;width:37.5pt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22107A" wp14:editId="5DDEFEBF">
                <wp:simplePos x="0" y="0"/>
                <wp:positionH relativeFrom="margin">
                  <wp:posOffset>4739005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822107A" id="Textové pole 20" o:spid="_x0000_s1032" type="#_x0000_t202" style="position:absolute;margin-left:373.15pt;margin-top:92.5pt;width:37.5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51968D" wp14:editId="76096A99">
                <wp:simplePos x="0" y="0"/>
                <wp:positionH relativeFrom="margin">
                  <wp:align>left</wp:align>
                </wp:positionH>
                <wp:positionV relativeFrom="paragraph">
                  <wp:posOffset>1193800</wp:posOffset>
                </wp:positionV>
                <wp:extent cx="476250" cy="238125"/>
                <wp:effectExtent l="0" t="0" r="0" b="952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551968D" id="Textové pole 15" o:spid="_x0000_s1033" type="#_x0000_t202" style="position:absolute;margin-left:0;margin-top:94pt;width:37.5pt;height:18.7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F06115" wp14:editId="25C94F47">
                <wp:simplePos x="0" y="0"/>
                <wp:positionH relativeFrom="column">
                  <wp:posOffset>4729480</wp:posOffset>
                </wp:positionH>
                <wp:positionV relativeFrom="paragraph">
                  <wp:posOffset>222250</wp:posOffset>
                </wp:positionV>
                <wp:extent cx="476250" cy="238125"/>
                <wp:effectExtent l="0" t="0" r="0" b="952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9F06115" id="Textové pole 14" o:spid="_x0000_s1034" type="#_x0000_t202" style="position:absolute;margin-left:372.4pt;margin-top:17.5pt;width:37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269CE9" wp14:editId="0C5E7E6C">
                <wp:simplePos x="0" y="0"/>
                <wp:positionH relativeFrom="column">
                  <wp:posOffset>4215130</wp:posOffset>
                </wp:positionH>
                <wp:positionV relativeFrom="paragraph">
                  <wp:posOffset>241300</wp:posOffset>
                </wp:positionV>
                <wp:extent cx="476250" cy="238125"/>
                <wp:effectExtent l="0" t="0" r="0" b="9525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8269CE9" id="Textové pole 13" o:spid="_x0000_s1035" type="#_x0000_t202" style="position:absolute;margin-left:331.9pt;margin-top:19pt;width:37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D3CDB8" wp14:editId="2987AD7D">
                <wp:simplePos x="0" y="0"/>
                <wp:positionH relativeFrom="column">
                  <wp:posOffset>1576705</wp:posOffset>
                </wp:positionH>
                <wp:positionV relativeFrom="paragraph">
                  <wp:posOffset>269875</wp:posOffset>
                </wp:positionV>
                <wp:extent cx="476250" cy="238125"/>
                <wp:effectExtent l="0" t="0" r="0" b="952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036" w:rsidRPr="001A6036" w:rsidRDefault="001A6036" w:rsidP="001A6036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D3CDB8" id="Textové pole 10" o:spid="_x0000_s1036" type="#_x0000_t202" style="position:absolute;margin-left:124.15pt;margin-top:21.25pt;width:37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" fillcolor="white [3201]" stroked="f" strokeweight=".5pt">
                <v:textbox>
                  <w:txbxContent>
                    <w:p w:rsidR="001A6036" w:rsidRPr="001A6036" w:rsidRDefault="001A6036" w:rsidP="001A6036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638646" wp14:editId="2F2309D7">
                <wp:simplePos x="0" y="0"/>
                <wp:positionH relativeFrom="column">
                  <wp:posOffset>3157855</wp:posOffset>
                </wp:positionH>
                <wp:positionV relativeFrom="paragraph">
                  <wp:posOffset>241300</wp:posOffset>
                </wp:positionV>
                <wp:extent cx="476250" cy="238125"/>
                <wp:effectExtent l="0" t="0" r="0" b="952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036" w:rsidRPr="001A6036" w:rsidRDefault="001A6036" w:rsidP="001A6036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2638646" id="Textové pole 12" o:spid="_x0000_s1037" type="#_x0000_t202" style="position:absolute;margin-left:248.65pt;margin-top:19pt;width:37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" fillcolor="white [3201]" stroked="f" strokeweight=".5pt">
                <v:textbox>
                  <w:txbxContent>
                    <w:p w:rsidR="001A6036" w:rsidRPr="001A6036" w:rsidRDefault="001A6036" w:rsidP="001A6036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269875</wp:posOffset>
                </wp:positionV>
                <wp:extent cx="476250" cy="238125"/>
                <wp:effectExtent l="0" t="0" r="0" b="952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036" w:rsidRPr="001A6036" w:rsidRDefault="001A6036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ové pole 3" o:spid="_x0000_s1038" type="#_x0000_t202" style="position:absolute;margin-left:43.9pt;margin-top:21.25pt;width:37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" fillcolor="white [3201]" stroked="f" strokeweight=".5pt">
                <v:textbox>
                  <w:txbxContent>
                    <w:p w:rsidR="001A6036" w:rsidRPr="001A6036" w:rsidRDefault="001A6036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="007B15C4">
        <w:rPr>
          <w:noProof/>
        </w:rPr>
        <w:drawing>
          <wp:inline distT="0" distB="0" distL="0" distR="0">
            <wp:extent cx="5760720" cy="1904365"/>
            <wp:effectExtent l="0" t="0" r="0" b="63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rPr>
          <w:lang w:val="de-DE"/>
        </w:rPr>
      </w:pP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84D63" wp14:editId="07EDA968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QPSK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1E84D63" id="Text Box 37" o:spid="_x0000_s1039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" filled="f" strokeweight=".5pt">
                <v:textbox inset="1mm,,1mm"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QPSK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8B779" wp14:editId="6EF37BBD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OOK-RZ</w:t>
                            </w:r>
                          </w:p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rStyle w:val="eCheckBoxSquareChar"/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88B779" id="Text Box 36" o:spid="_x0000_s1040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OOK-RZ</w:t>
                      </w:r>
                    </w:p>
                    <w:p w:rsidR="00270778" w:rsidRPr="00723F94" w:rsidRDefault="00270778" w:rsidP="00270778">
                      <w:pPr>
                        <w:jc w:val="center"/>
                      </w:pPr>
                      <w:r>
                        <w:rPr>
                          <w:rStyle w:val="eCheckBoxSquareChar"/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EF940" wp14:editId="3E0CBBD4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OOK-NRZ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DDEF940" id="Text Box 38" o:spid="_x0000_s1041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lcj9TjQIAAIs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OOK-NRZ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8E9AF9" wp14:editId="3EDBE599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PM-QPSK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98E9AF9" id="Text Box 39" o:spid="_x0000_s1042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Y4kQIAAJM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ZG02ECVlDucDA8dJsVnLytsOB3&#10;IsRH4XGVsOF4HuIDfrQB7BL0FGdr8L/+xic8TjhKOWtwNQsefm6EV5yZbxZn/2I0HtMup8d48vkU&#10;H/5YsjqW2E19Ddj6ER4iJxNJ+GgGUnuon/GKLMgrioSV6LvgcSCvY3cw8ApJtVgkEG6vE/HOLp0k&#10;09QlGrSn9ll41w9wxNG/h2GJxezNHHdY0rSw2ETQVRpyKnRX1b4BuPlpTforRafl+J1Qh1s6/w0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GI4Y4kQIAAJM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PM-QPSK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03FFB1" wp14:editId="5574EC5C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CSRZ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503FFB1" id="Text Box 40" o:spid="_x0000_s1043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CQrK7/lAIAAJM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CSRZ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C93A0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9C7512" wp14:editId="6A43D960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DPSK-RZ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19C7512" id="Text Box 41" o:spid="_x0000_s1044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" filled="f" strokeweight=".5pt">
                <v:textbox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DPSK-RZ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 w:rsidP="00270778">
      <w:pPr>
        <w:rPr>
          <w:lang w:val="de-DE"/>
        </w:rPr>
      </w:pPr>
    </w:p>
    <w:p w:rsidR="00270778" w:rsidRPr="00C93A0F" w:rsidRDefault="00270778">
      <w:pPr>
        <w:rPr>
          <w:lang w:val="de-DE"/>
        </w:rPr>
      </w:pPr>
      <w:r w:rsidRPr="00C93A0F">
        <w:rPr>
          <w:lang w:val="de-DE"/>
        </w:rPr>
        <w:br w:type="page"/>
      </w:r>
    </w:p>
    <w:p w:rsidR="00270778" w:rsidRPr="00C93A0F" w:rsidRDefault="00DD11DF" w:rsidP="00270778">
      <w:pPr>
        <w:pStyle w:val="eTask"/>
        <w:rPr>
          <w:lang w:val="de-DE"/>
        </w:rPr>
      </w:pPr>
      <w:r w:rsidRPr="00C93A0F">
        <w:rPr>
          <w:bCs/>
          <w:lang w:val="de-DE"/>
        </w:rPr>
        <w:lastRenderedPageBreak/>
        <w:t>Ordnen Sie den Modulations</w:t>
      </w:r>
      <w:r w:rsidR="00C93A0F">
        <w:rPr>
          <w:bCs/>
          <w:lang w:val="de-DE"/>
        </w:rPr>
        <w:t>verfahren in der rechten Spalte</w:t>
      </w:r>
      <w:r w:rsidRPr="00C93A0F">
        <w:rPr>
          <w:bCs/>
          <w:lang w:val="de-DE"/>
        </w:rPr>
        <w:t xml:space="preserve"> die folgenden Begriffe „Amplitudenmodulation“, „Phasenmodulation“, „Multiträger-Modulation“ oder „Frequenzmodulation“ zu.</w:t>
      </w:r>
    </w:p>
    <w:p w:rsidR="00270778" w:rsidRPr="00C93A0F" w:rsidRDefault="00270778" w:rsidP="00270778">
      <w:pPr>
        <w:rPr>
          <w:lang w:val="de-DE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3538"/>
      </w:tblGrid>
      <w:tr w:rsidR="00270778" w:rsidRPr="00C93A0F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:rsidR="00270778" w:rsidRPr="00C93A0F" w:rsidRDefault="00270778" w:rsidP="004B23C8">
            <w:pPr>
              <w:spacing w:before="120" w:after="120"/>
              <w:jc w:val="center"/>
              <w:rPr>
                <w:b/>
                <w:lang w:val="de-DE"/>
              </w:rPr>
            </w:pPr>
            <w:r w:rsidRPr="00C93A0F">
              <w:rPr>
                <w:b/>
                <w:bCs/>
                <w:lang w:val="de-DE"/>
              </w:rPr>
              <w:t>Typ des Modulationsformats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270778" w:rsidRPr="00C93A0F" w:rsidRDefault="004B23C8" w:rsidP="00B30D27">
            <w:pPr>
              <w:spacing w:before="120" w:after="120"/>
              <w:rPr>
                <w:b/>
                <w:lang w:val="de-DE"/>
              </w:rPr>
            </w:pPr>
            <w:r w:rsidRPr="00C93A0F">
              <w:rPr>
                <w:b/>
                <w:bCs/>
                <w:lang w:val="de-DE"/>
              </w:rPr>
              <w:t>Name des Modulationsformats</w:t>
            </w:r>
          </w:p>
        </w:tc>
      </w:tr>
      <w:tr w:rsidR="00270778" w:rsidRPr="00C93A0F" w:rsidTr="00270778">
        <w:tc>
          <w:tcPr>
            <w:tcW w:w="5240" w:type="dxa"/>
            <w:vAlign w:val="center"/>
          </w:tcPr>
          <w:p w:rsidR="00270778" w:rsidRPr="00C93A0F" w:rsidRDefault="00270778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538" w:type="dxa"/>
          </w:tcPr>
          <w:p w:rsidR="00270778" w:rsidRPr="00C93A0F" w:rsidRDefault="00270778" w:rsidP="00B30D27">
            <w:pPr>
              <w:spacing w:before="120" w:after="120"/>
              <w:rPr>
                <w:b/>
                <w:lang w:val="de-DE"/>
              </w:rPr>
            </w:pPr>
            <w:r w:rsidRPr="00C93A0F">
              <w:rPr>
                <w:lang w:val="de-DE"/>
              </w:rPr>
              <w:t xml:space="preserve">OFDM </w:t>
            </w:r>
          </w:p>
        </w:tc>
      </w:tr>
      <w:tr w:rsidR="00270778" w:rsidRPr="00C93A0F" w:rsidTr="00270778">
        <w:tc>
          <w:tcPr>
            <w:tcW w:w="5240" w:type="dxa"/>
            <w:vAlign w:val="center"/>
          </w:tcPr>
          <w:p w:rsidR="00270778" w:rsidRPr="00C93A0F" w:rsidRDefault="00270778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538" w:type="dxa"/>
          </w:tcPr>
          <w:p w:rsidR="00270778" w:rsidRPr="00C93A0F" w:rsidRDefault="00270778" w:rsidP="00B30D27">
            <w:pPr>
              <w:spacing w:before="120" w:after="120"/>
              <w:rPr>
                <w:lang w:val="de-DE"/>
              </w:rPr>
            </w:pPr>
            <w:r w:rsidRPr="00C93A0F">
              <w:rPr>
                <w:lang w:val="de-DE"/>
              </w:rPr>
              <w:t>CSRZ</w:t>
            </w:r>
          </w:p>
        </w:tc>
      </w:tr>
      <w:tr w:rsidR="00270778" w:rsidRPr="00C93A0F" w:rsidTr="00270778">
        <w:tc>
          <w:tcPr>
            <w:tcW w:w="5240" w:type="dxa"/>
            <w:vAlign w:val="center"/>
          </w:tcPr>
          <w:p w:rsidR="00270778" w:rsidRPr="00C93A0F" w:rsidRDefault="00270778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538" w:type="dxa"/>
          </w:tcPr>
          <w:p w:rsidR="00270778" w:rsidRPr="00C93A0F" w:rsidRDefault="00270778" w:rsidP="00B30D27">
            <w:pPr>
              <w:spacing w:before="120" w:after="120"/>
              <w:rPr>
                <w:lang w:val="de-DE"/>
              </w:rPr>
            </w:pPr>
            <w:r w:rsidRPr="00C93A0F">
              <w:rPr>
                <w:lang w:val="de-DE"/>
              </w:rPr>
              <w:t>QPSK</w:t>
            </w:r>
          </w:p>
        </w:tc>
      </w:tr>
      <w:tr w:rsidR="00270778" w:rsidRPr="00C93A0F" w:rsidTr="00270778">
        <w:tc>
          <w:tcPr>
            <w:tcW w:w="5240" w:type="dxa"/>
            <w:vAlign w:val="center"/>
          </w:tcPr>
          <w:p w:rsidR="00270778" w:rsidRPr="00C93A0F" w:rsidRDefault="00270778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538" w:type="dxa"/>
          </w:tcPr>
          <w:p w:rsidR="00270778" w:rsidRPr="00C93A0F" w:rsidRDefault="00270778" w:rsidP="00B30D27">
            <w:pPr>
              <w:spacing w:before="120" w:after="120"/>
              <w:rPr>
                <w:lang w:val="de-DE"/>
              </w:rPr>
            </w:pPr>
            <w:r w:rsidRPr="00C93A0F">
              <w:rPr>
                <w:lang w:val="de-DE"/>
              </w:rPr>
              <w:t>DMT</w:t>
            </w:r>
          </w:p>
        </w:tc>
      </w:tr>
      <w:tr w:rsidR="00270778" w:rsidRPr="00C93A0F" w:rsidTr="00270778">
        <w:tc>
          <w:tcPr>
            <w:tcW w:w="5240" w:type="dxa"/>
            <w:vAlign w:val="center"/>
          </w:tcPr>
          <w:p w:rsidR="00270778" w:rsidRPr="00C93A0F" w:rsidRDefault="00270778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538" w:type="dxa"/>
          </w:tcPr>
          <w:p w:rsidR="00270778" w:rsidRPr="00C93A0F" w:rsidRDefault="00270778" w:rsidP="00B30D27">
            <w:pPr>
              <w:spacing w:before="120" w:after="120"/>
              <w:rPr>
                <w:lang w:val="de-DE"/>
              </w:rPr>
            </w:pPr>
            <w:r w:rsidRPr="00C93A0F">
              <w:rPr>
                <w:lang w:val="de-DE"/>
              </w:rPr>
              <w:t>OOK</w:t>
            </w:r>
          </w:p>
        </w:tc>
      </w:tr>
      <w:tr w:rsidR="00270778" w:rsidRPr="00C93A0F" w:rsidTr="00270778">
        <w:tc>
          <w:tcPr>
            <w:tcW w:w="5240" w:type="dxa"/>
            <w:vAlign w:val="center"/>
          </w:tcPr>
          <w:p w:rsidR="00270778" w:rsidRPr="00C93A0F" w:rsidRDefault="00270778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538" w:type="dxa"/>
          </w:tcPr>
          <w:p w:rsidR="00270778" w:rsidRPr="00C93A0F" w:rsidRDefault="00270778" w:rsidP="00B30D27">
            <w:pPr>
              <w:spacing w:before="120" w:after="120"/>
              <w:rPr>
                <w:lang w:val="de-DE"/>
              </w:rPr>
            </w:pPr>
            <w:r w:rsidRPr="00C93A0F">
              <w:rPr>
                <w:lang w:val="de-DE"/>
              </w:rPr>
              <w:t>VDMT</w:t>
            </w:r>
          </w:p>
        </w:tc>
      </w:tr>
      <w:tr w:rsidR="00270778" w:rsidRPr="00C93A0F" w:rsidTr="00270778">
        <w:tc>
          <w:tcPr>
            <w:tcW w:w="5240" w:type="dxa"/>
            <w:vAlign w:val="center"/>
          </w:tcPr>
          <w:p w:rsidR="00270778" w:rsidRPr="00C93A0F" w:rsidRDefault="00270778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538" w:type="dxa"/>
          </w:tcPr>
          <w:p w:rsidR="00270778" w:rsidRPr="00C93A0F" w:rsidRDefault="00270778" w:rsidP="00B30D27">
            <w:pPr>
              <w:spacing w:before="120" w:after="120"/>
              <w:rPr>
                <w:lang w:val="de-DE"/>
              </w:rPr>
            </w:pPr>
            <w:r w:rsidRPr="00C93A0F">
              <w:rPr>
                <w:lang w:val="de-DE"/>
              </w:rPr>
              <w:t>DPSK</w:t>
            </w:r>
          </w:p>
        </w:tc>
      </w:tr>
      <w:tr w:rsidR="00270778" w:rsidRPr="00C93A0F" w:rsidTr="00270778">
        <w:tc>
          <w:tcPr>
            <w:tcW w:w="5240" w:type="dxa"/>
            <w:vAlign w:val="center"/>
          </w:tcPr>
          <w:p w:rsidR="00270778" w:rsidRPr="00C93A0F" w:rsidRDefault="00270778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538" w:type="dxa"/>
          </w:tcPr>
          <w:p w:rsidR="00270778" w:rsidRPr="00C93A0F" w:rsidRDefault="00270778" w:rsidP="00B30D27">
            <w:pPr>
              <w:spacing w:before="120" w:after="120"/>
              <w:rPr>
                <w:lang w:val="de-DE"/>
              </w:rPr>
            </w:pPr>
            <w:r w:rsidRPr="00C93A0F">
              <w:rPr>
                <w:lang w:val="de-DE"/>
              </w:rPr>
              <w:t>DB</w:t>
            </w:r>
          </w:p>
        </w:tc>
      </w:tr>
    </w:tbl>
    <w:p w:rsidR="00270778" w:rsidRPr="00C93A0F" w:rsidRDefault="00270778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0015DA" w:rsidRPr="00C93A0F" w:rsidRDefault="000015DA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0730C9" w:rsidRPr="00C93A0F" w:rsidRDefault="000730C9">
      <w:pPr>
        <w:rPr>
          <w:b/>
          <w:lang w:val="de-DE"/>
        </w:rPr>
      </w:pPr>
      <w:r w:rsidRPr="00C93A0F">
        <w:rPr>
          <w:lang w:val="de-DE"/>
        </w:rPr>
        <w:br w:type="page"/>
      </w:r>
    </w:p>
    <w:p w:rsidR="000015DA" w:rsidRPr="00C93A0F" w:rsidRDefault="00E83BB5" w:rsidP="00E83BB5">
      <w:pPr>
        <w:pStyle w:val="eTask"/>
        <w:rPr>
          <w:lang w:val="de-DE"/>
        </w:rPr>
      </w:pPr>
      <w:r w:rsidRPr="00C93A0F">
        <w:rPr>
          <w:bCs/>
          <w:lang w:val="de-DE"/>
        </w:rPr>
        <w:lastRenderedPageBreak/>
        <w:t>Modulieren Sie die folgenden binären Daten mittels der Modulationsverfahren OOK, CSRZ und DB.</w:t>
      </w:r>
    </w:p>
    <w:p w:rsidR="007470CA" w:rsidRPr="00C93A0F" w:rsidRDefault="007470CA" w:rsidP="007470CA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:rsidR="000015DA" w:rsidRPr="00C93A0F" w:rsidRDefault="00E83BB5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  <w:r w:rsidRPr="00C93A0F">
        <w:rPr>
          <w:bCs/>
          <w:lang w:val="de-DE"/>
        </w:rPr>
        <w:t>Die Datensequenz ist 01001110.</w:t>
      </w:r>
    </w:p>
    <w:p w:rsidR="007470CA" w:rsidRPr="00C93A0F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7470CA" w:rsidRPr="00C93A0F" w:rsidRDefault="00E83BB5" w:rsidP="00452D10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  <w:r w:rsidRPr="00C93A0F">
        <w:rPr>
          <w:bCs/>
          <w:lang w:val="de-DE"/>
        </w:rPr>
        <w:t>Beispiel:</w:t>
      </w:r>
    </w:p>
    <w:p w:rsidR="007470CA" w:rsidRPr="00C93A0F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tbl>
      <w:tblPr>
        <w:tblStyle w:val="Mkatabulky"/>
        <w:tblW w:w="909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2488"/>
        <w:gridCol w:w="1170"/>
        <w:gridCol w:w="3060"/>
      </w:tblGrid>
      <w:tr w:rsidR="00452D10" w:rsidRPr="00E36B59" w:rsidTr="00290B3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Symbol</w:t>
            </w:r>
          </w:p>
        </w:tc>
        <w:tc>
          <w:tcPr>
            <w:tcW w:w="3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0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1</w:t>
            </w:r>
          </w:p>
        </w:tc>
      </w:tr>
      <w:tr w:rsidR="00452D10" w:rsidRPr="00E36B59" w:rsidTr="00290B3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</w:tr>
      <w:tr w:rsidR="00452D10" w:rsidRPr="00E36B59" w:rsidTr="00290B3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OFF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-</w:t>
            </w:r>
          </w:p>
        </w:tc>
      </w:tr>
      <w:tr w:rsidR="00452D10" w:rsidRPr="00E36B59" w:rsidTr="00290B3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OFF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+90°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+90°</w:t>
            </w:r>
          </w:p>
        </w:tc>
      </w:tr>
      <w:tr w:rsidR="00452D10" w:rsidRPr="00E36B59" w:rsidTr="00290B3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OFF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0" w:rsidRPr="00E36B59" w:rsidRDefault="00452D10" w:rsidP="00290B3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+90°</w:t>
            </w:r>
          </w:p>
        </w:tc>
      </w:tr>
    </w:tbl>
    <w:p w:rsidR="009724D5" w:rsidRPr="00C93A0F" w:rsidRDefault="009724D5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7470CA" w:rsidRPr="00C93A0F" w:rsidRDefault="007470CA" w:rsidP="00452D10">
      <w:pPr>
        <w:pStyle w:val="eTask"/>
        <w:numPr>
          <w:ilvl w:val="0"/>
          <w:numId w:val="0"/>
        </w:numPr>
        <w:rPr>
          <w:lang w:val="de-DE"/>
        </w:rPr>
      </w:pPr>
    </w:p>
    <w:p w:rsidR="007470CA" w:rsidRPr="00C93A0F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7470CA" w:rsidRPr="00C93A0F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7470CA" w:rsidRPr="00C93A0F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tbl>
      <w:tblPr>
        <w:tblStyle w:val="Mkatabulky"/>
        <w:tblW w:w="974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1134"/>
        <w:gridCol w:w="993"/>
        <w:gridCol w:w="1134"/>
        <w:gridCol w:w="992"/>
      </w:tblGrid>
      <w:tr w:rsidR="007470CA" w:rsidRPr="00C93A0F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E83BB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0</w:t>
            </w:r>
          </w:p>
        </w:tc>
      </w:tr>
      <w:tr w:rsidR="007470CA" w:rsidRPr="00C93A0F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BB5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Phase/</w:t>
            </w:r>
          </w:p>
          <w:p w:rsidR="007470CA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Phase/</w:t>
            </w:r>
          </w:p>
          <w:p w:rsidR="007470CA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Phase/</w:t>
            </w:r>
          </w:p>
          <w:p w:rsidR="007470CA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Phase/</w:t>
            </w:r>
          </w:p>
          <w:p w:rsidR="007470CA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Phasenverschiebung</w:t>
            </w:r>
          </w:p>
        </w:tc>
      </w:tr>
      <w:tr w:rsidR="007470CA" w:rsidRPr="00C93A0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</w:tr>
      <w:tr w:rsidR="007470CA" w:rsidRPr="00C93A0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</w:tr>
      <w:tr w:rsidR="007470CA" w:rsidRPr="00C93A0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</w:tr>
    </w:tbl>
    <w:p w:rsidR="00E268F8" w:rsidRPr="00C93A0F" w:rsidRDefault="00E268F8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tbl>
      <w:tblPr>
        <w:tblStyle w:val="Mkatabulky"/>
        <w:tblW w:w="974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1134"/>
        <w:gridCol w:w="993"/>
        <w:gridCol w:w="1134"/>
        <w:gridCol w:w="992"/>
      </w:tblGrid>
      <w:tr w:rsidR="007470CA" w:rsidRPr="00C93A0F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E83BB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0</w:t>
            </w:r>
          </w:p>
        </w:tc>
      </w:tr>
      <w:tr w:rsidR="007470CA" w:rsidRPr="00C93A0F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BB5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Phase/</w:t>
            </w:r>
          </w:p>
          <w:p w:rsidR="007470CA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Phase/</w:t>
            </w:r>
          </w:p>
          <w:p w:rsidR="007470CA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Phase/</w:t>
            </w:r>
          </w:p>
          <w:p w:rsidR="007470CA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B5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Phase/</w:t>
            </w:r>
          </w:p>
          <w:p w:rsidR="007470CA" w:rsidRPr="00C93A0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Phasenverschiebung</w:t>
            </w:r>
          </w:p>
        </w:tc>
      </w:tr>
      <w:tr w:rsidR="007470CA" w:rsidRPr="00C93A0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</w:tr>
      <w:tr w:rsidR="007470CA" w:rsidRPr="00C93A0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</w:tr>
      <w:tr w:rsidR="007470CA" w:rsidRPr="00C93A0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C93A0F">
              <w:rPr>
                <w:bCs/>
                <w:lang w:val="de-DE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C93A0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</w:p>
        </w:tc>
      </w:tr>
    </w:tbl>
    <w:p w:rsidR="007470CA" w:rsidRPr="00C93A0F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sectPr w:rsidR="007470CA" w:rsidRPr="00C93A0F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BF9" w:rsidRDefault="00DB5BF9" w:rsidP="00861A1A">
      <w:r>
        <w:separator/>
      </w:r>
    </w:p>
  </w:endnote>
  <w:endnote w:type="continuationSeparator" w:id="0">
    <w:p w:rsidR="00DB5BF9" w:rsidRDefault="00DB5BF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E3F6F" w:rsidRPr="00A46B90" w:rsidRDefault="00BE3F6F" w:rsidP="00BE3F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:rsidR="00BF5E09" w:rsidRPr="00BE3F6F" w:rsidRDefault="00BE3F6F" w:rsidP="00BE3F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7B15C4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270778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BF9" w:rsidRDefault="00DB5BF9" w:rsidP="00861A1A">
      <w:r>
        <w:separator/>
      </w:r>
    </w:p>
  </w:footnote>
  <w:footnote w:type="continuationSeparator" w:id="0">
    <w:p w:rsidR="00DB5BF9" w:rsidRDefault="00DB5BF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7B15C4" w:rsidRDefault="00FC07A5" w:rsidP="00FB201E">
    <w:pPr>
      <w:pBdr>
        <w:bottom w:val="single" w:sz="4" w:space="1" w:color="auto"/>
      </w:pBdr>
      <w:ind w:left="1843"/>
      <w:jc w:val="right"/>
      <w:rPr>
        <w:rFonts w:asciiTheme="minorHAnsi" w:hAnsiTheme="minorHAns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2"/>
        <w:szCs w:val="32"/>
        <w:lang w:val="de-DE"/>
      </w:rPr>
      <w:tab/>
    </w:r>
    <w:r w:rsidRPr="007B15C4">
      <w:rPr>
        <w:rFonts w:asciiTheme="minorHAnsi" w:hAnsiTheme="minorHAnsi"/>
        <w:b/>
        <w:bCs/>
        <w:noProof/>
        <w:lang w:val="de-DE"/>
      </w:rPr>
      <w:t>ARBEITSBLATT</w:t>
    </w:r>
  </w:p>
  <w:p w:rsidR="00C148FD" w:rsidRPr="00C148FD" w:rsidRDefault="00BE3F6F" w:rsidP="00270778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MODULATIONSVERFAHREN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15DA"/>
    <w:rsid w:val="0000673F"/>
    <w:rsid w:val="00016AD8"/>
    <w:rsid w:val="00017595"/>
    <w:rsid w:val="00021197"/>
    <w:rsid w:val="00030EDA"/>
    <w:rsid w:val="0003229C"/>
    <w:rsid w:val="00045BEB"/>
    <w:rsid w:val="000730C9"/>
    <w:rsid w:val="00073ADF"/>
    <w:rsid w:val="0007473C"/>
    <w:rsid w:val="000750C9"/>
    <w:rsid w:val="0008554E"/>
    <w:rsid w:val="0008568B"/>
    <w:rsid w:val="00087EAC"/>
    <w:rsid w:val="00094A16"/>
    <w:rsid w:val="000A233F"/>
    <w:rsid w:val="000A55B3"/>
    <w:rsid w:val="000C26DD"/>
    <w:rsid w:val="000C4D15"/>
    <w:rsid w:val="000C6B3A"/>
    <w:rsid w:val="000F506D"/>
    <w:rsid w:val="00125B55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A6036"/>
    <w:rsid w:val="001B057D"/>
    <w:rsid w:val="001D00A1"/>
    <w:rsid w:val="001F6290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05ABE"/>
    <w:rsid w:val="00417ED2"/>
    <w:rsid w:val="00430858"/>
    <w:rsid w:val="00452D10"/>
    <w:rsid w:val="00456107"/>
    <w:rsid w:val="0046567F"/>
    <w:rsid w:val="00472203"/>
    <w:rsid w:val="00475954"/>
    <w:rsid w:val="00492966"/>
    <w:rsid w:val="00495930"/>
    <w:rsid w:val="004A01E5"/>
    <w:rsid w:val="004A7B44"/>
    <w:rsid w:val="004B23C8"/>
    <w:rsid w:val="004C0E36"/>
    <w:rsid w:val="004C34BB"/>
    <w:rsid w:val="004D1C9F"/>
    <w:rsid w:val="004E2B7C"/>
    <w:rsid w:val="004E4F88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2E60"/>
    <w:rsid w:val="005832C4"/>
    <w:rsid w:val="00587966"/>
    <w:rsid w:val="00587A91"/>
    <w:rsid w:val="005A5C87"/>
    <w:rsid w:val="005A7541"/>
    <w:rsid w:val="005B2E55"/>
    <w:rsid w:val="005B37E2"/>
    <w:rsid w:val="005B460C"/>
    <w:rsid w:val="005D23EE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875CC"/>
    <w:rsid w:val="00690FB1"/>
    <w:rsid w:val="00693678"/>
    <w:rsid w:val="006A24C7"/>
    <w:rsid w:val="006B5D59"/>
    <w:rsid w:val="006D39B2"/>
    <w:rsid w:val="006D3F30"/>
    <w:rsid w:val="006D50FA"/>
    <w:rsid w:val="006D653D"/>
    <w:rsid w:val="006F0D5B"/>
    <w:rsid w:val="006F787A"/>
    <w:rsid w:val="00710301"/>
    <w:rsid w:val="00720534"/>
    <w:rsid w:val="0073574D"/>
    <w:rsid w:val="00736286"/>
    <w:rsid w:val="007460F9"/>
    <w:rsid w:val="007470CA"/>
    <w:rsid w:val="007558E1"/>
    <w:rsid w:val="0076397D"/>
    <w:rsid w:val="00766135"/>
    <w:rsid w:val="0076745A"/>
    <w:rsid w:val="007738BD"/>
    <w:rsid w:val="0077662F"/>
    <w:rsid w:val="007837ED"/>
    <w:rsid w:val="00790D07"/>
    <w:rsid w:val="007B15C4"/>
    <w:rsid w:val="007C0FDD"/>
    <w:rsid w:val="007C1A7D"/>
    <w:rsid w:val="007C308E"/>
    <w:rsid w:val="007C5B85"/>
    <w:rsid w:val="007E16D1"/>
    <w:rsid w:val="007E6CED"/>
    <w:rsid w:val="007F22F2"/>
    <w:rsid w:val="00802588"/>
    <w:rsid w:val="00803DDF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91FF5"/>
    <w:rsid w:val="00893E89"/>
    <w:rsid w:val="00897BC0"/>
    <w:rsid w:val="008A3619"/>
    <w:rsid w:val="008B05F5"/>
    <w:rsid w:val="008B6CCD"/>
    <w:rsid w:val="008C3DC8"/>
    <w:rsid w:val="008C41A0"/>
    <w:rsid w:val="008C64E0"/>
    <w:rsid w:val="008D38F1"/>
    <w:rsid w:val="008F1B37"/>
    <w:rsid w:val="008F5585"/>
    <w:rsid w:val="008F7368"/>
    <w:rsid w:val="00912A69"/>
    <w:rsid w:val="00916DC9"/>
    <w:rsid w:val="00917951"/>
    <w:rsid w:val="00935EA8"/>
    <w:rsid w:val="0094072E"/>
    <w:rsid w:val="00950649"/>
    <w:rsid w:val="0095346A"/>
    <w:rsid w:val="00955A25"/>
    <w:rsid w:val="00963F86"/>
    <w:rsid w:val="0097175A"/>
    <w:rsid w:val="009724D5"/>
    <w:rsid w:val="00974B16"/>
    <w:rsid w:val="009802AD"/>
    <w:rsid w:val="0098377C"/>
    <w:rsid w:val="009A5F9E"/>
    <w:rsid w:val="009B4E07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1314"/>
    <w:rsid w:val="00A527AF"/>
    <w:rsid w:val="00A535A7"/>
    <w:rsid w:val="00A54992"/>
    <w:rsid w:val="00A633E1"/>
    <w:rsid w:val="00A65E53"/>
    <w:rsid w:val="00A8234A"/>
    <w:rsid w:val="00A97C95"/>
    <w:rsid w:val="00AA0506"/>
    <w:rsid w:val="00AA5B23"/>
    <w:rsid w:val="00AB4C7D"/>
    <w:rsid w:val="00AB75CA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3F6F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93A0F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47ED1"/>
    <w:rsid w:val="00D573B0"/>
    <w:rsid w:val="00D63613"/>
    <w:rsid w:val="00D6535B"/>
    <w:rsid w:val="00D71B81"/>
    <w:rsid w:val="00D773FA"/>
    <w:rsid w:val="00DA18A6"/>
    <w:rsid w:val="00DA1F5C"/>
    <w:rsid w:val="00DA24E3"/>
    <w:rsid w:val="00DB2F24"/>
    <w:rsid w:val="00DB5BF9"/>
    <w:rsid w:val="00DB674B"/>
    <w:rsid w:val="00DC1DC7"/>
    <w:rsid w:val="00DD085D"/>
    <w:rsid w:val="00DD11DF"/>
    <w:rsid w:val="00DD34CF"/>
    <w:rsid w:val="00DD4625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268F8"/>
    <w:rsid w:val="00E352FF"/>
    <w:rsid w:val="00E41087"/>
    <w:rsid w:val="00E433EA"/>
    <w:rsid w:val="00E516D7"/>
    <w:rsid w:val="00E5359D"/>
    <w:rsid w:val="00E54A46"/>
    <w:rsid w:val="00E56B5F"/>
    <w:rsid w:val="00E65738"/>
    <w:rsid w:val="00E71732"/>
    <w:rsid w:val="00E728DC"/>
    <w:rsid w:val="00E83BB5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2045"/>
    <w:rsid w:val="00EE3197"/>
    <w:rsid w:val="00EF2951"/>
    <w:rsid w:val="00F168D6"/>
    <w:rsid w:val="00F24638"/>
    <w:rsid w:val="00F248A4"/>
    <w:rsid w:val="00F46B18"/>
    <w:rsid w:val="00F51C9D"/>
    <w:rsid w:val="00F606AC"/>
    <w:rsid w:val="00F748A6"/>
    <w:rsid w:val="00F818A7"/>
    <w:rsid w:val="00F82C59"/>
    <w:rsid w:val="00F871C6"/>
    <w:rsid w:val="00F8749B"/>
    <w:rsid w:val="00FA618E"/>
    <w:rsid w:val="00FA74D9"/>
    <w:rsid w:val="00FB0FCA"/>
    <w:rsid w:val="00FB201E"/>
    <w:rsid w:val="00FB28AC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8BC8162-661D-4F4C-9DE9-179F3CDB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5A38D-F668-43EA-ABE4-007E938A1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57</TotalTime>
  <Pages>4</Pages>
  <Words>477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23</cp:revision>
  <cp:lastPrinted>2013-05-24T15:00:00Z</cp:lastPrinted>
  <dcterms:created xsi:type="dcterms:W3CDTF">2017-08-02T09:00:00Z</dcterms:created>
  <dcterms:modified xsi:type="dcterms:W3CDTF">2017-09-28T13:43:00Z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