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EE076" w14:textId="422427A6" w:rsidR="00FB072F" w:rsidRPr="008B5ECC" w:rsidRDefault="003719D6" w:rsidP="003719D6">
      <w:pPr>
        <w:pStyle w:val="eTask"/>
        <w:rPr>
          <w:lang w:val="de-DE"/>
        </w:rPr>
      </w:pPr>
      <w:r w:rsidRPr="003719D6">
        <w:rPr>
          <w:lang w:val="de-DE"/>
        </w:rPr>
        <w:t>Welche Eingabe-Hardware sind für die Gestenerkennung genutzt?</w:t>
      </w:r>
    </w:p>
    <w:p w14:paraId="3FD5F5E5" w14:textId="77777777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proofErr w:type="spellStart"/>
      <w:r w:rsidRPr="008B5ECC">
        <w:rPr>
          <w:lang w:val="de-DE"/>
        </w:rPr>
        <w:t>microphone</w:t>
      </w:r>
      <w:proofErr w:type="spellEnd"/>
      <w:r w:rsidRPr="008B5ECC">
        <w:rPr>
          <w:rStyle w:val="eCheckBoxTextChar"/>
          <w:lang w:val="de-DE"/>
        </w:rPr>
        <w:t>,</w:t>
      </w:r>
    </w:p>
    <w:p w14:paraId="0E4722AB" w14:textId="4A01239F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1C3D18" w:rsidRPr="001C3D18">
        <w:rPr>
          <w:b/>
          <w:color w:val="FF0000"/>
          <w:lang w:val="de-DE"/>
        </w:rPr>
        <w:t>Touch-Geräten (wie Tablets, Touchpads oder Smartphones),</w:t>
      </w:r>
    </w:p>
    <w:p w14:paraId="5A09B0BE" w14:textId="1E0827E1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1C3D18">
        <w:rPr>
          <w:b/>
          <w:color w:val="FF0000"/>
          <w:lang w:val="de-DE"/>
        </w:rPr>
        <w:t>2D/3D-K</w:t>
      </w:r>
      <w:r w:rsidR="00FB072F" w:rsidRPr="008B5ECC">
        <w:rPr>
          <w:b/>
          <w:color w:val="FF0000"/>
          <w:lang w:val="de-DE"/>
        </w:rPr>
        <w:t>amera</w:t>
      </w:r>
      <w:r w:rsidR="00FB072F" w:rsidRPr="008B5ECC">
        <w:rPr>
          <w:rStyle w:val="eCheckBoxTextChar"/>
          <w:b/>
          <w:color w:val="FF0000"/>
          <w:lang w:val="de-DE"/>
        </w:rPr>
        <w:t>.</w:t>
      </w:r>
    </w:p>
    <w:p w14:paraId="40CE52D3" w14:textId="77777777" w:rsidR="00CD5138" w:rsidRPr="008B5ECC" w:rsidRDefault="00CD5138" w:rsidP="00FB072F">
      <w:pPr>
        <w:pStyle w:val="eLineBottom"/>
        <w:rPr>
          <w:lang w:val="de-DE"/>
        </w:rPr>
      </w:pPr>
    </w:p>
    <w:p w14:paraId="464C2E69" w14:textId="77777777" w:rsidR="00CD5138" w:rsidRPr="008B5ECC" w:rsidRDefault="00CD5138" w:rsidP="00FB072F">
      <w:pPr>
        <w:rPr>
          <w:lang w:val="de-DE"/>
        </w:rPr>
      </w:pPr>
    </w:p>
    <w:p w14:paraId="739D501A" w14:textId="7E410DDD" w:rsidR="00CD5138" w:rsidRPr="008B5ECC" w:rsidRDefault="003719D6" w:rsidP="00FB072F">
      <w:pPr>
        <w:pStyle w:val="eTask"/>
        <w:rPr>
          <w:lang w:val="de-DE"/>
        </w:rPr>
      </w:pPr>
      <w:r w:rsidRPr="001C3D18">
        <w:rPr>
          <w:lang w:val="de-DE"/>
        </w:rPr>
        <w:t>W</w:t>
      </w:r>
      <w:r>
        <w:rPr>
          <w:lang w:val="de-DE"/>
        </w:rPr>
        <w:t>elche</w:t>
      </w:r>
      <w:r w:rsidRPr="001C3D18">
        <w:rPr>
          <w:lang w:val="de-DE"/>
        </w:rPr>
        <w:t xml:space="preserve"> Kategorien</w:t>
      </w:r>
      <w:r w:rsidRPr="001C3D18">
        <w:rPr>
          <w:lang w:val="de-DE"/>
        </w:rPr>
        <w:t xml:space="preserve"> von Gesten </w:t>
      </w:r>
      <w:r>
        <w:rPr>
          <w:lang w:val="de-DE"/>
        </w:rPr>
        <w:t>haben einen Bezug</w:t>
      </w:r>
      <w:r w:rsidRPr="001C3D18">
        <w:rPr>
          <w:lang w:val="de-DE"/>
        </w:rPr>
        <w:t xml:space="preserve"> </w:t>
      </w:r>
      <w:r>
        <w:rPr>
          <w:lang w:val="de-DE"/>
        </w:rPr>
        <w:t xml:space="preserve">zu </w:t>
      </w:r>
      <w:r>
        <w:rPr>
          <w:lang w:val="de-DE"/>
        </w:rPr>
        <w:t>der Benutzererfahrung</w:t>
      </w:r>
      <w:r w:rsidR="001C3D18">
        <w:rPr>
          <w:lang w:val="de-DE"/>
        </w:rPr>
        <w:t>?</w:t>
      </w:r>
    </w:p>
    <w:p w14:paraId="7516ED1A" w14:textId="77777777" w:rsidR="00FB072F" w:rsidRPr="008B5ECC" w:rsidRDefault="00FB072F" w:rsidP="00FB072F">
      <w:pPr>
        <w:rPr>
          <w:lang w:val="de-DE"/>
        </w:rPr>
      </w:pPr>
    </w:p>
    <w:p w14:paraId="0B9301CC" w14:textId="32494C0D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89157D">
        <w:rPr>
          <w:b/>
          <w:color w:val="FF0000"/>
          <w:lang w:val="de-DE"/>
        </w:rPr>
        <w:t>a</w:t>
      </w:r>
      <w:r w:rsidR="00024E4A" w:rsidRPr="00024E4A">
        <w:rPr>
          <w:b/>
          <w:color w:val="FF0000"/>
          <w:lang w:val="de-DE"/>
        </w:rPr>
        <w:t>ngeborene Gesten</w:t>
      </w:r>
      <w:r w:rsidR="00FB072F" w:rsidRPr="008B5ECC">
        <w:rPr>
          <w:rStyle w:val="eCheckBoxTextChar"/>
          <w:b/>
          <w:color w:val="FF0000"/>
          <w:lang w:val="de-DE"/>
        </w:rPr>
        <w:t>,</w:t>
      </w:r>
    </w:p>
    <w:p w14:paraId="21B8B29F" w14:textId="6E39B092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89157D">
        <w:rPr>
          <w:lang w:val="de-DE"/>
        </w:rPr>
        <w:t>s</w:t>
      </w:r>
      <w:r w:rsidR="00024E4A" w:rsidRPr="00024E4A">
        <w:rPr>
          <w:lang w:val="de-DE"/>
        </w:rPr>
        <w:t>tatische Gesten</w:t>
      </w:r>
      <w:r w:rsidRPr="008B5ECC">
        <w:rPr>
          <w:rStyle w:val="eCheckBoxTextChar"/>
          <w:lang w:val="de-DE"/>
        </w:rPr>
        <w:t>,</w:t>
      </w:r>
      <w:bookmarkStart w:id="0" w:name="_GoBack"/>
      <w:bookmarkEnd w:id="0"/>
    </w:p>
    <w:p w14:paraId="45A94A7D" w14:textId="116C826F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89157D">
        <w:rPr>
          <w:b/>
          <w:color w:val="FF0000"/>
          <w:lang w:val="de-DE"/>
        </w:rPr>
        <w:t>g</w:t>
      </w:r>
      <w:r w:rsidR="00024E4A" w:rsidRPr="00024E4A">
        <w:rPr>
          <w:b/>
          <w:color w:val="FF0000"/>
          <w:lang w:val="de-DE"/>
        </w:rPr>
        <w:t>elehrte Gesten</w:t>
      </w:r>
      <w:r w:rsidR="00FB072F" w:rsidRPr="008B5ECC">
        <w:rPr>
          <w:b/>
          <w:color w:val="FF0000"/>
          <w:lang w:val="de-DE"/>
        </w:rPr>
        <w:t>,</w:t>
      </w:r>
    </w:p>
    <w:p w14:paraId="0A9B7741" w14:textId="54E4AD06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89157D">
        <w:rPr>
          <w:lang w:val="de-DE"/>
        </w:rPr>
        <w:t>d</w:t>
      </w:r>
      <w:r w:rsidR="0089157D" w:rsidRPr="0089157D">
        <w:rPr>
          <w:lang w:val="de-DE"/>
        </w:rPr>
        <w:t>ynamische Gesten</w:t>
      </w:r>
      <w:r w:rsidRPr="008B5ECC">
        <w:rPr>
          <w:lang w:val="de-DE"/>
        </w:rPr>
        <w:t>.</w:t>
      </w:r>
    </w:p>
    <w:p w14:paraId="093AA3ED" w14:textId="77777777" w:rsidR="00FB072F" w:rsidRPr="008B5ECC" w:rsidRDefault="00FB072F" w:rsidP="00FB072F">
      <w:pPr>
        <w:pStyle w:val="eLineBottom"/>
        <w:rPr>
          <w:lang w:val="de-DE"/>
        </w:rPr>
      </w:pPr>
    </w:p>
    <w:p w14:paraId="29AF6E20" w14:textId="77777777" w:rsidR="00FB072F" w:rsidRPr="008B5ECC" w:rsidRDefault="00FB072F" w:rsidP="00FB072F">
      <w:pPr>
        <w:rPr>
          <w:lang w:val="de-DE"/>
        </w:rPr>
      </w:pPr>
    </w:p>
    <w:p w14:paraId="4A208FDA" w14:textId="7B865C3D" w:rsidR="00ED4CDA" w:rsidRPr="008B5ECC" w:rsidRDefault="003719D6" w:rsidP="00FB072F">
      <w:pPr>
        <w:pStyle w:val="eTask"/>
        <w:rPr>
          <w:lang w:val="de-DE"/>
        </w:rPr>
      </w:pPr>
      <w:r w:rsidRPr="0089157D">
        <w:rPr>
          <w:lang w:val="de-DE"/>
        </w:rPr>
        <w:t>Weisen Sie jede</w:t>
      </w:r>
      <w:r>
        <w:rPr>
          <w:lang w:val="de-DE"/>
        </w:rPr>
        <w:t>r</w:t>
      </w:r>
      <w:r w:rsidRPr="0089157D">
        <w:rPr>
          <w:lang w:val="de-DE"/>
        </w:rPr>
        <w:t xml:space="preserve"> Art von Gesten die entsprechende Definition zu</w:t>
      </w:r>
      <w:r w:rsidR="00E830C4" w:rsidRPr="008B5ECC">
        <w:rPr>
          <w:lang w:val="de-DE"/>
        </w:rPr>
        <w:t>.</w:t>
      </w:r>
    </w:p>
    <w:p w14:paraId="5E3B69F2" w14:textId="08101F57" w:rsidR="00C1774B" w:rsidRPr="008B5ECC" w:rsidRDefault="001E6A4F" w:rsidP="00FB072F">
      <w:pPr>
        <w:rPr>
          <w:lang w:val="de-DE"/>
        </w:rPr>
      </w:pPr>
      <w:r w:rsidRPr="008B5ECC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CAFB4" wp14:editId="4ADD1841">
                <wp:simplePos x="0" y="0"/>
                <wp:positionH relativeFrom="column">
                  <wp:posOffset>1972310</wp:posOffset>
                </wp:positionH>
                <wp:positionV relativeFrom="paragraph">
                  <wp:posOffset>405765</wp:posOffset>
                </wp:positionV>
                <wp:extent cx="1733550" cy="715645"/>
                <wp:effectExtent l="0" t="0" r="19050" b="2730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44619F3" id="Přímá spojnice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pt,31.95pt" to="291.8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" strokecolor="red" strokeweight="1.25pt"/>
            </w:pict>
          </mc:Fallback>
        </mc:AlternateContent>
      </w:r>
      <w:r w:rsidRPr="008B5ECC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3D866" wp14:editId="63B1B21F">
                <wp:simplePos x="0" y="0"/>
                <wp:positionH relativeFrom="column">
                  <wp:posOffset>1972801</wp:posOffset>
                </wp:positionH>
                <wp:positionV relativeFrom="paragraph">
                  <wp:posOffset>406268</wp:posOffset>
                </wp:positionV>
                <wp:extent cx="1733550" cy="715645"/>
                <wp:effectExtent l="0" t="0" r="1905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8F29D70" id="Přímá spojnice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5pt,32pt" to="291.85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" strokecolor="red" strokeweight="1.25pt"/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RPr="008B5ECC" w14:paraId="7BAEC3AC" w14:textId="7777777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5C5B42" w14:textId="4E103773" w:rsidR="00FB072F" w:rsidRPr="008B5ECC" w:rsidRDefault="0089157D" w:rsidP="00FB072F">
            <w:pPr>
              <w:jc w:val="center"/>
              <w:rPr>
                <w:lang w:val="de-DE"/>
              </w:rPr>
            </w:pPr>
            <w:r w:rsidRPr="0089157D">
              <w:rPr>
                <w:lang w:val="de-DE"/>
              </w:rPr>
              <w:t>Statische Geste</w:t>
            </w:r>
            <w:r w:rsidR="00ED3B30">
              <w:rPr>
                <w:lang w:val="de-DE"/>
              </w:rPr>
              <w:t>n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AD7E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7DB5A9" w14:textId="10C0757D" w:rsidR="00FB072F" w:rsidRPr="008B5ECC" w:rsidRDefault="00D87D8E" w:rsidP="00FB072F">
            <w:pPr>
              <w:rPr>
                <w:lang w:val="de-DE"/>
              </w:rPr>
            </w:pPr>
            <w:r w:rsidRPr="00D87D8E">
              <w:rPr>
                <w:lang w:val="de-DE"/>
              </w:rPr>
              <w:t>Längeres Verfolgen von Bewegungen, bei denen keine bestimmte Pose erkannt wird</w:t>
            </w:r>
            <w:r w:rsidR="00FB072F" w:rsidRPr="008B5ECC">
              <w:rPr>
                <w:lang w:val="de-DE"/>
              </w:rPr>
              <w:t>.</w:t>
            </w:r>
          </w:p>
        </w:tc>
      </w:tr>
      <w:tr w:rsidR="00FB072F" w:rsidRPr="008B5ECC" w14:paraId="2930CBBF" w14:textId="7777777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14:paraId="7A958EEC" w14:textId="77777777" w:rsidR="00FB072F" w:rsidRPr="008B5ECC" w:rsidRDefault="00FB072F" w:rsidP="00FB072F">
            <w:pPr>
              <w:jc w:val="center"/>
              <w:rPr>
                <w:lang w:val="de-DE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14:paraId="5698F43C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14:paraId="44DE8F6B" w14:textId="77777777" w:rsidR="00FB072F" w:rsidRPr="008B5ECC" w:rsidRDefault="00FB072F" w:rsidP="00FB072F">
            <w:pPr>
              <w:rPr>
                <w:lang w:val="de-DE"/>
              </w:rPr>
            </w:pPr>
          </w:p>
        </w:tc>
      </w:tr>
      <w:tr w:rsidR="00FB072F" w:rsidRPr="008B5ECC" w14:paraId="175F1E49" w14:textId="7777777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0529FD" w14:textId="3A1D4BDF" w:rsidR="00FB072F" w:rsidRPr="008B5ECC" w:rsidRDefault="00ED3B30" w:rsidP="00FB072F">
            <w:pPr>
              <w:jc w:val="center"/>
              <w:rPr>
                <w:lang w:val="de-DE"/>
              </w:rPr>
            </w:pPr>
            <w:r w:rsidRPr="00ED3B30">
              <w:rPr>
                <w:lang w:val="de-DE"/>
              </w:rPr>
              <w:t>Kontinuierliche Geste</w:t>
            </w:r>
            <w:r>
              <w:rPr>
                <w:lang w:val="de-DE"/>
              </w:rPr>
              <w:t>n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B350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73ED30" w14:textId="3350DC88" w:rsidR="00FB072F" w:rsidRPr="008B5ECC" w:rsidRDefault="00D87D8E" w:rsidP="00FB072F">
            <w:pPr>
              <w:rPr>
                <w:lang w:val="de-DE"/>
              </w:rPr>
            </w:pPr>
            <w:r w:rsidRPr="00D87D8E">
              <w:rPr>
                <w:lang w:val="de-DE"/>
              </w:rPr>
              <w:t>Pose oder Geste</w:t>
            </w:r>
            <w:r>
              <w:rPr>
                <w:lang w:val="de-DE"/>
              </w:rPr>
              <w:t>n</w:t>
            </w:r>
            <w:r w:rsidRPr="00D87D8E">
              <w:rPr>
                <w:lang w:val="de-DE"/>
              </w:rPr>
              <w:t>, die nicht von der Bewegung abhängt</w:t>
            </w:r>
            <w:r w:rsidR="00FB072F" w:rsidRPr="008B5ECC">
              <w:rPr>
                <w:lang w:val="de-DE"/>
              </w:rPr>
              <w:t>.</w:t>
            </w:r>
          </w:p>
        </w:tc>
      </w:tr>
      <w:tr w:rsidR="00FB072F" w:rsidRPr="008B5ECC" w14:paraId="3EB63025" w14:textId="7777777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14:paraId="371993D0" w14:textId="77777777" w:rsidR="00FB072F" w:rsidRPr="008B5ECC" w:rsidRDefault="00FB072F" w:rsidP="00FB072F">
            <w:pPr>
              <w:jc w:val="center"/>
              <w:rPr>
                <w:lang w:val="de-DE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14:paraId="6B485C5D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14:paraId="520C58C4" w14:textId="77777777" w:rsidR="00FB072F" w:rsidRPr="008B5ECC" w:rsidRDefault="00FB072F" w:rsidP="00FB072F">
            <w:pPr>
              <w:rPr>
                <w:lang w:val="de-DE"/>
              </w:rPr>
            </w:pPr>
          </w:p>
        </w:tc>
      </w:tr>
      <w:tr w:rsidR="00FB072F" w:rsidRPr="008B5ECC" w14:paraId="00268D20" w14:textId="77777777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14:paraId="6E61C638" w14:textId="1342A5F9" w:rsidR="00FB072F" w:rsidRPr="008B5ECC" w:rsidRDefault="00ED3B30" w:rsidP="00FB072F">
            <w:pPr>
              <w:jc w:val="center"/>
              <w:rPr>
                <w:lang w:val="de-DE"/>
              </w:rPr>
            </w:pPr>
            <w:r w:rsidRPr="00ED3B30">
              <w:rPr>
                <w:lang w:val="de-DE"/>
              </w:rPr>
              <w:t>Dynamische Geste</w:t>
            </w:r>
            <w:r>
              <w:rPr>
                <w:lang w:val="de-DE"/>
              </w:rPr>
              <w:t>n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36D3" w14:textId="6D8EF357" w:rsidR="00FB072F" w:rsidRPr="008B5ECC" w:rsidRDefault="00495049" w:rsidP="00FB072F">
            <w:pPr>
              <w:rPr>
                <w:lang w:val="de-DE"/>
              </w:rPr>
            </w:pPr>
            <w:r w:rsidRPr="008B5ECC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F010B7" wp14:editId="362C33D6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419204</wp:posOffset>
                      </wp:positionV>
                      <wp:extent cx="1733550" cy="0"/>
                      <wp:effectExtent l="0" t="0" r="19050" b="1905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27FE2663" id="Přímá spojnic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33pt" to="131.2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" strokecolor="red" strokeweight="1.25pt"/>
                  </w:pict>
                </mc:Fallback>
              </mc:AlternateConten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2E8A0675" w14:textId="4B9B09BD" w:rsidR="00FB072F" w:rsidRPr="008B5ECC" w:rsidRDefault="00D87D8E" w:rsidP="00FB072F">
            <w:pPr>
              <w:rPr>
                <w:lang w:val="de-DE"/>
              </w:rPr>
            </w:pPr>
            <w:r w:rsidRPr="00D87D8E">
              <w:rPr>
                <w:lang w:val="de-DE"/>
              </w:rPr>
              <w:t>Bewegung, die es Benutzern ermöglicht, direkt ein Objekt oder eine Steuerungsanwendung zu manipulieren</w:t>
            </w:r>
            <w:r w:rsidR="00FB072F" w:rsidRPr="008B5ECC">
              <w:rPr>
                <w:lang w:val="de-DE"/>
              </w:rPr>
              <w:t>.</w:t>
            </w:r>
          </w:p>
        </w:tc>
      </w:tr>
    </w:tbl>
    <w:p w14:paraId="6200B733" w14:textId="77777777" w:rsidR="00FB072F" w:rsidRPr="008B5ECC" w:rsidRDefault="00FB072F" w:rsidP="00FB072F">
      <w:pPr>
        <w:rPr>
          <w:lang w:val="de-DE"/>
        </w:rPr>
      </w:pPr>
    </w:p>
    <w:p w14:paraId="508110AB" w14:textId="77777777" w:rsidR="00FB072F" w:rsidRPr="008B5ECC" w:rsidRDefault="00FB072F" w:rsidP="00FB072F">
      <w:pPr>
        <w:pStyle w:val="eLineBottom"/>
        <w:rPr>
          <w:lang w:val="de-DE"/>
        </w:rPr>
      </w:pPr>
    </w:p>
    <w:p w14:paraId="026962FE" w14:textId="77777777" w:rsidR="00CD5138" w:rsidRPr="008B5ECC" w:rsidRDefault="00CD5138" w:rsidP="00FB072F">
      <w:pPr>
        <w:rPr>
          <w:lang w:val="de-DE"/>
        </w:rPr>
      </w:pPr>
    </w:p>
    <w:p w14:paraId="200748D9" w14:textId="37446665" w:rsidR="00CD5138" w:rsidRPr="008B5ECC" w:rsidRDefault="003719D6" w:rsidP="00FB072F">
      <w:pPr>
        <w:pStyle w:val="eTask"/>
        <w:rPr>
          <w:lang w:val="de-DE"/>
        </w:rPr>
      </w:pPr>
      <w:r w:rsidRPr="00A32EF7">
        <w:rPr>
          <w:rStyle w:val="hps"/>
          <w:lang w:val="de-DE"/>
        </w:rPr>
        <w:t>Welche Parameter von RGB-Bildern werden nicht durch Ändern der Beleuchtungsbedingungen der Szene</w:t>
      </w:r>
      <w:r w:rsidRPr="00E279EE">
        <w:rPr>
          <w:rStyle w:val="hps"/>
          <w:lang w:val="de-DE"/>
        </w:rPr>
        <w:t xml:space="preserve"> </w:t>
      </w:r>
      <w:r w:rsidRPr="00A32EF7">
        <w:rPr>
          <w:rStyle w:val="hps"/>
          <w:lang w:val="de-DE"/>
        </w:rPr>
        <w:t>beeinflusst</w:t>
      </w:r>
      <w:r w:rsidR="00CD5138" w:rsidRPr="008B5ECC">
        <w:rPr>
          <w:lang w:val="de-DE"/>
        </w:rPr>
        <w:t>?</w:t>
      </w:r>
    </w:p>
    <w:p w14:paraId="52826481" w14:textId="77777777" w:rsidR="00FB072F" w:rsidRPr="008B5ECC" w:rsidRDefault="00FB072F" w:rsidP="00FB072F">
      <w:pPr>
        <w:rPr>
          <w:lang w:val="de-DE"/>
        </w:rPr>
      </w:pPr>
    </w:p>
    <w:p w14:paraId="6F569821" w14:textId="49CAAEFF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107088" w:rsidRPr="00107088">
        <w:rPr>
          <w:lang w:val="de-DE"/>
        </w:rPr>
        <w:t>Helligkeit des Bildes</w:t>
      </w:r>
      <w:r w:rsidRPr="008B5ECC">
        <w:rPr>
          <w:rStyle w:val="eCheckBoxTextChar"/>
          <w:lang w:val="de-DE"/>
        </w:rPr>
        <w:t>,</w:t>
      </w:r>
    </w:p>
    <w:p w14:paraId="68172013" w14:textId="664AB33A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107088" w:rsidRPr="00107088">
        <w:rPr>
          <w:b/>
          <w:color w:val="FF0000"/>
          <w:lang w:val="de-DE"/>
        </w:rPr>
        <w:t>Bildauflösung / Größe</w:t>
      </w:r>
      <w:r w:rsidR="00FB072F" w:rsidRPr="008B5ECC">
        <w:rPr>
          <w:rStyle w:val="eCheckBoxTextChar"/>
          <w:b/>
          <w:color w:val="FF0000"/>
          <w:lang w:val="de-DE"/>
        </w:rPr>
        <w:t>,</w:t>
      </w:r>
    </w:p>
    <w:p w14:paraId="5A365CEE" w14:textId="7E2F7F98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107088" w:rsidRPr="00107088">
        <w:rPr>
          <w:lang w:val="de-DE"/>
        </w:rPr>
        <w:t>Kontrast des Bildes</w:t>
      </w:r>
      <w:r w:rsidRPr="008B5ECC">
        <w:rPr>
          <w:lang w:val="de-DE"/>
        </w:rPr>
        <w:t>.</w:t>
      </w:r>
    </w:p>
    <w:p w14:paraId="7298031B" w14:textId="77777777" w:rsidR="00CD5138" w:rsidRPr="008B5ECC" w:rsidRDefault="00CD5138" w:rsidP="00FB072F">
      <w:pPr>
        <w:pStyle w:val="eLineBottom"/>
        <w:rPr>
          <w:lang w:val="de-DE"/>
        </w:rPr>
      </w:pPr>
    </w:p>
    <w:p w14:paraId="2E2D97DF" w14:textId="144D2DDD" w:rsidR="00CD5138" w:rsidRPr="008B5ECC" w:rsidRDefault="00347B98" w:rsidP="00FB072F">
      <w:pPr>
        <w:pStyle w:val="eTask"/>
        <w:rPr>
          <w:lang w:val="de-DE"/>
        </w:rPr>
      </w:pPr>
      <w:r w:rsidRPr="00347B98">
        <w:rPr>
          <w:rStyle w:val="hps"/>
          <w:lang w:val="de-DE"/>
        </w:rPr>
        <w:t xml:space="preserve">Welches Prinzip </w:t>
      </w:r>
      <w:r w:rsidR="006468F4" w:rsidRPr="00347B98">
        <w:rPr>
          <w:rStyle w:val="hps"/>
          <w:lang w:val="de-DE"/>
        </w:rPr>
        <w:t xml:space="preserve">verwenden </w:t>
      </w:r>
      <w:r w:rsidRPr="00347B98">
        <w:rPr>
          <w:rStyle w:val="hps"/>
          <w:lang w:val="de-DE"/>
        </w:rPr>
        <w:t>die meisten Tiefenfühler</w:t>
      </w:r>
      <w:r w:rsidR="00B903D0" w:rsidRPr="008B5ECC">
        <w:rPr>
          <w:rStyle w:val="hps"/>
          <w:lang w:val="de-DE"/>
        </w:rPr>
        <w:t>?</w:t>
      </w:r>
    </w:p>
    <w:p w14:paraId="26280C12" w14:textId="77777777" w:rsidR="00CD5138" w:rsidRPr="008B5ECC" w:rsidRDefault="00CD5138" w:rsidP="00FB072F">
      <w:pPr>
        <w:rPr>
          <w:lang w:val="de-DE"/>
        </w:rPr>
      </w:pPr>
    </w:p>
    <w:p w14:paraId="6963E202" w14:textId="058721D0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lastRenderedPageBreak/>
        <w:t>□</w:t>
      </w:r>
      <w:r w:rsidRPr="008B5ECC">
        <w:rPr>
          <w:szCs w:val="40"/>
          <w:lang w:val="de-DE"/>
        </w:rPr>
        <w:tab/>
      </w:r>
      <w:r w:rsidR="006468F4" w:rsidRPr="006468F4">
        <w:rPr>
          <w:rStyle w:val="hps"/>
          <w:lang w:val="de-DE"/>
        </w:rPr>
        <w:t>Emission und Detektion von ultraviolettem Licht</w:t>
      </w:r>
      <w:r w:rsidRPr="008B5ECC">
        <w:rPr>
          <w:rStyle w:val="eCheckBoxTextChar"/>
          <w:lang w:val="de-DE"/>
        </w:rPr>
        <w:t>,</w:t>
      </w:r>
    </w:p>
    <w:p w14:paraId="37E24DE7" w14:textId="15EB7238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6468F4" w:rsidRPr="006468F4">
        <w:rPr>
          <w:rStyle w:val="hps"/>
          <w:b/>
          <w:color w:val="FF0000"/>
          <w:lang w:val="de-DE"/>
        </w:rPr>
        <w:t>Emission und Detektion von Infrarotlicht</w:t>
      </w:r>
      <w:r w:rsidR="00FB072F" w:rsidRPr="008B5ECC">
        <w:rPr>
          <w:rStyle w:val="eCheckBoxTextChar"/>
          <w:b/>
          <w:color w:val="FF0000"/>
          <w:lang w:val="de-DE"/>
        </w:rPr>
        <w:t>,</w:t>
      </w:r>
    </w:p>
    <w:p w14:paraId="7FD37553" w14:textId="7120D2D8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6468F4" w:rsidRPr="006468F4">
        <w:rPr>
          <w:rStyle w:val="hps"/>
          <w:lang w:val="de-DE"/>
        </w:rPr>
        <w:t>Emission und Detektion von weißem Licht (sichtbares Lichtspektrum)</w:t>
      </w:r>
      <w:r w:rsidRPr="008B5ECC">
        <w:rPr>
          <w:lang w:val="de-DE"/>
        </w:rPr>
        <w:t>.</w:t>
      </w:r>
    </w:p>
    <w:p w14:paraId="6E48EC42" w14:textId="77777777" w:rsidR="00FB072F" w:rsidRPr="008B5ECC" w:rsidRDefault="00FB072F" w:rsidP="00FB072F">
      <w:pPr>
        <w:pStyle w:val="eLineBottom"/>
        <w:rPr>
          <w:lang w:val="de-DE"/>
        </w:rPr>
      </w:pPr>
    </w:p>
    <w:p w14:paraId="7E9C8A99" w14:textId="77777777" w:rsidR="00FB072F" w:rsidRPr="008B5ECC" w:rsidRDefault="00FB072F" w:rsidP="00FB072F">
      <w:pPr>
        <w:rPr>
          <w:lang w:val="de-DE"/>
        </w:rPr>
      </w:pPr>
    </w:p>
    <w:p w14:paraId="567DFBB4" w14:textId="52936DAE" w:rsidR="00CD5138" w:rsidRPr="008B5ECC" w:rsidRDefault="004B3116" w:rsidP="00FB072F">
      <w:pPr>
        <w:pStyle w:val="eTask"/>
        <w:rPr>
          <w:lang w:val="de-DE"/>
        </w:rPr>
      </w:pPr>
      <w:r w:rsidRPr="004B3116">
        <w:rPr>
          <w:rStyle w:val="hps"/>
          <w:lang w:val="de-DE"/>
        </w:rPr>
        <w:t>Welche Aussage über das Tiefenbild ist richtig</w:t>
      </w:r>
      <w:r w:rsidR="00CD5138" w:rsidRPr="008B5ECC">
        <w:rPr>
          <w:lang w:val="de-DE"/>
        </w:rPr>
        <w:t>?</w:t>
      </w:r>
    </w:p>
    <w:p w14:paraId="3A2E066D" w14:textId="77777777" w:rsidR="00CD5138" w:rsidRPr="008B5ECC" w:rsidRDefault="00CD5138" w:rsidP="00FB072F">
      <w:pPr>
        <w:rPr>
          <w:lang w:val="de-DE"/>
        </w:rPr>
      </w:pPr>
    </w:p>
    <w:p w14:paraId="12B95BDE" w14:textId="04335796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0A75C9" w:rsidRPr="000A75C9">
        <w:rPr>
          <w:lang w:val="de-DE"/>
        </w:rPr>
        <w:t>Das Tiefenbild ist ein 2D-Bild, das Informationen über den absoluten Abstand zwischen den einzelnen Objekten in der Szene in mm enthält</w:t>
      </w:r>
      <w:r w:rsidRPr="008B5ECC">
        <w:rPr>
          <w:lang w:val="de-DE"/>
        </w:rPr>
        <w:t>.</w:t>
      </w:r>
    </w:p>
    <w:p w14:paraId="6C060613" w14:textId="5659D3C9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0A75C9" w:rsidRPr="000A75C9">
        <w:rPr>
          <w:rStyle w:val="hps"/>
          <w:b/>
          <w:color w:val="FF0000"/>
          <w:lang w:val="de-DE"/>
        </w:rPr>
        <w:t>Das Tiefenbild ist ein 2D-Bild, das Informationen über den absoluten Abstand zwischen dem Sensor und jedem Pixel des Bildes in mm enthält</w:t>
      </w:r>
      <w:r w:rsidR="00FB072F" w:rsidRPr="008B5ECC">
        <w:rPr>
          <w:rStyle w:val="hps"/>
          <w:b/>
          <w:color w:val="FF0000"/>
          <w:lang w:val="de-DE"/>
        </w:rPr>
        <w:t>.</w:t>
      </w:r>
    </w:p>
    <w:p w14:paraId="3E23EA1C" w14:textId="5BD14C77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0A75C9" w:rsidRPr="000A75C9">
        <w:rPr>
          <w:rStyle w:val="hps"/>
          <w:lang w:val="de-DE"/>
        </w:rPr>
        <w:t>Das Tiefenbild ist ein 2D-Bild, das Informationen über den relativen Abstand zwischen den einzelnen Objekten in der Szene und dem Mittelpunkt des Bildes in mm enthält</w:t>
      </w:r>
      <w:r w:rsidRPr="008B5ECC">
        <w:rPr>
          <w:lang w:val="de-DE"/>
        </w:rPr>
        <w:t>.</w:t>
      </w:r>
    </w:p>
    <w:p w14:paraId="02D8FA89" w14:textId="77777777" w:rsidR="00FB072F" w:rsidRPr="008B5ECC" w:rsidRDefault="00FB072F" w:rsidP="00FB072F">
      <w:pPr>
        <w:pStyle w:val="eLineBottom"/>
        <w:rPr>
          <w:lang w:val="de-DE"/>
        </w:rPr>
      </w:pPr>
    </w:p>
    <w:p w14:paraId="590FFC63" w14:textId="77777777" w:rsidR="00FB072F" w:rsidRPr="008B5ECC" w:rsidRDefault="00FB072F" w:rsidP="00FB072F">
      <w:pPr>
        <w:rPr>
          <w:lang w:val="de-DE"/>
        </w:rPr>
      </w:pPr>
    </w:p>
    <w:p w14:paraId="555238A9" w14:textId="1443CBCD" w:rsidR="00ED4CDA" w:rsidRPr="008B5ECC" w:rsidRDefault="003719D6" w:rsidP="00FB072F">
      <w:pPr>
        <w:pStyle w:val="eTask"/>
        <w:rPr>
          <w:lang w:val="de-DE"/>
        </w:rPr>
      </w:pPr>
      <w:r>
        <w:rPr>
          <w:lang w:val="de-DE"/>
        </w:rPr>
        <w:t xml:space="preserve">Keine </w:t>
      </w:r>
      <w:r w:rsidRPr="00510AE3">
        <w:rPr>
          <w:lang w:val="de-DE"/>
        </w:rPr>
        <w:t xml:space="preserve">Grundanforderungen </w:t>
      </w:r>
      <w:r>
        <w:rPr>
          <w:lang w:val="de-DE"/>
        </w:rPr>
        <w:t>des Gesten-Designs sind</w:t>
      </w:r>
      <w:r w:rsidR="00ED4CDA" w:rsidRPr="008B5ECC">
        <w:rPr>
          <w:lang w:val="de-DE"/>
        </w:rPr>
        <w:t>:</w:t>
      </w:r>
    </w:p>
    <w:p w14:paraId="4E547BF1" w14:textId="77777777" w:rsidR="00C1774B" w:rsidRPr="008B5ECC" w:rsidRDefault="00C1774B" w:rsidP="00FB072F">
      <w:pPr>
        <w:rPr>
          <w:lang w:val="de-DE"/>
        </w:rPr>
      </w:pPr>
    </w:p>
    <w:p w14:paraId="1A23B082" w14:textId="7A851B26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E05CCD" w:rsidRPr="00E05CCD">
        <w:rPr>
          <w:lang w:val="de-DE"/>
        </w:rPr>
        <w:t>Natürlichkeit</w:t>
      </w:r>
      <w:r w:rsidR="00E05CCD">
        <w:rPr>
          <w:lang w:val="de-DE"/>
        </w:rPr>
        <w:t xml:space="preserve"> von </w:t>
      </w:r>
      <w:r w:rsidR="00E05CCD" w:rsidRPr="00E05CCD">
        <w:rPr>
          <w:lang w:val="de-DE"/>
        </w:rPr>
        <w:t>Geste</w:t>
      </w:r>
      <w:r w:rsidR="00E05CCD">
        <w:rPr>
          <w:lang w:val="de-DE"/>
        </w:rPr>
        <w:t>n</w:t>
      </w:r>
      <w:r w:rsidRPr="008B5ECC">
        <w:rPr>
          <w:rStyle w:val="eCheckBoxTextChar"/>
          <w:lang w:val="de-DE"/>
        </w:rPr>
        <w:t>,</w:t>
      </w:r>
    </w:p>
    <w:p w14:paraId="66372A8A" w14:textId="41D436E1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E05CCD" w:rsidRPr="00E05CCD">
        <w:rPr>
          <w:lang w:val="de-DE"/>
        </w:rPr>
        <w:t>Benutzer-Komfort</w:t>
      </w:r>
      <w:r w:rsidRPr="008B5ECC">
        <w:rPr>
          <w:rStyle w:val="eCheckBoxTextChar"/>
          <w:lang w:val="de-DE"/>
        </w:rPr>
        <w:t>,</w:t>
      </w:r>
    </w:p>
    <w:p w14:paraId="6D67DCA0" w14:textId="6997B38A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E05CCD" w:rsidRPr="00E05CCD">
        <w:rPr>
          <w:lang w:val="de-DE"/>
        </w:rPr>
        <w:t>Geste</w:t>
      </w:r>
      <w:r w:rsidR="00E05CCD">
        <w:rPr>
          <w:lang w:val="de-DE"/>
        </w:rPr>
        <w:t>n</w:t>
      </w:r>
      <w:r w:rsidR="00E05CCD" w:rsidRPr="00E05CCD">
        <w:rPr>
          <w:lang w:val="de-DE"/>
        </w:rPr>
        <w:t xml:space="preserve"> sollte</w:t>
      </w:r>
      <w:r w:rsidR="00E05CCD">
        <w:rPr>
          <w:lang w:val="de-DE"/>
        </w:rPr>
        <w:t>n</w:t>
      </w:r>
      <w:r w:rsidR="00E05CCD" w:rsidRPr="00E05CCD">
        <w:rPr>
          <w:lang w:val="de-DE"/>
        </w:rPr>
        <w:t xml:space="preserve"> </w:t>
      </w:r>
      <w:r w:rsidR="00E05CCD">
        <w:rPr>
          <w:lang w:val="de-DE"/>
        </w:rPr>
        <w:t xml:space="preserve">sich leicht </w:t>
      </w:r>
      <w:r w:rsidR="00E05CCD" w:rsidRPr="00E05CCD">
        <w:rPr>
          <w:lang w:val="de-DE"/>
        </w:rPr>
        <w:t>merken</w:t>
      </w:r>
      <w:r w:rsidRPr="008B5ECC">
        <w:rPr>
          <w:lang w:val="de-DE"/>
        </w:rPr>
        <w:t>,</w:t>
      </w:r>
    </w:p>
    <w:p w14:paraId="4487E6ED" w14:textId="0F5053DC" w:rsidR="00FB072F" w:rsidRPr="008B5ECC" w:rsidRDefault="001E6A4F" w:rsidP="00FB072F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FB072F" w:rsidRPr="008B5ECC">
        <w:rPr>
          <w:szCs w:val="40"/>
          <w:lang w:val="de-DE"/>
        </w:rPr>
        <w:tab/>
      </w:r>
      <w:r w:rsidR="00730126" w:rsidRPr="00730126">
        <w:rPr>
          <w:rStyle w:val="shorttext"/>
          <w:b/>
          <w:color w:val="FF0000"/>
          <w:lang w:val="de-DE"/>
        </w:rPr>
        <w:t>Einzigartigkeit von Benutzer</w:t>
      </w:r>
      <w:r w:rsidR="00FB072F" w:rsidRPr="008B5ECC">
        <w:rPr>
          <w:rStyle w:val="hps"/>
          <w:lang w:val="de-DE"/>
        </w:rPr>
        <w:t>.</w:t>
      </w:r>
    </w:p>
    <w:p w14:paraId="2CB2F53B" w14:textId="77777777" w:rsidR="00FB072F" w:rsidRPr="008B5ECC" w:rsidRDefault="00FB072F" w:rsidP="00FB072F">
      <w:pPr>
        <w:pStyle w:val="eLineBottom"/>
        <w:rPr>
          <w:lang w:val="de-DE"/>
        </w:rPr>
      </w:pPr>
    </w:p>
    <w:p w14:paraId="687697D2" w14:textId="77777777" w:rsidR="00FB072F" w:rsidRPr="008B5ECC" w:rsidRDefault="00FB072F" w:rsidP="00FB072F">
      <w:pPr>
        <w:ind w:left="357" w:hanging="357"/>
        <w:rPr>
          <w:lang w:val="de-DE"/>
        </w:rPr>
      </w:pPr>
    </w:p>
    <w:p w14:paraId="28AB46C1" w14:textId="77777777" w:rsidR="00B8781C" w:rsidRPr="008B5ECC" w:rsidRDefault="00B8781C">
      <w:pPr>
        <w:rPr>
          <w:b/>
          <w:lang w:val="de-DE"/>
        </w:rPr>
      </w:pPr>
      <w:r w:rsidRPr="008B5ECC">
        <w:rPr>
          <w:lang w:val="de-DE"/>
        </w:rPr>
        <w:br w:type="page"/>
      </w:r>
    </w:p>
    <w:p w14:paraId="4DC6306E" w14:textId="5B5AEBB0" w:rsidR="00ED4CDA" w:rsidRPr="008B5ECC" w:rsidRDefault="008A695D" w:rsidP="00FB072F">
      <w:pPr>
        <w:pStyle w:val="eTask"/>
        <w:rPr>
          <w:lang w:val="de-DE"/>
        </w:rPr>
      </w:pPr>
      <w:r w:rsidRPr="008A695D">
        <w:rPr>
          <w:lang w:val="de-DE"/>
        </w:rPr>
        <w:lastRenderedPageBreak/>
        <w:t xml:space="preserve">Weisen Sie die wesentlichen Merkmale der einzelnen Methoden </w:t>
      </w:r>
      <w:r w:rsidR="00730126" w:rsidRPr="008A695D">
        <w:rPr>
          <w:lang w:val="de-DE"/>
        </w:rPr>
        <w:t xml:space="preserve">der </w:t>
      </w:r>
      <w:r w:rsidR="00730126">
        <w:rPr>
          <w:lang w:val="de-DE"/>
        </w:rPr>
        <w:t>Hardware</w:t>
      </w:r>
      <w:r w:rsidRPr="008A695D">
        <w:rPr>
          <w:lang w:val="de-DE"/>
        </w:rPr>
        <w:t xml:space="preserve"> zu</w:t>
      </w:r>
      <w:r w:rsidR="007C6A99" w:rsidRPr="008B5ECC">
        <w:rPr>
          <w:lang w:val="de-DE"/>
        </w:rPr>
        <w:t>.</w:t>
      </w:r>
    </w:p>
    <w:p w14:paraId="473CCF64" w14:textId="77777777" w:rsidR="00C1774B" w:rsidRPr="008B5ECC" w:rsidRDefault="00C1774B" w:rsidP="00FB072F">
      <w:pPr>
        <w:rPr>
          <w:lang w:val="de-DE"/>
        </w:rPr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8B5ECC" w14:paraId="7F045A8F" w14:textId="77777777" w:rsidTr="00B8781C">
        <w:tc>
          <w:tcPr>
            <w:tcW w:w="4394" w:type="dxa"/>
          </w:tcPr>
          <w:p w14:paraId="02ED0A98" w14:textId="759CDC8E" w:rsidR="00ED4CDA" w:rsidRPr="008B5ECC" w:rsidRDefault="00C61A48" w:rsidP="00B8781C">
            <w:pPr>
              <w:spacing w:before="120" w:after="120"/>
              <w:jc w:val="center"/>
              <w:rPr>
                <w:b/>
                <w:lang w:val="de-DE"/>
              </w:rPr>
            </w:pPr>
            <w:r w:rsidRPr="00C61A48">
              <w:rPr>
                <w:b/>
                <w:lang w:val="de-DE"/>
              </w:rPr>
              <w:t>Datenhandschuh</w:t>
            </w:r>
          </w:p>
        </w:tc>
        <w:tc>
          <w:tcPr>
            <w:tcW w:w="3969" w:type="dxa"/>
          </w:tcPr>
          <w:p w14:paraId="5ABC25D6" w14:textId="35BADA96" w:rsidR="00ED4CDA" w:rsidRPr="008B5ECC" w:rsidRDefault="00C61A48" w:rsidP="00B8781C">
            <w:pPr>
              <w:spacing w:before="120" w:after="120"/>
              <w:jc w:val="center"/>
              <w:rPr>
                <w:b/>
                <w:lang w:val="de-DE"/>
              </w:rPr>
            </w:pPr>
            <w:r w:rsidRPr="00C61A48">
              <w:rPr>
                <w:b/>
                <w:lang w:val="de-DE"/>
              </w:rPr>
              <w:t>Kamera</w:t>
            </w:r>
          </w:p>
        </w:tc>
      </w:tr>
      <w:tr w:rsidR="0023165A" w:rsidRPr="008B5ECC" w14:paraId="69D0B935" w14:textId="77777777" w:rsidTr="00B8781C">
        <w:tc>
          <w:tcPr>
            <w:tcW w:w="4394" w:type="dxa"/>
          </w:tcPr>
          <w:p w14:paraId="65130C4B" w14:textId="77777777" w:rsidR="0023165A" w:rsidRPr="008B5ECC" w:rsidRDefault="001E6A4F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8B5ECC">
              <w:rPr>
                <w:b/>
                <w:color w:val="FF0000"/>
                <w:lang w:val="de-DE"/>
              </w:rPr>
              <w:t>A</w:t>
            </w:r>
          </w:p>
        </w:tc>
        <w:tc>
          <w:tcPr>
            <w:tcW w:w="3969" w:type="dxa"/>
          </w:tcPr>
          <w:p w14:paraId="26CB8C43" w14:textId="77777777" w:rsidR="0023165A" w:rsidRPr="008B5ECC" w:rsidRDefault="001E6A4F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8B5ECC">
              <w:rPr>
                <w:b/>
                <w:color w:val="FF0000"/>
                <w:lang w:val="de-DE"/>
              </w:rPr>
              <w:t>C</w:t>
            </w:r>
          </w:p>
        </w:tc>
      </w:tr>
      <w:tr w:rsidR="0023165A" w:rsidRPr="008B5ECC" w14:paraId="5895C9A4" w14:textId="77777777" w:rsidTr="00B8781C">
        <w:tc>
          <w:tcPr>
            <w:tcW w:w="4394" w:type="dxa"/>
          </w:tcPr>
          <w:p w14:paraId="075E226A" w14:textId="77777777" w:rsidR="0023165A" w:rsidRPr="008B5ECC" w:rsidRDefault="001E6A4F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8B5ECC">
              <w:rPr>
                <w:b/>
                <w:color w:val="FF0000"/>
                <w:lang w:val="de-DE"/>
              </w:rPr>
              <w:t>B</w:t>
            </w:r>
          </w:p>
        </w:tc>
        <w:tc>
          <w:tcPr>
            <w:tcW w:w="3969" w:type="dxa"/>
          </w:tcPr>
          <w:p w14:paraId="415AEF29" w14:textId="77777777" w:rsidR="0023165A" w:rsidRPr="008B5ECC" w:rsidRDefault="001E6A4F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8B5ECC">
              <w:rPr>
                <w:b/>
                <w:color w:val="FF0000"/>
                <w:lang w:val="de-DE"/>
              </w:rPr>
              <w:t>D</w:t>
            </w:r>
          </w:p>
        </w:tc>
      </w:tr>
      <w:tr w:rsidR="0023165A" w:rsidRPr="008B5ECC" w14:paraId="66B75E5F" w14:textId="77777777" w:rsidTr="00B8781C">
        <w:tc>
          <w:tcPr>
            <w:tcW w:w="4394" w:type="dxa"/>
          </w:tcPr>
          <w:p w14:paraId="056578F1" w14:textId="77777777" w:rsidR="0023165A" w:rsidRPr="008B5ECC" w:rsidRDefault="001E6A4F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8B5ECC">
              <w:rPr>
                <w:b/>
                <w:color w:val="FF0000"/>
                <w:lang w:val="de-DE"/>
              </w:rPr>
              <w:t>F</w:t>
            </w:r>
          </w:p>
        </w:tc>
        <w:tc>
          <w:tcPr>
            <w:tcW w:w="3969" w:type="dxa"/>
          </w:tcPr>
          <w:p w14:paraId="20DD594B" w14:textId="77777777" w:rsidR="0023165A" w:rsidRPr="008B5ECC" w:rsidRDefault="001E6A4F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8B5ECC">
              <w:rPr>
                <w:b/>
                <w:color w:val="FF0000"/>
                <w:lang w:val="de-DE"/>
              </w:rPr>
              <w:t>E</w:t>
            </w:r>
          </w:p>
        </w:tc>
      </w:tr>
    </w:tbl>
    <w:p w14:paraId="23AC5155" w14:textId="77777777" w:rsidR="00C1774B" w:rsidRPr="008B5ECC" w:rsidRDefault="00C1774B" w:rsidP="00B8781C">
      <w:pPr>
        <w:rPr>
          <w:lang w:val="de-DE"/>
        </w:rPr>
      </w:pPr>
    </w:p>
    <w:p w14:paraId="24B8F628" w14:textId="4AAF6518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A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Präzise Ergebnisse</w:t>
      </w:r>
      <w:r w:rsidR="00ED4CDA" w:rsidRPr="008B5ECC">
        <w:rPr>
          <w:lang w:val="de-DE"/>
        </w:rPr>
        <w:t>,</w:t>
      </w:r>
    </w:p>
    <w:p w14:paraId="66C832EC" w14:textId="7A611187" w:rsidR="00ED4CDA" w:rsidRPr="008B5ECC" w:rsidRDefault="00B8781C" w:rsidP="00B8781C">
      <w:pPr>
        <w:rPr>
          <w:b/>
          <w:lang w:val="de-DE"/>
        </w:rPr>
      </w:pPr>
      <w:r w:rsidRPr="008B5ECC">
        <w:rPr>
          <w:b/>
          <w:lang w:val="de-DE"/>
        </w:rPr>
        <w:t>B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Geringer Bedienungskomfort</w:t>
      </w:r>
      <w:r w:rsidR="00ED4CDA" w:rsidRPr="008B5ECC">
        <w:rPr>
          <w:lang w:val="de-DE"/>
        </w:rPr>
        <w:t>,</w:t>
      </w:r>
    </w:p>
    <w:p w14:paraId="29567222" w14:textId="1CB8B96E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C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Hoher Bedienungskomfort</w:t>
      </w:r>
      <w:r w:rsidR="00ED4CDA" w:rsidRPr="008B5ECC">
        <w:rPr>
          <w:lang w:val="de-DE"/>
        </w:rPr>
        <w:t>,</w:t>
      </w:r>
    </w:p>
    <w:p w14:paraId="7465597E" w14:textId="634E4DFD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D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Algorithmischen Komplexität</w:t>
      </w:r>
      <w:r w:rsidR="00ED4CDA" w:rsidRPr="008B5ECC">
        <w:rPr>
          <w:lang w:val="de-DE"/>
        </w:rPr>
        <w:t>,</w:t>
      </w:r>
    </w:p>
    <w:p w14:paraId="6F271A20" w14:textId="6175E6EE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E</w:t>
      </w:r>
      <w:r w:rsidRPr="008B5ECC">
        <w:rPr>
          <w:lang w:val="de-DE"/>
        </w:rPr>
        <w:t xml:space="preserve"> – </w:t>
      </w:r>
      <w:r w:rsidR="00942934">
        <w:rPr>
          <w:rStyle w:val="hps"/>
          <w:lang w:val="de-DE"/>
        </w:rPr>
        <w:t>R</w:t>
      </w:r>
      <w:r w:rsidR="00942934" w:rsidRPr="00942934">
        <w:rPr>
          <w:rStyle w:val="hps"/>
          <w:lang w:val="de-DE"/>
        </w:rPr>
        <w:t>elativ niedrigen Preis des sensorischen Teils</w:t>
      </w:r>
      <w:r w:rsidR="00ED4CDA" w:rsidRPr="008B5ECC">
        <w:rPr>
          <w:lang w:val="de-DE"/>
        </w:rPr>
        <w:t>,</w:t>
      </w:r>
    </w:p>
    <w:p w14:paraId="4A22386F" w14:textId="1F30AC91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F</w:t>
      </w:r>
      <w:r w:rsidRPr="008B5ECC">
        <w:rPr>
          <w:lang w:val="de-DE"/>
        </w:rPr>
        <w:t xml:space="preserve"> – </w:t>
      </w:r>
      <w:r w:rsidR="00942934" w:rsidRPr="00942934">
        <w:rPr>
          <w:lang w:val="de-DE"/>
        </w:rPr>
        <w:t>Hoher Preis für sensorischen Teil</w:t>
      </w:r>
      <w:r w:rsidR="00ED4CDA" w:rsidRPr="008B5ECC">
        <w:rPr>
          <w:lang w:val="de-DE"/>
        </w:rPr>
        <w:t>.</w:t>
      </w:r>
    </w:p>
    <w:p w14:paraId="1DDBC914" w14:textId="77777777" w:rsidR="00CD5138" w:rsidRPr="00495049" w:rsidRDefault="00CD5138" w:rsidP="00495049">
      <w:pPr>
        <w:pStyle w:val="eLineBottom"/>
      </w:pPr>
    </w:p>
    <w:p w14:paraId="13BDB413" w14:textId="77777777" w:rsidR="00ED4CDA" w:rsidRPr="008B5ECC" w:rsidRDefault="00ED4CDA" w:rsidP="00B8781C">
      <w:pPr>
        <w:rPr>
          <w:lang w:val="de-DE"/>
        </w:rPr>
      </w:pPr>
    </w:p>
    <w:p w14:paraId="6FB1EC08" w14:textId="52BAFB41" w:rsidR="00ED4CDA" w:rsidRPr="008B5ECC" w:rsidRDefault="00730126" w:rsidP="00FB072F">
      <w:pPr>
        <w:pStyle w:val="eTask"/>
        <w:rPr>
          <w:lang w:val="de-DE"/>
        </w:rPr>
      </w:pPr>
      <w:r w:rsidRPr="00730126">
        <w:rPr>
          <w:lang w:val="de-DE"/>
        </w:rPr>
        <w:t>Was gibt der Konvexitätsfehleralgorithmus als Ausgabe der statischen Gestenerkennung zurück</w:t>
      </w:r>
      <w:r>
        <w:rPr>
          <w:lang w:val="de-DE"/>
        </w:rPr>
        <w:t>?</w:t>
      </w:r>
    </w:p>
    <w:p w14:paraId="17B8D26A" w14:textId="77777777" w:rsidR="00C1774B" w:rsidRPr="008B5ECC" w:rsidRDefault="00C1774B" w:rsidP="00B8781C">
      <w:pPr>
        <w:rPr>
          <w:lang w:val="de-DE"/>
        </w:rPr>
      </w:pPr>
    </w:p>
    <w:p w14:paraId="286CE861" w14:textId="07CF4AF0" w:rsidR="00B8781C" w:rsidRPr="008B5ECC" w:rsidRDefault="00B8781C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483632">
        <w:rPr>
          <w:lang w:val="de-DE"/>
        </w:rPr>
        <w:t>d</w:t>
      </w:r>
      <w:r w:rsidR="00483632" w:rsidRPr="00483632">
        <w:rPr>
          <w:lang w:val="de-DE"/>
        </w:rPr>
        <w:t>ie Koordinaten des Hand- und Bildhintergrundes</w:t>
      </w:r>
      <w:r w:rsidRPr="008B5ECC">
        <w:rPr>
          <w:rStyle w:val="eCheckBoxTextChar"/>
          <w:lang w:val="de-DE"/>
        </w:rPr>
        <w:t>,</w:t>
      </w:r>
    </w:p>
    <w:p w14:paraId="751B89BB" w14:textId="26546E47" w:rsidR="00B8781C" w:rsidRPr="008B5ECC" w:rsidRDefault="00B8781C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483632">
        <w:rPr>
          <w:lang w:val="de-DE"/>
        </w:rPr>
        <w:t>d</w:t>
      </w:r>
      <w:r w:rsidR="00483632" w:rsidRPr="00483632">
        <w:rPr>
          <w:lang w:val="de-DE"/>
        </w:rPr>
        <w:t>ie Koordinaten der Handkontur</w:t>
      </w:r>
      <w:r w:rsidRPr="008B5ECC">
        <w:rPr>
          <w:rStyle w:val="eCheckBoxTextChar"/>
          <w:lang w:val="de-DE"/>
        </w:rPr>
        <w:t>,</w:t>
      </w:r>
    </w:p>
    <w:p w14:paraId="3C7FC97D" w14:textId="3DEB2ED5" w:rsidR="00B8781C" w:rsidRPr="008B5ECC" w:rsidRDefault="001E6A4F" w:rsidP="00B8781C">
      <w:pPr>
        <w:ind w:left="357" w:hanging="357"/>
        <w:rPr>
          <w:lang w:val="de-DE"/>
        </w:rPr>
      </w:pPr>
      <w:r w:rsidRPr="008B5ECC">
        <w:rPr>
          <w:rStyle w:val="eCheckBoxSquareChar"/>
          <w:b/>
          <w:color w:val="FF0000"/>
          <w:lang w:val="de-DE"/>
        </w:rPr>
        <w:t>x</w:t>
      </w:r>
      <w:r w:rsidR="00B8781C" w:rsidRPr="008B5ECC">
        <w:rPr>
          <w:szCs w:val="40"/>
          <w:lang w:val="de-DE"/>
        </w:rPr>
        <w:tab/>
      </w:r>
      <w:r w:rsidR="00483632">
        <w:rPr>
          <w:b/>
          <w:color w:val="FF0000"/>
          <w:lang w:val="de-DE"/>
        </w:rPr>
        <w:t>d</w:t>
      </w:r>
      <w:r w:rsidR="00483632" w:rsidRPr="00483632">
        <w:rPr>
          <w:b/>
          <w:color w:val="FF0000"/>
          <w:lang w:val="de-DE"/>
        </w:rPr>
        <w:t>ie Koordinaten von drei Punkten, den Startpunkt, den tiefsten Punkt und den Endpunkt</w:t>
      </w:r>
      <w:r w:rsidR="00B8781C" w:rsidRPr="008B5ECC">
        <w:rPr>
          <w:b/>
          <w:iCs/>
          <w:color w:val="FF0000"/>
          <w:lang w:val="de-DE"/>
        </w:rPr>
        <w:t>,</w:t>
      </w:r>
    </w:p>
    <w:p w14:paraId="0D61924F" w14:textId="6FEE3AAC" w:rsidR="00B8781C" w:rsidRPr="008B5ECC" w:rsidRDefault="00B8781C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DC6D82">
        <w:rPr>
          <w:lang w:val="de-DE"/>
        </w:rPr>
        <w:t>d</w:t>
      </w:r>
      <w:r w:rsidR="00DC6D82" w:rsidRPr="00DC6D82">
        <w:rPr>
          <w:lang w:val="de-DE"/>
        </w:rPr>
        <w:t>ie Koordinaten von vier Punkten, den Startpunkt, den zentralen Punkt, den tiefsten Punkt und den Endpunkt</w:t>
      </w:r>
      <w:r w:rsidRPr="008B5ECC">
        <w:rPr>
          <w:rStyle w:val="hps"/>
          <w:lang w:val="de-DE"/>
        </w:rPr>
        <w:t>.</w:t>
      </w:r>
    </w:p>
    <w:p w14:paraId="7336A8A1" w14:textId="77777777" w:rsidR="00B8781C" w:rsidRPr="008B5ECC" w:rsidRDefault="00B8781C" w:rsidP="00B8781C">
      <w:pPr>
        <w:rPr>
          <w:lang w:val="de-DE"/>
        </w:rPr>
      </w:pPr>
    </w:p>
    <w:sectPr w:rsidR="00B8781C" w:rsidRPr="008B5EC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6C5E4" w14:textId="77777777" w:rsidR="00491932" w:rsidRDefault="00491932" w:rsidP="00861A1A">
      <w:r>
        <w:separator/>
      </w:r>
    </w:p>
  </w:endnote>
  <w:endnote w:type="continuationSeparator" w:id="0">
    <w:p w14:paraId="43DE0A0E" w14:textId="77777777" w:rsidR="00491932" w:rsidRDefault="0049193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0BBC4130" w14:textId="77777777" w:rsidTr="00CA51B5">
      <w:tc>
        <w:tcPr>
          <w:tcW w:w="2518" w:type="dxa"/>
        </w:tcPr>
        <w:p w14:paraId="1B8E4B58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60BA0AED" wp14:editId="5C42113E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1DECF1B" w14:textId="7C1BCD00" w:rsidR="00BF5E09" w:rsidRPr="00CA51B5" w:rsidRDefault="0049504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1532E48B" w14:textId="77777777" w:rsidTr="00CA51B5">
      <w:tc>
        <w:tcPr>
          <w:tcW w:w="8472" w:type="dxa"/>
          <w:gridSpan w:val="2"/>
        </w:tcPr>
        <w:p w14:paraId="501D8403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175E3C1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C765AD9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F8EAB" w14:textId="77777777" w:rsidR="00491932" w:rsidRDefault="00491932" w:rsidP="00861A1A">
      <w:r>
        <w:separator/>
      </w:r>
    </w:p>
  </w:footnote>
  <w:footnote w:type="continuationSeparator" w:id="0">
    <w:p w14:paraId="7A3A59F6" w14:textId="77777777" w:rsidR="00491932" w:rsidRDefault="0049193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F4F8A" w14:textId="671BB9F3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7728" behindDoc="0" locked="0" layoutInCell="1" allowOverlap="1" wp14:anchorId="6519DC6C" wp14:editId="2C29F57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95049">
      <w:rPr>
        <w:rFonts w:ascii="Calibri" w:hAnsi="Calibri"/>
        <w:b/>
        <w:bCs/>
        <w:smallCaps/>
        <w:noProof/>
        <w:lang w:val="de-DE"/>
      </w:rPr>
      <w:t>ARBEITSBLATT</w:t>
    </w:r>
  </w:p>
  <w:p w14:paraId="0BCB3009" w14:textId="44A42F4A" w:rsidR="00C148FD" w:rsidRPr="00495049" w:rsidRDefault="00495049" w:rsidP="00C16560">
    <w:pPr>
      <w:pStyle w:val="eText"/>
      <w:jc w:val="right"/>
      <w:rPr>
        <w:sz w:val="20"/>
        <w:szCs w:val="20"/>
        <w:lang w:val="de-DE"/>
      </w:rPr>
    </w:pPr>
    <w:r w:rsidRPr="00495049">
      <w:rPr>
        <w:rFonts w:ascii="Calibri" w:hAnsi="Calibri"/>
        <w:smallCaps/>
        <w:noProof/>
        <w:sz w:val="20"/>
        <w:szCs w:val="20"/>
        <w:lang w:val="de-DE" w:eastAsia="cs-CZ"/>
      </w:rPr>
      <w:t>MULTIMODALE SCHNITTSTELLEN FÜR INTERAKTIVE KOMMUNIKATION UND NAVIGATION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 w:numId="36">
    <w:abstractNumId w:val="6"/>
  </w:num>
  <w:num w:numId="3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24E4A"/>
    <w:rsid w:val="00030EDA"/>
    <w:rsid w:val="00045BEB"/>
    <w:rsid w:val="00063C22"/>
    <w:rsid w:val="000738F9"/>
    <w:rsid w:val="00073ADF"/>
    <w:rsid w:val="0007473C"/>
    <w:rsid w:val="000750C9"/>
    <w:rsid w:val="00087EAC"/>
    <w:rsid w:val="00094A16"/>
    <w:rsid w:val="000A233F"/>
    <w:rsid w:val="000A55B3"/>
    <w:rsid w:val="000A75C9"/>
    <w:rsid w:val="000C6B3A"/>
    <w:rsid w:val="00107088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3D18"/>
    <w:rsid w:val="001D00A1"/>
    <w:rsid w:val="001E0F8B"/>
    <w:rsid w:val="001E514B"/>
    <w:rsid w:val="001E6A4F"/>
    <w:rsid w:val="001F6290"/>
    <w:rsid w:val="00213F2C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19FC"/>
    <w:rsid w:val="002B24B8"/>
    <w:rsid w:val="002B41A8"/>
    <w:rsid w:val="002E1F57"/>
    <w:rsid w:val="002E301D"/>
    <w:rsid w:val="00304ADA"/>
    <w:rsid w:val="00306B9F"/>
    <w:rsid w:val="00307892"/>
    <w:rsid w:val="00315203"/>
    <w:rsid w:val="00322A12"/>
    <w:rsid w:val="00337851"/>
    <w:rsid w:val="00347B98"/>
    <w:rsid w:val="00347E4D"/>
    <w:rsid w:val="00351AF3"/>
    <w:rsid w:val="003719D6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83632"/>
    <w:rsid w:val="00491932"/>
    <w:rsid w:val="00492966"/>
    <w:rsid w:val="00495049"/>
    <w:rsid w:val="004A01E5"/>
    <w:rsid w:val="004A7B44"/>
    <w:rsid w:val="004B3116"/>
    <w:rsid w:val="004B6F8D"/>
    <w:rsid w:val="004C0E36"/>
    <w:rsid w:val="004C2D50"/>
    <w:rsid w:val="004E5E95"/>
    <w:rsid w:val="004E70EA"/>
    <w:rsid w:val="004F5AFF"/>
    <w:rsid w:val="00510AE3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468F4"/>
    <w:rsid w:val="0066326F"/>
    <w:rsid w:val="0068067D"/>
    <w:rsid w:val="0068131D"/>
    <w:rsid w:val="00690FB1"/>
    <w:rsid w:val="006931E5"/>
    <w:rsid w:val="006A24C7"/>
    <w:rsid w:val="006B0963"/>
    <w:rsid w:val="006B5D59"/>
    <w:rsid w:val="006D39B2"/>
    <w:rsid w:val="006D3F30"/>
    <w:rsid w:val="006D50FA"/>
    <w:rsid w:val="006D723B"/>
    <w:rsid w:val="006E6D59"/>
    <w:rsid w:val="006F0D5B"/>
    <w:rsid w:val="006F787A"/>
    <w:rsid w:val="00710301"/>
    <w:rsid w:val="00730126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A7B97"/>
    <w:rsid w:val="007C0FDD"/>
    <w:rsid w:val="007C308E"/>
    <w:rsid w:val="007C5B85"/>
    <w:rsid w:val="007C6A9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57D"/>
    <w:rsid w:val="00891FF5"/>
    <w:rsid w:val="00893E89"/>
    <w:rsid w:val="008A3619"/>
    <w:rsid w:val="008A695D"/>
    <w:rsid w:val="008A7C81"/>
    <w:rsid w:val="008B05F5"/>
    <w:rsid w:val="008B5ECC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42934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32EF7"/>
    <w:rsid w:val="00A41E41"/>
    <w:rsid w:val="00A50FFF"/>
    <w:rsid w:val="00A527AF"/>
    <w:rsid w:val="00A54992"/>
    <w:rsid w:val="00A633E1"/>
    <w:rsid w:val="00A65E53"/>
    <w:rsid w:val="00A74EFB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61A48"/>
    <w:rsid w:val="00C7264E"/>
    <w:rsid w:val="00C767C9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36F0C"/>
    <w:rsid w:val="00D573B0"/>
    <w:rsid w:val="00D6535B"/>
    <w:rsid w:val="00D71B81"/>
    <w:rsid w:val="00D773FA"/>
    <w:rsid w:val="00D87D8E"/>
    <w:rsid w:val="00D9194C"/>
    <w:rsid w:val="00DA18A6"/>
    <w:rsid w:val="00DA1F5C"/>
    <w:rsid w:val="00DA24E3"/>
    <w:rsid w:val="00DB2F24"/>
    <w:rsid w:val="00DB674B"/>
    <w:rsid w:val="00DC15BD"/>
    <w:rsid w:val="00DC1DC7"/>
    <w:rsid w:val="00DC6D82"/>
    <w:rsid w:val="00DD085D"/>
    <w:rsid w:val="00DD34CF"/>
    <w:rsid w:val="00DD6149"/>
    <w:rsid w:val="00DE3767"/>
    <w:rsid w:val="00E0343F"/>
    <w:rsid w:val="00E05CCD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3B30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59E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343D0E"/>
  <w15:docId w15:val="{98FEB525-F0F8-4EDF-A560-E27F20D9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y"/>
    <w:next w:val="Normlny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y"/>
    <w:next w:val="Normlny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y"/>
    <w:next w:val="Normlny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y"/>
    <w:next w:val="Normlny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y"/>
    <w:next w:val="Normlny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y"/>
    <w:qFormat/>
    <w:rsid w:val="00FB072F"/>
    <w:pPr>
      <w:numPr>
        <w:numId w:val="1"/>
      </w:numPr>
      <w:tabs>
        <w:tab w:val="left" w:pos="426"/>
      </w:tabs>
      <w:contextualSpacing/>
    </w:pPr>
    <w:rPr>
      <w:b/>
      <w:lang w:val="en-US"/>
    </w:rPr>
  </w:style>
  <w:style w:type="character" w:styleId="Zstupntext">
    <w:name w:val="Placeholder Text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character" w:customStyle="1" w:styleId="eTerm">
    <w:name w:val="eTerm"/>
    <w:basedOn w:val="Predvolenpsmoodseku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Zoznamsodrkami"/>
    <w:rsid w:val="001E0F8B"/>
    <w:pPr>
      <w:spacing w:after="240"/>
    </w:pPr>
    <w:rPr>
      <w:lang w:eastAsia="en-US"/>
    </w:rPr>
  </w:style>
  <w:style w:type="paragraph" w:styleId="Zoznamsodrkami">
    <w:name w:val="List Bullet"/>
    <w:basedOn w:val="Normlny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Predvolenpsmoodseku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Predvolenpsmoodseku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Predvolenpsmoodseku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Predvolenpsmoodseku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Predvolenpsmoodseku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Predvolenpsmoodseku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y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Predvolenpsmoodseku"/>
    <w:link w:val="eText"/>
    <w:rsid w:val="00734028"/>
    <w:rPr>
      <w:sz w:val="24"/>
      <w:szCs w:val="24"/>
      <w:lang w:val="cs-CZ" w:eastAsia="en-US"/>
    </w:rPr>
  </w:style>
  <w:style w:type="paragraph" w:styleId="Odsekzoznamu">
    <w:name w:val="List Paragraph"/>
    <w:basedOn w:val="Normlny"/>
    <w:uiPriority w:val="34"/>
    <w:qFormat/>
    <w:rsid w:val="002E1F57"/>
    <w:pPr>
      <w:ind w:left="720"/>
      <w:contextualSpacing/>
    </w:pPr>
  </w:style>
  <w:style w:type="paragraph" w:styleId="Popis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Predvolenpsmoodseku"/>
    <w:rsid w:val="00F64BA3"/>
  </w:style>
  <w:style w:type="character" w:customStyle="1" w:styleId="shorttext">
    <w:name w:val="short_text"/>
    <w:basedOn w:val="Predvolenpsmoodseku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G:\Projekty\TechPedia\Pracovné listy\TechPedia_Pravovný list ILA.dot</Template>
  <TotalTime>19</TotalTime>
  <Pages>3</Pages>
  <Words>369</Words>
  <Characters>2108</Characters>
  <Application>Microsoft Macintosh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RVA</cp:lastModifiedBy>
  <cp:revision>10</cp:revision>
  <cp:lastPrinted>2013-05-24T15:00:00Z</cp:lastPrinted>
  <dcterms:created xsi:type="dcterms:W3CDTF">2016-12-10T09:37:00Z</dcterms:created>
  <dcterms:modified xsi:type="dcterms:W3CDTF">2017-03-31T07:23:00Z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