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F5326" w14:textId="26684E61" w:rsidR="005D4503" w:rsidRPr="006B7FE5" w:rsidRDefault="005D4503" w:rsidP="005D4503">
      <w:pPr>
        <w:pStyle w:val="eTask"/>
        <w:ind w:left="284" w:hanging="284"/>
        <w:rPr>
          <w:lang w:val="de-DE"/>
        </w:rPr>
      </w:pPr>
      <w:r w:rsidRPr="006B7FE5">
        <w:rPr>
          <w:rStyle w:val="hps"/>
          <w:bCs/>
          <w:lang w:val="de-DE"/>
        </w:rPr>
        <w:t>Ordnen Sie den vier IPv6-Schichten in der linken Spalte ihre</w:t>
      </w:r>
      <w:r w:rsidR="003E3E79">
        <w:rPr>
          <w:rStyle w:val="hps"/>
          <w:bCs/>
          <w:lang w:val="de-DE"/>
        </w:rPr>
        <w:t>r</w:t>
      </w:r>
      <w:r w:rsidRPr="006B7FE5">
        <w:rPr>
          <w:rStyle w:val="hps"/>
          <w:bCs/>
          <w:lang w:val="de-DE"/>
        </w:rPr>
        <w:t xml:space="preserve"> entsprechende</w:t>
      </w:r>
      <w:r w:rsidR="003E3E79">
        <w:rPr>
          <w:rStyle w:val="hps"/>
          <w:bCs/>
          <w:lang w:val="de-DE"/>
        </w:rPr>
        <w:t>n</w:t>
      </w:r>
      <w:r w:rsidRPr="006B7FE5">
        <w:rPr>
          <w:rStyle w:val="hps"/>
          <w:bCs/>
          <w:lang w:val="de-DE"/>
        </w:rPr>
        <w:t xml:space="preserve"> Beschreibung in der rechten Spalte zu.</w:t>
      </w:r>
    </w:p>
    <w:p w14:paraId="45F5CFCA" w14:textId="5EED8959" w:rsidR="00F12783" w:rsidRPr="006B7FE5" w:rsidRDefault="0080654C" w:rsidP="006728BF">
      <w:pPr>
        <w:rPr>
          <w:lang w:val="de-DE"/>
        </w:rPr>
      </w:pPr>
      <w:r w:rsidRPr="006B7FE5">
        <w:rPr>
          <w:b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C81AE90" wp14:editId="5709C0BB">
                <wp:simplePos x="0" y="0"/>
                <wp:positionH relativeFrom="column">
                  <wp:posOffset>2248847</wp:posOffset>
                </wp:positionH>
                <wp:positionV relativeFrom="paragraph">
                  <wp:posOffset>888520</wp:posOffset>
                </wp:positionV>
                <wp:extent cx="733209" cy="560693"/>
                <wp:effectExtent l="0" t="0" r="29210" b="30480"/>
                <wp:wrapNone/>
                <wp:docPr id="8" name="8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3209" cy="560693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AD691F" id="8 Conector recto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05pt,69.95pt" to="234.8pt,1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" strokecolor="red" strokeweight="1.5pt">
                <o:lock v:ext="edit" shapetype="f"/>
              </v:line>
            </w:pict>
          </mc:Fallback>
        </mc:AlternateContent>
      </w:r>
      <w:r w:rsidRPr="006B7FE5">
        <w:rPr>
          <w:b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C60562C" wp14:editId="5B09B7DE">
                <wp:simplePos x="0" y="0"/>
                <wp:positionH relativeFrom="column">
                  <wp:posOffset>2248846</wp:posOffset>
                </wp:positionH>
                <wp:positionV relativeFrom="paragraph">
                  <wp:posOffset>327804</wp:posOffset>
                </wp:positionV>
                <wp:extent cx="733317" cy="1621155"/>
                <wp:effectExtent l="0" t="0" r="29210" b="36195"/>
                <wp:wrapNone/>
                <wp:docPr id="5" name="3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3317" cy="162115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F56F83" id="3 Conector recto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05pt,25.8pt" to="234.8pt,1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" strokecolor="red" strokeweight="1.5pt">
                <o:lock v:ext="edit" shapetype="f"/>
              </v:line>
            </w:pict>
          </mc:Fallback>
        </mc:AlternateContent>
      </w:r>
      <w:r w:rsidRPr="006B7FE5">
        <w:rPr>
          <w:b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5DC1C8F" wp14:editId="31D5B206">
                <wp:simplePos x="0" y="0"/>
                <wp:positionH relativeFrom="column">
                  <wp:posOffset>2214341</wp:posOffset>
                </wp:positionH>
                <wp:positionV relativeFrom="paragraph">
                  <wp:posOffset>327804</wp:posOffset>
                </wp:positionV>
                <wp:extent cx="827992" cy="1621766"/>
                <wp:effectExtent l="0" t="0" r="29845" b="17145"/>
                <wp:wrapNone/>
                <wp:docPr id="9" name="9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27992" cy="1621766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F6BEE1" id="9 Conector recto" o:spid="_x0000_s1026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35pt,25.8pt" to="239.55pt,1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" strokecolor="red" strokeweight="1.5pt">
                <o:lock v:ext="edit" shapetype="f"/>
              </v:line>
            </w:pict>
          </mc:Fallback>
        </mc:AlternateContent>
      </w:r>
      <w:r w:rsidRPr="006B7FE5">
        <w:rPr>
          <w:b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EBD5A7D" wp14:editId="747899E4">
                <wp:simplePos x="0" y="0"/>
                <wp:positionH relativeFrom="column">
                  <wp:posOffset>2231595</wp:posOffset>
                </wp:positionH>
                <wp:positionV relativeFrom="paragraph">
                  <wp:posOffset>888520</wp:posOffset>
                </wp:positionV>
                <wp:extent cx="750678" cy="560693"/>
                <wp:effectExtent l="0" t="0" r="30480" b="30480"/>
                <wp:wrapNone/>
                <wp:docPr id="6" name="6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50678" cy="560693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4E6434" id="6 Conector recto" o:spid="_x0000_s1026" style="position:absolute;flip:y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7pt,69.95pt" to="234.8pt,1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" strokecolor="red" strokeweight="1.5pt">
                <o:lock v:ext="edit" shapetype="f"/>
              </v:line>
            </w:pict>
          </mc:Fallback>
        </mc:AlternateConten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69"/>
        <w:gridCol w:w="1240"/>
        <w:gridCol w:w="4419"/>
      </w:tblGrid>
      <w:tr w:rsidR="00A25C4B" w:rsidRPr="006B7FE5" w14:paraId="4A52E3F2" w14:textId="77777777" w:rsidTr="007C1744">
        <w:tc>
          <w:tcPr>
            <w:tcW w:w="1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31634F" w14:textId="442B35C8" w:rsidR="00A25C4B" w:rsidRPr="006B7FE5" w:rsidRDefault="00457F28" w:rsidP="007C174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6B7FE5">
              <w:rPr>
                <w:b w:val="0"/>
                <w:lang w:val="de-DE"/>
              </w:rPr>
              <w:t>Sensorik-Schicht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B88E5" w14:textId="12FAA2B9" w:rsidR="00A25C4B" w:rsidRPr="006B7FE5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7F7FB4" w14:textId="77777777" w:rsidR="00A25C4B" w:rsidRPr="006B7FE5" w:rsidRDefault="009124CB" w:rsidP="009124CB">
            <w:pPr>
              <w:rPr>
                <w:lang w:val="de-DE"/>
              </w:rPr>
            </w:pPr>
            <w:r w:rsidRPr="006B7FE5">
              <w:rPr>
                <w:lang w:val="de-DE"/>
              </w:rPr>
              <w:t>Transparente Datenübertragung mittels Kommunikationsnetzen.</w:t>
            </w:r>
          </w:p>
        </w:tc>
      </w:tr>
      <w:tr w:rsidR="00A25C4B" w:rsidRPr="006B7FE5" w14:paraId="4AB3CBD5" w14:textId="77777777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FFA6A9" w14:textId="77777777" w:rsidR="00A25C4B" w:rsidRPr="006B7FE5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2A982E1" w14:textId="77777777" w:rsidR="00A25C4B" w:rsidRPr="006B7FE5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0EB147" w14:textId="77777777" w:rsidR="00A25C4B" w:rsidRPr="006B7FE5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A25C4B" w:rsidRPr="006B7FE5" w14:paraId="32F440CE" w14:textId="77777777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7874" w14:textId="77777777" w:rsidR="00A25C4B" w:rsidRPr="006B7FE5" w:rsidRDefault="005D4503" w:rsidP="009124CB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6B7FE5">
              <w:rPr>
                <w:b w:val="0"/>
                <w:lang w:val="de-DE"/>
              </w:rPr>
              <w:t>Informationsintegrationsschicht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CDE51" w14:textId="77777777" w:rsidR="00A25C4B" w:rsidRPr="006B7FE5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49C416" w14:textId="56D6CDDC" w:rsidR="00A25C4B" w:rsidRPr="006B7FE5" w:rsidRDefault="005D4503" w:rsidP="003E3E79">
            <w:pPr>
              <w:rPr>
                <w:lang w:val="de-DE"/>
              </w:rPr>
            </w:pPr>
            <w:r w:rsidRPr="006B7FE5">
              <w:rPr>
                <w:lang w:val="de-DE"/>
              </w:rPr>
              <w:t xml:space="preserve">Bereitstellung von Inhaltsdiensten </w:t>
            </w:r>
            <w:r w:rsidR="003E3E79">
              <w:rPr>
                <w:lang w:val="de-DE"/>
              </w:rPr>
              <w:t>für</w:t>
            </w:r>
            <w:r w:rsidR="003E3E79" w:rsidRPr="006B7FE5">
              <w:rPr>
                <w:lang w:val="de-DE"/>
              </w:rPr>
              <w:t xml:space="preserve"> </w:t>
            </w:r>
            <w:r w:rsidR="004017B2" w:rsidRPr="006B7FE5">
              <w:rPr>
                <w:lang w:val="de-DE"/>
              </w:rPr>
              <w:t>B</w:t>
            </w:r>
            <w:r w:rsidRPr="006B7FE5">
              <w:rPr>
                <w:lang w:val="de-DE"/>
              </w:rPr>
              <w:t>enutzern</w:t>
            </w:r>
          </w:p>
        </w:tc>
      </w:tr>
      <w:tr w:rsidR="00A25C4B" w:rsidRPr="006B7FE5" w14:paraId="013D5B5A" w14:textId="77777777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66FD3E" w14:textId="77777777" w:rsidR="00A25C4B" w:rsidRPr="006B7FE5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D0E2EA2" w14:textId="77777777" w:rsidR="00A25C4B" w:rsidRPr="006B7FE5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1FC109" w14:textId="77777777" w:rsidR="00A25C4B" w:rsidRPr="006B7FE5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5D4503" w:rsidRPr="006B7FE5" w14:paraId="6761B742" w14:textId="77777777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4085" w14:textId="77777777" w:rsidR="005D4503" w:rsidRPr="006B7FE5" w:rsidRDefault="005D4503" w:rsidP="005D450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6B7FE5">
              <w:rPr>
                <w:b w:val="0"/>
                <w:lang w:val="de-DE"/>
              </w:rPr>
              <w:t>Anwendungsdienstschicht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60A55" w14:textId="77777777" w:rsidR="005D4503" w:rsidRPr="006B7FE5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071FF3" w14:textId="77777777" w:rsidR="005D4503" w:rsidRPr="006B7FE5" w:rsidRDefault="009124CB" w:rsidP="009124CB">
            <w:pPr>
              <w:rPr>
                <w:lang w:val="de-DE"/>
              </w:rPr>
            </w:pPr>
            <w:r w:rsidRPr="006B7FE5">
              <w:rPr>
                <w:lang w:val="de-DE"/>
              </w:rPr>
              <w:t>Verarbeitung der Informationen in nutzbare Kenntnisse für Dienste und Endbenutzer.</w:t>
            </w:r>
          </w:p>
        </w:tc>
      </w:tr>
      <w:tr w:rsidR="005D4503" w:rsidRPr="006B7FE5" w14:paraId="674B9E18" w14:textId="77777777" w:rsidTr="005D4503"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C0440E" w14:textId="77777777" w:rsidR="005D4503" w:rsidRPr="006B7FE5" w:rsidRDefault="005D4503" w:rsidP="005D450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CFFA833" w14:textId="77777777" w:rsidR="005D4503" w:rsidRPr="006B7FE5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E48192" w14:textId="77777777" w:rsidR="005D4503" w:rsidRPr="006B7FE5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5D4503" w:rsidRPr="006B7FE5" w14:paraId="09ECA805" w14:textId="77777777" w:rsidTr="005D4503">
        <w:tc>
          <w:tcPr>
            <w:tcW w:w="1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FCF9AD" w14:textId="77777777" w:rsidR="005D4503" w:rsidRPr="006B7FE5" w:rsidRDefault="005D4503" w:rsidP="009124CB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6B7FE5">
              <w:rPr>
                <w:b w:val="0"/>
                <w:lang w:val="de-DE"/>
              </w:rPr>
              <w:t>Datenaustauschschicht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33E76" w14:textId="77777777" w:rsidR="005D4503" w:rsidRPr="006B7FE5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7FFBD3" w14:textId="77777777" w:rsidR="005D4503" w:rsidRPr="006B7FE5" w:rsidRDefault="009124CB" w:rsidP="009124CB">
            <w:pPr>
              <w:rPr>
                <w:lang w:val="de-DE"/>
              </w:rPr>
            </w:pPr>
            <w:r w:rsidRPr="006B7FE5">
              <w:rPr>
                <w:lang w:val="de-DE"/>
              </w:rPr>
              <w:t>Aufnehmen und Erfassen von Daten aus physischen Objekten.</w:t>
            </w:r>
          </w:p>
        </w:tc>
      </w:tr>
    </w:tbl>
    <w:p w14:paraId="56F67D8A" w14:textId="77777777" w:rsidR="00F12783" w:rsidRPr="006B7FE5" w:rsidRDefault="00F12783" w:rsidP="006728BF">
      <w:pPr>
        <w:rPr>
          <w:lang w:val="de-DE"/>
        </w:rPr>
      </w:pPr>
    </w:p>
    <w:p w14:paraId="493AFA0A" w14:textId="77777777" w:rsidR="00F12783" w:rsidRPr="006B7FE5" w:rsidRDefault="00F12783" w:rsidP="00F12783">
      <w:pPr>
        <w:pStyle w:val="eLineBottom"/>
        <w:rPr>
          <w:lang w:val="de-DE"/>
        </w:rPr>
      </w:pPr>
    </w:p>
    <w:p w14:paraId="7697227A" w14:textId="77777777" w:rsidR="00F12783" w:rsidRPr="006B7FE5" w:rsidRDefault="00F12783" w:rsidP="006728BF">
      <w:pPr>
        <w:rPr>
          <w:lang w:val="de-DE"/>
        </w:rPr>
      </w:pPr>
    </w:p>
    <w:p w14:paraId="1F12A226" w14:textId="77777777" w:rsidR="005D4503" w:rsidRPr="006B7FE5" w:rsidRDefault="005D4503" w:rsidP="005D4503">
      <w:pPr>
        <w:pStyle w:val="eTask"/>
        <w:rPr>
          <w:lang w:val="de-DE"/>
        </w:rPr>
      </w:pPr>
      <w:r w:rsidRPr="006B7FE5">
        <w:rPr>
          <w:bCs/>
          <w:lang w:val="de-DE"/>
        </w:rPr>
        <w:t>Wählen Sie jeweils eine Variante des folgenden Textes, so dass die Aussage richtig ist.</w:t>
      </w:r>
    </w:p>
    <w:p w14:paraId="28E36126" w14:textId="77777777" w:rsidR="00CE070B" w:rsidRPr="006B7FE5" w:rsidRDefault="00CE070B" w:rsidP="006728BF">
      <w:pPr>
        <w:rPr>
          <w:lang w:val="de-DE"/>
        </w:rPr>
      </w:pPr>
    </w:p>
    <w:p w14:paraId="3612C460" w14:textId="77777777" w:rsidR="004F01D5" w:rsidRPr="006B7FE5" w:rsidRDefault="005D4503" w:rsidP="007C1744">
      <w:pPr>
        <w:spacing w:line="360" w:lineRule="auto"/>
        <w:rPr>
          <w:lang w:val="de-DE"/>
        </w:rPr>
      </w:pPr>
      <w:r w:rsidRPr="006B7FE5">
        <w:rPr>
          <w:lang w:val="de-DE"/>
        </w:rPr>
        <w:t xml:space="preserve">Das Cloud Computing ist eine der Plattformen, </w:t>
      </w:r>
    </w:p>
    <w:p w14:paraId="09045AFD" w14:textId="77777777" w:rsidR="005D4503" w:rsidRPr="006B7FE5" w:rsidRDefault="005D4503" w:rsidP="007C1744">
      <w:pPr>
        <w:spacing w:line="360" w:lineRule="auto"/>
        <w:rPr>
          <w:lang w:val="de-DE"/>
        </w:rPr>
      </w:pPr>
      <w:r w:rsidRPr="006B7FE5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Style w:val="shorttext"/>
                      <w:strike/>
                      <w:lang w:val="de-DE"/>
                    </w:rPr>
                    <m:t>für die Einführung einer gemeinsamen Gruppe von Standards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 xml:space="preserve">für die Unterstützung des IoT </m:t>
                  </m:r>
                </m:e>
              </m:mr>
            </m:m>
          </m:e>
        </m:d>
      </m:oMath>
      <w:r w:rsidRPr="006B7FE5">
        <w:rPr>
          <w:lang w:val="de-DE"/>
        </w:rPr>
        <w:t xml:space="preserve"> kritisch sind.</w:t>
      </w:r>
    </w:p>
    <w:p w14:paraId="072353A9" w14:textId="77777777" w:rsidR="00180ECB" w:rsidRPr="006B7FE5" w:rsidRDefault="00180ECB" w:rsidP="006728BF">
      <w:pPr>
        <w:rPr>
          <w:lang w:val="de-DE"/>
        </w:rPr>
      </w:pPr>
    </w:p>
    <w:p w14:paraId="714D3343" w14:textId="77777777" w:rsidR="00CA6BDC" w:rsidRPr="006B7FE5" w:rsidRDefault="00CA6BDC" w:rsidP="006728BF">
      <w:pPr>
        <w:rPr>
          <w:lang w:val="de-DE"/>
        </w:rPr>
      </w:pPr>
    </w:p>
    <w:p w14:paraId="39B48C5F" w14:textId="77777777" w:rsidR="005D4503" w:rsidRPr="006B7FE5" w:rsidRDefault="005D4503" w:rsidP="005D4503">
      <w:pPr>
        <w:rPr>
          <w:lang w:val="de-DE"/>
        </w:rPr>
      </w:pPr>
      <w:r w:rsidRPr="006B7FE5">
        <w:rPr>
          <w:rStyle w:val="hps"/>
          <w:lang w:val="de-DE"/>
        </w:rPr>
        <w:t>IPSec</w:t>
      </w:r>
      <w:r w:rsidRPr="006B7FE5">
        <w:rPr>
          <w:rStyle w:val="shorttext"/>
          <w:lang w:val="de-DE"/>
        </w:rPr>
        <w:t xml:space="preserve"> </w:t>
      </w:r>
      <w:r w:rsidRPr="006B7FE5">
        <w:rPr>
          <w:rStyle w:val="hps"/>
          <w:lang w:val="de-DE"/>
        </w:rPr>
        <w:t>(</w:t>
      </w:r>
      <w:r w:rsidRPr="006B7FE5">
        <w:rPr>
          <w:rStyle w:val="shorttext"/>
          <w:lang w:val="de-DE"/>
        </w:rPr>
        <w:t xml:space="preserve">IP-Sicherheit) </w:t>
      </w:r>
      <w:r w:rsidRPr="006B7FE5">
        <w:rPr>
          <w:rStyle w:val="hps"/>
          <w:lang w:val="de-DE"/>
        </w:rPr>
        <w:t xml:space="preserve">bedeutet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die Lösung der Sicherheitsprobleme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einen Wi-Fi-Zugriff</m:t>
                  </m:r>
                </m:e>
              </m:mr>
            </m:m>
          </m:e>
        </m:d>
      </m:oMath>
      <w:r w:rsidRPr="006B7FE5">
        <w:rPr>
          <w:lang w:val="de-DE"/>
        </w:rPr>
        <w:t>.</w:t>
      </w:r>
    </w:p>
    <w:p w14:paraId="5E79FC3D" w14:textId="77777777" w:rsidR="00180ECB" w:rsidRPr="006B7FE5" w:rsidRDefault="00180ECB" w:rsidP="00180ECB">
      <w:pPr>
        <w:pStyle w:val="eLineBottom"/>
        <w:rPr>
          <w:lang w:val="de-DE"/>
        </w:rPr>
      </w:pPr>
    </w:p>
    <w:p w14:paraId="08CEA74D" w14:textId="77777777" w:rsidR="00180ECB" w:rsidRPr="006B7FE5" w:rsidRDefault="00180ECB" w:rsidP="00180ECB">
      <w:pPr>
        <w:rPr>
          <w:lang w:val="de-DE"/>
        </w:rPr>
      </w:pPr>
    </w:p>
    <w:p w14:paraId="7AF4E11A" w14:textId="1C497CA9" w:rsidR="005D4503" w:rsidRPr="006B7FE5" w:rsidRDefault="009124CB" w:rsidP="005D4503">
      <w:pPr>
        <w:pStyle w:val="eTask"/>
        <w:rPr>
          <w:lang w:val="de-DE"/>
        </w:rPr>
      </w:pPr>
      <w:r w:rsidRPr="006B7FE5">
        <w:rPr>
          <w:rStyle w:val="hps"/>
          <w:bCs/>
          <w:lang w:val="de-DE"/>
        </w:rPr>
        <w:t>Ordnen Sie den Bereichen in der linken Spalte ihre entsprechende IoT-Anwendung in der rechten Spalte zu.</w:t>
      </w:r>
    </w:p>
    <w:p w14:paraId="1F6CA220" w14:textId="0F5ED6DA" w:rsidR="00210701" w:rsidRPr="006B7FE5" w:rsidRDefault="00210701" w:rsidP="005D4503">
      <w:pPr>
        <w:pStyle w:val="eTask"/>
        <w:numPr>
          <w:ilvl w:val="0"/>
          <w:numId w:val="0"/>
        </w:numPr>
        <w:ind w:left="360"/>
        <w:rPr>
          <w:lang w:val="de-DE"/>
        </w:rPr>
      </w:pPr>
    </w:p>
    <w:p w14:paraId="25946CE2" w14:textId="4A401412" w:rsidR="00A41A9A" w:rsidRPr="006B7FE5" w:rsidRDefault="0080654C" w:rsidP="00A41A9A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  <w:r w:rsidRPr="006B7FE5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27871A1" wp14:editId="7A02FE89">
                <wp:simplePos x="0" y="0"/>
                <wp:positionH relativeFrom="column">
                  <wp:posOffset>1179171</wp:posOffset>
                </wp:positionH>
                <wp:positionV relativeFrom="paragraph">
                  <wp:posOffset>769871</wp:posOffset>
                </wp:positionV>
                <wp:extent cx="1052423" cy="492125"/>
                <wp:effectExtent l="0" t="0" r="33655" b="22225"/>
                <wp:wrapNone/>
                <wp:docPr id="10" name="10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052423" cy="4921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406706" id="10 Conector recto" o:spid="_x0000_s1026" style="position:absolute;flip:y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85pt,60.6pt" to="175.7pt,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" strokecolor="red" strokeweight="1.5pt">
                <o:lock v:ext="edit" shapetype="f"/>
              </v:line>
            </w:pict>
          </mc:Fallback>
        </mc:AlternateContent>
      </w:r>
      <w:r w:rsidRPr="006B7FE5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C51F957" wp14:editId="3FBB1C30">
                <wp:simplePos x="0" y="0"/>
                <wp:positionH relativeFrom="column">
                  <wp:posOffset>1179170</wp:posOffset>
                </wp:positionH>
                <wp:positionV relativeFrom="paragraph">
                  <wp:posOffset>278166</wp:posOffset>
                </wp:positionV>
                <wp:extent cx="1052423" cy="1480293"/>
                <wp:effectExtent l="0" t="0" r="33655" b="24765"/>
                <wp:wrapNone/>
                <wp:docPr id="4" name="10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052423" cy="1480293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023F4E" id="10 Conector recto" o:spid="_x0000_s1026" style="position:absolute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85pt,21.9pt" to="175.7pt,1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" strokecolor="red" strokeweight="1.5pt">
                <o:lock v:ext="edit" shapetype="f"/>
              </v:line>
            </w:pict>
          </mc:Fallback>
        </mc:AlternateContent>
      </w:r>
      <w:r w:rsidRPr="006B7FE5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18E946E" wp14:editId="5D3D4E2D">
                <wp:simplePos x="0" y="0"/>
                <wp:positionH relativeFrom="column">
                  <wp:posOffset>1179171</wp:posOffset>
                </wp:positionH>
                <wp:positionV relativeFrom="paragraph">
                  <wp:posOffset>769872</wp:posOffset>
                </wp:positionV>
                <wp:extent cx="1052614" cy="979170"/>
                <wp:effectExtent l="0" t="0" r="33655" b="30480"/>
                <wp:wrapNone/>
                <wp:docPr id="13" name="13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2614" cy="97917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D9D476" id="13 Conector recto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85pt,60.6pt" to="175.75pt,1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" strokecolor="red" strokeweight="1.5pt">
                <o:lock v:ext="edit" shapetype="f"/>
              </v:line>
            </w:pict>
          </mc:Fallback>
        </mc:AlternateContent>
      </w:r>
      <w:r w:rsidRPr="006B7FE5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044343E" wp14:editId="18C827AC">
                <wp:simplePos x="0" y="0"/>
                <wp:positionH relativeFrom="column">
                  <wp:posOffset>1179171</wp:posOffset>
                </wp:positionH>
                <wp:positionV relativeFrom="paragraph">
                  <wp:posOffset>278166</wp:posOffset>
                </wp:positionV>
                <wp:extent cx="1070287" cy="993775"/>
                <wp:effectExtent l="0" t="0" r="34925" b="34925"/>
                <wp:wrapNone/>
                <wp:docPr id="14" name="14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70287" cy="9937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92C91F" id="14 Conector recto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85pt,21.9pt" to="177.1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" strokecolor="red" strokeweight="1.5pt">
                <o:lock v:ext="edit" shapetype="f"/>
              </v:line>
            </w:pict>
          </mc:Fallback>
        </mc:AlternateConten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591"/>
        <w:gridCol w:w="1701"/>
        <w:gridCol w:w="5636"/>
      </w:tblGrid>
      <w:tr w:rsidR="00614201" w:rsidRPr="006B7FE5" w14:paraId="74689C56" w14:textId="77777777" w:rsidTr="007F60D6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21E9FA" w14:textId="06AFCAE7" w:rsidR="00614201" w:rsidRPr="006B7FE5" w:rsidRDefault="00457F28" w:rsidP="009124C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6B7FE5">
              <w:rPr>
                <w:b w:val="0"/>
                <w:lang w:val="de-DE"/>
              </w:rPr>
              <w:t>Autoindustrie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E76D" w14:textId="77777777" w:rsidR="00614201" w:rsidRPr="006B7FE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</w:tcBorders>
          </w:tcPr>
          <w:p w14:paraId="06CFFEA4" w14:textId="77777777" w:rsidR="00614201" w:rsidRPr="006B7FE5" w:rsidRDefault="005D4503" w:rsidP="009124CB">
            <w:pPr>
              <w:spacing w:before="60" w:after="60"/>
              <w:rPr>
                <w:lang w:val="de-DE"/>
              </w:rPr>
            </w:pPr>
            <w:r w:rsidRPr="006B7FE5">
              <w:rPr>
                <w:lang w:val="de-DE"/>
              </w:rPr>
              <w:t>Integration der Sicherheitsdienste</w:t>
            </w:r>
          </w:p>
        </w:tc>
      </w:tr>
      <w:tr w:rsidR="00614201" w:rsidRPr="006B7FE5" w14:paraId="57EB6C0E" w14:textId="77777777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42895F" w14:textId="77777777" w:rsidR="00614201" w:rsidRPr="006B7FE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F9D04B6" w14:textId="77777777" w:rsidR="00614201" w:rsidRPr="006B7FE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CA960E" w14:textId="77777777" w:rsidR="00614201" w:rsidRPr="006B7FE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</w:tr>
      <w:tr w:rsidR="00614201" w:rsidRPr="006B7FE5" w14:paraId="3F442C34" w14:textId="77777777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2E2C" w14:textId="77777777" w:rsidR="00614201" w:rsidRPr="006B7FE5" w:rsidRDefault="009124CB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6B7FE5">
              <w:rPr>
                <w:b w:val="0"/>
                <w:lang w:val="de-DE"/>
              </w:rPr>
              <w:t>Ausbildung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14D11" w14:textId="77777777" w:rsidR="00614201" w:rsidRPr="006B7FE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F63B0C" w14:textId="77777777" w:rsidR="00614201" w:rsidRPr="006B7FE5" w:rsidRDefault="009124CB" w:rsidP="009124CB">
            <w:pPr>
              <w:spacing w:before="60" w:after="60"/>
              <w:rPr>
                <w:lang w:val="de-DE"/>
              </w:rPr>
            </w:pPr>
            <w:r w:rsidRPr="006B7FE5">
              <w:rPr>
                <w:color w:val="000000"/>
                <w:lang w:val="de-DE"/>
              </w:rPr>
              <w:t>Verhinderung von Überproduktion</w:t>
            </w:r>
          </w:p>
        </w:tc>
      </w:tr>
      <w:tr w:rsidR="00614201" w:rsidRPr="006B7FE5" w14:paraId="2633689E" w14:textId="77777777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608F7F" w14:textId="77777777" w:rsidR="00614201" w:rsidRPr="006B7FE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46DD559" w14:textId="77777777" w:rsidR="00614201" w:rsidRPr="006B7FE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9EABD9" w14:textId="77777777" w:rsidR="00614201" w:rsidRPr="006B7FE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</w:tr>
      <w:tr w:rsidR="00614201" w:rsidRPr="006B7FE5" w14:paraId="6CE1B581" w14:textId="77777777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4580" w14:textId="77777777" w:rsidR="00614201" w:rsidRPr="006B7FE5" w:rsidRDefault="005D4503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6B7FE5">
              <w:rPr>
                <w:b w:val="0"/>
                <w:lang w:val="de-DE"/>
              </w:rPr>
              <w:t>Fertigung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3F9A4" w14:textId="77777777" w:rsidR="00614201" w:rsidRPr="006B7FE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D06FB" w14:textId="77777777" w:rsidR="00614201" w:rsidRPr="006B7FE5" w:rsidRDefault="005D4503" w:rsidP="009124CB">
            <w:pPr>
              <w:spacing w:before="60" w:after="60"/>
              <w:rPr>
                <w:lang w:val="de-DE"/>
              </w:rPr>
            </w:pPr>
            <w:r w:rsidRPr="006B7FE5">
              <w:rPr>
                <w:lang w:val="de-DE"/>
              </w:rPr>
              <w:t>GPS-Ortung</w:t>
            </w:r>
          </w:p>
        </w:tc>
      </w:tr>
      <w:tr w:rsidR="00614201" w:rsidRPr="006B7FE5" w14:paraId="10775BB6" w14:textId="77777777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FD0C67" w14:textId="77777777" w:rsidR="00614201" w:rsidRPr="006B7FE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BD18CAE" w14:textId="77777777" w:rsidR="00614201" w:rsidRPr="006B7FE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ED111" w14:textId="77777777" w:rsidR="00614201" w:rsidRPr="006B7FE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</w:tr>
      <w:tr w:rsidR="00614201" w:rsidRPr="006B7FE5" w14:paraId="578747C4" w14:textId="77777777" w:rsidTr="007F60D6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06031F" w14:textId="77777777" w:rsidR="00614201" w:rsidRPr="006B7FE5" w:rsidRDefault="009124CB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6B7FE5">
              <w:rPr>
                <w:b w:val="0"/>
                <w:lang w:val="de-DE"/>
              </w:rPr>
              <w:t>Smarte Städte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AA55" w14:textId="77777777" w:rsidR="00614201" w:rsidRPr="006B7FE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</w:tcBorders>
          </w:tcPr>
          <w:p w14:paraId="7C3D5232" w14:textId="77777777" w:rsidR="00614201" w:rsidRPr="006B7FE5" w:rsidRDefault="009124CB" w:rsidP="009124CB">
            <w:pPr>
              <w:spacing w:before="60" w:after="60"/>
              <w:rPr>
                <w:lang w:val="de-DE"/>
              </w:rPr>
            </w:pPr>
            <w:r w:rsidRPr="006B7FE5">
              <w:rPr>
                <w:lang w:val="de-DE"/>
              </w:rPr>
              <w:t>Austausch von Berichten und Ergebnissen in Echtzeit</w:t>
            </w:r>
          </w:p>
        </w:tc>
      </w:tr>
    </w:tbl>
    <w:p w14:paraId="7BD910ED" w14:textId="77777777" w:rsidR="00210701" w:rsidRPr="006B7FE5" w:rsidRDefault="00210701" w:rsidP="006728BF">
      <w:pPr>
        <w:rPr>
          <w:lang w:val="de-DE"/>
        </w:rPr>
      </w:pPr>
    </w:p>
    <w:p w14:paraId="516B556C" w14:textId="77777777" w:rsidR="006728BF" w:rsidRPr="006B7FE5" w:rsidRDefault="006728BF">
      <w:pPr>
        <w:rPr>
          <w:b/>
          <w:lang w:val="de-DE"/>
        </w:rPr>
      </w:pPr>
      <w:r w:rsidRPr="006B7FE5">
        <w:rPr>
          <w:lang w:val="de-DE"/>
        </w:rPr>
        <w:br w:type="page"/>
      </w:r>
      <w:bookmarkStart w:id="0" w:name="_GoBack"/>
      <w:bookmarkEnd w:id="0"/>
    </w:p>
    <w:p w14:paraId="1DB8FDDB" w14:textId="77777777" w:rsidR="005D4503" w:rsidRPr="006B7FE5" w:rsidRDefault="009124CB" w:rsidP="005D4503">
      <w:pPr>
        <w:pStyle w:val="eTask"/>
        <w:rPr>
          <w:lang w:val="de-DE"/>
        </w:rPr>
      </w:pPr>
      <w:r w:rsidRPr="006B7FE5">
        <w:rPr>
          <w:rStyle w:val="hps"/>
          <w:bCs/>
          <w:lang w:val="de-DE"/>
        </w:rPr>
        <w:lastRenderedPageBreak/>
        <w:t>Nennen Sie drei grundlegende IoT-Anwendungen</w:t>
      </w:r>
      <w:r w:rsidRPr="006B7FE5">
        <w:rPr>
          <w:bCs/>
          <w:lang w:val="de-DE"/>
        </w:rPr>
        <w:t xml:space="preserve"> </w:t>
      </w:r>
      <w:r w:rsidRPr="006B7FE5">
        <w:rPr>
          <w:rStyle w:val="hps"/>
          <w:bCs/>
          <w:lang w:val="de-DE"/>
        </w:rPr>
        <w:t>für</w:t>
      </w:r>
      <w:r w:rsidRPr="006B7FE5">
        <w:rPr>
          <w:bCs/>
          <w:lang w:val="de-DE"/>
        </w:rPr>
        <w:t xml:space="preserve"> </w:t>
      </w:r>
      <w:r w:rsidRPr="006B7FE5">
        <w:rPr>
          <w:rStyle w:val="hps"/>
          <w:bCs/>
          <w:lang w:val="de-DE"/>
        </w:rPr>
        <w:t>smarte</w:t>
      </w:r>
      <w:r w:rsidRPr="006B7FE5">
        <w:rPr>
          <w:bCs/>
          <w:lang w:val="de-DE"/>
        </w:rPr>
        <w:t xml:space="preserve"> </w:t>
      </w:r>
      <w:r w:rsidRPr="006B7FE5">
        <w:rPr>
          <w:rStyle w:val="hps"/>
          <w:bCs/>
          <w:lang w:val="de-DE"/>
        </w:rPr>
        <w:t>Städte.</w:t>
      </w:r>
    </w:p>
    <w:p w14:paraId="5CEF8A6E" w14:textId="77777777" w:rsidR="00457B2D" w:rsidRPr="006B7FE5" w:rsidRDefault="00457B2D" w:rsidP="006728BF">
      <w:pPr>
        <w:rPr>
          <w:lang w:val="de-DE"/>
        </w:rPr>
      </w:pPr>
    </w:p>
    <w:p w14:paraId="6C9E8FED" w14:textId="77777777" w:rsidR="003227F5" w:rsidRPr="006B7FE5" w:rsidRDefault="003227F5" w:rsidP="003227F5">
      <w:pPr>
        <w:rPr>
          <w:color w:val="FF0000"/>
          <w:lang w:val="de-DE"/>
        </w:rPr>
      </w:pPr>
      <w:r w:rsidRPr="006B7FE5">
        <w:rPr>
          <w:lang w:val="de-DE"/>
        </w:rPr>
        <w:t>1.</w:t>
      </w:r>
      <w:r w:rsidRPr="006B7FE5">
        <w:rPr>
          <w:lang w:val="de-DE"/>
        </w:rPr>
        <w:tab/>
      </w:r>
      <w:r w:rsidRPr="006B7FE5">
        <w:rPr>
          <w:color w:val="FF0000"/>
          <w:lang w:val="de-DE"/>
        </w:rPr>
        <w:t>Optimierung des öffe</w:t>
      </w:r>
      <w:r w:rsidR="002206AF" w:rsidRPr="006B7FE5">
        <w:rPr>
          <w:color w:val="FF0000"/>
          <w:lang w:val="de-DE"/>
        </w:rPr>
        <w:t>ntlichen und privaten Verkehrs</w:t>
      </w:r>
    </w:p>
    <w:p w14:paraId="1A045B81" w14:textId="77777777" w:rsidR="003227F5" w:rsidRPr="006B7FE5" w:rsidRDefault="003227F5" w:rsidP="003227F5">
      <w:pPr>
        <w:rPr>
          <w:lang w:val="de-DE"/>
        </w:rPr>
      </w:pPr>
    </w:p>
    <w:p w14:paraId="343726A0" w14:textId="77777777" w:rsidR="003227F5" w:rsidRPr="006B7FE5" w:rsidRDefault="003227F5" w:rsidP="003227F5">
      <w:pPr>
        <w:rPr>
          <w:lang w:val="de-DE"/>
        </w:rPr>
      </w:pPr>
      <w:r w:rsidRPr="006B7FE5">
        <w:rPr>
          <w:lang w:val="de-DE"/>
        </w:rPr>
        <w:t>2.</w:t>
      </w:r>
      <w:r w:rsidRPr="006B7FE5">
        <w:rPr>
          <w:lang w:val="de-DE"/>
        </w:rPr>
        <w:tab/>
      </w:r>
      <w:r w:rsidRPr="006B7FE5">
        <w:rPr>
          <w:color w:val="FF0000"/>
          <w:lang w:val="de-DE"/>
        </w:rPr>
        <w:t>Parksensoren</w:t>
      </w:r>
    </w:p>
    <w:p w14:paraId="42D19BE5" w14:textId="77777777" w:rsidR="003227F5" w:rsidRPr="006B7FE5" w:rsidRDefault="003227F5" w:rsidP="003227F5">
      <w:pPr>
        <w:rPr>
          <w:lang w:val="de-DE"/>
        </w:rPr>
      </w:pPr>
    </w:p>
    <w:p w14:paraId="7E567CE0" w14:textId="77777777" w:rsidR="003227F5" w:rsidRPr="006B7FE5" w:rsidRDefault="003227F5" w:rsidP="003227F5">
      <w:pPr>
        <w:rPr>
          <w:color w:val="FF0000"/>
          <w:lang w:val="de-DE"/>
        </w:rPr>
      </w:pPr>
      <w:r w:rsidRPr="006B7FE5">
        <w:rPr>
          <w:lang w:val="de-DE"/>
        </w:rPr>
        <w:t>3.</w:t>
      </w:r>
      <w:r w:rsidRPr="006B7FE5">
        <w:rPr>
          <w:lang w:val="de-DE"/>
        </w:rPr>
        <w:tab/>
      </w:r>
      <w:r w:rsidRPr="006B7FE5">
        <w:rPr>
          <w:color w:val="FF0000"/>
          <w:lang w:val="de-DE"/>
        </w:rPr>
        <w:t xml:space="preserve">Smarte Verwaltung </w:t>
      </w:r>
      <w:r w:rsidR="002206AF" w:rsidRPr="006B7FE5">
        <w:rPr>
          <w:color w:val="FF0000"/>
          <w:lang w:val="de-DE"/>
        </w:rPr>
        <w:t>des Verkehrs in Echtzeit</w:t>
      </w:r>
    </w:p>
    <w:p w14:paraId="570191AA" w14:textId="77777777" w:rsidR="001922A0" w:rsidRPr="006B7FE5" w:rsidRDefault="001922A0" w:rsidP="006728BF">
      <w:pPr>
        <w:rPr>
          <w:lang w:val="de-DE"/>
        </w:rPr>
      </w:pPr>
    </w:p>
    <w:p w14:paraId="723DFCFF" w14:textId="77777777" w:rsidR="00137397" w:rsidRPr="006B7FE5" w:rsidRDefault="00137397" w:rsidP="00137397">
      <w:pPr>
        <w:pStyle w:val="eLineBottom"/>
        <w:rPr>
          <w:lang w:val="de-DE"/>
        </w:rPr>
      </w:pPr>
    </w:p>
    <w:p w14:paraId="4F1FC576" w14:textId="77777777" w:rsidR="00137397" w:rsidRPr="006B7FE5" w:rsidRDefault="00137397" w:rsidP="00C148FD">
      <w:pPr>
        <w:rPr>
          <w:lang w:val="de-DE"/>
        </w:rPr>
      </w:pPr>
    </w:p>
    <w:p w14:paraId="10E71F67" w14:textId="77777777" w:rsidR="005D4503" w:rsidRPr="006B7FE5" w:rsidRDefault="005D4503" w:rsidP="005D4503">
      <w:pPr>
        <w:pStyle w:val="eTask"/>
        <w:ind w:left="284" w:hanging="284"/>
        <w:rPr>
          <w:lang w:val="de-DE"/>
        </w:rPr>
      </w:pPr>
      <w:r w:rsidRPr="006B7FE5">
        <w:rPr>
          <w:bCs/>
          <w:lang w:val="de-DE"/>
        </w:rPr>
        <w:t>Wählen Sie die korrekte Variante des folgenden Textes, so dass die Aussage richtig ist.</w:t>
      </w:r>
    </w:p>
    <w:p w14:paraId="0DAC7C9A" w14:textId="77777777" w:rsidR="00F55FED" w:rsidRPr="006B7FE5" w:rsidRDefault="00F55FED" w:rsidP="006728BF">
      <w:pPr>
        <w:rPr>
          <w:lang w:val="de-DE"/>
        </w:rPr>
      </w:pPr>
    </w:p>
    <w:p w14:paraId="2D34CCAE" w14:textId="77777777" w:rsidR="005D4503" w:rsidRPr="006B7FE5" w:rsidRDefault="005D4503" w:rsidP="005D4503">
      <w:pPr>
        <w:rPr>
          <w:lang w:val="de-DE"/>
        </w:rPr>
      </w:pPr>
      <w:r w:rsidRPr="006B7FE5">
        <w:rPr>
          <w:lang w:val="de-DE"/>
        </w:rPr>
        <w:t xml:space="preserve">Eine IPv6-Adresse stellt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vier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acht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6B7FE5">
        <w:rPr>
          <w:lang w:val="de-DE"/>
        </w:rPr>
        <w:t xml:space="preserve"> Gruppen mit je vier hexadezimalen Zeichen dar.</w:t>
      </w:r>
    </w:p>
    <w:p w14:paraId="5D9CF38B" w14:textId="77777777" w:rsidR="00F55FED" w:rsidRPr="006B7FE5" w:rsidRDefault="00F55FED" w:rsidP="00C148FD">
      <w:pPr>
        <w:pStyle w:val="eLineBottom"/>
        <w:rPr>
          <w:lang w:val="de-DE"/>
        </w:rPr>
      </w:pPr>
    </w:p>
    <w:p w14:paraId="69380E82" w14:textId="77777777" w:rsidR="00C148FD" w:rsidRPr="006B7FE5" w:rsidRDefault="00C148FD" w:rsidP="00C148FD">
      <w:pPr>
        <w:rPr>
          <w:lang w:val="de-DE"/>
        </w:rPr>
      </w:pPr>
    </w:p>
    <w:p w14:paraId="26918A76" w14:textId="77777777" w:rsidR="005D4503" w:rsidRPr="006B7FE5" w:rsidRDefault="00030029" w:rsidP="005D4503">
      <w:pPr>
        <w:pStyle w:val="eTask"/>
        <w:rPr>
          <w:lang w:val="de-DE"/>
        </w:rPr>
      </w:pPr>
      <w:r w:rsidRPr="006B7FE5">
        <w:rPr>
          <w:rStyle w:val="hps"/>
          <w:bCs/>
          <w:lang w:val="de-DE"/>
        </w:rPr>
        <w:t>Nennen Sie</w:t>
      </w:r>
      <w:r w:rsidRPr="006B7FE5">
        <w:rPr>
          <w:bCs/>
          <w:lang w:val="de-DE"/>
        </w:rPr>
        <w:t xml:space="preserve"> </w:t>
      </w:r>
      <w:r w:rsidRPr="006B7FE5">
        <w:rPr>
          <w:rStyle w:val="hps"/>
          <w:bCs/>
          <w:lang w:val="de-DE"/>
        </w:rPr>
        <w:t>vier</w:t>
      </w:r>
      <w:r w:rsidRPr="006B7FE5">
        <w:rPr>
          <w:bCs/>
          <w:lang w:val="de-DE"/>
        </w:rPr>
        <w:t xml:space="preserve"> </w:t>
      </w:r>
      <w:r w:rsidRPr="006B7FE5">
        <w:rPr>
          <w:rStyle w:val="hps"/>
          <w:bCs/>
          <w:lang w:val="de-DE"/>
        </w:rPr>
        <w:t xml:space="preserve">grundlegende </w:t>
      </w:r>
      <w:r w:rsidRPr="006B7FE5">
        <w:rPr>
          <w:bCs/>
          <w:lang w:val="de-DE"/>
        </w:rPr>
        <w:t>IoT-Anwendungen</w:t>
      </w:r>
      <w:r w:rsidRPr="006B7FE5">
        <w:rPr>
          <w:rStyle w:val="hps"/>
          <w:bCs/>
          <w:lang w:val="de-DE"/>
        </w:rPr>
        <w:t xml:space="preserve"> für</w:t>
      </w:r>
      <w:r w:rsidRPr="006B7FE5">
        <w:rPr>
          <w:bCs/>
          <w:lang w:val="de-DE"/>
        </w:rPr>
        <w:t xml:space="preserve"> </w:t>
      </w:r>
      <w:r w:rsidRPr="006B7FE5">
        <w:rPr>
          <w:rStyle w:val="hps"/>
          <w:bCs/>
          <w:lang w:val="de-DE"/>
        </w:rPr>
        <w:t>Energiedienstleistungen.</w:t>
      </w:r>
    </w:p>
    <w:p w14:paraId="3879A6A9" w14:textId="77777777" w:rsidR="00137397" w:rsidRPr="006B7FE5" w:rsidRDefault="00137397" w:rsidP="006728BF">
      <w:pPr>
        <w:rPr>
          <w:lang w:val="de-DE"/>
        </w:rPr>
      </w:pPr>
    </w:p>
    <w:p w14:paraId="2DFB7A69" w14:textId="77777777" w:rsidR="003227F5" w:rsidRPr="006B7FE5" w:rsidRDefault="003227F5" w:rsidP="003227F5">
      <w:pPr>
        <w:rPr>
          <w:lang w:val="de-DE"/>
        </w:rPr>
      </w:pPr>
      <w:r w:rsidRPr="006B7FE5">
        <w:rPr>
          <w:lang w:val="de-DE"/>
        </w:rPr>
        <w:t>1.</w:t>
      </w:r>
      <w:r w:rsidRPr="006B7FE5">
        <w:rPr>
          <w:lang w:val="de-DE"/>
        </w:rPr>
        <w:tab/>
      </w:r>
      <w:r w:rsidRPr="006B7FE5">
        <w:rPr>
          <w:color w:val="FF0000"/>
          <w:lang w:val="de-DE"/>
        </w:rPr>
        <w:t>Smarte Messung</w:t>
      </w:r>
    </w:p>
    <w:p w14:paraId="2393DFE5" w14:textId="77777777" w:rsidR="003227F5" w:rsidRPr="006B7FE5" w:rsidRDefault="003227F5" w:rsidP="003227F5">
      <w:pPr>
        <w:rPr>
          <w:lang w:val="de-DE"/>
        </w:rPr>
      </w:pPr>
    </w:p>
    <w:p w14:paraId="7B010E2F" w14:textId="77777777" w:rsidR="003227F5" w:rsidRPr="006B7FE5" w:rsidRDefault="003227F5" w:rsidP="003227F5">
      <w:pPr>
        <w:rPr>
          <w:lang w:val="de-DE"/>
        </w:rPr>
      </w:pPr>
      <w:r w:rsidRPr="006B7FE5">
        <w:rPr>
          <w:lang w:val="de-DE"/>
        </w:rPr>
        <w:t>2.</w:t>
      </w:r>
      <w:r w:rsidRPr="006B7FE5">
        <w:rPr>
          <w:lang w:val="de-DE"/>
        </w:rPr>
        <w:tab/>
      </w:r>
      <w:r w:rsidRPr="006B7FE5">
        <w:rPr>
          <w:color w:val="FF0000"/>
          <w:lang w:val="de-DE"/>
        </w:rPr>
        <w:t>Energieernte und -verwertung</w:t>
      </w:r>
    </w:p>
    <w:p w14:paraId="728A118A" w14:textId="77777777" w:rsidR="003227F5" w:rsidRPr="006B7FE5" w:rsidRDefault="003227F5" w:rsidP="003227F5">
      <w:pPr>
        <w:rPr>
          <w:lang w:val="de-DE"/>
        </w:rPr>
      </w:pPr>
    </w:p>
    <w:p w14:paraId="35CFCDB3" w14:textId="77777777" w:rsidR="003227F5" w:rsidRPr="006B7FE5" w:rsidRDefault="003227F5" w:rsidP="003227F5">
      <w:pPr>
        <w:rPr>
          <w:lang w:val="de-DE"/>
        </w:rPr>
      </w:pPr>
      <w:r w:rsidRPr="006B7FE5">
        <w:rPr>
          <w:lang w:val="de-DE"/>
        </w:rPr>
        <w:t>3.</w:t>
      </w:r>
      <w:r w:rsidRPr="006B7FE5">
        <w:rPr>
          <w:lang w:val="de-DE"/>
        </w:rPr>
        <w:tab/>
      </w:r>
      <w:r w:rsidRPr="006B7FE5">
        <w:rPr>
          <w:color w:val="FF0000"/>
          <w:lang w:val="de-DE"/>
        </w:rPr>
        <w:t>Intelligente Energienetze (Smart Grids)</w:t>
      </w:r>
    </w:p>
    <w:p w14:paraId="00131B88" w14:textId="77777777" w:rsidR="003227F5" w:rsidRPr="006B7FE5" w:rsidRDefault="003227F5" w:rsidP="003227F5">
      <w:pPr>
        <w:rPr>
          <w:lang w:val="de-DE"/>
        </w:rPr>
      </w:pPr>
    </w:p>
    <w:p w14:paraId="7813D92A" w14:textId="77777777" w:rsidR="003227F5" w:rsidRPr="006B7FE5" w:rsidRDefault="003227F5" w:rsidP="003227F5">
      <w:pPr>
        <w:rPr>
          <w:lang w:val="de-DE"/>
        </w:rPr>
      </w:pPr>
      <w:r w:rsidRPr="006B7FE5">
        <w:rPr>
          <w:lang w:val="de-DE"/>
        </w:rPr>
        <w:t xml:space="preserve">4. </w:t>
      </w:r>
      <w:r w:rsidRPr="006B7FE5">
        <w:rPr>
          <w:lang w:val="de-DE"/>
        </w:rPr>
        <w:tab/>
      </w:r>
      <w:r w:rsidRPr="006B7FE5">
        <w:rPr>
          <w:color w:val="FF0000"/>
          <w:lang w:val="de-DE"/>
        </w:rPr>
        <w:t>Analyse und Vorhersage des Energieverbrauchs</w:t>
      </w:r>
    </w:p>
    <w:p w14:paraId="2C7F1945" w14:textId="77777777" w:rsidR="00FC57C5" w:rsidRPr="006B7FE5" w:rsidRDefault="00FC57C5" w:rsidP="00137397">
      <w:pPr>
        <w:rPr>
          <w:u w:val="single"/>
          <w:lang w:val="de-DE"/>
        </w:rPr>
      </w:pPr>
    </w:p>
    <w:p w14:paraId="22F93AAB" w14:textId="77777777" w:rsidR="00137397" w:rsidRPr="006B7FE5" w:rsidRDefault="00137397" w:rsidP="00137397">
      <w:pPr>
        <w:pStyle w:val="eLineBottom"/>
        <w:rPr>
          <w:lang w:val="de-DE"/>
        </w:rPr>
      </w:pPr>
    </w:p>
    <w:p w14:paraId="4E4C7A5A" w14:textId="77777777" w:rsidR="00223478" w:rsidRPr="006B7FE5" w:rsidRDefault="00223478" w:rsidP="00C148FD">
      <w:pPr>
        <w:pStyle w:val="eCheckBoxText"/>
        <w:rPr>
          <w:lang w:val="de-DE"/>
        </w:rPr>
      </w:pPr>
    </w:p>
    <w:p w14:paraId="66FEAC6E" w14:textId="77777777" w:rsidR="005D4503" w:rsidRPr="006B7FE5" w:rsidRDefault="005D4503" w:rsidP="005D4503">
      <w:pPr>
        <w:pStyle w:val="eTask"/>
        <w:rPr>
          <w:lang w:val="de-DE"/>
        </w:rPr>
      </w:pPr>
      <w:r w:rsidRPr="006B7FE5">
        <w:rPr>
          <w:bCs/>
          <w:lang w:val="de-DE"/>
        </w:rPr>
        <w:t>Ergänzen Sie in die Tabelle die folgenden Elemente von oben nach unten gemäß ihrer Wichtigkeit für IoT: Telefone, Smart-TV, Multimedia-Spieler, Notebooks, E-Book-Readers.</w:t>
      </w:r>
    </w:p>
    <w:p w14:paraId="5329DAB7" w14:textId="77777777" w:rsidR="00A57E9D" w:rsidRPr="006B7FE5" w:rsidRDefault="00A57E9D" w:rsidP="006728BF">
      <w:pPr>
        <w:rPr>
          <w:u w:val="single"/>
          <w:lang w:val="de-DE"/>
        </w:rPr>
      </w:pP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2977"/>
      </w:tblGrid>
      <w:tr w:rsidR="003227F5" w:rsidRPr="006B7FE5" w14:paraId="4D3CD8D2" w14:textId="77777777" w:rsidTr="003227F5">
        <w:tc>
          <w:tcPr>
            <w:tcW w:w="2977" w:type="dxa"/>
            <w:tcBorders>
              <w:bottom w:val="single" w:sz="4" w:space="0" w:color="auto"/>
            </w:tcBorders>
          </w:tcPr>
          <w:p w14:paraId="07B887C2" w14:textId="77777777" w:rsidR="003227F5" w:rsidRPr="006B7FE5" w:rsidRDefault="003227F5" w:rsidP="003227F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color w:val="FF0000"/>
                <w:lang w:val="de-DE"/>
              </w:rPr>
            </w:pPr>
            <w:r w:rsidRPr="006B7FE5">
              <w:rPr>
                <w:bCs/>
                <w:color w:val="FF0000"/>
                <w:lang w:val="de-DE"/>
              </w:rPr>
              <w:t>Telefone</w:t>
            </w:r>
          </w:p>
        </w:tc>
      </w:tr>
      <w:tr w:rsidR="003227F5" w:rsidRPr="006B7FE5" w14:paraId="45C62EF9" w14:textId="77777777" w:rsidTr="003227F5">
        <w:tc>
          <w:tcPr>
            <w:tcW w:w="2977" w:type="dxa"/>
            <w:tcBorders>
              <w:top w:val="single" w:sz="4" w:space="0" w:color="auto"/>
            </w:tcBorders>
          </w:tcPr>
          <w:p w14:paraId="3256C4BC" w14:textId="77777777" w:rsidR="003227F5" w:rsidRPr="006B7FE5" w:rsidRDefault="003227F5" w:rsidP="003227F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color w:val="FF0000"/>
                <w:lang w:val="de-DE"/>
              </w:rPr>
            </w:pPr>
            <w:r w:rsidRPr="006B7FE5">
              <w:rPr>
                <w:bCs/>
                <w:color w:val="FF0000"/>
                <w:lang w:val="de-DE"/>
              </w:rPr>
              <w:t>Notebooks</w:t>
            </w:r>
          </w:p>
        </w:tc>
      </w:tr>
      <w:tr w:rsidR="003227F5" w:rsidRPr="006B7FE5" w14:paraId="578567A5" w14:textId="77777777" w:rsidTr="003227F5">
        <w:tc>
          <w:tcPr>
            <w:tcW w:w="2977" w:type="dxa"/>
          </w:tcPr>
          <w:p w14:paraId="5F04D5A8" w14:textId="77777777" w:rsidR="003227F5" w:rsidRPr="006B7FE5" w:rsidRDefault="003227F5" w:rsidP="003227F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color w:val="FF0000"/>
                <w:lang w:val="de-DE"/>
              </w:rPr>
            </w:pPr>
            <w:r w:rsidRPr="006B7FE5">
              <w:rPr>
                <w:bCs/>
                <w:color w:val="FF0000"/>
                <w:lang w:val="de-DE"/>
              </w:rPr>
              <w:t>Smart-TV</w:t>
            </w:r>
          </w:p>
        </w:tc>
      </w:tr>
      <w:tr w:rsidR="003227F5" w:rsidRPr="006B7FE5" w14:paraId="1AD0804B" w14:textId="77777777" w:rsidTr="003227F5">
        <w:tc>
          <w:tcPr>
            <w:tcW w:w="2977" w:type="dxa"/>
          </w:tcPr>
          <w:p w14:paraId="33E60813" w14:textId="77777777" w:rsidR="003227F5" w:rsidRPr="006B7FE5" w:rsidRDefault="003227F5" w:rsidP="003227F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color w:val="FF0000"/>
                <w:lang w:val="de-DE"/>
              </w:rPr>
            </w:pPr>
            <w:r w:rsidRPr="006B7FE5">
              <w:rPr>
                <w:bCs/>
                <w:color w:val="FF0000"/>
                <w:lang w:val="de-DE"/>
              </w:rPr>
              <w:t>Multimedia-Spieler</w:t>
            </w:r>
          </w:p>
        </w:tc>
      </w:tr>
      <w:tr w:rsidR="003227F5" w:rsidRPr="006B7FE5" w14:paraId="00864EA7" w14:textId="77777777" w:rsidTr="003227F5">
        <w:tc>
          <w:tcPr>
            <w:tcW w:w="2977" w:type="dxa"/>
          </w:tcPr>
          <w:p w14:paraId="4BD68A59" w14:textId="77777777" w:rsidR="003227F5" w:rsidRPr="006B7FE5" w:rsidRDefault="003227F5" w:rsidP="003227F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de-DE"/>
              </w:rPr>
            </w:pPr>
            <w:r w:rsidRPr="006B7FE5">
              <w:rPr>
                <w:bCs/>
                <w:color w:val="FF0000"/>
                <w:lang w:val="de-DE"/>
              </w:rPr>
              <w:t>E-Book-Readers</w:t>
            </w:r>
          </w:p>
        </w:tc>
      </w:tr>
    </w:tbl>
    <w:p w14:paraId="3B8419BC" w14:textId="77777777" w:rsidR="005F6159" w:rsidRPr="006B7FE5" w:rsidRDefault="005F6159" w:rsidP="006728BF">
      <w:pPr>
        <w:rPr>
          <w:lang w:val="de-DE"/>
        </w:rPr>
      </w:pPr>
    </w:p>
    <w:sectPr w:rsidR="005F6159" w:rsidRPr="006B7FE5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D3FA8" w14:textId="77777777" w:rsidR="007F2E90" w:rsidRDefault="007F2E90" w:rsidP="00861A1A">
      <w:r>
        <w:separator/>
      </w:r>
    </w:p>
  </w:endnote>
  <w:endnote w:type="continuationSeparator" w:id="0">
    <w:p w14:paraId="2DDC4D83" w14:textId="77777777" w:rsidR="007F2E90" w:rsidRDefault="007F2E9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2BB4A7A7" w14:textId="77777777" w:rsidTr="00CA51B5">
      <w:tc>
        <w:tcPr>
          <w:tcW w:w="2518" w:type="dxa"/>
        </w:tcPr>
        <w:p w14:paraId="739DBA34" w14:textId="77777777"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23553902" wp14:editId="1778D62C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4FD5B00" w14:textId="77777777" w:rsidR="00A60F05" w:rsidRPr="00A46B90" w:rsidRDefault="00A60F05" w:rsidP="00A60F0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0698B717" w14:textId="77777777" w:rsidR="00BF5E09" w:rsidRPr="00CA51B5" w:rsidRDefault="00A60F05" w:rsidP="00A60F0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14:paraId="060A4A37" w14:textId="77777777" w:rsidTr="00CA51B5">
      <w:tc>
        <w:tcPr>
          <w:tcW w:w="8472" w:type="dxa"/>
          <w:gridSpan w:val="2"/>
        </w:tcPr>
        <w:p w14:paraId="4C907148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7C1744">
            <w:rPr>
              <w:sz w:val="16"/>
              <w:szCs w:val="16"/>
              <w:lang w:val="en-US"/>
            </w:rPr>
            <w:t>TechPedia</w:t>
          </w:r>
          <w:proofErr w:type="spellEnd"/>
          <w:r w:rsidRPr="007C1744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5C56B929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14:paraId="53CDDE2C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F5979" w14:textId="77777777" w:rsidR="007F2E90" w:rsidRDefault="007F2E90" w:rsidP="00861A1A">
      <w:r>
        <w:separator/>
      </w:r>
    </w:p>
  </w:footnote>
  <w:footnote w:type="continuationSeparator" w:id="0">
    <w:p w14:paraId="562DBB2B" w14:textId="77777777" w:rsidR="007F2E90" w:rsidRDefault="007F2E9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57ABC" w14:textId="77777777" w:rsidR="005D4503" w:rsidRPr="009124CB" w:rsidRDefault="00C4465F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</w:rPr>
    </w:pPr>
    <w:r>
      <w:rPr>
        <w:noProof/>
        <w:sz w:val="32"/>
        <w:szCs w:val="32"/>
      </w:rPr>
      <w:drawing>
        <wp:anchor distT="0" distB="0" distL="114300" distR="114300" simplePos="0" relativeHeight="251656192" behindDoc="0" locked="0" layoutInCell="1" allowOverlap="1" wp14:anchorId="637591E1" wp14:editId="306A51FC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val="de-DE"/>
      </w:rPr>
      <w:tab/>
    </w:r>
    <w:r>
      <w:rPr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79D803F0" wp14:editId="6F1C14C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val="de-DE"/>
      </w:rPr>
      <w:tab/>
    </w:r>
    <w:r>
      <w:rPr>
        <w:rFonts w:ascii="Calibri" w:hAnsi="Calibri"/>
        <w:b/>
        <w:bCs/>
        <w:smallCaps/>
        <w:lang w:val="de-DE"/>
      </w:rPr>
      <w:t>ARBEITSBLATT</w:t>
    </w:r>
  </w:p>
  <w:p w14:paraId="3882695F" w14:textId="77777777" w:rsidR="00C148FD" w:rsidRPr="009124CB" w:rsidRDefault="007C1744" w:rsidP="00DD1E80">
    <w:pPr>
      <w:ind w:left="1843"/>
      <w:jc w:val="right"/>
      <w:rPr>
        <w:rFonts w:ascii="Calibri" w:hAnsi="Calibri"/>
        <w:smallCaps/>
        <w:sz w:val="20"/>
        <w:szCs w:val="20"/>
      </w:rPr>
    </w:pPr>
    <w:r>
      <w:rPr>
        <w:rFonts w:ascii="Calibri" w:hAnsi="Calibri"/>
        <w:smallCaps/>
        <w:sz w:val="20"/>
        <w:szCs w:val="20"/>
        <w:lang w:val="de-DE"/>
      </w:rPr>
      <w:t>INTERNET DER DINGE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029"/>
    <w:rsid w:val="00030EDA"/>
    <w:rsid w:val="00045BEB"/>
    <w:rsid w:val="00073ADF"/>
    <w:rsid w:val="0007473C"/>
    <w:rsid w:val="000750C9"/>
    <w:rsid w:val="00087EAC"/>
    <w:rsid w:val="00094A16"/>
    <w:rsid w:val="000A233F"/>
    <w:rsid w:val="000A389D"/>
    <w:rsid w:val="000A55B3"/>
    <w:rsid w:val="000B1FC9"/>
    <w:rsid w:val="000C4911"/>
    <w:rsid w:val="000C6B3A"/>
    <w:rsid w:val="000F5362"/>
    <w:rsid w:val="001109AD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67B94"/>
    <w:rsid w:val="00170E72"/>
    <w:rsid w:val="0017377E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E38"/>
    <w:rsid w:val="001D3EDB"/>
    <w:rsid w:val="001F6290"/>
    <w:rsid w:val="002048F2"/>
    <w:rsid w:val="00206E34"/>
    <w:rsid w:val="00210701"/>
    <w:rsid w:val="00213F2C"/>
    <w:rsid w:val="002206AF"/>
    <w:rsid w:val="00223478"/>
    <w:rsid w:val="00225015"/>
    <w:rsid w:val="00234FA5"/>
    <w:rsid w:val="002365C9"/>
    <w:rsid w:val="00263E70"/>
    <w:rsid w:val="00272012"/>
    <w:rsid w:val="00273D46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227F5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90305"/>
    <w:rsid w:val="0039238A"/>
    <w:rsid w:val="003B1326"/>
    <w:rsid w:val="003C5B45"/>
    <w:rsid w:val="003D41BB"/>
    <w:rsid w:val="003E01BE"/>
    <w:rsid w:val="003E3E79"/>
    <w:rsid w:val="003E5AAC"/>
    <w:rsid w:val="003F03EB"/>
    <w:rsid w:val="003F623C"/>
    <w:rsid w:val="003F7F87"/>
    <w:rsid w:val="004017B2"/>
    <w:rsid w:val="00402B09"/>
    <w:rsid w:val="00417ED2"/>
    <w:rsid w:val="00457B2D"/>
    <w:rsid w:val="00457F28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01D5"/>
    <w:rsid w:val="004F0CDB"/>
    <w:rsid w:val="004F5AFF"/>
    <w:rsid w:val="00501A9F"/>
    <w:rsid w:val="005132B0"/>
    <w:rsid w:val="00517E3A"/>
    <w:rsid w:val="0052284C"/>
    <w:rsid w:val="0053041D"/>
    <w:rsid w:val="00532693"/>
    <w:rsid w:val="00561B7B"/>
    <w:rsid w:val="00561C5A"/>
    <w:rsid w:val="005728B3"/>
    <w:rsid w:val="005738D5"/>
    <w:rsid w:val="0057504E"/>
    <w:rsid w:val="00576BC2"/>
    <w:rsid w:val="005832C4"/>
    <w:rsid w:val="00587966"/>
    <w:rsid w:val="005A3EAE"/>
    <w:rsid w:val="005A6F6C"/>
    <w:rsid w:val="005B2E55"/>
    <w:rsid w:val="005B37E2"/>
    <w:rsid w:val="005B460C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386C"/>
    <w:rsid w:val="00686ACE"/>
    <w:rsid w:val="00690FB1"/>
    <w:rsid w:val="006A1B94"/>
    <w:rsid w:val="006A24C7"/>
    <w:rsid w:val="006A633B"/>
    <w:rsid w:val="006B5D59"/>
    <w:rsid w:val="006B7FE5"/>
    <w:rsid w:val="006C65DA"/>
    <w:rsid w:val="006D39B2"/>
    <w:rsid w:val="006D3F30"/>
    <w:rsid w:val="006D4596"/>
    <w:rsid w:val="006D50FA"/>
    <w:rsid w:val="006E64AC"/>
    <w:rsid w:val="006F0D5B"/>
    <w:rsid w:val="006F787A"/>
    <w:rsid w:val="00703374"/>
    <w:rsid w:val="00710301"/>
    <w:rsid w:val="0073574D"/>
    <w:rsid w:val="00743121"/>
    <w:rsid w:val="007460F9"/>
    <w:rsid w:val="0076745A"/>
    <w:rsid w:val="007738BD"/>
    <w:rsid w:val="007837ED"/>
    <w:rsid w:val="00790D07"/>
    <w:rsid w:val="007C0FDD"/>
    <w:rsid w:val="007C1744"/>
    <w:rsid w:val="007C308E"/>
    <w:rsid w:val="007C5B85"/>
    <w:rsid w:val="007E16D1"/>
    <w:rsid w:val="007E5FF0"/>
    <w:rsid w:val="007E6CED"/>
    <w:rsid w:val="007F2E90"/>
    <w:rsid w:val="007F60D6"/>
    <w:rsid w:val="00801EBC"/>
    <w:rsid w:val="00802588"/>
    <w:rsid w:val="0080654C"/>
    <w:rsid w:val="00807BFE"/>
    <w:rsid w:val="00813612"/>
    <w:rsid w:val="0081479C"/>
    <w:rsid w:val="00825830"/>
    <w:rsid w:val="00826CB2"/>
    <w:rsid w:val="00830375"/>
    <w:rsid w:val="008307E6"/>
    <w:rsid w:val="00831014"/>
    <w:rsid w:val="00832323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4CB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50FFF"/>
    <w:rsid w:val="00A527AF"/>
    <w:rsid w:val="00A54992"/>
    <w:rsid w:val="00A57E9D"/>
    <w:rsid w:val="00A60F05"/>
    <w:rsid w:val="00A633E1"/>
    <w:rsid w:val="00A65E53"/>
    <w:rsid w:val="00A7603A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52FFD"/>
    <w:rsid w:val="00B707D0"/>
    <w:rsid w:val="00B75FF7"/>
    <w:rsid w:val="00B77B6F"/>
    <w:rsid w:val="00B816F4"/>
    <w:rsid w:val="00B822EA"/>
    <w:rsid w:val="00B84417"/>
    <w:rsid w:val="00B94FBB"/>
    <w:rsid w:val="00BA3595"/>
    <w:rsid w:val="00BB33F2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1966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A6308"/>
    <w:rsid w:val="00DB2F24"/>
    <w:rsid w:val="00DB5EF7"/>
    <w:rsid w:val="00DB674B"/>
    <w:rsid w:val="00DC1DC7"/>
    <w:rsid w:val="00DD085D"/>
    <w:rsid w:val="00DD1E80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A1BDF"/>
    <w:rsid w:val="00EA1CC3"/>
    <w:rsid w:val="00EA1FF5"/>
    <w:rsid w:val="00EB6B74"/>
    <w:rsid w:val="00EB6E4B"/>
    <w:rsid w:val="00EC77B0"/>
    <w:rsid w:val="00ED2956"/>
    <w:rsid w:val="00EE3197"/>
    <w:rsid w:val="00EF2951"/>
    <w:rsid w:val="00F12783"/>
    <w:rsid w:val="00F13366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343699"/>
  <w15:docId w15:val="{6FFC4309-675A-4BA6-800D-30B647EF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2</Pages>
  <Words>286</Words>
  <Characters>1690</Characters>
  <Application>Microsoft Office Word</Application>
  <DocSecurity>0</DocSecurity>
  <Lines>14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16</cp:revision>
  <cp:lastPrinted>2013-05-24T14:00:00Z</cp:lastPrinted>
  <dcterms:created xsi:type="dcterms:W3CDTF">2017-07-27T16:35:00Z</dcterms:created>
  <dcterms:modified xsi:type="dcterms:W3CDTF">2017-09-26T14:47:00Z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