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AE160" w14:textId="77777777" w:rsidR="009D304B" w:rsidRPr="00891B0D" w:rsidRDefault="009D304B" w:rsidP="009D304B">
      <w:pPr>
        <w:pStyle w:val="eTask"/>
        <w:ind w:left="284" w:hanging="284"/>
        <w:rPr>
          <w:bCs/>
          <w:lang w:val="de-DE"/>
        </w:rPr>
      </w:pPr>
      <w:r>
        <w:rPr>
          <w:lang w:val="de-DE"/>
        </w:rPr>
        <w:t>I</w:t>
      </w:r>
      <w:r w:rsidRPr="00891B0D">
        <w:rPr>
          <w:lang w:val="de-DE"/>
        </w:rPr>
        <w:t>m welchen</w:t>
      </w:r>
      <w:r>
        <w:rPr>
          <w:lang w:val="de-DE"/>
        </w:rPr>
        <w:t xml:space="preserve"> </w:t>
      </w:r>
      <w:r w:rsidRPr="00891B0D">
        <w:rPr>
          <w:lang w:val="de-DE"/>
        </w:rPr>
        <w:t xml:space="preserve">Frequenzbereich </w:t>
      </w:r>
      <w:r>
        <w:rPr>
          <w:lang w:val="de-DE"/>
        </w:rPr>
        <w:t>nutzt die</w:t>
      </w:r>
      <w:r w:rsidRPr="00891B0D">
        <w:rPr>
          <w:lang w:val="de-DE"/>
        </w:rPr>
        <w:t xml:space="preserve"> Kommunikation über das Versorgungsnetz eine Modulation zur Signalübertragung?</w:t>
      </w:r>
    </w:p>
    <w:p w14:paraId="0215EAF8" w14:textId="77777777" w:rsidR="001003A1" w:rsidRPr="00891B0D" w:rsidRDefault="001003A1" w:rsidP="00CE78BF">
      <w:pPr>
        <w:rPr>
          <w:lang w:val="de-DE"/>
        </w:rPr>
      </w:pPr>
    </w:p>
    <w:p w14:paraId="1DE3DEAC" w14:textId="71E624D6" w:rsidR="007777E0" w:rsidRPr="00891B0D" w:rsidRDefault="007777E0" w:rsidP="007777E0">
      <w:pPr>
        <w:pStyle w:val="eLineBottom"/>
        <w:rPr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10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Hz bis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</w:t>
      </w:r>
      <w:r w:rsidRPr="00891B0D">
        <w:rPr>
          <w:rStyle w:val="eCheckBoxTextChar"/>
          <w:lang w:val="de-DE"/>
        </w:rPr>
        <w:t>Hz</w:t>
      </w:r>
    </w:p>
    <w:p w14:paraId="49E23744" w14:textId="5B76BC97" w:rsidR="007777E0" w:rsidRPr="00891B0D" w:rsidRDefault="007777E0" w:rsidP="007777E0">
      <w:pPr>
        <w:pStyle w:val="eLineBottom"/>
        <w:rPr>
          <w:rStyle w:val="eCheckBoxTextChar"/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Hz bis</w:t>
      </w:r>
      <w:r w:rsidRPr="00891B0D">
        <w:rPr>
          <w:rStyle w:val="eCheckBoxTextChar"/>
          <w:lang w:val="de-DE"/>
        </w:rPr>
        <w:t xml:space="preserve"> 10</w:t>
      </w:r>
      <w:r w:rsidR="00CE78BF" w:rsidRPr="00891B0D">
        <w:rPr>
          <w:rStyle w:val="eCheckBoxTextChar"/>
          <w:lang w:val="de-DE"/>
        </w:rPr>
        <w:t> kHz</w:t>
      </w:r>
    </w:p>
    <w:p w14:paraId="066F00D3" w14:textId="562F19DF" w:rsidR="007777E0" w:rsidRPr="00891B0D" w:rsidRDefault="005949AF" w:rsidP="007777E0">
      <w:pPr>
        <w:pStyle w:val="eLineBottom"/>
        <w:rPr>
          <w:lang w:val="de-DE"/>
        </w:rPr>
      </w:pPr>
      <w:r w:rsidRPr="00891B0D">
        <w:rPr>
          <w:rStyle w:val="eCheckBoxSquareChar"/>
          <w:lang w:val="de-DE"/>
        </w:rPr>
        <w:t>□</w:t>
      </w:r>
      <w:r w:rsidR="007777E0" w:rsidRPr="00891B0D">
        <w:rPr>
          <w:rStyle w:val="eCheckBoxSquareChar"/>
          <w:lang w:val="de-DE"/>
        </w:rPr>
        <w:t xml:space="preserve"> </w:t>
      </w:r>
      <w:r w:rsidR="00891B0D" w:rsidRPr="005949AF">
        <w:rPr>
          <w:rStyle w:val="eCheckBoxTextChar"/>
          <w:lang w:val="de-DE"/>
        </w:rPr>
        <w:t>von</w:t>
      </w:r>
      <w:r w:rsidR="007777E0" w:rsidRPr="005949AF">
        <w:rPr>
          <w:rStyle w:val="eCheckBoxTextChar"/>
          <w:lang w:val="de-DE"/>
        </w:rPr>
        <w:t xml:space="preserve"> 20</w:t>
      </w:r>
      <w:r w:rsidR="00CE78BF" w:rsidRPr="005949AF">
        <w:rPr>
          <w:rStyle w:val="eCheckBoxTextChar"/>
          <w:lang w:val="de-DE"/>
        </w:rPr>
        <w:t> </w:t>
      </w:r>
      <w:r w:rsidR="00891B0D" w:rsidRPr="005949AF">
        <w:rPr>
          <w:rStyle w:val="eCheckBoxTextChar"/>
          <w:lang w:val="de-DE"/>
        </w:rPr>
        <w:t>kHz bis</w:t>
      </w:r>
      <w:r w:rsidR="007777E0" w:rsidRPr="005949AF">
        <w:rPr>
          <w:rStyle w:val="eCheckBoxTextChar"/>
          <w:lang w:val="de-DE"/>
        </w:rPr>
        <w:t xml:space="preserve"> 100</w:t>
      </w:r>
      <w:r w:rsidR="00CE78BF" w:rsidRPr="005949AF">
        <w:rPr>
          <w:rStyle w:val="eCheckBoxTextChar"/>
          <w:lang w:val="de-DE"/>
        </w:rPr>
        <w:t> </w:t>
      </w:r>
      <w:r w:rsidR="007777E0" w:rsidRPr="005949AF">
        <w:rPr>
          <w:rStyle w:val="eCheckBoxTextChar"/>
          <w:lang w:val="de-DE"/>
        </w:rPr>
        <w:t>MHz</w:t>
      </w:r>
    </w:p>
    <w:p w14:paraId="6B7F5F50" w14:textId="563B318A" w:rsidR="007777E0" w:rsidRPr="00891B0D" w:rsidRDefault="007777E0" w:rsidP="001003A1">
      <w:pPr>
        <w:pStyle w:val="eLineBottom"/>
        <w:rPr>
          <w:rStyle w:val="eCheckBoxTextChar"/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100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MHz bis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MHz</w:t>
      </w:r>
    </w:p>
    <w:p w14:paraId="107876E7" w14:textId="77777777" w:rsidR="00F226F0" w:rsidRPr="00891B0D" w:rsidRDefault="00F226F0" w:rsidP="00F226F0">
      <w:pPr>
        <w:pStyle w:val="eLineBottom"/>
        <w:rPr>
          <w:szCs w:val="24"/>
          <w:lang w:val="de-DE"/>
        </w:rPr>
      </w:pPr>
    </w:p>
    <w:p w14:paraId="787632B0" w14:textId="77777777" w:rsidR="00F226F0" w:rsidRPr="00891B0D" w:rsidRDefault="00F226F0" w:rsidP="00F226F0">
      <w:pPr>
        <w:rPr>
          <w:lang w:val="de-DE"/>
        </w:rPr>
      </w:pPr>
    </w:p>
    <w:p w14:paraId="698381AC" w14:textId="5F57BF43" w:rsidR="00F57928" w:rsidRPr="00891B0D" w:rsidRDefault="00891B0D" w:rsidP="00F57928">
      <w:pPr>
        <w:pStyle w:val="eTask"/>
        <w:ind w:left="284" w:hanging="284"/>
        <w:rPr>
          <w:bCs/>
          <w:lang w:val="de-DE"/>
        </w:rPr>
      </w:pPr>
      <w:r w:rsidRPr="00891B0D">
        <w:rPr>
          <w:lang w:val="de-DE"/>
        </w:rPr>
        <w:t xml:space="preserve">Ordnen Sie die drahtlosen Technologien </w:t>
      </w:r>
      <w:proofErr w:type="spellStart"/>
      <w:r w:rsidRPr="00891B0D">
        <w:rPr>
          <w:lang w:val="de-DE"/>
        </w:rPr>
        <w:t>ZigBee</w:t>
      </w:r>
      <w:proofErr w:type="spellEnd"/>
      <w:r w:rsidRPr="00891B0D">
        <w:rPr>
          <w:lang w:val="de-DE"/>
        </w:rPr>
        <w:t xml:space="preserve"> (2400 Hz), </w:t>
      </w:r>
      <w:proofErr w:type="spellStart"/>
      <w:r w:rsidRPr="00891B0D">
        <w:rPr>
          <w:lang w:val="de-DE"/>
        </w:rPr>
        <w:t>ZigBee</w:t>
      </w:r>
      <w:proofErr w:type="spellEnd"/>
      <w:r w:rsidRPr="00891B0D">
        <w:rPr>
          <w:lang w:val="de-DE"/>
        </w:rPr>
        <w:t xml:space="preserve"> (868 Hz), Z-Wave, </w:t>
      </w:r>
      <w:proofErr w:type="spellStart"/>
      <w:r w:rsidRPr="00891B0D">
        <w:rPr>
          <w:lang w:val="de-DE"/>
        </w:rPr>
        <w:t>EnOcean</w:t>
      </w:r>
      <w:proofErr w:type="spellEnd"/>
      <w:r w:rsidRPr="00891B0D">
        <w:rPr>
          <w:lang w:val="de-DE"/>
        </w:rPr>
        <w:t>, Bluetooth nach der Übertragungsgeschwindigkeit (1 - die niedrigste, 5 - die höchste).</w:t>
      </w:r>
    </w:p>
    <w:p w14:paraId="75128783" w14:textId="77777777" w:rsidR="0053325B" w:rsidRPr="00891B0D" w:rsidRDefault="0053325B" w:rsidP="00CE78BF">
      <w:pPr>
        <w:rPr>
          <w:lang w:val="de-DE"/>
        </w:rPr>
      </w:pPr>
    </w:p>
    <w:p w14:paraId="21B17901" w14:textId="77777777" w:rsidR="00D70BF3" w:rsidRDefault="00D70BF3" w:rsidP="00D70BF3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14:paraId="307BDD87" w14:textId="77777777" w:rsidR="00D70BF3" w:rsidRDefault="00D70BF3" w:rsidP="00D70BF3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14:paraId="1AEE466F" w14:textId="77777777" w:rsidR="00D70BF3" w:rsidRDefault="00D70BF3" w:rsidP="00D70BF3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14:paraId="4210C141" w14:textId="77777777" w:rsidR="00D70BF3" w:rsidRDefault="00D70BF3" w:rsidP="00D70BF3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14:paraId="17D2A58B" w14:textId="77777777" w:rsidR="00D70BF3" w:rsidRDefault="00D70BF3" w:rsidP="00D70BF3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14:paraId="50DB8499" w14:textId="77777777" w:rsidR="004A43EB" w:rsidRPr="00891B0D" w:rsidRDefault="004A43EB" w:rsidP="004A43EB">
      <w:pPr>
        <w:pStyle w:val="eLineBottom"/>
        <w:rPr>
          <w:szCs w:val="24"/>
          <w:lang w:val="de-DE"/>
        </w:rPr>
      </w:pPr>
    </w:p>
    <w:p w14:paraId="107AB1B9" w14:textId="77777777" w:rsidR="004A43EB" w:rsidRPr="00891B0D" w:rsidRDefault="004A43EB" w:rsidP="004A43EB">
      <w:pPr>
        <w:rPr>
          <w:lang w:val="de-DE"/>
        </w:rPr>
      </w:pPr>
    </w:p>
    <w:p w14:paraId="4E00B09E" w14:textId="77777777" w:rsidR="00CE78BF" w:rsidRPr="00891B0D" w:rsidRDefault="00CE78BF">
      <w:pPr>
        <w:rPr>
          <w:b/>
          <w:lang w:val="de-DE"/>
        </w:rPr>
      </w:pPr>
      <w:r w:rsidRPr="00891B0D">
        <w:rPr>
          <w:lang w:val="de-DE"/>
        </w:rPr>
        <w:br w:type="page"/>
      </w:r>
    </w:p>
    <w:p w14:paraId="5152B68B" w14:textId="77777777" w:rsidR="009D304B" w:rsidRPr="00891B0D" w:rsidRDefault="009D304B" w:rsidP="009D304B">
      <w:pPr>
        <w:pStyle w:val="eTask"/>
        <w:ind w:left="284" w:hanging="284"/>
        <w:rPr>
          <w:bCs/>
          <w:lang w:val="de-DE"/>
        </w:rPr>
      </w:pPr>
      <w:r>
        <w:rPr>
          <w:lang w:val="de-DE"/>
        </w:rPr>
        <w:lastRenderedPageBreak/>
        <w:t>Bilden Sie Paare</w:t>
      </w:r>
      <w:r w:rsidRPr="00F420E9">
        <w:rPr>
          <w:lang w:val="de-DE"/>
        </w:rPr>
        <w:t xml:space="preserve"> für die folgenden dra</w:t>
      </w:r>
      <w:r>
        <w:rPr>
          <w:lang w:val="de-DE"/>
        </w:rPr>
        <w:t>htlosen Technologien und Definitionen</w:t>
      </w:r>
      <w:r w:rsidRPr="00891B0D">
        <w:rPr>
          <w:rStyle w:val="hps"/>
          <w:lang w:val="de-DE"/>
        </w:rPr>
        <w:t>.</w:t>
      </w:r>
      <w:r w:rsidRPr="00891B0D">
        <w:rPr>
          <w:lang w:val="de-DE"/>
        </w:rPr>
        <w:t xml:space="preserve"> </w:t>
      </w:r>
    </w:p>
    <w:p w14:paraId="72C57D81" w14:textId="77777777" w:rsidR="000D2EA6" w:rsidRPr="00891B0D" w:rsidRDefault="000D2EA6" w:rsidP="000D2EA6">
      <w:pPr>
        <w:rPr>
          <w:lang w:val="de-DE"/>
        </w:rPr>
      </w:pPr>
    </w:p>
    <w:p w14:paraId="1D6CAB7C" w14:textId="77777777" w:rsidR="00F57928" w:rsidRPr="00891B0D" w:rsidRDefault="00F57928" w:rsidP="000D2EA6">
      <w:pPr>
        <w:rPr>
          <w:lang w:val="de-DE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891B0D" w14:paraId="439924EA" w14:textId="77777777" w:rsidTr="00CE78BF">
        <w:tc>
          <w:tcPr>
            <w:tcW w:w="1660" w:type="dxa"/>
            <w:vAlign w:val="center"/>
          </w:tcPr>
          <w:p w14:paraId="6CFB83FE" w14:textId="51988285" w:rsidR="00CE78BF" w:rsidRPr="00891B0D" w:rsidRDefault="00F420E9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>
              <w:rPr>
                <w:lang w:val="de-DE"/>
              </w:rPr>
              <w:t>Technologie</w:t>
            </w:r>
          </w:p>
          <w:p w14:paraId="0803A036" w14:textId="77777777" w:rsidR="000D2EA6" w:rsidRPr="00891B0D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0E25F1B1" w14:textId="77777777" w:rsidR="00CE78BF" w:rsidRPr="00891B0D" w:rsidRDefault="00CE78BF" w:rsidP="0063318D">
            <w:pPr>
              <w:rPr>
                <w:b/>
                <w:lang w:val="de-DE"/>
              </w:rPr>
            </w:pPr>
          </w:p>
        </w:tc>
        <w:tc>
          <w:tcPr>
            <w:tcW w:w="5518" w:type="dxa"/>
            <w:vAlign w:val="center"/>
          </w:tcPr>
          <w:p w14:paraId="60B5BE02" w14:textId="77777777" w:rsidR="00CE78BF" w:rsidRPr="00891B0D" w:rsidRDefault="00CE78BF" w:rsidP="00CE78BF">
            <w:pPr>
              <w:jc w:val="center"/>
              <w:rPr>
                <w:b/>
                <w:lang w:val="de-DE"/>
              </w:rPr>
            </w:pPr>
            <w:r w:rsidRPr="00891B0D">
              <w:rPr>
                <w:b/>
                <w:lang w:val="de-DE"/>
              </w:rPr>
              <w:t>Definition</w:t>
            </w:r>
          </w:p>
          <w:p w14:paraId="37474119" w14:textId="77777777" w:rsidR="000D2EA6" w:rsidRPr="00891B0D" w:rsidRDefault="000D2EA6" w:rsidP="00CE78BF">
            <w:pPr>
              <w:jc w:val="center"/>
              <w:rPr>
                <w:b/>
                <w:lang w:val="de-DE"/>
              </w:rPr>
            </w:pPr>
          </w:p>
        </w:tc>
      </w:tr>
      <w:tr w:rsidR="00CE78BF" w:rsidRPr="00891B0D" w14:paraId="67FC4F9B" w14:textId="77777777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6529EDC3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49339FE" w14:textId="77777777" w:rsidR="00CE78BF" w:rsidRPr="00891B0D" w:rsidRDefault="00CE78BF" w:rsidP="0063318D">
            <w:pPr>
              <w:rPr>
                <w:b/>
                <w:lang w:val="de-DE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14:paraId="6F248B2E" w14:textId="77777777" w:rsidR="00CE78BF" w:rsidRPr="00891B0D" w:rsidRDefault="00CE78BF" w:rsidP="00CE78BF">
            <w:pPr>
              <w:jc w:val="center"/>
              <w:rPr>
                <w:b/>
                <w:lang w:val="de-DE"/>
              </w:rPr>
            </w:pPr>
          </w:p>
        </w:tc>
      </w:tr>
      <w:tr w:rsidR="00CE78BF" w:rsidRPr="00891B0D" w14:paraId="6F9109BD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DCBA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de-DE"/>
              </w:rPr>
            </w:pPr>
            <w:r w:rsidRPr="00891B0D">
              <w:rPr>
                <w:rStyle w:val="hps"/>
                <w:lang w:val="de-DE"/>
              </w:rPr>
              <w:t>Z-</w:t>
            </w:r>
            <w:r w:rsidRPr="00891B0D">
              <w:rPr>
                <w:lang w:val="de-DE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31CEA93B" w14:textId="46476548" w:rsidR="00CE78BF" w:rsidRPr="00891B0D" w:rsidRDefault="00CE78BF" w:rsidP="0063318D">
            <w:pPr>
              <w:rPr>
                <w:rStyle w:val="eCheckBoxTextChar"/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1838" w14:textId="1F0D6C8B" w:rsidR="00CE78BF" w:rsidRPr="00891B0D" w:rsidRDefault="00B03FE2" w:rsidP="0063318D">
            <w:pPr>
              <w:rPr>
                <w:rStyle w:val="eCheckBoxTextChar"/>
                <w:lang w:val="de-DE"/>
              </w:rPr>
            </w:pPr>
            <w:r w:rsidRPr="00B03FE2">
              <w:rPr>
                <w:rStyle w:val="eCheckBoxTextChar"/>
                <w:lang w:val="de-DE"/>
              </w:rPr>
              <w:t>Es wurde für den Einsatz in einer Hausautomation und auch im industriellen Einsatz vorgeschlagen. Es handelt sich um einen Netzwerkstandard, der im sogenannten Routing-Modus arbeitet</w:t>
            </w:r>
          </w:p>
        </w:tc>
      </w:tr>
      <w:tr w:rsidR="00CE78BF" w:rsidRPr="00891B0D" w14:paraId="7E5C316A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F78FE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7A418050" w14:textId="77777777" w:rsidR="00CE78BF" w:rsidRPr="00891B0D" w:rsidRDefault="00CE78BF" w:rsidP="0063318D">
            <w:pPr>
              <w:rPr>
                <w:rStyle w:val="eCheckBoxTextChar"/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46750" w14:textId="77777777" w:rsidR="00CE78BF" w:rsidRPr="00891B0D" w:rsidRDefault="00CE78BF" w:rsidP="0063318D">
            <w:pPr>
              <w:rPr>
                <w:rStyle w:val="eCheckBoxTextChar"/>
                <w:lang w:val="de-DE"/>
              </w:rPr>
            </w:pPr>
          </w:p>
        </w:tc>
      </w:tr>
      <w:tr w:rsidR="00CE78BF" w:rsidRPr="00891B0D" w14:paraId="6ADDCBE3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A90B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891B0D">
              <w:rPr>
                <w:lang w:val="de-DE"/>
              </w:rPr>
              <w:t>ZigBee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12C1D674" w14:textId="3C0551A0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D03F" w14:textId="651C104C" w:rsidR="00CE78BF" w:rsidRPr="00891B0D" w:rsidRDefault="005B3316" w:rsidP="005B3316">
            <w:pPr>
              <w:rPr>
                <w:lang w:val="de-DE"/>
              </w:rPr>
            </w:pPr>
            <w:r w:rsidRPr="005B3316">
              <w:rPr>
                <w:lang w:val="de-DE"/>
              </w:rPr>
              <w:t>Diese</w:t>
            </w:r>
            <w:r>
              <w:rPr>
                <w:lang w:val="de-DE"/>
              </w:rPr>
              <w:t>r</w:t>
            </w:r>
            <w:r w:rsidRPr="005B3316">
              <w:rPr>
                <w:lang w:val="de-DE"/>
              </w:rPr>
              <w:t xml:space="preserve"> </w:t>
            </w:r>
            <w:r>
              <w:rPr>
                <w:lang w:val="de-DE"/>
              </w:rPr>
              <w:t>Standard</w:t>
            </w:r>
            <w:r w:rsidRPr="005B3316">
              <w:rPr>
                <w:lang w:val="de-DE"/>
              </w:rPr>
              <w:t xml:space="preserve"> konzentriert sich vor allem auf Anwendungen für die Hausautomation. Das Kommunikationsprotokoll dieser Technologie leitet Nachrichten mit dem Source Routing </w:t>
            </w:r>
            <w:proofErr w:type="spellStart"/>
            <w:r w:rsidRPr="005B3316">
              <w:rPr>
                <w:lang w:val="de-DE"/>
              </w:rPr>
              <w:t>Algorithm</w:t>
            </w:r>
            <w:proofErr w:type="spellEnd"/>
            <w:r w:rsidRPr="005B3316">
              <w:rPr>
                <w:lang w:val="de-DE"/>
              </w:rPr>
              <w:t xml:space="preserve"> (SRA) weiter.</w:t>
            </w:r>
          </w:p>
        </w:tc>
      </w:tr>
      <w:tr w:rsidR="00CE78BF" w:rsidRPr="00891B0D" w14:paraId="264E237D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3BCD9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0D0B491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BC916" w14:textId="77777777" w:rsidR="00CE78BF" w:rsidRPr="00891B0D" w:rsidRDefault="00CE78BF" w:rsidP="0063318D">
            <w:pPr>
              <w:rPr>
                <w:lang w:val="de-DE"/>
              </w:rPr>
            </w:pPr>
          </w:p>
        </w:tc>
      </w:tr>
      <w:tr w:rsidR="00CE78BF" w:rsidRPr="00891B0D" w14:paraId="0CEE876F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4BBA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91B0D">
              <w:rPr>
                <w:lang w:val="de-DE"/>
              </w:rPr>
              <w:t>WiFi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05C9E5D5" w14:textId="33193221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C5E4" w14:textId="0AB562F5" w:rsidR="00CE78BF" w:rsidRPr="00891B0D" w:rsidRDefault="005B3316" w:rsidP="0063318D">
            <w:pPr>
              <w:rPr>
                <w:lang w:val="de-DE"/>
              </w:rPr>
            </w:pPr>
            <w:r w:rsidRPr="005B3316">
              <w:rPr>
                <w:lang w:val="de-DE"/>
              </w:rPr>
              <w:t>Es wird verwendet, um die IP-Kamera in der Hausautomation anzuschließen, um jedes Mediengerät im Haus zu verbinden, einschließlich mobiler Geräte und Computer in einer Entfernung von 50 bis 100m.</w:t>
            </w:r>
          </w:p>
        </w:tc>
      </w:tr>
      <w:tr w:rsidR="00CE78BF" w:rsidRPr="00891B0D" w14:paraId="54D47431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6B5E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4AF9B7E9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1396A" w14:textId="77777777" w:rsidR="00CE78BF" w:rsidRPr="00891B0D" w:rsidRDefault="00CE78BF" w:rsidP="0063318D">
            <w:pPr>
              <w:rPr>
                <w:lang w:val="de-DE"/>
              </w:rPr>
            </w:pPr>
          </w:p>
        </w:tc>
      </w:tr>
      <w:tr w:rsidR="00CE78BF" w:rsidRPr="00891B0D" w14:paraId="06E27F54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7016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891B0D">
              <w:rPr>
                <w:rStyle w:val="hps"/>
                <w:lang w:val="de-DE"/>
              </w:rPr>
              <w:t>EnOcean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752AF898" w14:textId="22FB7047" w:rsidR="00CE78BF" w:rsidRPr="00891B0D" w:rsidRDefault="00CE78BF" w:rsidP="0063318D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21F" w14:textId="2FC6AD4E" w:rsidR="00CE78BF" w:rsidRPr="00891B0D" w:rsidRDefault="005B3316" w:rsidP="005B3316">
            <w:pPr>
              <w:pStyle w:val="eText"/>
              <w:spacing w:after="0"/>
              <w:rPr>
                <w:lang w:val="de-DE"/>
              </w:rPr>
            </w:pPr>
            <w:r w:rsidRPr="005B3316">
              <w:rPr>
                <w:lang w:val="de-DE"/>
              </w:rPr>
              <w:t xml:space="preserve">Diese Technologie wird </w:t>
            </w:r>
            <w:r>
              <w:rPr>
                <w:lang w:val="de-DE"/>
              </w:rPr>
              <w:t>meistens</w:t>
            </w:r>
            <w:r w:rsidRPr="005B3316">
              <w:rPr>
                <w:lang w:val="de-DE"/>
              </w:rPr>
              <w:t xml:space="preserve"> in Mobiltelefonen und drahtlosen Headsets, Tabletten und PCs eingesetzt, vor allem als Ersatz für verdrahtete Peripheriegeräte. In der Hausautomation konzentriert sie sich auf das </w:t>
            </w:r>
            <w:proofErr w:type="spellStart"/>
            <w:r w:rsidRPr="005B3316">
              <w:rPr>
                <w:lang w:val="de-DE"/>
              </w:rPr>
              <w:t>eHealth</w:t>
            </w:r>
            <w:proofErr w:type="spellEnd"/>
            <w:r w:rsidRPr="005B3316">
              <w:rPr>
                <w:lang w:val="de-DE"/>
              </w:rPr>
              <w:t>-Feld zur Erfassung der biometrischen Eigenschaften des Benutzers.</w:t>
            </w:r>
          </w:p>
        </w:tc>
      </w:tr>
      <w:tr w:rsidR="00CE78BF" w:rsidRPr="00891B0D" w14:paraId="230B5BFE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B789B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68EA9E7" w14:textId="77777777" w:rsidR="00CE78BF" w:rsidRPr="00891B0D" w:rsidRDefault="00CE78BF" w:rsidP="0063318D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8C35A" w14:textId="77777777" w:rsidR="00CE78BF" w:rsidRPr="00891B0D" w:rsidRDefault="00CE78BF" w:rsidP="0063318D">
            <w:pPr>
              <w:pStyle w:val="eText"/>
              <w:spacing w:after="0"/>
              <w:rPr>
                <w:lang w:val="de-DE"/>
              </w:rPr>
            </w:pPr>
          </w:p>
        </w:tc>
      </w:tr>
      <w:tr w:rsidR="00CE78BF" w:rsidRPr="00891B0D" w14:paraId="1A3C8387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E257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91B0D">
              <w:rPr>
                <w:lang w:val="de-DE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52FBC685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CEE2" w14:textId="302944BC" w:rsidR="00CE78BF" w:rsidRPr="00891B0D" w:rsidRDefault="005B3316" w:rsidP="005B3316">
            <w:pPr>
              <w:rPr>
                <w:lang w:val="de-DE"/>
              </w:rPr>
            </w:pPr>
            <w:r w:rsidRPr="005B3316">
              <w:rPr>
                <w:lang w:val="de-DE"/>
              </w:rPr>
              <w:t>Diese</w:t>
            </w:r>
            <w:r>
              <w:rPr>
                <w:lang w:val="de-DE"/>
              </w:rPr>
              <w:t>r</w:t>
            </w:r>
            <w:r w:rsidRPr="005B3316">
              <w:rPr>
                <w:lang w:val="de-DE"/>
              </w:rPr>
              <w:t xml:space="preserve"> </w:t>
            </w:r>
            <w:r>
              <w:rPr>
                <w:lang w:val="de-DE"/>
              </w:rPr>
              <w:t>Standard</w:t>
            </w:r>
            <w:r w:rsidRPr="005B3316">
              <w:rPr>
                <w:lang w:val="de-DE"/>
              </w:rPr>
              <w:t xml:space="preserve"> wird vor allem in der Gebäudeautomation, Logistik und Güterverkehr in der Industrie eingesetzt. Es nutzt die Energie aus der Umgebung, um Sensoren zu liefern.</w:t>
            </w:r>
          </w:p>
        </w:tc>
      </w:tr>
    </w:tbl>
    <w:p w14:paraId="5FBE6D4B" w14:textId="77777777" w:rsidR="000D2EA6" w:rsidRPr="00891B0D" w:rsidRDefault="000D2EA6" w:rsidP="000D2EA6">
      <w:pPr>
        <w:pStyle w:val="eLineBottom"/>
        <w:rPr>
          <w:lang w:val="de-DE"/>
        </w:rPr>
      </w:pPr>
    </w:p>
    <w:p w14:paraId="2773BD20" w14:textId="77777777" w:rsidR="00CE78BF" w:rsidRPr="00891B0D" w:rsidRDefault="00CE78BF" w:rsidP="00CE78BF">
      <w:pPr>
        <w:rPr>
          <w:rStyle w:val="hps"/>
          <w:lang w:val="de-DE" w:eastAsia="en-US"/>
        </w:rPr>
      </w:pPr>
    </w:p>
    <w:p w14:paraId="1E2B372A" w14:textId="397C7E49" w:rsidR="00F57928" w:rsidRPr="00891B0D" w:rsidRDefault="00733A60" w:rsidP="00F57928">
      <w:pPr>
        <w:pStyle w:val="eTask"/>
        <w:ind w:left="284" w:hanging="284"/>
        <w:rPr>
          <w:lang w:val="de-DE" w:eastAsia="en-US"/>
        </w:rPr>
      </w:pPr>
      <w:r w:rsidRPr="00733A60">
        <w:rPr>
          <w:rStyle w:val="hps"/>
          <w:lang w:val="de-DE"/>
        </w:rPr>
        <w:t xml:space="preserve">Ordnen Sie die drahtlosen Technologien </w:t>
      </w:r>
      <w:proofErr w:type="spellStart"/>
      <w:r w:rsidRPr="00733A60">
        <w:rPr>
          <w:rStyle w:val="hps"/>
          <w:lang w:val="de-DE"/>
        </w:rPr>
        <w:t>ZigBee</w:t>
      </w:r>
      <w:proofErr w:type="spellEnd"/>
      <w:r w:rsidRPr="00733A60">
        <w:rPr>
          <w:rStyle w:val="hps"/>
          <w:lang w:val="de-DE"/>
        </w:rPr>
        <w:t xml:space="preserve">, </w:t>
      </w:r>
      <w:proofErr w:type="spellStart"/>
      <w:r w:rsidRPr="00733A60">
        <w:rPr>
          <w:rStyle w:val="hps"/>
          <w:lang w:val="de-DE"/>
        </w:rPr>
        <w:t>EnOcean</w:t>
      </w:r>
      <w:proofErr w:type="spellEnd"/>
      <w:r w:rsidRPr="00733A60">
        <w:rPr>
          <w:rStyle w:val="hps"/>
          <w:lang w:val="de-DE"/>
        </w:rPr>
        <w:t>, Z-Wave, Bluetooth nach der benötigten Energie (1 - die niedrigste, 4 - die höchste</w:t>
      </w:r>
      <w:r w:rsidR="00F57928" w:rsidRPr="00891B0D">
        <w:rPr>
          <w:lang w:val="de-DE"/>
        </w:rPr>
        <w:t>)</w:t>
      </w:r>
    </w:p>
    <w:p w14:paraId="7AF0051F" w14:textId="77777777" w:rsidR="00F33860" w:rsidRPr="00891B0D" w:rsidRDefault="00F33860" w:rsidP="00F33860">
      <w:pPr>
        <w:pStyle w:val="eTask"/>
        <w:numPr>
          <w:ilvl w:val="0"/>
          <w:numId w:val="0"/>
        </w:numPr>
        <w:rPr>
          <w:bCs/>
          <w:lang w:val="de-DE"/>
        </w:rPr>
      </w:pPr>
    </w:p>
    <w:p w14:paraId="66E28F26" w14:textId="77777777" w:rsidR="00D26534" w:rsidRPr="00CE78BF" w:rsidRDefault="00D26534" w:rsidP="00D26534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14:paraId="1C9A8DEE" w14:textId="77777777" w:rsidR="00D26534" w:rsidRPr="00CE78BF" w:rsidRDefault="00D26534" w:rsidP="00D26534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14:paraId="7043B73A" w14:textId="77777777" w:rsidR="00D26534" w:rsidRPr="00CE78BF" w:rsidRDefault="00D26534" w:rsidP="00D26534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14:paraId="70D92F1E" w14:textId="77777777" w:rsidR="00D26534" w:rsidRPr="00CE78BF" w:rsidRDefault="00D26534" w:rsidP="00D26534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14:paraId="5A22BE08" w14:textId="77777777" w:rsidR="004A43EB" w:rsidRPr="00891B0D" w:rsidRDefault="004A43EB" w:rsidP="00F33860">
      <w:pPr>
        <w:pStyle w:val="eLineBottom"/>
        <w:jc w:val="both"/>
        <w:rPr>
          <w:lang w:val="de-DE"/>
        </w:rPr>
      </w:pPr>
    </w:p>
    <w:p w14:paraId="35F75443" w14:textId="0A447035" w:rsidR="00E460FE" w:rsidRPr="00891B0D" w:rsidRDefault="0000261A" w:rsidP="00E460FE">
      <w:pPr>
        <w:pStyle w:val="eTask"/>
        <w:ind w:left="284" w:hanging="284"/>
        <w:rPr>
          <w:lang w:val="de-DE"/>
        </w:rPr>
      </w:pPr>
      <w:r w:rsidRPr="008534E6">
        <w:rPr>
          <w:lang w:val="de-AT"/>
        </w:rPr>
        <w:lastRenderedPageBreak/>
        <w:t xml:space="preserve">Ändern Sie die folgenden Texte so, dass die </w:t>
      </w:r>
      <w:r>
        <w:rPr>
          <w:lang w:val="de-AT"/>
        </w:rPr>
        <w:t>Aussagen</w:t>
      </w:r>
      <w:r w:rsidRPr="008534E6">
        <w:rPr>
          <w:lang w:val="de-AT"/>
        </w:rPr>
        <w:t xml:space="preserve"> wahr sind</w:t>
      </w:r>
      <w:r w:rsidR="00E460FE" w:rsidRPr="00891B0D">
        <w:rPr>
          <w:lang w:val="de-DE"/>
        </w:rPr>
        <w:t>.</w:t>
      </w:r>
    </w:p>
    <w:p w14:paraId="6C685F0A" w14:textId="77777777" w:rsidR="00E460FE" w:rsidRPr="00891B0D" w:rsidRDefault="00E460FE" w:rsidP="00CE78BF">
      <w:pPr>
        <w:rPr>
          <w:lang w:val="de-DE"/>
        </w:rPr>
      </w:pPr>
    </w:p>
    <w:p w14:paraId="7B12E529" w14:textId="4746CCAA" w:rsidR="00E460FE" w:rsidRPr="00891B0D" w:rsidRDefault="005633DE" w:rsidP="00565DC7">
      <w:pPr>
        <w:spacing w:line="360" w:lineRule="auto"/>
        <w:jc w:val="both"/>
        <w:rPr>
          <w:b/>
          <w:lang w:val="de-DE"/>
        </w:rPr>
      </w:pPr>
      <w:r w:rsidRPr="005633DE">
        <w:rPr>
          <w:lang w:val="de-DE"/>
        </w:rPr>
        <w:t>KNX ist ein europäischer (EN50090, 2003) und internationaler (ISO / IEC 14543-3, 2006) Standard für</w:t>
      </w:r>
      <w:r w:rsidR="00E460FE"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Haus- und Gebäudeautomation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Industrieautomation</m:t>
                  </m:r>
                </m:e>
              </m:mr>
            </m:m>
          </m:e>
        </m:d>
      </m:oMath>
      <w:r w:rsidR="00E460FE" w:rsidRPr="00891B0D">
        <w:rPr>
          <w:lang w:val="de-DE"/>
        </w:rPr>
        <w:t>.</w:t>
      </w:r>
    </w:p>
    <w:p w14:paraId="1EEE50B4" w14:textId="77777777" w:rsidR="00E460FE" w:rsidRPr="00891B0D" w:rsidRDefault="00E460FE" w:rsidP="00565DC7">
      <w:pPr>
        <w:spacing w:line="360" w:lineRule="auto"/>
        <w:jc w:val="both"/>
        <w:rPr>
          <w:lang w:val="de-DE"/>
        </w:rPr>
      </w:pPr>
    </w:p>
    <w:p w14:paraId="379AD824" w14:textId="28F041D0" w:rsidR="00C96FCF" w:rsidRPr="00891B0D" w:rsidRDefault="005633DE" w:rsidP="00565DC7">
      <w:pPr>
        <w:spacing w:line="360" w:lineRule="auto"/>
        <w:jc w:val="both"/>
        <w:rPr>
          <w:lang w:val="de-DE"/>
        </w:rPr>
      </w:pPr>
      <w:r w:rsidRPr="005633DE">
        <w:rPr>
          <w:lang w:val="de-DE"/>
        </w:rPr>
        <w:t xml:space="preserve">LON steht für </w:t>
      </w:r>
      <w:proofErr w:type="spellStart"/>
      <w:r w:rsidRPr="005633DE">
        <w:rPr>
          <w:lang w:val="de-DE"/>
        </w:rPr>
        <w:t>Local</w:t>
      </w:r>
      <w:proofErr w:type="spellEnd"/>
      <w:r w:rsidRPr="005633DE">
        <w:rPr>
          <w:lang w:val="de-DE"/>
        </w:rPr>
        <w:t xml:space="preserve"> Oper</w:t>
      </w:r>
      <w:r w:rsidR="00E723BC">
        <w:rPr>
          <w:lang w:val="de-DE"/>
        </w:rPr>
        <w:t>ating Network, ursprünglich als</w:t>
      </w:r>
      <w:r w:rsidR="00E723BC" w:rsidRPr="00E723BC">
        <w:rPr>
          <w:lang w:val="de-DE"/>
        </w:rPr>
        <w:t xml:space="preserve"> </w:t>
      </w:r>
      <w:r w:rsidRPr="005633DE">
        <w:rPr>
          <w:lang w:val="de-DE"/>
        </w:rPr>
        <w:t>Lösung eingeführt</w:t>
      </w:r>
      <w:r>
        <w:rPr>
          <w:lang w:val="de-DE"/>
        </w:rPr>
        <w:t xml:space="preserve"> </w:t>
      </w:r>
      <w:r w:rsidR="00E723BC">
        <w:rPr>
          <w:lang w:val="de-DE"/>
        </w:rPr>
        <w:t>für</w:t>
      </w:r>
      <w:r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Automatisierung in Industriegebäuden,Flughäfen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Automatisierung von Häuser und Wohnungen</m:t>
                  </m:r>
                </m:e>
              </m:mr>
            </m:m>
          </m:e>
        </m:d>
      </m:oMath>
      <w:r w:rsidR="00E460FE" w:rsidRPr="00891B0D">
        <w:rPr>
          <w:lang w:val="de-DE"/>
        </w:rPr>
        <w:t>.</w:t>
      </w:r>
      <w:r w:rsidR="00C96FCF" w:rsidRPr="00891B0D">
        <w:rPr>
          <w:lang w:val="de-DE"/>
        </w:rPr>
        <w:t xml:space="preserve"> </w:t>
      </w:r>
    </w:p>
    <w:p w14:paraId="4A62B33F" w14:textId="77777777" w:rsidR="00C96FCF" w:rsidRPr="00891B0D" w:rsidRDefault="00C96FCF" w:rsidP="00565DC7">
      <w:pPr>
        <w:spacing w:line="360" w:lineRule="auto"/>
        <w:jc w:val="both"/>
        <w:rPr>
          <w:lang w:val="de-DE"/>
        </w:rPr>
      </w:pPr>
    </w:p>
    <w:p w14:paraId="47834D61" w14:textId="50744BFC" w:rsidR="00E460FE" w:rsidRPr="00891B0D" w:rsidRDefault="009D304B" w:rsidP="00565DC7">
      <w:pPr>
        <w:spacing w:line="360" w:lineRule="auto"/>
        <w:jc w:val="both"/>
        <w:rPr>
          <w:lang w:val="de-DE"/>
        </w:rPr>
      </w:pPr>
      <w:r>
        <w:rPr>
          <w:lang w:val="de-DE"/>
        </w:rPr>
        <w:t>LON Architektur</w:t>
      </w:r>
      <w:r w:rsidRPr="00891B0D">
        <w:rPr>
          <w:lang w:val="de-DE"/>
        </w:rPr>
        <w:t xml:space="preserve"> </w:t>
      </w:r>
      <w:r>
        <w:rPr>
          <w:lang w:val="de-DE"/>
        </w:rPr>
        <w:t>benutzt ein</w:t>
      </w:r>
      <w:r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dezentralisiertes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zentralisiertes</m:t>
                  </m:r>
                </m:e>
              </m:mr>
            </m:m>
          </m:e>
        </m:d>
      </m:oMath>
      <w:r w:rsidR="00CE78BF" w:rsidRPr="00891B0D">
        <w:rPr>
          <w:lang w:val="de-DE"/>
        </w:rPr>
        <w:t xml:space="preserve"> </w:t>
      </w:r>
      <w:r w:rsidR="005F6DB6">
        <w:rPr>
          <w:lang w:val="de-DE"/>
        </w:rPr>
        <w:t>M</w:t>
      </w:r>
      <w:r w:rsidR="00E460FE" w:rsidRPr="00891B0D">
        <w:rPr>
          <w:lang w:val="de-DE"/>
        </w:rPr>
        <w:t xml:space="preserve">anagement. </w:t>
      </w:r>
    </w:p>
    <w:p w14:paraId="133C65BF" w14:textId="77777777" w:rsidR="00E460FE" w:rsidRPr="00891B0D" w:rsidRDefault="00E460FE" w:rsidP="00565DC7">
      <w:pPr>
        <w:spacing w:line="360" w:lineRule="auto"/>
        <w:jc w:val="both"/>
        <w:rPr>
          <w:lang w:val="de-DE"/>
        </w:rPr>
      </w:pPr>
    </w:p>
    <w:p w14:paraId="0F180C42" w14:textId="57240CBA" w:rsidR="00E460FE" w:rsidRPr="00891B0D" w:rsidRDefault="005F6DB6" w:rsidP="00565DC7">
      <w:pPr>
        <w:spacing w:line="360" w:lineRule="auto"/>
        <w:jc w:val="both"/>
        <w:rPr>
          <w:lang w:val="de-DE"/>
        </w:rPr>
      </w:pPr>
      <w:r w:rsidRPr="005F6DB6">
        <w:rPr>
          <w:lang w:val="de-DE"/>
        </w:rPr>
        <w:t xml:space="preserve">Unter dem Controller ist </w:t>
      </w:r>
      <w:r>
        <w:rPr>
          <w:lang w:val="de-DE"/>
        </w:rPr>
        <w:t>das</w:t>
      </w:r>
      <w:r w:rsidR="00E460FE"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Steuergerät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Sensorgerät</m:t>
                  </m:r>
                </m:e>
              </m:mr>
            </m:m>
          </m:e>
        </m:d>
      </m:oMath>
      <w:r>
        <w:rPr>
          <w:lang w:val="de-DE"/>
        </w:rPr>
        <w:t xml:space="preserve"> </w:t>
      </w:r>
      <w:r w:rsidRPr="005F6DB6">
        <w:rPr>
          <w:lang w:val="de-DE"/>
        </w:rPr>
        <w:t>gemeint</w:t>
      </w:r>
      <w:r>
        <w:rPr>
          <w:lang w:val="de-DE"/>
        </w:rPr>
        <w:t>,</w:t>
      </w:r>
      <w:r w:rsidR="00CE78BF" w:rsidRPr="00891B0D">
        <w:rPr>
          <w:lang w:val="de-DE"/>
        </w:rPr>
        <w:t xml:space="preserve"> </w:t>
      </w:r>
      <w:r>
        <w:rPr>
          <w:lang w:val="de-DE"/>
        </w:rPr>
        <w:t>d</w:t>
      </w:r>
      <w:r w:rsidRPr="005F6DB6">
        <w:rPr>
          <w:lang w:val="de-DE"/>
        </w:rPr>
        <w:t>as als "Gehirn" im ganzen Hausautomationssystem fungiert.</w:t>
      </w:r>
    </w:p>
    <w:p w14:paraId="289AF879" w14:textId="77777777" w:rsidR="00E460FE" w:rsidRPr="00891B0D" w:rsidRDefault="00E460FE" w:rsidP="00E460FE">
      <w:pPr>
        <w:pStyle w:val="eLineBottom"/>
        <w:jc w:val="both"/>
        <w:rPr>
          <w:lang w:val="de-DE"/>
        </w:rPr>
      </w:pPr>
    </w:p>
    <w:p w14:paraId="5C3B1225" w14:textId="77777777" w:rsidR="00E460FE" w:rsidRPr="00891B0D" w:rsidRDefault="00E460FE" w:rsidP="00CE78BF">
      <w:pPr>
        <w:rPr>
          <w:lang w:val="de-DE"/>
        </w:rPr>
      </w:pPr>
    </w:p>
    <w:p w14:paraId="3C97710A" w14:textId="77777777" w:rsidR="009D304B" w:rsidRPr="00891B0D" w:rsidRDefault="009D304B" w:rsidP="009D304B">
      <w:pPr>
        <w:pStyle w:val="eTask"/>
        <w:ind w:left="360"/>
        <w:rPr>
          <w:lang w:val="de-DE"/>
        </w:rPr>
      </w:pPr>
      <w:r>
        <w:rPr>
          <w:lang w:val="de-AT"/>
        </w:rPr>
        <w:t>Notieren Sie</w:t>
      </w:r>
      <w:r w:rsidRPr="00891B0D">
        <w:rPr>
          <w:lang w:val="de-DE"/>
        </w:rPr>
        <w:t xml:space="preserve"> </w:t>
      </w:r>
      <w:r w:rsidRPr="0000261A">
        <w:rPr>
          <w:lang w:val="de-DE"/>
        </w:rPr>
        <w:t xml:space="preserve">vier </w:t>
      </w:r>
      <w:r>
        <w:rPr>
          <w:lang w:val="de-DE"/>
        </w:rPr>
        <w:t>Möglichkeiten, um Geo-Positionen festzustellen</w:t>
      </w:r>
      <w:r w:rsidRPr="0000261A">
        <w:rPr>
          <w:lang w:val="de-DE"/>
        </w:rPr>
        <w:t>.</w:t>
      </w:r>
    </w:p>
    <w:p w14:paraId="24FB9A74" w14:textId="77777777" w:rsidR="00CE78BF" w:rsidRPr="00891B0D" w:rsidRDefault="00CE78BF" w:rsidP="00CE78BF">
      <w:pPr>
        <w:rPr>
          <w:lang w:val="de-DE"/>
        </w:rPr>
      </w:pPr>
    </w:p>
    <w:p w14:paraId="63611A1F" w14:textId="64C16CD0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a) </w:t>
      </w:r>
      <w:r w:rsidR="006964FD" w:rsidRPr="00CE78BF">
        <w:rPr>
          <w:b w:val="0"/>
          <w:lang w:val="en-US"/>
        </w:rPr>
        <w:t>________________________________________</w:t>
      </w:r>
    </w:p>
    <w:p w14:paraId="1F340A21" w14:textId="00AB2FFF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b) </w:t>
      </w:r>
      <w:r w:rsidR="006964FD" w:rsidRPr="00CE78BF">
        <w:rPr>
          <w:b w:val="0"/>
          <w:lang w:val="en-US"/>
        </w:rPr>
        <w:t>________________________________________</w:t>
      </w:r>
    </w:p>
    <w:p w14:paraId="2A7558ED" w14:textId="06050097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c) </w:t>
      </w:r>
      <w:r w:rsidR="006964FD" w:rsidRPr="00CE78BF">
        <w:rPr>
          <w:b w:val="0"/>
          <w:lang w:val="en-US"/>
        </w:rPr>
        <w:t>________________________________________</w:t>
      </w:r>
    </w:p>
    <w:p w14:paraId="72E133C4" w14:textId="1F48BE95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lang w:val="de-DE"/>
        </w:rPr>
      </w:pPr>
      <w:r w:rsidRPr="00891B0D">
        <w:rPr>
          <w:b w:val="0"/>
          <w:lang w:val="de-DE"/>
        </w:rPr>
        <w:t xml:space="preserve">d) </w:t>
      </w:r>
      <w:r w:rsidR="006964FD" w:rsidRPr="00CE78BF">
        <w:rPr>
          <w:b w:val="0"/>
          <w:lang w:val="en-US"/>
        </w:rPr>
        <w:t>________________________________________</w:t>
      </w:r>
    </w:p>
    <w:p w14:paraId="448BE4D5" w14:textId="77777777" w:rsidR="00E460FE" w:rsidRPr="00891B0D" w:rsidRDefault="00E460FE" w:rsidP="00E460FE">
      <w:pPr>
        <w:pStyle w:val="eLineBottom"/>
        <w:jc w:val="both"/>
        <w:rPr>
          <w:lang w:val="de-DE"/>
        </w:rPr>
      </w:pPr>
    </w:p>
    <w:p w14:paraId="45D69852" w14:textId="77777777" w:rsidR="00E460FE" w:rsidRPr="00891B0D" w:rsidRDefault="00E460FE" w:rsidP="00CE78BF">
      <w:pPr>
        <w:rPr>
          <w:lang w:val="de-DE"/>
        </w:rPr>
      </w:pPr>
    </w:p>
    <w:p w14:paraId="1AA6BD7A" w14:textId="77777777" w:rsidR="009D304B" w:rsidRPr="00891B0D" w:rsidRDefault="009D304B" w:rsidP="009D304B">
      <w:pPr>
        <w:pStyle w:val="eTask"/>
        <w:ind w:left="360"/>
        <w:rPr>
          <w:lang w:val="de-DE"/>
        </w:rPr>
      </w:pPr>
      <w:proofErr w:type="spellStart"/>
      <w:r>
        <w:rPr>
          <w:lang w:val="de-DE"/>
        </w:rPr>
        <w:t>Noieren</w:t>
      </w:r>
      <w:proofErr w:type="spellEnd"/>
      <w:r>
        <w:rPr>
          <w:lang w:val="de-DE"/>
        </w:rPr>
        <w:t xml:space="preserve"> Sie</w:t>
      </w:r>
      <w:r w:rsidRPr="008C00F9">
        <w:rPr>
          <w:lang w:val="de-DE"/>
        </w:rPr>
        <w:t xml:space="preserve"> </w:t>
      </w:r>
      <w:r>
        <w:rPr>
          <w:lang w:val="de-DE"/>
        </w:rPr>
        <w:t>die</w:t>
      </w:r>
      <w:r w:rsidRPr="008C00F9">
        <w:rPr>
          <w:lang w:val="de-DE"/>
        </w:rPr>
        <w:t xml:space="preserve"> Einheiten</w:t>
      </w:r>
      <w:r>
        <w:rPr>
          <w:lang w:val="de-DE"/>
        </w:rPr>
        <w:t xml:space="preserve">, die </w:t>
      </w:r>
      <w:r w:rsidRPr="008C00F9">
        <w:rPr>
          <w:lang w:val="de-DE"/>
        </w:rPr>
        <w:t>i</w:t>
      </w:r>
      <w:r>
        <w:rPr>
          <w:lang w:val="de-DE"/>
        </w:rPr>
        <w:t xml:space="preserve">n </w:t>
      </w:r>
      <w:proofErr w:type="spellStart"/>
      <w:r>
        <w:rPr>
          <w:lang w:val="de-DE"/>
        </w:rPr>
        <w:t>ZigBee</w:t>
      </w:r>
      <w:proofErr w:type="spellEnd"/>
      <w:r>
        <w:rPr>
          <w:lang w:val="de-DE"/>
        </w:rPr>
        <w:t>-Technologie definiert sind.</w:t>
      </w:r>
      <w:r w:rsidRPr="008C00F9">
        <w:rPr>
          <w:lang w:val="de-DE"/>
        </w:rPr>
        <w:t xml:space="preserve"> </w:t>
      </w:r>
    </w:p>
    <w:p w14:paraId="57EC3B27" w14:textId="77777777" w:rsidR="00CE78BF" w:rsidRPr="00891B0D" w:rsidRDefault="00CE78BF" w:rsidP="00CE78BF">
      <w:pPr>
        <w:rPr>
          <w:lang w:val="de-DE"/>
        </w:rPr>
      </w:pPr>
      <w:bookmarkStart w:id="0" w:name="_GoBack"/>
      <w:bookmarkEnd w:id="0"/>
    </w:p>
    <w:p w14:paraId="1CA63743" w14:textId="302B2668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a) </w:t>
      </w:r>
      <w:r w:rsidR="006964FD" w:rsidRPr="00CE78BF">
        <w:rPr>
          <w:b w:val="0"/>
          <w:lang w:val="en-US"/>
        </w:rPr>
        <w:t>________________________________________</w:t>
      </w:r>
    </w:p>
    <w:p w14:paraId="2FA2D4FD" w14:textId="2F1C2566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b) </w:t>
      </w:r>
      <w:r w:rsidR="006964FD" w:rsidRPr="00CE78BF">
        <w:rPr>
          <w:b w:val="0"/>
          <w:lang w:val="en-US"/>
        </w:rPr>
        <w:t>________________________________________</w:t>
      </w:r>
    </w:p>
    <w:p w14:paraId="14D1CAF9" w14:textId="7ECF9888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c) </w:t>
      </w:r>
      <w:r w:rsidR="006964FD" w:rsidRPr="00CE78BF">
        <w:rPr>
          <w:b w:val="0"/>
          <w:lang w:val="en-US"/>
        </w:rPr>
        <w:t>________________________________________</w:t>
      </w:r>
    </w:p>
    <w:p w14:paraId="4F647CDC" w14:textId="77777777" w:rsidR="00C145C6" w:rsidRPr="00891B0D" w:rsidRDefault="00C145C6" w:rsidP="00E460FE">
      <w:pPr>
        <w:pStyle w:val="eTask"/>
        <w:numPr>
          <w:ilvl w:val="0"/>
          <w:numId w:val="0"/>
        </w:numPr>
        <w:rPr>
          <w:lang w:val="de-DE"/>
        </w:rPr>
      </w:pPr>
    </w:p>
    <w:sectPr w:rsidR="00C145C6" w:rsidRPr="00891B0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FEC2D" w14:textId="77777777" w:rsidR="000C0419" w:rsidRDefault="000C0419" w:rsidP="00861A1A">
      <w:r>
        <w:separator/>
      </w:r>
    </w:p>
  </w:endnote>
  <w:endnote w:type="continuationSeparator" w:id="0">
    <w:p w14:paraId="36637FC1" w14:textId="77777777" w:rsidR="000C0419" w:rsidRDefault="000C041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68FD16C2" w14:textId="77777777" w:rsidTr="00CA51B5">
      <w:tc>
        <w:tcPr>
          <w:tcW w:w="2518" w:type="dxa"/>
        </w:tcPr>
        <w:p w14:paraId="7DCC89F2" w14:textId="77777777"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4342BAA6" wp14:editId="71FF47DF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A7AEDAE" w14:textId="7EBF80D4" w:rsidR="00BF5E09" w:rsidRPr="00CA51B5" w:rsidRDefault="00565DC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08095F13" w14:textId="77777777" w:rsidTr="00CA51B5">
      <w:tc>
        <w:tcPr>
          <w:tcW w:w="8472" w:type="dxa"/>
          <w:gridSpan w:val="2"/>
        </w:tcPr>
        <w:p w14:paraId="505EF58E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65FF23B2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6A911598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70D44" w14:textId="77777777" w:rsidR="000C0419" w:rsidRDefault="000C0419" w:rsidP="00861A1A">
      <w:r>
        <w:separator/>
      </w:r>
    </w:p>
  </w:footnote>
  <w:footnote w:type="continuationSeparator" w:id="0">
    <w:p w14:paraId="0B7FA5B1" w14:textId="77777777" w:rsidR="000C0419" w:rsidRDefault="000C041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FC1EB" w14:textId="44007433"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 wp14:anchorId="6B2A6FFA" wp14:editId="5616C9A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65DC7">
      <w:rPr>
        <w:rFonts w:ascii="Calibri" w:hAnsi="Calibri"/>
        <w:b/>
        <w:bCs/>
        <w:smallCaps/>
        <w:noProof/>
        <w:lang w:val="de-DE"/>
      </w:rPr>
      <w:t>ARBEITSBLATT</w:t>
    </w:r>
  </w:p>
  <w:p w14:paraId="23FF2F43" w14:textId="059804DC" w:rsidR="00C148FD" w:rsidRPr="00C148FD" w:rsidRDefault="00B04AC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="00565DC7" w:rsidRPr="00F3369C">
      <w:rPr>
        <w:rFonts w:ascii="Calibri" w:hAnsi="Calibri"/>
        <w:smallCaps/>
        <w:noProof/>
        <w:sz w:val="20"/>
        <w:szCs w:val="20"/>
        <w:lang w:val="en-US"/>
      </w:rPr>
      <w:t>HAUSAUTOMATISIERUNG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9F96B6BE"/>
    <w:lvl w:ilvl="0" w:tplc="1C868BA4">
      <w:start w:val="1"/>
      <w:numFmt w:val="decimal"/>
      <w:lvlText w:val="%1."/>
      <w:lvlJc w:val="left"/>
      <w:pPr>
        <w:ind w:left="3196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27961074"/>
    <w:lvl w:ilvl="0" w:tplc="9EE8D73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261A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0419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2012"/>
    <w:rsid w:val="00275C94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37692"/>
    <w:rsid w:val="0046567F"/>
    <w:rsid w:val="00472203"/>
    <w:rsid w:val="00475954"/>
    <w:rsid w:val="00492966"/>
    <w:rsid w:val="004A01E5"/>
    <w:rsid w:val="004A24D6"/>
    <w:rsid w:val="004A43EB"/>
    <w:rsid w:val="004A7B44"/>
    <w:rsid w:val="004B728A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633DE"/>
    <w:rsid w:val="00565DC7"/>
    <w:rsid w:val="005728B3"/>
    <w:rsid w:val="005738D5"/>
    <w:rsid w:val="0057504E"/>
    <w:rsid w:val="00576F1A"/>
    <w:rsid w:val="005832C4"/>
    <w:rsid w:val="00587966"/>
    <w:rsid w:val="005949AF"/>
    <w:rsid w:val="005A1CE4"/>
    <w:rsid w:val="005A20CC"/>
    <w:rsid w:val="005B2E55"/>
    <w:rsid w:val="005B3316"/>
    <w:rsid w:val="005B37E2"/>
    <w:rsid w:val="005B460C"/>
    <w:rsid w:val="005C61F7"/>
    <w:rsid w:val="005D7525"/>
    <w:rsid w:val="005E1AB1"/>
    <w:rsid w:val="005E20B2"/>
    <w:rsid w:val="005E5A22"/>
    <w:rsid w:val="005F5FA1"/>
    <w:rsid w:val="005F6DB6"/>
    <w:rsid w:val="00623B26"/>
    <w:rsid w:val="00625B5A"/>
    <w:rsid w:val="0063409C"/>
    <w:rsid w:val="0063686B"/>
    <w:rsid w:val="006435FE"/>
    <w:rsid w:val="0064494B"/>
    <w:rsid w:val="006621E3"/>
    <w:rsid w:val="0066326F"/>
    <w:rsid w:val="00673B79"/>
    <w:rsid w:val="0068067D"/>
    <w:rsid w:val="0068131D"/>
    <w:rsid w:val="00690FB1"/>
    <w:rsid w:val="006964FD"/>
    <w:rsid w:val="006A24C7"/>
    <w:rsid w:val="006B5D59"/>
    <w:rsid w:val="006C3A1F"/>
    <w:rsid w:val="006C68B6"/>
    <w:rsid w:val="006D39B2"/>
    <w:rsid w:val="006D3F30"/>
    <w:rsid w:val="006D50FA"/>
    <w:rsid w:val="006F0D5B"/>
    <w:rsid w:val="006F2923"/>
    <w:rsid w:val="006F638E"/>
    <w:rsid w:val="006F787A"/>
    <w:rsid w:val="0070487F"/>
    <w:rsid w:val="00710301"/>
    <w:rsid w:val="007109B4"/>
    <w:rsid w:val="00733A60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67789"/>
    <w:rsid w:val="00882BE0"/>
    <w:rsid w:val="008836CE"/>
    <w:rsid w:val="00891B0D"/>
    <w:rsid w:val="00891FF5"/>
    <w:rsid w:val="00893E89"/>
    <w:rsid w:val="008A3619"/>
    <w:rsid w:val="008B05F5"/>
    <w:rsid w:val="008B6CCD"/>
    <w:rsid w:val="008C00F9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638C"/>
    <w:rsid w:val="009C7B24"/>
    <w:rsid w:val="009D304B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1EB"/>
    <w:rsid w:val="00AA5B23"/>
    <w:rsid w:val="00AC4ED9"/>
    <w:rsid w:val="00AC6380"/>
    <w:rsid w:val="00AD2F36"/>
    <w:rsid w:val="00AD6E4D"/>
    <w:rsid w:val="00AF5281"/>
    <w:rsid w:val="00B01599"/>
    <w:rsid w:val="00B03FE2"/>
    <w:rsid w:val="00B04ACC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514F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7264E"/>
    <w:rsid w:val="00C767C9"/>
    <w:rsid w:val="00C878F0"/>
    <w:rsid w:val="00C96FCF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20A5C"/>
    <w:rsid w:val="00D2650E"/>
    <w:rsid w:val="00D26534"/>
    <w:rsid w:val="00D302FB"/>
    <w:rsid w:val="00D33524"/>
    <w:rsid w:val="00D40F27"/>
    <w:rsid w:val="00D573B0"/>
    <w:rsid w:val="00D635AC"/>
    <w:rsid w:val="00D6535B"/>
    <w:rsid w:val="00D70BF3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723BC"/>
    <w:rsid w:val="00E8518C"/>
    <w:rsid w:val="00E879F9"/>
    <w:rsid w:val="00E90BD9"/>
    <w:rsid w:val="00E97DB6"/>
    <w:rsid w:val="00EA1BDF"/>
    <w:rsid w:val="00EA3C94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33860"/>
    <w:rsid w:val="00F420E9"/>
    <w:rsid w:val="00F46B18"/>
    <w:rsid w:val="00F57928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  <w:rsid w:val="00F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C133B"/>
  <w15:docId w15:val="{34B6E677-C89D-4905-9C85-0B7CE6A9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8C9DB-518D-4C53-AD82-34A97E22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10</cp:revision>
  <cp:lastPrinted>2013-05-24T15:00:00Z</cp:lastPrinted>
  <dcterms:created xsi:type="dcterms:W3CDTF">2017-04-11T15:08:00Z</dcterms:created>
  <dcterms:modified xsi:type="dcterms:W3CDTF">2017-08-04T14:26:00Z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