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AA161" w14:textId="77777777" w:rsidR="005F6159" w:rsidRPr="00D063BF" w:rsidRDefault="00046307" w:rsidP="0054052D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D063BF">
        <w:rPr>
          <w:bCs/>
          <w:lang w:val="de-DE"/>
        </w:rPr>
        <w:t>Womit werden sichere Steuersysteme gekennzeichnet?</w:t>
      </w:r>
    </w:p>
    <w:p w14:paraId="030DDECF" w14:textId="77777777" w:rsidR="002510FF" w:rsidRPr="00D063BF" w:rsidRDefault="002510FF" w:rsidP="002510FF">
      <w:pPr>
        <w:rPr>
          <w:rStyle w:val="eAbbreviationMeaning"/>
          <w:b w:val="0"/>
          <w:i w:val="0"/>
          <w:color w:val="auto"/>
          <w:lang w:val="de-DE"/>
        </w:rPr>
      </w:pPr>
    </w:p>
    <w:p w14:paraId="46295323" w14:textId="77777777" w:rsidR="00386182" w:rsidRPr="00D063BF" w:rsidRDefault="00850453" w:rsidP="00456D3E">
      <w:pPr>
        <w:pStyle w:val="eCheckBoxText"/>
        <w:rPr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lang w:val="de-DE"/>
        </w:rPr>
        <w:tab/>
      </w:r>
      <w:r w:rsidRPr="00D063BF">
        <w:rPr>
          <w:color w:val="FF0000"/>
          <w:lang w:val="de-DE"/>
        </w:rPr>
        <w:t>Redundanz</w:t>
      </w:r>
    </w:p>
    <w:p w14:paraId="3A673870" w14:textId="77777777" w:rsidR="00456D3E" w:rsidRPr="00D063BF" w:rsidRDefault="00A8211E" w:rsidP="00456D3E">
      <w:pPr>
        <w:pStyle w:val="eCheckBoxText"/>
        <w:rPr>
          <w:rStyle w:val="eCheckBoxSquareChar"/>
          <w:b/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color w:val="FF0000"/>
          <w:lang w:val="de-DE"/>
        </w:rPr>
        <w:tab/>
        <w:t>Backup</w:t>
      </w:r>
    </w:p>
    <w:p w14:paraId="24ECFF8C" w14:textId="77777777" w:rsidR="00456D3E" w:rsidRPr="00D063BF" w:rsidRDefault="00850453" w:rsidP="00456D3E">
      <w:pPr>
        <w:pStyle w:val="eCheckBoxText"/>
        <w:rPr>
          <w:rStyle w:val="eCheckBoxSquareChar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lang w:val="de-DE"/>
        </w:rPr>
        <w:tab/>
      </w:r>
      <w:r w:rsidRPr="00D063BF">
        <w:rPr>
          <w:color w:val="FF0000"/>
          <w:lang w:val="de-DE"/>
        </w:rPr>
        <w:t>Sicheres Design</w:t>
      </w:r>
    </w:p>
    <w:p w14:paraId="3314760D" w14:textId="77777777" w:rsidR="00456D3E" w:rsidRPr="00D063BF" w:rsidRDefault="00456D3E" w:rsidP="00456D3E">
      <w:pPr>
        <w:pStyle w:val="eCheckBoxText"/>
        <w:rPr>
          <w:rStyle w:val="eCheckBoxSquareChar"/>
          <w:lang w:val="de-DE"/>
        </w:rPr>
      </w:pPr>
      <w:r w:rsidRPr="00D063BF">
        <w:rPr>
          <w:rStyle w:val="eCheckBoxSquareChar"/>
          <w:lang w:val="de-DE"/>
        </w:rPr>
        <w:t>□</w:t>
      </w:r>
      <w:r w:rsidRPr="00D063BF">
        <w:rPr>
          <w:rStyle w:val="eCheckBoxSquareChar"/>
          <w:lang w:val="de-DE"/>
        </w:rPr>
        <w:tab/>
      </w:r>
      <w:r w:rsidRPr="00D063BF">
        <w:rPr>
          <w:rStyle w:val="eCheckBoxSquareChar"/>
          <w:sz w:val="24"/>
          <w:lang w:val="de-DE"/>
        </w:rPr>
        <w:t>Büro-</w:t>
      </w:r>
      <w:r w:rsidRPr="00D063BF">
        <w:rPr>
          <w:lang w:val="de-DE"/>
        </w:rPr>
        <w:t>PC</w:t>
      </w:r>
    </w:p>
    <w:p w14:paraId="3301A28C" w14:textId="77777777" w:rsidR="00456D3E" w:rsidRPr="00D063BF" w:rsidRDefault="00456D3E" w:rsidP="00456D3E">
      <w:pPr>
        <w:pStyle w:val="eCheckBoxText"/>
        <w:rPr>
          <w:lang w:val="de-DE"/>
        </w:rPr>
      </w:pPr>
      <w:r w:rsidRPr="00D063BF">
        <w:rPr>
          <w:rStyle w:val="eCheckBoxSquareChar"/>
          <w:lang w:val="de-DE"/>
        </w:rPr>
        <w:t>□</w:t>
      </w:r>
      <w:r w:rsidRPr="00D063BF">
        <w:rPr>
          <w:rStyle w:val="eCheckBoxSquareChar"/>
          <w:lang w:val="de-DE"/>
        </w:rPr>
        <w:tab/>
      </w:r>
      <w:proofErr w:type="spellStart"/>
      <w:r w:rsidRPr="00D063BF">
        <w:rPr>
          <w:lang w:val="de-DE"/>
        </w:rPr>
        <w:t>SoftPLC</w:t>
      </w:r>
      <w:proofErr w:type="spellEnd"/>
    </w:p>
    <w:p w14:paraId="60C595D2" w14:textId="77777777" w:rsidR="00B87089" w:rsidRPr="00D063BF" w:rsidRDefault="00B87089" w:rsidP="00456D3E">
      <w:pPr>
        <w:pStyle w:val="eLineBottom"/>
        <w:rPr>
          <w:lang w:val="de-DE"/>
        </w:rPr>
      </w:pPr>
    </w:p>
    <w:p w14:paraId="171185A3" w14:textId="77777777" w:rsidR="00056FF0" w:rsidRPr="00D063BF" w:rsidRDefault="00056FF0" w:rsidP="00056FF0">
      <w:pPr>
        <w:rPr>
          <w:lang w:val="de-DE"/>
        </w:rPr>
      </w:pPr>
    </w:p>
    <w:p w14:paraId="16408AB8" w14:textId="77777777" w:rsidR="00EB5344" w:rsidRPr="00D063BF" w:rsidRDefault="00046307" w:rsidP="0054052D">
      <w:pPr>
        <w:pStyle w:val="eTask"/>
        <w:rPr>
          <w:lang w:val="de-DE"/>
        </w:rPr>
      </w:pPr>
      <w:r w:rsidRPr="00D063BF">
        <w:rPr>
          <w:bCs/>
          <w:lang w:val="de-DE"/>
        </w:rPr>
        <w:t>Wählen Sie eine Variante des folgenden Textes, so dass die Aussage richtig ist.</w:t>
      </w:r>
    </w:p>
    <w:p w14:paraId="451679C7" w14:textId="77777777" w:rsidR="00056FF0" w:rsidRPr="00D063BF" w:rsidRDefault="00056FF0" w:rsidP="008426C2">
      <w:pPr>
        <w:rPr>
          <w:sz w:val="20"/>
          <w:szCs w:val="20"/>
          <w:lang w:val="de-DE"/>
        </w:rPr>
      </w:pPr>
    </w:p>
    <w:p w14:paraId="0A4AA555" w14:textId="77777777" w:rsidR="00B87089" w:rsidRPr="00D063BF" w:rsidRDefault="00D36BDA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Thyristor-Steuersysteme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b/>
                    <w:color w:val="FF0000"/>
                    <w:lang w:val="de-DE"/>
                  </w:rPr>
                  <m:t>Frequenzumrichter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Softstarter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Pneumatische Steuersysteme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CE15BB" w:rsidRPr="00D063BF">
        <w:rPr>
          <w:rFonts w:eastAsia="Cambria Math"/>
          <w:lang w:val="de-DE"/>
        </w:rPr>
        <w:t xml:space="preserve"> werden für einen sanften Start und </w:t>
      </w:r>
      <w:r w:rsidR="003E716B">
        <w:rPr>
          <w:rFonts w:eastAsia="Cambria Math"/>
          <w:lang w:val="de-DE"/>
        </w:rPr>
        <w:t xml:space="preserve">die </w:t>
      </w:r>
      <w:r w:rsidR="00CE15BB" w:rsidRPr="00D063BF">
        <w:rPr>
          <w:rFonts w:eastAsia="Cambria Math"/>
          <w:lang w:val="de-DE"/>
        </w:rPr>
        <w:t>Steuerung asynchroner Motoren verwendet.</w:t>
      </w:r>
    </w:p>
    <w:p w14:paraId="6CB55FC7" w14:textId="77777777" w:rsidR="00AE3AC6" w:rsidRPr="00D063BF" w:rsidRDefault="00AE3AC6" w:rsidP="00AE3AC6">
      <w:pPr>
        <w:pBdr>
          <w:bottom w:val="single" w:sz="4" w:space="1" w:color="auto"/>
        </w:pBdr>
        <w:spacing w:line="360" w:lineRule="auto"/>
        <w:rPr>
          <w:lang w:val="de-DE"/>
        </w:rPr>
      </w:pPr>
    </w:p>
    <w:p w14:paraId="05285473" w14:textId="77777777" w:rsidR="008B4839" w:rsidRPr="00D063BF" w:rsidRDefault="008B4839" w:rsidP="008426C2">
      <w:pPr>
        <w:rPr>
          <w:sz w:val="20"/>
          <w:szCs w:val="20"/>
          <w:lang w:val="de-DE"/>
        </w:rPr>
      </w:pPr>
    </w:p>
    <w:p w14:paraId="773C7CB1" w14:textId="77777777" w:rsidR="007109D2" w:rsidRPr="00D063BF" w:rsidRDefault="00023F90" w:rsidP="007F6FA5">
      <w:pPr>
        <w:pStyle w:val="eTask"/>
        <w:rPr>
          <w:lang w:val="de-DE"/>
        </w:rPr>
      </w:pPr>
      <w:r w:rsidRPr="00D063BF">
        <w:rPr>
          <w:bCs/>
          <w:lang w:val="de-DE"/>
        </w:rPr>
        <w:t>Ordnen Sie den Abkürzungen in der linken Spalte ihre entsprechende Definition in der rechten Spalte zu.</w:t>
      </w:r>
    </w:p>
    <w:p w14:paraId="668885FD" w14:textId="77777777" w:rsidR="00B05FE7" w:rsidRPr="00D063BF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D063BF" w14:paraId="1E795265" w14:textId="7777777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1E892623" w14:textId="77777777" w:rsidR="00456D3E" w:rsidRPr="00D063BF" w:rsidRDefault="00386182" w:rsidP="002510FF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E88BD6C" w14:textId="77777777" w:rsidR="00456D3E" w:rsidRPr="00D063BF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14:paraId="2ED78E42" w14:textId="77777777" w:rsidR="00456D3E" w:rsidRPr="00D063BF" w:rsidRDefault="00386182" w:rsidP="002510FF">
            <w:pPr>
              <w:rPr>
                <w:lang w:val="de-DE"/>
              </w:rPr>
            </w:pPr>
            <w:r w:rsidRPr="00D063BF">
              <w:rPr>
                <w:lang w:val="de-DE"/>
              </w:rPr>
              <w:t>Protocol Data Unit</w:t>
            </w:r>
          </w:p>
        </w:tc>
      </w:tr>
      <w:tr w:rsidR="002510FF" w:rsidRPr="00D063BF" w14:paraId="4ECAD751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AAD0E" w14:textId="77777777" w:rsidR="002510FF" w:rsidRPr="00D063BF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ADCD0D" w14:textId="77777777" w:rsidR="002510FF" w:rsidRPr="00D063BF" w:rsidRDefault="00AE3AC6" w:rsidP="00B05FE7">
            <w:pPr>
              <w:pStyle w:val="eText"/>
              <w:rPr>
                <w:sz w:val="10"/>
                <w:szCs w:val="10"/>
                <w:lang w:val="de-DE"/>
              </w:rPr>
            </w:pPr>
            <w:r w:rsidRPr="00D063BF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3671E3A" wp14:editId="35FF75B5">
                      <wp:simplePos x="0" y="0"/>
                      <wp:positionH relativeFrom="column">
                        <wp:posOffset>-55879</wp:posOffset>
                      </wp:positionH>
                      <wp:positionV relativeFrom="page">
                        <wp:posOffset>-195580</wp:posOffset>
                      </wp:positionV>
                      <wp:extent cx="781050" cy="1295400"/>
                      <wp:effectExtent l="0" t="0" r="19050" b="1905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12954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8940AD" id="Přímá spojnice 10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4pt,-15.4pt" to="57.1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A032D4" w14:textId="77777777" w:rsidR="002510FF" w:rsidRPr="00D063BF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D063BF" w14:paraId="1AD4C4B6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31245" w14:textId="77777777" w:rsidR="00456D3E" w:rsidRPr="00D063BF" w:rsidRDefault="00386182" w:rsidP="002510FF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ED0C4B9" w14:textId="77777777" w:rsidR="00456D3E" w:rsidRPr="00D063BF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7B704" w14:textId="77777777" w:rsidR="00456D3E" w:rsidRPr="00915840" w:rsidRDefault="00386182" w:rsidP="002510FF">
            <w:r w:rsidRPr="00915840">
              <w:t>Supervisory Control And Data Acquisition</w:t>
            </w:r>
          </w:p>
        </w:tc>
      </w:tr>
      <w:tr w:rsidR="002510FF" w:rsidRPr="00D063BF" w14:paraId="4C3DDCE0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B2CB1" w14:textId="77777777" w:rsidR="002510FF" w:rsidRPr="00915840" w:rsidRDefault="002510FF" w:rsidP="002510F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93E7371" w14:textId="77777777" w:rsidR="002510FF" w:rsidRPr="00915840" w:rsidRDefault="002510FF" w:rsidP="00B05FE7">
            <w:pPr>
              <w:pStyle w:val="eText"/>
              <w:rPr>
                <w:sz w:val="10"/>
                <w:szCs w:val="1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DF9AAD" w14:textId="77777777" w:rsidR="002510FF" w:rsidRPr="00915840" w:rsidRDefault="002510FF" w:rsidP="002510FF">
            <w:pPr>
              <w:rPr>
                <w:sz w:val="10"/>
                <w:szCs w:val="10"/>
              </w:rPr>
            </w:pPr>
          </w:p>
        </w:tc>
      </w:tr>
      <w:tr w:rsidR="00456D3E" w:rsidRPr="00D063BF" w14:paraId="2A1B9DC2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F6B4B" w14:textId="77777777" w:rsidR="00456D3E" w:rsidRPr="00D063BF" w:rsidRDefault="00386182" w:rsidP="002510FF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DD407FF" w14:textId="77777777" w:rsidR="00456D3E" w:rsidRPr="00D063BF" w:rsidRDefault="00AE3AC6" w:rsidP="00B05FE7">
            <w:pPr>
              <w:pStyle w:val="eText"/>
              <w:rPr>
                <w:lang w:val="de-DE"/>
              </w:rPr>
            </w:pPr>
            <w:r w:rsidRPr="00D063BF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3640B" wp14:editId="2E31B1D2">
                      <wp:simplePos x="0" y="0"/>
                      <wp:positionH relativeFrom="column">
                        <wp:posOffset>-84455</wp:posOffset>
                      </wp:positionH>
                      <wp:positionV relativeFrom="page">
                        <wp:posOffset>-449581</wp:posOffset>
                      </wp:positionV>
                      <wp:extent cx="819150" cy="1343025"/>
                      <wp:effectExtent l="0" t="0" r="19050" b="28575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150" cy="13430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BE584" id="Přímá spojnic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4pt" to="57.8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D063BF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37F8521" wp14:editId="0E23138A">
                      <wp:simplePos x="0" y="0"/>
                      <wp:positionH relativeFrom="column">
                        <wp:posOffset>-74929</wp:posOffset>
                      </wp:positionH>
                      <wp:positionV relativeFrom="page">
                        <wp:posOffset>-1144905</wp:posOffset>
                      </wp:positionV>
                      <wp:extent cx="800100" cy="676275"/>
                      <wp:effectExtent l="0" t="0" r="19050" b="28575"/>
                      <wp:wrapNone/>
                      <wp:docPr id="5" name="Přímá spojni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6762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ADF272" id="Přímá spojnic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pt,-90.15pt" to="57.1pt,-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  <w:r w:rsidRPr="00D063BF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2B152B9" wp14:editId="17BF68E3">
                      <wp:simplePos x="0" y="0"/>
                      <wp:positionH relativeFrom="column">
                        <wp:posOffset>-65406</wp:posOffset>
                      </wp:positionH>
                      <wp:positionV relativeFrom="page">
                        <wp:posOffset>217169</wp:posOffset>
                      </wp:positionV>
                      <wp:extent cx="790575" cy="695325"/>
                      <wp:effectExtent l="0" t="0" r="28575" b="2857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695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AB65A1" id="Přímá spojnice 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15pt,17.1pt" to="57.1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7CE8" w14:textId="77777777" w:rsidR="00456D3E" w:rsidRPr="00D063BF" w:rsidRDefault="00386182" w:rsidP="002510FF">
            <w:pPr>
              <w:rPr>
                <w:lang w:val="de-DE"/>
              </w:rPr>
            </w:pPr>
            <w:r w:rsidRPr="00D063BF">
              <w:rPr>
                <w:lang w:val="de-DE"/>
              </w:rPr>
              <w:t>European Installation Bus</w:t>
            </w:r>
          </w:p>
        </w:tc>
      </w:tr>
      <w:tr w:rsidR="002510FF" w:rsidRPr="00D063BF" w14:paraId="1811E697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FEE47" w14:textId="77777777" w:rsidR="002510FF" w:rsidRPr="00D063BF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6E4C241" w14:textId="77777777" w:rsidR="002510FF" w:rsidRPr="00D063BF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FD14C0" w14:textId="77777777" w:rsidR="002510FF" w:rsidRPr="00D063BF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D063BF" w14:paraId="69029BD0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7E45C" w14:textId="77777777" w:rsidR="00456D3E" w:rsidRPr="00D063BF" w:rsidRDefault="00386182" w:rsidP="002510FF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C90450E" w14:textId="77777777" w:rsidR="00456D3E" w:rsidRPr="00D063BF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62DA9" w14:textId="77777777" w:rsidR="00456D3E" w:rsidRPr="00D063BF" w:rsidRDefault="00386182" w:rsidP="002510FF">
            <w:pPr>
              <w:rPr>
                <w:lang w:val="de-DE"/>
              </w:rPr>
            </w:pPr>
            <w:r w:rsidRPr="00D063BF">
              <w:rPr>
                <w:lang w:val="de-DE"/>
              </w:rPr>
              <w:t xml:space="preserve">Human </w:t>
            </w:r>
            <w:proofErr w:type="spellStart"/>
            <w:r w:rsidRPr="00D063BF">
              <w:rPr>
                <w:lang w:val="de-DE"/>
              </w:rPr>
              <w:t>Machine</w:t>
            </w:r>
            <w:proofErr w:type="spellEnd"/>
            <w:r w:rsidRPr="00D063BF">
              <w:rPr>
                <w:lang w:val="de-DE"/>
              </w:rPr>
              <w:t xml:space="preserve"> Interface</w:t>
            </w:r>
          </w:p>
        </w:tc>
      </w:tr>
    </w:tbl>
    <w:p w14:paraId="2420584D" w14:textId="77777777" w:rsidR="00EB3231" w:rsidRPr="00D063BF" w:rsidRDefault="00EB3231" w:rsidP="000525F8">
      <w:pPr>
        <w:pStyle w:val="eLineBottom"/>
        <w:rPr>
          <w:bCs/>
          <w:lang w:val="de-DE"/>
        </w:rPr>
      </w:pPr>
    </w:p>
    <w:p w14:paraId="07E83E5E" w14:textId="77777777" w:rsidR="00DD5AD3" w:rsidRPr="00D063BF" w:rsidRDefault="00DD5AD3" w:rsidP="000525F8">
      <w:pPr>
        <w:pStyle w:val="eLineBottom"/>
        <w:rPr>
          <w:bCs/>
          <w:lang w:val="de-DE"/>
        </w:rPr>
      </w:pPr>
    </w:p>
    <w:p w14:paraId="73AD5F0E" w14:textId="77777777" w:rsidR="00B05FE7" w:rsidRPr="00D063BF" w:rsidRDefault="00B05FE7" w:rsidP="00056FF0">
      <w:pPr>
        <w:rPr>
          <w:lang w:val="de-DE"/>
        </w:rPr>
      </w:pPr>
    </w:p>
    <w:p w14:paraId="5D24A427" w14:textId="77777777" w:rsidR="002510FF" w:rsidRPr="00D063BF" w:rsidRDefault="002510FF">
      <w:pPr>
        <w:rPr>
          <w:b/>
          <w:lang w:val="de-DE"/>
        </w:rPr>
      </w:pPr>
      <w:r w:rsidRPr="00D063BF">
        <w:rPr>
          <w:lang w:val="de-DE"/>
        </w:rPr>
        <w:br w:type="page"/>
      </w:r>
    </w:p>
    <w:p w14:paraId="61BA66F9" w14:textId="77777777" w:rsidR="00F91E95" w:rsidRPr="00D063BF" w:rsidRDefault="00023F90" w:rsidP="00F91E95">
      <w:pPr>
        <w:pStyle w:val="eTask"/>
        <w:rPr>
          <w:lang w:val="de-DE"/>
        </w:rPr>
      </w:pPr>
      <w:r w:rsidRPr="00D063BF">
        <w:rPr>
          <w:bCs/>
          <w:lang w:val="de-DE"/>
        </w:rPr>
        <w:lastRenderedPageBreak/>
        <w:t xml:space="preserve">Wählen Sie die richtige Variante. </w:t>
      </w:r>
    </w:p>
    <w:p w14:paraId="470D537F" w14:textId="77777777" w:rsidR="00F91E95" w:rsidRPr="00D063BF" w:rsidRDefault="00F91E95" w:rsidP="00F91E95">
      <w:pPr>
        <w:rPr>
          <w:lang w:val="de-DE"/>
        </w:rPr>
      </w:pPr>
    </w:p>
    <w:p w14:paraId="6548FE55" w14:textId="77777777" w:rsidR="00F91E95" w:rsidRPr="00D063BF" w:rsidRDefault="00D36BDA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GEMS</m:t>
                </m:r>
              </m:e>
              <m:e>
                <m:r>
                  <m:rPr>
                    <m:nor/>
                  </m:rPr>
                  <w:rPr>
                    <w:rStyle w:val="eAbbreviation"/>
                    <w:rFonts w:eastAsia="Cambria Math"/>
                    <w:b w:val="0"/>
                    <w:strike/>
                    <w:color w:val="auto"/>
                    <w:lang w:val="de-DE"/>
                  </w:rPr>
                  <m:t>MEADs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CE15BB" w:rsidRPr="00D063BF">
        <w:rPr>
          <w:rFonts w:eastAsia="Cambria Math"/>
          <w:lang w:val="de-DE"/>
        </w:rPr>
        <w:t xml:space="preserve"> erzielt eine viel höhere Geschwindigkeit und Genauigkeit im Vergleich zu makroskopischen Verfahren.</w:t>
      </w:r>
    </w:p>
    <w:p w14:paraId="3C5202DB" w14:textId="77777777" w:rsidR="00F91E95" w:rsidRPr="00D063BF" w:rsidRDefault="00F91E95" w:rsidP="00F91E95">
      <w:pPr>
        <w:pStyle w:val="eTask"/>
        <w:numPr>
          <w:ilvl w:val="0"/>
          <w:numId w:val="0"/>
        </w:numPr>
        <w:pBdr>
          <w:bottom w:val="single" w:sz="4" w:space="1" w:color="auto"/>
        </w:pBdr>
        <w:rPr>
          <w:lang w:val="de-DE"/>
        </w:rPr>
      </w:pPr>
    </w:p>
    <w:p w14:paraId="31446EB1" w14:textId="77777777" w:rsidR="00F91E95" w:rsidRPr="00D063BF" w:rsidRDefault="00F91E95" w:rsidP="00F91E95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14:paraId="29573BB1" w14:textId="77777777" w:rsidR="009B1030" w:rsidRPr="00D063BF" w:rsidRDefault="00023F90" w:rsidP="0054052D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D063BF">
        <w:rPr>
          <w:bCs/>
          <w:lang w:val="de-DE"/>
        </w:rPr>
        <w:t>Was beinhaltet SCADA?</w:t>
      </w:r>
      <w:r w:rsidRPr="00D063BF">
        <w:rPr>
          <w:b w:val="0"/>
          <w:lang w:val="de-DE"/>
        </w:rPr>
        <w:br/>
      </w:r>
    </w:p>
    <w:p w14:paraId="1299C268" w14:textId="77777777" w:rsidR="00456D3E" w:rsidRPr="00D063BF" w:rsidRDefault="00A8211E" w:rsidP="00456D3E">
      <w:pPr>
        <w:pStyle w:val="eCheckBoxText"/>
        <w:rPr>
          <w:rStyle w:val="eCheckBoxSquareChar"/>
          <w:b/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color w:val="FF0000"/>
          <w:lang w:val="de-DE"/>
        </w:rPr>
        <w:tab/>
        <w:t>Skriptsprache</w:t>
      </w:r>
    </w:p>
    <w:p w14:paraId="2FC3BFBD" w14:textId="77777777" w:rsidR="0099032F" w:rsidRPr="00D063BF" w:rsidRDefault="00A8211E" w:rsidP="002510FF">
      <w:pPr>
        <w:pStyle w:val="eCheckBoxText"/>
        <w:rPr>
          <w:b/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color w:val="FF0000"/>
          <w:lang w:val="de-DE"/>
        </w:rPr>
        <w:tab/>
        <w:t>Kommunikation mit HW</w:t>
      </w:r>
      <w:r w:rsidRPr="00D063BF">
        <w:rPr>
          <w:b/>
          <w:bCs/>
          <w:color w:val="FF0000"/>
          <w:lang w:val="de-DE"/>
        </w:rPr>
        <w:t xml:space="preserve"> </w:t>
      </w:r>
    </w:p>
    <w:p w14:paraId="039F72BB" w14:textId="77777777" w:rsidR="002510FF" w:rsidRPr="00D063BF" w:rsidRDefault="002510FF" w:rsidP="002510FF">
      <w:pPr>
        <w:pStyle w:val="eCheckBoxText"/>
        <w:rPr>
          <w:lang w:val="de-DE"/>
        </w:rPr>
      </w:pPr>
      <w:r w:rsidRPr="00D063BF">
        <w:rPr>
          <w:rStyle w:val="eCheckBoxSquareChar"/>
          <w:lang w:val="de-DE"/>
        </w:rPr>
        <w:t>□</w:t>
      </w:r>
      <w:r w:rsidRPr="00D063BF">
        <w:rPr>
          <w:lang w:val="de-DE"/>
        </w:rPr>
        <w:tab/>
        <w:t>SAP-Stecker</w:t>
      </w:r>
    </w:p>
    <w:p w14:paraId="170124D6" w14:textId="77777777" w:rsidR="00AE3AC6" w:rsidRPr="00D063BF" w:rsidRDefault="003E716B" w:rsidP="00AE3AC6">
      <w:pPr>
        <w:pStyle w:val="eCheckBoxText"/>
        <w:rPr>
          <w:b/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="00AE3AC6" w:rsidRPr="00D063BF">
        <w:rPr>
          <w:color w:val="FF0000"/>
          <w:lang w:val="de-DE"/>
        </w:rPr>
        <w:tab/>
        <w:t>Möglichkeit der Verbindung mit verschiedenen Netzen</w:t>
      </w:r>
    </w:p>
    <w:p w14:paraId="21EEE25D" w14:textId="77777777" w:rsidR="002510FF" w:rsidRPr="00D063BF" w:rsidRDefault="002510FF" w:rsidP="002510FF">
      <w:pPr>
        <w:pStyle w:val="eCheckBoxText"/>
        <w:rPr>
          <w:lang w:val="de-DE"/>
        </w:rPr>
      </w:pPr>
      <w:r w:rsidRPr="00D063BF">
        <w:rPr>
          <w:rStyle w:val="eCheckBoxSquareChar"/>
          <w:lang w:val="de-DE"/>
        </w:rPr>
        <w:t>□</w:t>
      </w:r>
      <w:r w:rsidRPr="00D063BF">
        <w:rPr>
          <w:lang w:val="de-DE"/>
        </w:rPr>
        <w:tab/>
        <w:t>interne Skriptsprache C#</w:t>
      </w:r>
    </w:p>
    <w:p w14:paraId="646EBB3C" w14:textId="77777777" w:rsidR="00AE3AC6" w:rsidRPr="00D063BF" w:rsidRDefault="00AE3AC6" w:rsidP="00AE3AC6">
      <w:pPr>
        <w:pStyle w:val="eCheckBoxSquare"/>
        <w:rPr>
          <w:rStyle w:val="eCheckBoxSquareChar"/>
          <w:b/>
          <w:color w:val="FF0000"/>
          <w:lang w:val="de-DE"/>
        </w:rPr>
      </w:pPr>
      <w:r w:rsidRPr="00D063BF">
        <w:rPr>
          <w:rStyle w:val="eCheckBoxSquareChar"/>
          <w:b/>
          <w:bCs/>
          <w:color w:val="FF0000"/>
          <w:lang w:val="de-DE"/>
        </w:rPr>
        <w:t>x</w:t>
      </w:r>
      <w:r w:rsidRPr="00D063BF">
        <w:rPr>
          <w:lang w:val="de-DE"/>
        </w:rPr>
        <w:tab/>
      </w:r>
      <w:r w:rsidRPr="00D063BF">
        <w:rPr>
          <w:color w:val="FF0000"/>
          <w:sz w:val="24"/>
          <w:lang w:val="de-DE"/>
        </w:rPr>
        <w:t>entlegene Steuerung</w:t>
      </w:r>
    </w:p>
    <w:p w14:paraId="0711E882" w14:textId="77777777" w:rsidR="00B87089" w:rsidRPr="00D063BF" w:rsidRDefault="00B87089" w:rsidP="00456D3E">
      <w:pPr>
        <w:pStyle w:val="eLineBottom"/>
        <w:rPr>
          <w:lang w:val="de-DE"/>
        </w:rPr>
      </w:pPr>
    </w:p>
    <w:p w14:paraId="5511726E" w14:textId="77777777" w:rsidR="00B05FE7" w:rsidRPr="00D063BF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14:paraId="195FD070" w14:textId="77777777" w:rsidR="00A61EA9" w:rsidRPr="00D063BF" w:rsidRDefault="00023F90" w:rsidP="00056FF0">
      <w:pPr>
        <w:pStyle w:val="eTask"/>
        <w:rPr>
          <w:lang w:val="de-DE"/>
        </w:rPr>
      </w:pPr>
      <w:r w:rsidRPr="00D063BF">
        <w:rPr>
          <w:bCs/>
          <w:lang w:val="de-DE"/>
        </w:rPr>
        <w:t>Wählen Sie die korrekte Bezeichnung.</w:t>
      </w:r>
    </w:p>
    <w:p w14:paraId="0BCC1070" w14:textId="77777777" w:rsidR="00B05FE7" w:rsidRPr="00D063BF" w:rsidRDefault="00B05FE7" w:rsidP="00056FF0">
      <w:pPr>
        <w:rPr>
          <w:lang w:val="de-DE"/>
        </w:rPr>
      </w:pPr>
    </w:p>
    <w:p w14:paraId="2E9F518F" w14:textId="77777777" w:rsidR="005C6F71" w:rsidRPr="00D063BF" w:rsidRDefault="00D36BDA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PDD</m:t>
                </m: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color w:val="FF0000"/>
                    <w:lang w:val="de-DE"/>
                  </w:rPr>
                  <m:t>PID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SPI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CE15BB" w:rsidRPr="00D063BF">
        <w:rPr>
          <w:rFonts w:eastAsia="Cambria Math"/>
          <w:lang w:val="de-DE"/>
        </w:rPr>
        <w:t xml:space="preserve"> ist ein Regler für eine wirksame Regelung, der z. B. für die Steuerung des Klimas und HLK in Gebäuden</w:t>
      </w:r>
      <w:r w:rsidR="003E716B">
        <w:rPr>
          <w:rFonts w:eastAsia="Cambria Math"/>
          <w:lang w:val="de-DE"/>
        </w:rPr>
        <w:t xml:space="preserve"> verwendet wird</w:t>
      </w:r>
      <w:r w:rsidR="00CE15BB" w:rsidRPr="00D063BF">
        <w:rPr>
          <w:rFonts w:eastAsia="Cambria Math"/>
          <w:lang w:val="de-DE"/>
        </w:rPr>
        <w:t xml:space="preserve">. </w:t>
      </w:r>
    </w:p>
    <w:p w14:paraId="3108AF9F" w14:textId="77777777" w:rsidR="005C6F71" w:rsidRPr="00D063BF" w:rsidRDefault="005C6F71" w:rsidP="002510FF">
      <w:pPr>
        <w:pStyle w:val="eLineBottom"/>
        <w:rPr>
          <w:lang w:val="de-DE"/>
        </w:rPr>
      </w:pPr>
    </w:p>
    <w:p w14:paraId="354623FB" w14:textId="77777777" w:rsidR="00A51BF7" w:rsidRPr="00D063BF" w:rsidRDefault="00A51BF7">
      <w:pPr>
        <w:rPr>
          <w:lang w:val="de-DE"/>
        </w:rPr>
      </w:pPr>
    </w:p>
    <w:p w14:paraId="5EDF1705" w14:textId="77777777" w:rsidR="0016079A" w:rsidRPr="00D063BF" w:rsidRDefault="00023F90" w:rsidP="004E167C">
      <w:pPr>
        <w:pStyle w:val="eTask"/>
        <w:rPr>
          <w:lang w:val="de-DE"/>
        </w:rPr>
      </w:pPr>
      <w:r w:rsidRPr="00D063BF">
        <w:rPr>
          <w:bCs/>
          <w:lang w:val="de-DE"/>
        </w:rPr>
        <w:t>Wählen Sie eine Variante des folgenden Textes, so dass die Aussage richtig ist.</w:t>
      </w:r>
    </w:p>
    <w:p w14:paraId="2F82F58E" w14:textId="77777777" w:rsidR="004E167C" w:rsidRPr="00D063BF" w:rsidRDefault="004E167C" w:rsidP="004E167C">
      <w:pPr>
        <w:rPr>
          <w:lang w:val="de-DE"/>
        </w:rPr>
      </w:pPr>
    </w:p>
    <w:p w14:paraId="4E132127" w14:textId="67F397D6" w:rsidR="0016079A" w:rsidRPr="00D063BF" w:rsidRDefault="00D36BDA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Eine LED</m:t>
                </m:r>
                <m:r>
                  <m:rPr>
                    <m:sty m:val="b"/>
                  </m:rPr>
                  <w:rPr>
                    <w:rFonts w:ascii="Cambria Math" w:eastAsia="Cambria Math" w:hAnsi="Cambria Math"/>
                    <w:color w:val="FF0000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 physische Barriere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 Halbleiter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Eine optische Barriere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CE15BB" w:rsidRPr="00D063BF">
        <w:rPr>
          <w:rFonts w:eastAsia="Cambria Math"/>
          <w:lang w:val="de-DE"/>
        </w:rPr>
        <w:t xml:space="preserve"> wertet die Anwesenheit eines optischen Strahls bzw. seine Unterbrechung </w:t>
      </w:r>
      <w:r w:rsidR="00596294">
        <w:rPr>
          <w:rFonts w:eastAsia="Cambria Math"/>
          <w:lang w:val="de-DE"/>
        </w:rPr>
        <w:t>durch</w:t>
      </w:r>
      <w:r w:rsidR="00596294" w:rsidRPr="00D063BF">
        <w:rPr>
          <w:rFonts w:eastAsia="Cambria Math"/>
          <w:lang w:val="de-DE"/>
        </w:rPr>
        <w:t xml:space="preserve"> </w:t>
      </w:r>
      <w:proofErr w:type="gramStart"/>
      <w:r w:rsidR="00CE15BB" w:rsidRPr="00D063BF">
        <w:rPr>
          <w:rFonts w:eastAsia="Cambria Math"/>
          <w:lang w:val="de-DE"/>
        </w:rPr>
        <w:t>ein physischen Objektes</w:t>
      </w:r>
      <w:proofErr w:type="gramEnd"/>
      <w:r w:rsidR="00CE15BB" w:rsidRPr="00D063BF">
        <w:rPr>
          <w:rFonts w:eastAsia="Cambria Math"/>
          <w:lang w:val="de-DE"/>
        </w:rPr>
        <w:t xml:space="preserve"> im Raum aus.</w:t>
      </w:r>
    </w:p>
    <w:p w14:paraId="4EEBA378" w14:textId="77777777" w:rsidR="00B87089" w:rsidRPr="00D063BF" w:rsidRDefault="00B87089" w:rsidP="00B87089">
      <w:pPr>
        <w:pStyle w:val="eLineBottom"/>
        <w:rPr>
          <w:lang w:val="de-DE"/>
        </w:rPr>
      </w:pPr>
    </w:p>
    <w:p w14:paraId="40EB0551" w14:textId="77777777" w:rsidR="00B31FDE" w:rsidRPr="00D063BF" w:rsidRDefault="00B31FDE" w:rsidP="00B31FDE">
      <w:pPr>
        <w:rPr>
          <w:lang w:val="de-DE"/>
        </w:rPr>
      </w:pPr>
    </w:p>
    <w:p w14:paraId="1337BC49" w14:textId="77777777" w:rsidR="002510FF" w:rsidRPr="00D063BF" w:rsidRDefault="002510FF">
      <w:pPr>
        <w:rPr>
          <w:b/>
          <w:lang w:val="de-DE"/>
        </w:rPr>
      </w:pPr>
      <w:r w:rsidRPr="00D063BF">
        <w:rPr>
          <w:lang w:val="de-DE"/>
        </w:rPr>
        <w:br w:type="page"/>
      </w:r>
    </w:p>
    <w:p w14:paraId="5C3EF769" w14:textId="77777777" w:rsidR="00EB3231" w:rsidRPr="00D063BF" w:rsidRDefault="005037C6" w:rsidP="004E167C">
      <w:pPr>
        <w:pStyle w:val="eTask"/>
        <w:rPr>
          <w:lang w:val="de-DE"/>
        </w:rPr>
      </w:pPr>
      <w:r w:rsidRPr="00D063BF">
        <w:rPr>
          <w:bCs/>
          <w:lang w:val="de-DE"/>
        </w:rPr>
        <w:lastRenderedPageBreak/>
        <w:t>Ordnen Sie den Typen der Aktoren in der linken Spalte ihre entsprechende Anwendung in der rechten Spalte zu.</w:t>
      </w:r>
    </w:p>
    <w:p w14:paraId="76A66E81" w14:textId="77777777" w:rsidR="00C1794E" w:rsidRPr="00D063BF" w:rsidRDefault="00C1794E" w:rsidP="004E167C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A01C29" w14:paraId="59BD47D1" w14:textId="77777777" w:rsidTr="0071374D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69EA3243" w14:textId="77777777" w:rsidR="00C1794E" w:rsidRPr="00D063BF" w:rsidRDefault="005037C6" w:rsidP="005037C6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Aktoren mit zwei Positionen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89727A7" w14:textId="77777777" w:rsidR="00C1794E" w:rsidRPr="00D063BF" w:rsidRDefault="00C1794E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14:paraId="39D9206A" w14:textId="77777777" w:rsidR="00C1794E" w:rsidRPr="00D063BF" w:rsidRDefault="005037C6" w:rsidP="005037C6">
            <w:pPr>
              <w:rPr>
                <w:lang w:val="de-DE"/>
              </w:rPr>
            </w:pPr>
            <w:r w:rsidRPr="00D063BF">
              <w:rPr>
                <w:lang w:val="de-DE"/>
              </w:rPr>
              <w:t>steuern das Ventil an der Gaszuleitung in einen Ofenbrenner oder in ein Druckminderventil.</w:t>
            </w:r>
          </w:p>
        </w:tc>
      </w:tr>
      <w:tr w:rsidR="005C0BB2" w:rsidRPr="00A01C29" w14:paraId="0B8DFF42" w14:textId="77777777" w:rsidTr="0071374D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8F770" w14:textId="77777777" w:rsidR="005C0BB2" w:rsidRPr="00D063BF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B96DB6" w14:textId="77777777" w:rsidR="005C0BB2" w:rsidRPr="00D063BF" w:rsidRDefault="00AE3AC6" w:rsidP="004E167C">
            <w:pPr>
              <w:rPr>
                <w:lang w:val="de-DE"/>
              </w:rPr>
            </w:pPr>
            <w:r w:rsidRPr="00D063BF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2792AD" wp14:editId="7A32B1E3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-290830</wp:posOffset>
                      </wp:positionV>
                      <wp:extent cx="790575" cy="847725"/>
                      <wp:effectExtent l="0" t="0" r="2857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0575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1C615" id="Přímá spojnice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22.9pt" to="56.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B2B9C8" w14:textId="77777777" w:rsidR="005C0BB2" w:rsidRPr="00D063BF" w:rsidRDefault="005C0BB2" w:rsidP="006B120C">
            <w:pPr>
              <w:rPr>
                <w:lang w:val="de-DE"/>
              </w:rPr>
            </w:pPr>
          </w:p>
        </w:tc>
      </w:tr>
      <w:tr w:rsidR="00C1794E" w:rsidRPr="00A01C29" w14:paraId="728FFBF0" w14:textId="77777777" w:rsidTr="0071374D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61863308" w14:textId="77777777" w:rsidR="00C1794E" w:rsidRPr="00D063BF" w:rsidRDefault="00EA6698" w:rsidP="005037C6">
            <w:pPr>
              <w:jc w:val="center"/>
              <w:rPr>
                <w:lang w:val="de-DE"/>
              </w:rPr>
            </w:pPr>
            <w:r w:rsidRPr="00D063BF">
              <w:rPr>
                <w:lang w:val="de-DE"/>
              </w:rPr>
              <w:t>Aktoren mit einem stetigen Ausgang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460B29D" w14:textId="77777777" w:rsidR="00C1794E" w:rsidRPr="00D063BF" w:rsidRDefault="00AE3AC6" w:rsidP="00B05FE7">
            <w:pPr>
              <w:pStyle w:val="eText"/>
              <w:rPr>
                <w:lang w:val="de-DE"/>
              </w:rPr>
            </w:pPr>
            <w:r w:rsidRPr="00D063BF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DF56C4" wp14:editId="64105612">
                      <wp:simplePos x="0" y="0"/>
                      <wp:positionH relativeFrom="column">
                        <wp:posOffset>-73025</wp:posOffset>
                      </wp:positionH>
                      <wp:positionV relativeFrom="page">
                        <wp:posOffset>-573405</wp:posOffset>
                      </wp:positionV>
                      <wp:extent cx="781050" cy="847725"/>
                      <wp:effectExtent l="0" t="0" r="19050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1050" cy="8477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34BADE" id="Přímá spojnice 1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5pt,-45.15pt" to="55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60" w:type="dxa"/>
            <w:tcBorders>
              <w:top w:val="single" w:sz="4" w:space="0" w:color="auto"/>
            </w:tcBorders>
          </w:tcPr>
          <w:p w14:paraId="3CB122C7" w14:textId="0714D053" w:rsidR="00C1794E" w:rsidRPr="00D063BF" w:rsidRDefault="00472ABC" w:rsidP="00472ABC">
            <w:pPr>
              <w:pStyle w:val="Normlnweb"/>
              <w:spacing w:after="0"/>
              <w:rPr>
                <w:lang w:val="de-DE"/>
              </w:rPr>
            </w:pPr>
            <w:r w:rsidRPr="00D063BF">
              <w:rPr>
                <w:lang w:val="de-DE"/>
              </w:rPr>
              <w:t>steuern elektrische Verschl</w:t>
            </w:r>
            <w:r w:rsidR="00C94BB8">
              <w:rPr>
                <w:lang w:val="de-DE"/>
              </w:rPr>
              <w:t>ü</w:t>
            </w:r>
            <w:r w:rsidRPr="00D063BF">
              <w:rPr>
                <w:lang w:val="de-DE"/>
              </w:rPr>
              <w:t>sse, Schalter, die gemäß den Solltemperaturen Heizung ein- und ausschalten.</w:t>
            </w:r>
          </w:p>
        </w:tc>
      </w:tr>
    </w:tbl>
    <w:p w14:paraId="18C1299D" w14:textId="77777777" w:rsidR="00B87089" w:rsidRPr="00D063BF" w:rsidRDefault="00B87089" w:rsidP="00B87089">
      <w:pPr>
        <w:pStyle w:val="eLineBottom"/>
        <w:rPr>
          <w:lang w:val="de-DE"/>
        </w:rPr>
      </w:pPr>
    </w:p>
    <w:p w14:paraId="45663697" w14:textId="77777777" w:rsidR="00B87089" w:rsidRPr="00D063BF" w:rsidRDefault="00B87089" w:rsidP="00B87089">
      <w:pPr>
        <w:rPr>
          <w:lang w:val="de-DE"/>
        </w:rPr>
      </w:pPr>
    </w:p>
    <w:p w14:paraId="7D490E6D" w14:textId="77777777" w:rsidR="000F7352" w:rsidRPr="00D063BF" w:rsidRDefault="005037C6" w:rsidP="004E167C">
      <w:pPr>
        <w:pStyle w:val="eTask"/>
        <w:rPr>
          <w:lang w:val="de-DE"/>
        </w:rPr>
      </w:pPr>
      <w:r w:rsidRPr="00D063BF">
        <w:rPr>
          <w:bCs/>
          <w:lang w:val="de-DE"/>
        </w:rPr>
        <w:t xml:space="preserve">Ergänzen Sie den folgenden Satz. </w:t>
      </w:r>
    </w:p>
    <w:p w14:paraId="76BB680D" w14:textId="77777777" w:rsidR="004E167C" w:rsidRPr="00D063BF" w:rsidRDefault="004E167C" w:rsidP="000F7352">
      <w:pPr>
        <w:rPr>
          <w:lang w:val="de-DE"/>
        </w:rPr>
      </w:pPr>
    </w:p>
    <w:p w14:paraId="0E93AFB0" w14:textId="77777777" w:rsidR="000F7352" w:rsidRPr="00D063BF" w:rsidRDefault="00D36BDA" w:rsidP="0054052D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 Beleuchtungssystem</m:t>
                </m:r>
                <m:r>
                  <m:rPr>
                    <m:sty m:val="p"/>
                  </m:rPr>
                  <w:rPr>
                    <w:rFonts w:ascii="Cambria Math" w:eastAsia="Cambria Math" w:hAnsi="Cambria Math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 SCADA-System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Ein Steuersystem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Ein Transportsystem</m:t>
                </m:r>
              </m:e>
            </m:eqArr>
          </m:e>
        </m:d>
      </m:oMath>
      <w:r w:rsidR="00CE15BB" w:rsidRPr="00D063BF">
        <w:rPr>
          <w:rFonts w:eastAsia="Cambria Math"/>
          <w:lang w:val="de-DE"/>
        </w:rPr>
        <w:t xml:space="preserve"> ist ein Gerät </w:t>
      </w:r>
      <w:r w:rsidR="00596294">
        <w:rPr>
          <w:rFonts w:eastAsia="Cambria Math"/>
          <w:lang w:val="de-DE"/>
        </w:rPr>
        <w:t>(</w:t>
      </w:r>
      <w:r w:rsidR="00CE15BB" w:rsidRPr="00D063BF">
        <w:rPr>
          <w:rFonts w:eastAsia="Cambria Math"/>
          <w:lang w:val="de-DE"/>
        </w:rPr>
        <w:t>oder Geräte</w:t>
      </w:r>
      <w:r w:rsidR="00596294">
        <w:rPr>
          <w:rFonts w:eastAsia="Cambria Math"/>
          <w:lang w:val="de-DE"/>
        </w:rPr>
        <w:t>)</w:t>
      </w:r>
      <w:r w:rsidR="00CE15BB" w:rsidRPr="00D063BF">
        <w:rPr>
          <w:rFonts w:eastAsia="Cambria Math"/>
          <w:lang w:val="de-DE"/>
        </w:rPr>
        <w:t>, die mittels Befehlen weitere Geräte und Einrichtungen steuern.</w:t>
      </w:r>
    </w:p>
    <w:p w14:paraId="52C7BB3E" w14:textId="77777777" w:rsidR="000F7352" w:rsidRPr="00D063BF" w:rsidRDefault="000F7352" w:rsidP="000F7352">
      <w:pPr>
        <w:rPr>
          <w:lang w:val="de-DE"/>
        </w:rPr>
      </w:pPr>
      <w:bookmarkStart w:id="0" w:name="_GoBack"/>
      <w:bookmarkEnd w:id="0"/>
    </w:p>
    <w:sectPr w:rsidR="000F7352" w:rsidRPr="00D063BF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4F4E9" w14:textId="77777777" w:rsidR="00D36BDA" w:rsidRDefault="00D36BDA" w:rsidP="00861A1A">
      <w:r>
        <w:separator/>
      </w:r>
    </w:p>
  </w:endnote>
  <w:endnote w:type="continuationSeparator" w:id="0">
    <w:p w14:paraId="25B76290" w14:textId="77777777" w:rsidR="00D36BDA" w:rsidRDefault="00D36BD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A01C29" w14:paraId="2E824FB8" w14:textId="77777777" w:rsidTr="00CA51B5">
      <w:tc>
        <w:tcPr>
          <w:tcW w:w="2518" w:type="dxa"/>
        </w:tcPr>
        <w:p w14:paraId="70072E3A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2CC8017" wp14:editId="7A5AA35B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E8558F6" w14:textId="77777777" w:rsidR="0054052D" w:rsidRPr="00915840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3CB2B2CE" w14:textId="77777777" w:rsidR="00D973EC" w:rsidRPr="00915840" w:rsidRDefault="0054052D" w:rsidP="005405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49FC0DAE" w14:textId="77777777" w:rsidTr="00CA51B5">
      <w:tc>
        <w:tcPr>
          <w:tcW w:w="8472" w:type="dxa"/>
          <w:gridSpan w:val="2"/>
        </w:tcPr>
        <w:p w14:paraId="5839193D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915840">
            <w:rPr>
              <w:sz w:val="16"/>
              <w:szCs w:val="16"/>
            </w:rPr>
            <w:t>TechPedia</w:t>
          </w:r>
          <w:proofErr w:type="spellEnd"/>
          <w:r w:rsidRPr="00915840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218A195F" w14:textId="50335FBF" w:rsidR="00D973EC" w:rsidRPr="00CA51B5" w:rsidRDefault="00D973EC" w:rsidP="00A01C29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</w:t>
          </w:r>
          <w:r w:rsidR="00A01C29">
            <w:rPr>
              <w:sz w:val="16"/>
              <w:szCs w:val="16"/>
              <w:lang w:val="de-DE"/>
            </w:rPr>
            <w:t>2</w:t>
          </w:r>
          <w:r>
            <w:rPr>
              <w:sz w:val="16"/>
              <w:szCs w:val="16"/>
              <w:lang w:val="de-DE"/>
            </w:rPr>
            <w:t>.0</w:t>
          </w:r>
        </w:p>
      </w:tc>
    </w:tr>
  </w:tbl>
  <w:p w14:paraId="65A5A094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63514" w14:textId="77777777" w:rsidR="00D36BDA" w:rsidRDefault="00D36BDA" w:rsidP="00861A1A">
      <w:r>
        <w:separator/>
      </w:r>
    </w:p>
  </w:footnote>
  <w:footnote w:type="continuationSeparator" w:id="0">
    <w:p w14:paraId="26981042" w14:textId="77777777" w:rsidR="00D36BDA" w:rsidRDefault="00D36BD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12C46" w14:textId="77777777" w:rsidR="00D973EC" w:rsidRPr="00915840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4417C30D" wp14:editId="5EA2B05F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225526DF" wp14:editId="37C1043E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40EC4362" w14:textId="77777777" w:rsidR="00D973EC" w:rsidRPr="00915840" w:rsidRDefault="0054052D" w:rsidP="0071374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3F90"/>
    <w:rsid w:val="00025BBE"/>
    <w:rsid w:val="00030EDA"/>
    <w:rsid w:val="00034E2A"/>
    <w:rsid w:val="00045BEB"/>
    <w:rsid w:val="00046307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974C2"/>
    <w:rsid w:val="000A233F"/>
    <w:rsid w:val="000A389D"/>
    <w:rsid w:val="000A55B3"/>
    <w:rsid w:val="000B1FC9"/>
    <w:rsid w:val="000C4911"/>
    <w:rsid w:val="000C6B3A"/>
    <w:rsid w:val="000D557A"/>
    <w:rsid w:val="000F08D7"/>
    <w:rsid w:val="000F5362"/>
    <w:rsid w:val="000F7352"/>
    <w:rsid w:val="00104245"/>
    <w:rsid w:val="00112B88"/>
    <w:rsid w:val="001136F7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1734F"/>
    <w:rsid w:val="00337851"/>
    <w:rsid w:val="00341CCC"/>
    <w:rsid w:val="00347E4D"/>
    <w:rsid w:val="00351AF3"/>
    <w:rsid w:val="00355B0A"/>
    <w:rsid w:val="00360ECE"/>
    <w:rsid w:val="00361FED"/>
    <w:rsid w:val="003641D6"/>
    <w:rsid w:val="00367F0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D647A"/>
    <w:rsid w:val="003E01BE"/>
    <w:rsid w:val="003E14BF"/>
    <w:rsid w:val="003E5AAC"/>
    <w:rsid w:val="003E716B"/>
    <w:rsid w:val="003F03EB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2ABC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37C6"/>
    <w:rsid w:val="00505370"/>
    <w:rsid w:val="0051036E"/>
    <w:rsid w:val="005132B0"/>
    <w:rsid w:val="00517E3A"/>
    <w:rsid w:val="0052284C"/>
    <w:rsid w:val="00532693"/>
    <w:rsid w:val="0054052D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96294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000BB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460F9"/>
    <w:rsid w:val="00764B27"/>
    <w:rsid w:val="0076745A"/>
    <w:rsid w:val="007738BD"/>
    <w:rsid w:val="00775BAC"/>
    <w:rsid w:val="00777BB7"/>
    <w:rsid w:val="007837ED"/>
    <w:rsid w:val="0078706A"/>
    <w:rsid w:val="00790D07"/>
    <w:rsid w:val="007A11F2"/>
    <w:rsid w:val="007A3AC2"/>
    <w:rsid w:val="007B2299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4F88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5840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01C29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1A4C"/>
    <w:rsid w:val="00C878F0"/>
    <w:rsid w:val="00C94BB8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5BB"/>
    <w:rsid w:val="00CE195D"/>
    <w:rsid w:val="00CE5FBD"/>
    <w:rsid w:val="00CF4DFA"/>
    <w:rsid w:val="00D05D73"/>
    <w:rsid w:val="00D060B3"/>
    <w:rsid w:val="00D063BF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6BDA"/>
    <w:rsid w:val="00D41D22"/>
    <w:rsid w:val="00D46C4F"/>
    <w:rsid w:val="00D52615"/>
    <w:rsid w:val="00D573B0"/>
    <w:rsid w:val="00D62073"/>
    <w:rsid w:val="00D6535B"/>
    <w:rsid w:val="00D71B81"/>
    <w:rsid w:val="00D773FA"/>
    <w:rsid w:val="00D90E3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2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1E95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4672B8"/>
  <w15:docId w15:val="{642D6F87-1A71-4BEB-9711-98F0786A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6AD8-B316-4F14-BFB4-78D64959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293</Words>
  <Characters>1730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19</cp:revision>
  <cp:lastPrinted>2013-05-24T14:00:00Z</cp:lastPrinted>
  <dcterms:created xsi:type="dcterms:W3CDTF">2016-02-24T12:30:00Z</dcterms:created>
  <dcterms:modified xsi:type="dcterms:W3CDTF">2017-09-26T08:52:00Z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