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83" w:rsidRPr="00A81D89" w:rsidRDefault="00A056AC" w:rsidP="00F12783">
      <w:pPr>
        <w:pStyle w:val="eTask"/>
        <w:ind w:left="284" w:hanging="284"/>
        <w:rPr>
          <w:lang w:val="de-DE"/>
        </w:rPr>
      </w:pPr>
      <w:r w:rsidRPr="00A81D89">
        <w:rPr>
          <w:bCs/>
          <w:lang w:val="de-DE"/>
        </w:rPr>
        <w:t xml:space="preserve">Ordnen Sie den folgenden vier Netzwerken in der linken Spalte </w:t>
      </w:r>
      <w:r w:rsidR="00F941C1" w:rsidRPr="00A81D89">
        <w:rPr>
          <w:bCs/>
          <w:lang w:val="de-DE"/>
        </w:rPr>
        <w:t xml:space="preserve">die </w:t>
      </w:r>
      <w:r w:rsidRPr="00A81D89">
        <w:rPr>
          <w:bCs/>
          <w:lang w:val="de-DE"/>
        </w:rPr>
        <w:t>entsprechende Beschreibung in der rechten Spalte zu.</w:t>
      </w:r>
    </w:p>
    <w:p w:rsidR="00F12783" w:rsidRPr="00A81D89" w:rsidRDefault="00F12783" w:rsidP="00E71217">
      <w:pPr>
        <w:rPr>
          <w:lang w:val="de-DE"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1243"/>
        <w:gridCol w:w="1403"/>
        <w:gridCol w:w="6282"/>
      </w:tblGrid>
      <w:tr w:rsidR="00A25C4B" w:rsidRPr="00A81D89" w:rsidTr="00FA5532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A81D89" w:rsidRDefault="007E5FF0" w:rsidP="002119EB">
            <w:pPr>
              <w:jc w:val="center"/>
              <w:rPr>
                <w:b/>
                <w:lang w:val="de-DE"/>
              </w:rPr>
            </w:pPr>
            <w:r w:rsidRPr="00A81D89">
              <w:rPr>
                <w:lang w:val="de-DE"/>
              </w:rPr>
              <w:t>Ad-Hoc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A81D89" w:rsidRDefault="00A25C4B" w:rsidP="002119EB">
            <w:pPr>
              <w:rPr>
                <w:b/>
                <w:lang w:val="de-DE"/>
              </w:rPr>
            </w:pPr>
          </w:p>
        </w:tc>
        <w:tc>
          <w:tcPr>
            <w:tcW w:w="6345" w:type="dxa"/>
            <w:tcBorders>
              <w:left w:val="single" w:sz="4" w:space="0" w:color="auto"/>
              <w:bottom w:val="single" w:sz="4" w:space="0" w:color="auto"/>
            </w:tcBorders>
          </w:tcPr>
          <w:p w:rsidR="00A25C4B" w:rsidRPr="00A81D89" w:rsidRDefault="00A056AC" w:rsidP="00F941C1">
            <w:pPr>
              <w:rPr>
                <w:b/>
                <w:lang w:val="de-DE"/>
              </w:rPr>
            </w:pPr>
            <w:r w:rsidRPr="00A81D89">
              <w:rPr>
                <w:lang w:val="de-DE"/>
              </w:rPr>
              <w:t xml:space="preserve">Netzwerk </w:t>
            </w:r>
            <w:r w:rsidR="00F941C1" w:rsidRPr="00A81D89">
              <w:rPr>
                <w:lang w:val="de-DE"/>
              </w:rPr>
              <w:t xml:space="preserve">für Sprach-, Text- und Multimediadienste </w:t>
            </w:r>
            <w:r w:rsidRPr="00A81D89">
              <w:rPr>
                <w:lang w:val="de-DE"/>
              </w:rPr>
              <w:t xml:space="preserve">mit </w:t>
            </w:r>
            <w:r w:rsidR="00F941C1" w:rsidRPr="00A81D89">
              <w:rPr>
                <w:lang w:val="de-DE"/>
              </w:rPr>
              <w:t xml:space="preserve">landesweitem </w:t>
            </w:r>
            <w:r w:rsidRPr="00A81D89">
              <w:rPr>
                <w:lang w:val="de-DE"/>
              </w:rPr>
              <w:t xml:space="preserve">oder </w:t>
            </w:r>
            <w:r w:rsidR="00F941C1" w:rsidRPr="00A81D89">
              <w:rPr>
                <w:lang w:val="de-DE"/>
              </w:rPr>
              <w:t>internationalem Angebot</w:t>
            </w:r>
          </w:p>
        </w:tc>
      </w:tr>
      <w:tr w:rsidR="00A25C4B" w:rsidRPr="00A81D89" w:rsidTr="00FA5532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A81D89" w:rsidRDefault="00A25C4B" w:rsidP="002119EB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A81D89" w:rsidRDefault="00A25C4B" w:rsidP="002119EB">
            <w:pPr>
              <w:rPr>
                <w:b/>
                <w:lang w:val="de-DE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A81D89" w:rsidRDefault="00A25C4B" w:rsidP="002119EB">
            <w:pPr>
              <w:rPr>
                <w:b/>
                <w:lang w:val="de-DE"/>
              </w:rPr>
            </w:pPr>
          </w:p>
        </w:tc>
      </w:tr>
      <w:tr w:rsidR="00A25C4B" w:rsidRPr="00A81D89" w:rsidTr="00FA5532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A81D89" w:rsidRDefault="007E5FF0" w:rsidP="002119EB">
            <w:pPr>
              <w:jc w:val="center"/>
              <w:rPr>
                <w:b/>
                <w:lang w:val="de-DE"/>
              </w:rPr>
            </w:pPr>
            <w:r w:rsidRPr="00A81D89">
              <w:rPr>
                <w:lang w:val="de-DE"/>
              </w:rPr>
              <w:t>Bluetooth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A81D89" w:rsidRDefault="00A25C4B" w:rsidP="002119EB">
            <w:pPr>
              <w:rPr>
                <w:b/>
                <w:lang w:val="de-DE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A81D89" w:rsidRDefault="007C3323" w:rsidP="00F941C1">
            <w:pPr>
              <w:rPr>
                <w:b/>
                <w:lang w:val="de-DE"/>
              </w:rPr>
            </w:pPr>
            <w:r w:rsidRPr="00A81D89">
              <w:rPr>
                <w:lang w:val="de-DE"/>
              </w:rPr>
              <w:t xml:space="preserve">Ein </w:t>
            </w:r>
            <w:r w:rsidR="00F941C1" w:rsidRPr="00A81D89">
              <w:rPr>
                <w:lang w:val="de-DE"/>
              </w:rPr>
              <w:t xml:space="preserve">Netzwerk </w:t>
            </w:r>
            <w:r w:rsidRPr="00A81D89">
              <w:rPr>
                <w:lang w:val="de-DE"/>
              </w:rPr>
              <w:t xml:space="preserve">zur Abdeckung </w:t>
            </w:r>
            <w:r w:rsidR="00F941C1" w:rsidRPr="00A81D89">
              <w:rPr>
                <w:lang w:val="de-DE"/>
              </w:rPr>
              <w:t xml:space="preserve">eines </w:t>
            </w:r>
            <w:r w:rsidRPr="00A81D89">
              <w:rPr>
                <w:lang w:val="de-DE"/>
              </w:rPr>
              <w:t xml:space="preserve">großen </w:t>
            </w:r>
            <w:r w:rsidR="008542C3" w:rsidRPr="00A81D89">
              <w:rPr>
                <w:lang w:val="de-DE"/>
              </w:rPr>
              <w:t>Büro</w:t>
            </w:r>
            <w:r w:rsidR="00F941C1" w:rsidRPr="00A81D89">
              <w:rPr>
                <w:lang w:val="de-DE"/>
              </w:rPr>
              <w:t>s</w:t>
            </w:r>
            <w:r w:rsidRPr="00A81D89">
              <w:rPr>
                <w:lang w:val="de-DE"/>
              </w:rPr>
              <w:t xml:space="preserve"> </w:t>
            </w:r>
            <w:r w:rsidR="00F941C1" w:rsidRPr="00A81D89">
              <w:rPr>
                <w:lang w:val="de-DE"/>
              </w:rPr>
              <w:t xml:space="preserve">mit einer </w:t>
            </w:r>
            <w:r w:rsidRPr="00A81D89">
              <w:rPr>
                <w:lang w:val="de-DE"/>
              </w:rPr>
              <w:t xml:space="preserve">Reichweite </w:t>
            </w:r>
            <w:r w:rsidR="00F941C1" w:rsidRPr="00A81D89">
              <w:rPr>
                <w:lang w:val="de-DE"/>
              </w:rPr>
              <w:t xml:space="preserve">von </w:t>
            </w:r>
            <w:r w:rsidRPr="00A81D89">
              <w:rPr>
                <w:lang w:val="de-DE"/>
              </w:rPr>
              <w:t>bis zu 100 m</w:t>
            </w:r>
          </w:p>
        </w:tc>
      </w:tr>
      <w:tr w:rsidR="00A25C4B" w:rsidRPr="00A81D89" w:rsidTr="00FA5532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A81D89" w:rsidRDefault="00A25C4B" w:rsidP="002119EB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A81D89" w:rsidRDefault="00A25C4B" w:rsidP="002119EB">
            <w:pPr>
              <w:rPr>
                <w:b/>
                <w:lang w:val="de-DE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A81D89" w:rsidRDefault="00A25C4B" w:rsidP="002119EB">
            <w:pPr>
              <w:rPr>
                <w:b/>
                <w:lang w:val="de-DE"/>
              </w:rPr>
            </w:pPr>
          </w:p>
        </w:tc>
      </w:tr>
      <w:tr w:rsidR="00A25C4B" w:rsidRPr="00A81D89" w:rsidTr="00FA5532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A81D89" w:rsidRDefault="007E5FF0" w:rsidP="002119EB">
            <w:pPr>
              <w:jc w:val="center"/>
              <w:rPr>
                <w:b/>
                <w:lang w:val="de-DE"/>
              </w:rPr>
            </w:pPr>
            <w:r w:rsidRPr="00A81D89">
              <w:rPr>
                <w:lang w:val="de-DE"/>
              </w:rPr>
              <w:t>Wi-Fi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A81D89" w:rsidRDefault="00A25C4B" w:rsidP="002119EB">
            <w:pPr>
              <w:rPr>
                <w:b/>
                <w:lang w:val="de-DE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A81D89" w:rsidRDefault="007C3323" w:rsidP="002119EB">
            <w:pPr>
              <w:rPr>
                <w:b/>
                <w:lang w:val="de-DE"/>
              </w:rPr>
            </w:pPr>
            <w:r w:rsidRPr="00A81D89">
              <w:rPr>
                <w:lang w:val="de-DE"/>
              </w:rPr>
              <w:t>Drahtlose Technologie zum Ersatz von Kabeln der Peripheriegeräte</w:t>
            </w:r>
          </w:p>
        </w:tc>
      </w:tr>
      <w:tr w:rsidR="00A25C4B" w:rsidRPr="00A81D89" w:rsidTr="00FA5532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A81D89" w:rsidRDefault="00A25C4B" w:rsidP="002119EB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A81D89" w:rsidRDefault="00A25C4B" w:rsidP="002119EB">
            <w:pPr>
              <w:rPr>
                <w:b/>
                <w:lang w:val="de-DE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A81D89" w:rsidRDefault="00A25C4B" w:rsidP="002119EB">
            <w:pPr>
              <w:rPr>
                <w:b/>
                <w:lang w:val="de-DE"/>
              </w:rPr>
            </w:pPr>
          </w:p>
        </w:tc>
      </w:tr>
      <w:tr w:rsidR="00A25C4B" w:rsidRPr="00A81D89" w:rsidTr="00FA5532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5C4B" w:rsidRPr="00A81D89" w:rsidRDefault="00A056AC" w:rsidP="002119EB">
            <w:pPr>
              <w:jc w:val="center"/>
              <w:rPr>
                <w:b/>
                <w:lang w:val="de-DE"/>
              </w:rPr>
            </w:pPr>
            <w:r w:rsidRPr="00A81D89">
              <w:rPr>
                <w:lang w:val="de-DE"/>
              </w:rPr>
              <w:t>Mobilfunk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A81D89" w:rsidRDefault="00A25C4B" w:rsidP="002119EB">
            <w:pPr>
              <w:rPr>
                <w:b/>
                <w:lang w:val="de-DE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</w:tcBorders>
          </w:tcPr>
          <w:p w:rsidR="00A25C4B" w:rsidRPr="00A81D89" w:rsidRDefault="00FA5532" w:rsidP="00F941C1">
            <w:pPr>
              <w:rPr>
                <w:b/>
                <w:lang w:val="de-DE"/>
              </w:rPr>
            </w:pPr>
            <w:r w:rsidRPr="00A81D89">
              <w:rPr>
                <w:lang w:val="de-DE"/>
              </w:rPr>
              <w:t xml:space="preserve">Ein physisch kleines Netzwerk mit nur </w:t>
            </w:r>
            <w:r w:rsidR="00F941C1" w:rsidRPr="00A81D89">
              <w:rPr>
                <w:lang w:val="de-DE"/>
              </w:rPr>
              <w:t xml:space="preserve">wenigen </w:t>
            </w:r>
            <w:r w:rsidRPr="00A81D89">
              <w:rPr>
                <w:lang w:val="de-DE"/>
              </w:rPr>
              <w:t xml:space="preserve">Geräten, die miteinander </w:t>
            </w:r>
            <w:r w:rsidR="00A21C1D" w:rsidRPr="00A81D89">
              <w:rPr>
                <w:lang w:val="de-DE"/>
              </w:rPr>
              <w:t>im</w:t>
            </w:r>
            <w:r w:rsidRPr="00A81D89">
              <w:rPr>
                <w:lang w:val="de-DE"/>
              </w:rPr>
              <w:t xml:space="preserve"> Peer-to-Peer</w:t>
            </w:r>
            <w:r w:rsidR="00A21C1D" w:rsidRPr="00A81D89">
              <w:rPr>
                <w:lang w:val="de-DE"/>
              </w:rPr>
              <w:t>-Modus</w:t>
            </w:r>
            <w:r w:rsidRPr="00A81D89">
              <w:rPr>
                <w:lang w:val="de-DE"/>
              </w:rPr>
              <w:t xml:space="preserve"> kommunizieren</w:t>
            </w:r>
          </w:p>
        </w:tc>
      </w:tr>
    </w:tbl>
    <w:p w:rsidR="00F12783" w:rsidRPr="00A81D89" w:rsidRDefault="00F12783" w:rsidP="00AA08AF">
      <w:pPr>
        <w:rPr>
          <w:lang w:val="de-DE"/>
        </w:rPr>
      </w:pPr>
    </w:p>
    <w:p w:rsidR="00F12783" w:rsidRPr="00A81D89" w:rsidRDefault="00F12783" w:rsidP="00F12783">
      <w:pPr>
        <w:pStyle w:val="eLineBottom"/>
        <w:rPr>
          <w:lang w:val="de-DE"/>
        </w:rPr>
      </w:pPr>
    </w:p>
    <w:p w:rsidR="00F12783" w:rsidRPr="00A81D89" w:rsidRDefault="00F12783" w:rsidP="00E71217">
      <w:pPr>
        <w:rPr>
          <w:lang w:val="de-DE"/>
        </w:rPr>
      </w:pPr>
    </w:p>
    <w:p w:rsidR="00CE070B" w:rsidRPr="00A81D89" w:rsidRDefault="00D512AB" w:rsidP="00A41A9A">
      <w:pPr>
        <w:pStyle w:val="eTask"/>
        <w:rPr>
          <w:lang w:val="de-DE"/>
        </w:rPr>
      </w:pPr>
      <w:r w:rsidRPr="00A81D89">
        <w:rPr>
          <w:bCs/>
          <w:lang w:val="de-DE"/>
        </w:rPr>
        <w:t xml:space="preserve">Wählen Sie </w:t>
      </w:r>
      <w:r w:rsidR="00F941C1" w:rsidRPr="00A81D89">
        <w:rPr>
          <w:bCs/>
          <w:lang w:val="de-DE"/>
        </w:rPr>
        <w:t xml:space="preserve">jeweils eine </w:t>
      </w:r>
      <w:r w:rsidRPr="00A81D89">
        <w:rPr>
          <w:bCs/>
          <w:lang w:val="de-DE"/>
        </w:rPr>
        <w:t>Variante des folgenden Text</w:t>
      </w:r>
      <w:r w:rsidR="00F941C1" w:rsidRPr="00A81D89">
        <w:rPr>
          <w:bCs/>
          <w:lang w:val="de-DE"/>
        </w:rPr>
        <w:t>e</w:t>
      </w:r>
      <w:r w:rsidRPr="00A81D89">
        <w:rPr>
          <w:bCs/>
          <w:lang w:val="de-DE"/>
        </w:rPr>
        <w:t>s, so dass die Aussage richtig ist.</w:t>
      </w:r>
    </w:p>
    <w:p w:rsidR="00CE070B" w:rsidRPr="00A81D89" w:rsidRDefault="00CE070B" w:rsidP="00AA08AF">
      <w:pPr>
        <w:rPr>
          <w:lang w:val="de-DE"/>
        </w:rPr>
      </w:pPr>
    </w:p>
    <w:p w:rsidR="00180ECB" w:rsidRPr="00A81D89" w:rsidRDefault="00D86EC6" w:rsidP="00AA08AF">
      <w:pPr>
        <w:rPr>
          <w:oMath/>
          <w:rFonts w:ascii="Cambria Math" w:hAnsi="Cambria Math"/>
          <w:lang w:val="de-DE"/>
        </w:rPr>
      </w:pPr>
      <w:r w:rsidRPr="00A81D89">
        <w:rPr>
          <w:lang w:val="de-DE"/>
        </w:rPr>
        <w:t xml:space="preserve">In einem drahtlosen Netz ist der erweiterte Dienstleistungssatz ein Satz von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angeschlossenen Basisdienstleistungssätzen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allen Stationen</m:t>
                  </m:r>
                </m:e>
              </m:mr>
            </m:m>
            <m:r>
              <m:rPr>
                <m:sty m:val="p"/>
              </m:rP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A81D89">
        <w:rPr>
          <w:lang w:val="de-DE"/>
        </w:rPr>
        <w:t>.</w:t>
      </w:r>
    </w:p>
    <w:p w:rsidR="00CA6BDC" w:rsidRPr="00A81D89" w:rsidRDefault="00CA6BDC" w:rsidP="00E71217">
      <w:pPr>
        <w:rPr>
          <w:lang w:val="de-DE"/>
        </w:rPr>
      </w:pPr>
    </w:p>
    <w:p w:rsidR="00E71217" w:rsidRPr="00A81D89" w:rsidRDefault="00CA6BDC" w:rsidP="00AA08AF">
      <w:pPr>
        <w:rPr>
          <w:b/>
          <w:lang w:val="de-DE"/>
        </w:rPr>
      </w:pPr>
      <w:r w:rsidRPr="00A81D89">
        <w:rPr>
          <w:lang w:val="de-DE"/>
        </w:rPr>
        <w:t xml:space="preserve">WPA ist </w:t>
      </w:r>
      <w:r w:rsidR="00F941C1" w:rsidRPr="00A81D89">
        <w:rPr>
          <w:lang w:val="de-DE"/>
        </w:rPr>
        <w:t xml:space="preserve">die </w:t>
      </w:r>
      <w:r w:rsidRPr="00A81D89">
        <w:rPr>
          <w:lang w:val="de-DE"/>
        </w:rPr>
        <w:t xml:space="preserve">Abkürzung des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privaten Kabelanschlusses</m:t>
                  </m:r>
                  <m:r>
                    <m:rPr>
                      <m:nor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gesicherten Wi-Fi-Zugriffs</m:t>
                  </m:r>
                </m:e>
              </m:mr>
            </m:m>
          </m:e>
        </m:d>
      </m:oMath>
      <w:r w:rsidRPr="00A81D89">
        <w:rPr>
          <w:lang w:val="de-DE"/>
        </w:rPr>
        <w:t>.</w:t>
      </w:r>
    </w:p>
    <w:p w:rsidR="00E71217" w:rsidRPr="00A81D89" w:rsidRDefault="00E71217" w:rsidP="00AA08AF">
      <w:pPr>
        <w:rPr>
          <w:lang w:val="de-DE"/>
        </w:rPr>
      </w:pPr>
    </w:p>
    <w:p w:rsidR="00D3228E" w:rsidRPr="00A81D89" w:rsidRDefault="007A5D74" w:rsidP="00AA08AF">
      <w:pPr>
        <w:rPr>
          <w:b/>
          <w:lang w:val="de-DE"/>
        </w:rPr>
      </w:pPr>
      <w:r w:rsidRPr="00A81D89">
        <w:rPr>
          <w:lang w:val="de-DE"/>
        </w:rPr>
        <w:t>Ein Wi-Fi-Netzwerk soll</w:t>
      </w:r>
      <w:r w:rsidR="00F941C1" w:rsidRPr="00A81D89">
        <w:rPr>
          <w:lang w:val="de-DE"/>
        </w:rPr>
        <w:t>te</w:t>
      </w:r>
      <w:r w:rsidRPr="00A81D89">
        <w:rPr>
          <w:lang w:val="de-DE"/>
        </w:rPr>
        <w:t xml:space="preserve"> am bestens mit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WAP2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WEP</m:t>
                  </m:r>
                </m:e>
              </m:mr>
            </m:m>
            <m:r>
              <m:rPr>
                <m:sty m:val="p"/>
              </m:rP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A81D89">
        <w:rPr>
          <w:lang w:val="de-DE"/>
        </w:rPr>
        <w:t xml:space="preserve"> gesichert werden.</w:t>
      </w:r>
    </w:p>
    <w:p w:rsidR="00180ECB" w:rsidRPr="00A81D89" w:rsidRDefault="00180ECB" w:rsidP="00180ECB">
      <w:pPr>
        <w:pStyle w:val="eLineBottom"/>
        <w:rPr>
          <w:lang w:val="de-DE"/>
        </w:rPr>
      </w:pPr>
    </w:p>
    <w:p w:rsidR="00180ECB" w:rsidRPr="00A81D89" w:rsidRDefault="00180ECB" w:rsidP="00180ECB">
      <w:pPr>
        <w:rPr>
          <w:lang w:val="de-DE"/>
        </w:rPr>
      </w:pPr>
    </w:p>
    <w:p w:rsidR="00210701" w:rsidRPr="00A81D89" w:rsidRDefault="009A57D2" w:rsidP="008E2BA0">
      <w:pPr>
        <w:pStyle w:val="eTask"/>
        <w:rPr>
          <w:lang w:val="de-DE"/>
        </w:rPr>
      </w:pPr>
      <w:r w:rsidRPr="00A81D89">
        <w:rPr>
          <w:bCs/>
          <w:lang w:val="de-DE"/>
        </w:rPr>
        <w:t>Ordnen Sie den Standards IEEE 802.11 in der linken Spalte ihre entsprechende Beschreibung in der rechten Spalte zu.</w:t>
      </w:r>
    </w:p>
    <w:p w:rsidR="00A41A9A" w:rsidRPr="00A81D89" w:rsidRDefault="00A41A9A" w:rsidP="00E71217">
      <w:pPr>
        <w:rPr>
          <w:lang w:val="de-DE"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1591"/>
        <w:gridCol w:w="1418"/>
        <w:gridCol w:w="5919"/>
      </w:tblGrid>
      <w:tr w:rsidR="00614201" w:rsidRPr="00A81D89" w:rsidTr="00E40340"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A81D89" w:rsidRDefault="00614201" w:rsidP="00AF14EF">
            <w:pPr>
              <w:jc w:val="center"/>
              <w:rPr>
                <w:b/>
                <w:lang w:val="de-DE"/>
              </w:rPr>
            </w:pPr>
            <w:r w:rsidRPr="00A81D89">
              <w:rPr>
                <w:lang w:val="de-DE"/>
              </w:rPr>
              <w:t>IEEE 802.1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A81D89" w:rsidRDefault="00614201" w:rsidP="002119EB">
            <w:pPr>
              <w:rPr>
                <w:b/>
                <w:lang w:val="de-DE"/>
              </w:rPr>
            </w:pPr>
          </w:p>
        </w:tc>
        <w:tc>
          <w:tcPr>
            <w:tcW w:w="5919" w:type="dxa"/>
            <w:tcBorders>
              <w:left w:val="single" w:sz="4" w:space="0" w:color="auto"/>
              <w:bottom w:val="single" w:sz="4" w:space="0" w:color="auto"/>
            </w:tcBorders>
          </w:tcPr>
          <w:p w:rsidR="00614201" w:rsidRPr="00A81D89" w:rsidRDefault="00F941C1" w:rsidP="00F941C1">
            <w:pPr>
              <w:rPr>
                <w:b/>
                <w:lang w:val="de-DE"/>
              </w:rPr>
            </w:pPr>
            <w:r w:rsidRPr="00A81D89">
              <w:rPr>
                <w:lang w:val="de-DE"/>
              </w:rPr>
              <w:t>A</w:t>
            </w:r>
            <w:r w:rsidR="00004CB0" w:rsidRPr="00A81D89">
              <w:rPr>
                <w:lang w:val="de-DE"/>
              </w:rPr>
              <w:t xml:space="preserve">rbeitet im ISM-Frequenzband mit </w:t>
            </w:r>
            <w:r w:rsidRPr="00A81D89">
              <w:rPr>
                <w:lang w:val="de-DE"/>
              </w:rPr>
              <w:t>einer</w:t>
            </w:r>
            <w:r w:rsidR="00004CB0" w:rsidRPr="00A81D89">
              <w:rPr>
                <w:lang w:val="de-DE"/>
              </w:rPr>
              <w:t xml:space="preserve"> Übertragungsrate von 54 Mbit/s und verwendet das OFDM-Verfahren.</w:t>
            </w:r>
          </w:p>
        </w:tc>
      </w:tr>
      <w:tr w:rsidR="00614201" w:rsidRPr="00A81D89" w:rsidTr="00E40340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A81D89" w:rsidRDefault="00614201" w:rsidP="002119EB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A81D89" w:rsidRDefault="00614201" w:rsidP="002119EB">
            <w:pPr>
              <w:rPr>
                <w:b/>
                <w:lang w:val="de-DE"/>
              </w:rPr>
            </w:pPr>
          </w:p>
        </w:tc>
        <w:tc>
          <w:tcPr>
            <w:tcW w:w="5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A81D89" w:rsidRDefault="00614201" w:rsidP="002119EB">
            <w:pPr>
              <w:rPr>
                <w:b/>
                <w:lang w:val="de-DE"/>
              </w:rPr>
            </w:pPr>
          </w:p>
        </w:tc>
      </w:tr>
      <w:tr w:rsidR="00614201" w:rsidRPr="00A81D89" w:rsidTr="00E40340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A81D89" w:rsidRDefault="00614201" w:rsidP="002119EB">
            <w:pPr>
              <w:jc w:val="center"/>
              <w:rPr>
                <w:b/>
                <w:lang w:val="de-DE"/>
              </w:rPr>
            </w:pPr>
            <w:r w:rsidRPr="00A81D89">
              <w:rPr>
                <w:lang w:val="de-DE"/>
              </w:rPr>
              <w:t>IEEE 802.11a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A81D89" w:rsidRDefault="00614201" w:rsidP="002119EB">
            <w:pPr>
              <w:rPr>
                <w:b/>
                <w:lang w:val="de-DE"/>
              </w:rPr>
            </w:pP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A81D89" w:rsidRDefault="00F941C1" w:rsidP="00F941C1">
            <w:pPr>
              <w:rPr>
                <w:b/>
                <w:lang w:val="de-DE"/>
              </w:rPr>
            </w:pPr>
            <w:r w:rsidRPr="00A81D89">
              <w:rPr>
                <w:lang w:val="de-DE"/>
              </w:rPr>
              <w:t>A</w:t>
            </w:r>
            <w:r w:rsidR="00004CB0" w:rsidRPr="00A81D89">
              <w:rPr>
                <w:lang w:val="de-DE"/>
              </w:rPr>
              <w:t xml:space="preserve">rbeitet im ISM-Frequenzband mit </w:t>
            </w:r>
            <w:r w:rsidRPr="00A81D89">
              <w:rPr>
                <w:lang w:val="de-DE"/>
              </w:rPr>
              <w:t xml:space="preserve">einer </w:t>
            </w:r>
            <w:r w:rsidR="00004CB0" w:rsidRPr="00A81D89">
              <w:rPr>
                <w:lang w:val="de-DE"/>
              </w:rPr>
              <w:t>Übertragungsrate von</w:t>
            </w:r>
            <w:r w:rsidR="00E40340" w:rsidRPr="00A81D89">
              <w:rPr>
                <w:lang w:val="de-DE"/>
              </w:rPr>
              <w:t xml:space="preserve"> bis zu</w:t>
            </w:r>
            <w:r w:rsidR="00004CB0" w:rsidRPr="00A81D89">
              <w:rPr>
                <w:lang w:val="de-DE"/>
              </w:rPr>
              <w:t xml:space="preserve"> 11 Mbit/s und verwendet das DSSS-Verfahren.</w:t>
            </w:r>
          </w:p>
        </w:tc>
      </w:tr>
      <w:tr w:rsidR="00614201" w:rsidRPr="00A81D89" w:rsidTr="00E40340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A81D89" w:rsidRDefault="00614201" w:rsidP="002119EB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A81D89" w:rsidRDefault="00614201" w:rsidP="002119EB">
            <w:pPr>
              <w:rPr>
                <w:b/>
                <w:lang w:val="de-DE"/>
              </w:rPr>
            </w:pPr>
          </w:p>
        </w:tc>
        <w:tc>
          <w:tcPr>
            <w:tcW w:w="5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A81D89" w:rsidRDefault="00614201" w:rsidP="002119EB">
            <w:pPr>
              <w:rPr>
                <w:b/>
                <w:lang w:val="de-DE"/>
              </w:rPr>
            </w:pPr>
          </w:p>
        </w:tc>
      </w:tr>
      <w:tr w:rsidR="00614201" w:rsidRPr="00A81D89" w:rsidTr="00E40340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A81D89" w:rsidRDefault="00614201" w:rsidP="002119EB">
            <w:pPr>
              <w:jc w:val="center"/>
              <w:rPr>
                <w:b/>
                <w:lang w:val="de-DE"/>
              </w:rPr>
            </w:pPr>
            <w:r w:rsidRPr="00A81D89">
              <w:rPr>
                <w:lang w:val="de-DE"/>
              </w:rPr>
              <w:t>IEEE 802.11b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A81D89" w:rsidRDefault="00614201" w:rsidP="002119EB">
            <w:pPr>
              <w:rPr>
                <w:b/>
                <w:lang w:val="de-DE"/>
              </w:rPr>
            </w:pP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A81D89" w:rsidRDefault="00F941C1" w:rsidP="00F941C1">
            <w:pPr>
              <w:rPr>
                <w:b/>
                <w:lang w:val="de-DE"/>
              </w:rPr>
            </w:pPr>
            <w:r w:rsidRPr="00A81D89">
              <w:rPr>
                <w:lang w:val="de-DE"/>
              </w:rPr>
              <w:t>A</w:t>
            </w:r>
            <w:r w:rsidR="00004CB0" w:rsidRPr="00A81D89">
              <w:rPr>
                <w:lang w:val="de-DE"/>
              </w:rPr>
              <w:t xml:space="preserve">rbeitet im ISM-Frequenzband mit </w:t>
            </w:r>
            <w:r w:rsidRPr="00A81D89">
              <w:rPr>
                <w:lang w:val="de-DE"/>
              </w:rPr>
              <w:t xml:space="preserve">einer </w:t>
            </w:r>
            <w:r w:rsidR="00004CB0" w:rsidRPr="00A81D89">
              <w:rPr>
                <w:lang w:val="de-DE"/>
              </w:rPr>
              <w:t>Übertragungsrate von 1 bis zu 2 Mbit/s und verwendet das FHSS-Verfahren.</w:t>
            </w:r>
          </w:p>
        </w:tc>
      </w:tr>
      <w:tr w:rsidR="00614201" w:rsidRPr="00A81D89" w:rsidTr="00E40340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A81D89" w:rsidRDefault="00614201" w:rsidP="002119EB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A81D89" w:rsidRDefault="00614201" w:rsidP="002119EB">
            <w:pPr>
              <w:rPr>
                <w:b/>
                <w:lang w:val="de-DE"/>
              </w:rPr>
            </w:pPr>
          </w:p>
        </w:tc>
        <w:tc>
          <w:tcPr>
            <w:tcW w:w="5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A81D89" w:rsidRDefault="00614201" w:rsidP="002119EB">
            <w:pPr>
              <w:rPr>
                <w:b/>
                <w:lang w:val="de-DE"/>
              </w:rPr>
            </w:pPr>
          </w:p>
        </w:tc>
      </w:tr>
      <w:tr w:rsidR="00614201" w:rsidRPr="00A81D89" w:rsidTr="00E40340">
        <w:tc>
          <w:tcPr>
            <w:tcW w:w="15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4201" w:rsidRPr="00A81D89" w:rsidRDefault="00614201" w:rsidP="002119EB">
            <w:pPr>
              <w:jc w:val="center"/>
              <w:rPr>
                <w:b/>
                <w:lang w:val="de-DE"/>
              </w:rPr>
            </w:pPr>
            <w:r w:rsidRPr="00A81D89">
              <w:rPr>
                <w:lang w:val="de-DE"/>
              </w:rPr>
              <w:t>IEEE 802.11g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A81D89" w:rsidRDefault="00614201" w:rsidP="002119EB">
            <w:pPr>
              <w:rPr>
                <w:b/>
                <w:lang w:val="de-DE"/>
              </w:rPr>
            </w:pP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</w:tcBorders>
          </w:tcPr>
          <w:p w:rsidR="00614201" w:rsidRPr="00A81D89" w:rsidRDefault="00F941C1" w:rsidP="00F941C1">
            <w:pPr>
              <w:rPr>
                <w:b/>
                <w:lang w:val="de-DE"/>
              </w:rPr>
            </w:pPr>
            <w:r w:rsidRPr="00A81D89">
              <w:rPr>
                <w:lang w:val="de-DE"/>
              </w:rPr>
              <w:t>A</w:t>
            </w:r>
            <w:r w:rsidR="00004CB0" w:rsidRPr="00A81D89">
              <w:rPr>
                <w:lang w:val="de-DE"/>
              </w:rPr>
              <w:t xml:space="preserve">rbeitet im ISM-Frequenzband mit </w:t>
            </w:r>
            <w:r w:rsidRPr="00A81D89">
              <w:rPr>
                <w:lang w:val="de-DE"/>
              </w:rPr>
              <w:t xml:space="preserve">einer </w:t>
            </w:r>
            <w:r w:rsidR="00004CB0" w:rsidRPr="00A81D89">
              <w:rPr>
                <w:lang w:val="de-DE"/>
              </w:rPr>
              <w:t>Übertragungsrate von</w:t>
            </w:r>
            <w:r w:rsidR="00E40340" w:rsidRPr="00A81D89">
              <w:rPr>
                <w:lang w:val="de-DE"/>
              </w:rPr>
              <w:t xml:space="preserve"> bis zu</w:t>
            </w:r>
            <w:r w:rsidR="00004CB0" w:rsidRPr="00A81D89">
              <w:rPr>
                <w:lang w:val="de-DE"/>
              </w:rPr>
              <w:t xml:space="preserve"> 48 Mbit/s und verwendet das OFDM-Verfahren.</w:t>
            </w:r>
          </w:p>
        </w:tc>
      </w:tr>
    </w:tbl>
    <w:p w:rsidR="00E71217" w:rsidRPr="00A81D89" w:rsidRDefault="00E71217">
      <w:pPr>
        <w:rPr>
          <w:b/>
          <w:lang w:val="de-DE"/>
        </w:rPr>
      </w:pPr>
      <w:r w:rsidRPr="00A81D89">
        <w:rPr>
          <w:lang w:val="de-DE"/>
        </w:rPr>
        <w:br w:type="page"/>
      </w:r>
    </w:p>
    <w:p w:rsidR="005A3EAE" w:rsidRPr="00A81D89" w:rsidRDefault="00D40D58" w:rsidP="005A3EAE">
      <w:pPr>
        <w:pStyle w:val="eTask"/>
        <w:rPr>
          <w:lang w:val="de-DE"/>
        </w:rPr>
      </w:pPr>
      <w:r w:rsidRPr="00A81D89">
        <w:rPr>
          <w:bCs/>
          <w:lang w:val="de-DE"/>
        </w:rPr>
        <w:lastRenderedPageBreak/>
        <w:t>Das OSI-Referenzmodell teilt die Netzkommunikation in sieben Schichten ein.</w:t>
      </w:r>
      <w:r w:rsidRPr="00A81D89">
        <w:rPr>
          <w:b w:val="0"/>
          <w:lang w:val="de-DE"/>
        </w:rPr>
        <w:t xml:space="preserve"> </w:t>
      </w:r>
      <w:r w:rsidR="00E40340" w:rsidRPr="00A81D89">
        <w:rPr>
          <w:bCs/>
          <w:lang w:val="de-DE"/>
        </w:rPr>
        <w:t xml:space="preserve">Diese </w:t>
      </w:r>
      <w:r w:rsidRPr="00A81D89">
        <w:rPr>
          <w:bCs/>
          <w:lang w:val="de-DE"/>
        </w:rPr>
        <w:t>Schicht</w:t>
      </w:r>
      <w:r w:rsidR="00E40340" w:rsidRPr="00A81D89">
        <w:rPr>
          <w:bCs/>
          <w:lang w:val="de-DE"/>
        </w:rPr>
        <w:t>en unterstützen</w:t>
      </w:r>
      <w:r w:rsidRPr="00A81D89">
        <w:rPr>
          <w:bCs/>
          <w:lang w:val="de-DE"/>
        </w:rPr>
        <w:t xml:space="preserve"> verschi</w:t>
      </w:r>
      <w:r w:rsidR="00E40340" w:rsidRPr="00A81D89">
        <w:rPr>
          <w:bCs/>
          <w:lang w:val="de-DE"/>
        </w:rPr>
        <w:t>e</w:t>
      </w:r>
      <w:r w:rsidRPr="00A81D89">
        <w:rPr>
          <w:bCs/>
          <w:lang w:val="de-DE"/>
        </w:rPr>
        <w:t xml:space="preserve">dene Netzwerkaktivitäten, </w:t>
      </w:r>
      <w:r w:rsidRPr="00A81D89">
        <w:rPr>
          <w:bCs/>
          <w:lang w:val="de-DE"/>
        </w:rPr>
        <w:noBreakHyphen/>
        <w:t xml:space="preserve">geräte oder </w:t>
      </w:r>
      <w:r w:rsidRPr="00A81D89">
        <w:rPr>
          <w:bCs/>
          <w:lang w:val="de-DE"/>
        </w:rPr>
        <w:noBreakHyphen/>
        <w:t>protokolle.</w:t>
      </w:r>
      <w:r w:rsidRPr="00A81D89">
        <w:rPr>
          <w:b w:val="0"/>
          <w:lang w:val="de-DE"/>
        </w:rPr>
        <w:t xml:space="preserve"> </w:t>
      </w:r>
      <w:r w:rsidR="00F941C1" w:rsidRPr="00A81D89">
        <w:rPr>
          <w:bCs/>
          <w:lang w:val="de-DE"/>
        </w:rPr>
        <w:t>F</w:t>
      </w:r>
      <w:r w:rsidRPr="00A81D89">
        <w:rPr>
          <w:bCs/>
          <w:lang w:val="de-DE"/>
        </w:rPr>
        <w:t>üllen Sie die folgende Tabelle mit den Namen der einzelnen Schichten aus.</w:t>
      </w:r>
      <w:r w:rsidRPr="00A81D89">
        <w:rPr>
          <w:b w:val="0"/>
          <w:lang w:val="de-DE"/>
        </w:rPr>
        <w:t xml:space="preserve"> </w:t>
      </w:r>
      <w:r w:rsidRPr="00A81D89">
        <w:rPr>
          <w:bCs/>
          <w:lang w:val="de-DE"/>
        </w:rPr>
        <w:t>Die Nummer 7 bezeichnet die oberste Schicht und die Nummer 1 die niedrigste Schicht.</w:t>
      </w:r>
    </w:p>
    <w:p w:rsidR="00F43BD5" w:rsidRPr="00A81D89" w:rsidRDefault="00F43BD5" w:rsidP="00E71217">
      <w:pPr>
        <w:rPr>
          <w:lang w:val="de-DE"/>
        </w:rPr>
      </w:pPr>
    </w:p>
    <w:tbl>
      <w:tblPr>
        <w:tblStyle w:val="Mkatabulky"/>
        <w:tblW w:w="0" w:type="auto"/>
        <w:tblInd w:w="2943" w:type="dxa"/>
        <w:tblLook w:val="04A0"/>
      </w:tblPr>
      <w:tblGrid>
        <w:gridCol w:w="2127"/>
      </w:tblGrid>
      <w:tr w:rsidR="00F43BD5" w:rsidRPr="00A81D89" w:rsidTr="00F43BD5">
        <w:tc>
          <w:tcPr>
            <w:tcW w:w="2127" w:type="dxa"/>
          </w:tcPr>
          <w:p w:rsidR="00F43BD5" w:rsidRPr="00A81D89" w:rsidRDefault="00F43BD5" w:rsidP="002119EB">
            <w:pPr>
              <w:spacing w:before="60" w:after="60"/>
              <w:rPr>
                <w:lang w:val="de-DE"/>
              </w:rPr>
            </w:pPr>
            <w:r w:rsidRPr="00A81D89">
              <w:rPr>
                <w:lang w:val="de-DE"/>
              </w:rPr>
              <w:t>7.</w:t>
            </w:r>
          </w:p>
        </w:tc>
      </w:tr>
      <w:tr w:rsidR="00F43BD5" w:rsidRPr="00A81D89" w:rsidTr="00F43BD5">
        <w:tc>
          <w:tcPr>
            <w:tcW w:w="2127" w:type="dxa"/>
          </w:tcPr>
          <w:p w:rsidR="00F43BD5" w:rsidRPr="00A81D89" w:rsidRDefault="00F43BD5" w:rsidP="002119EB">
            <w:pPr>
              <w:spacing w:before="60" w:after="60"/>
              <w:rPr>
                <w:lang w:val="de-DE"/>
              </w:rPr>
            </w:pPr>
            <w:r w:rsidRPr="00A81D89">
              <w:rPr>
                <w:lang w:val="de-DE"/>
              </w:rPr>
              <w:t>6.</w:t>
            </w:r>
          </w:p>
        </w:tc>
      </w:tr>
      <w:tr w:rsidR="00F43BD5" w:rsidRPr="00A81D89" w:rsidTr="00F43BD5">
        <w:tc>
          <w:tcPr>
            <w:tcW w:w="2127" w:type="dxa"/>
          </w:tcPr>
          <w:p w:rsidR="00F43BD5" w:rsidRPr="00A81D89" w:rsidRDefault="00F43BD5" w:rsidP="002119EB">
            <w:pPr>
              <w:spacing w:before="60" w:after="60"/>
              <w:rPr>
                <w:lang w:val="de-DE"/>
              </w:rPr>
            </w:pPr>
            <w:r w:rsidRPr="00A81D89">
              <w:rPr>
                <w:lang w:val="de-DE"/>
              </w:rPr>
              <w:t>5.</w:t>
            </w:r>
          </w:p>
        </w:tc>
      </w:tr>
      <w:tr w:rsidR="00F43BD5" w:rsidRPr="00A81D89" w:rsidTr="00F43BD5">
        <w:tc>
          <w:tcPr>
            <w:tcW w:w="2127" w:type="dxa"/>
          </w:tcPr>
          <w:p w:rsidR="00F43BD5" w:rsidRPr="00A81D89" w:rsidRDefault="00F43BD5" w:rsidP="002119EB">
            <w:pPr>
              <w:spacing w:before="60" w:after="60"/>
              <w:rPr>
                <w:lang w:val="de-DE"/>
              </w:rPr>
            </w:pPr>
            <w:r w:rsidRPr="00A81D89">
              <w:rPr>
                <w:lang w:val="de-DE"/>
              </w:rPr>
              <w:t>4.</w:t>
            </w:r>
          </w:p>
        </w:tc>
      </w:tr>
      <w:tr w:rsidR="00F43BD5" w:rsidRPr="00A81D89" w:rsidTr="00F43BD5">
        <w:tc>
          <w:tcPr>
            <w:tcW w:w="2127" w:type="dxa"/>
          </w:tcPr>
          <w:p w:rsidR="00F43BD5" w:rsidRPr="00A81D89" w:rsidRDefault="00F43BD5" w:rsidP="002119EB">
            <w:pPr>
              <w:spacing w:before="60" w:after="60"/>
              <w:rPr>
                <w:lang w:val="de-DE"/>
              </w:rPr>
            </w:pPr>
            <w:r w:rsidRPr="00A81D89">
              <w:rPr>
                <w:lang w:val="de-DE"/>
              </w:rPr>
              <w:t>3.</w:t>
            </w:r>
          </w:p>
        </w:tc>
      </w:tr>
      <w:tr w:rsidR="00F43BD5" w:rsidRPr="00A81D89" w:rsidTr="00F43BD5">
        <w:tc>
          <w:tcPr>
            <w:tcW w:w="2127" w:type="dxa"/>
          </w:tcPr>
          <w:p w:rsidR="00F43BD5" w:rsidRPr="00A81D89" w:rsidRDefault="00F43BD5" w:rsidP="002119EB">
            <w:pPr>
              <w:spacing w:before="60" w:after="60"/>
              <w:rPr>
                <w:lang w:val="de-DE"/>
              </w:rPr>
            </w:pPr>
            <w:r w:rsidRPr="00A81D89">
              <w:rPr>
                <w:lang w:val="de-DE"/>
              </w:rPr>
              <w:t>2.</w:t>
            </w:r>
          </w:p>
        </w:tc>
      </w:tr>
      <w:tr w:rsidR="00F43BD5" w:rsidRPr="00A81D89" w:rsidTr="00F43BD5">
        <w:tc>
          <w:tcPr>
            <w:tcW w:w="2127" w:type="dxa"/>
          </w:tcPr>
          <w:p w:rsidR="00F43BD5" w:rsidRPr="00A81D89" w:rsidRDefault="00F43BD5" w:rsidP="002119EB">
            <w:pPr>
              <w:spacing w:before="60" w:after="60"/>
              <w:rPr>
                <w:lang w:val="de-DE"/>
              </w:rPr>
            </w:pPr>
            <w:r w:rsidRPr="00A81D89">
              <w:rPr>
                <w:lang w:val="de-DE"/>
              </w:rPr>
              <w:t>1.</w:t>
            </w:r>
          </w:p>
        </w:tc>
      </w:tr>
    </w:tbl>
    <w:p w:rsidR="00137397" w:rsidRPr="00A81D89" w:rsidRDefault="00137397" w:rsidP="00137397">
      <w:pPr>
        <w:pStyle w:val="eLineBottom"/>
        <w:rPr>
          <w:lang w:val="de-DE"/>
        </w:rPr>
      </w:pPr>
    </w:p>
    <w:p w:rsidR="00137397" w:rsidRPr="00A81D89" w:rsidRDefault="00137397" w:rsidP="00C148FD">
      <w:pPr>
        <w:rPr>
          <w:lang w:val="de-DE"/>
        </w:rPr>
      </w:pPr>
    </w:p>
    <w:p w:rsidR="008C57F6" w:rsidRPr="00A81D89" w:rsidRDefault="000732D1" w:rsidP="008C57F6">
      <w:pPr>
        <w:pStyle w:val="eTask"/>
        <w:rPr>
          <w:lang w:val="de-DE"/>
        </w:rPr>
      </w:pPr>
      <w:r w:rsidRPr="00A81D89">
        <w:rPr>
          <w:bCs/>
          <w:lang w:val="de-DE"/>
        </w:rPr>
        <w:t>Nehmen wir die folgende Situation an.</w:t>
      </w:r>
      <w:r w:rsidRPr="00A81D89">
        <w:rPr>
          <w:b w:val="0"/>
          <w:lang w:val="de-DE"/>
        </w:rPr>
        <w:t xml:space="preserve"> </w:t>
      </w:r>
      <w:r w:rsidRPr="00A81D89">
        <w:rPr>
          <w:bCs/>
          <w:lang w:val="de-DE"/>
        </w:rPr>
        <w:t>Sie tauschen Informationen in einem großen Konferenzraum.</w:t>
      </w:r>
      <w:r w:rsidRPr="00A81D89">
        <w:rPr>
          <w:b w:val="0"/>
          <w:lang w:val="de-DE"/>
        </w:rPr>
        <w:t xml:space="preserve"> </w:t>
      </w:r>
      <w:r w:rsidRPr="00A81D89">
        <w:rPr>
          <w:bCs/>
          <w:lang w:val="de-DE"/>
        </w:rPr>
        <w:t xml:space="preserve">Wahrscheinlich gibt es </w:t>
      </w:r>
      <w:r w:rsidR="00EF4019" w:rsidRPr="00A81D89">
        <w:rPr>
          <w:bCs/>
          <w:lang w:val="de-DE"/>
        </w:rPr>
        <w:t>dort</w:t>
      </w:r>
      <w:r w:rsidRPr="00A81D89">
        <w:rPr>
          <w:bCs/>
          <w:lang w:val="de-DE"/>
        </w:rPr>
        <w:t xml:space="preserve"> viele Leute, die auch Daten übertragen möchten.</w:t>
      </w:r>
      <w:r w:rsidRPr="00A81D89">
        <w:rPr>
          <w:b w:val="0"/>
          <w:lang w:val="de-DE"/>
        </w:rPr>
        <w:t xml:space="preserve"> </w:t>
      </w:r>
      <w:bookmarkStart w:id="0" w:name="_GoBack"/>
      <w:bookmarkEnd w:id="0"/>
    </w:p>
    <w:p w:rsidR="00F55FED" w:rsidRPr="00A81D89" w:rsidRDefault="00F55FED" w:rsidP="00C148FD">
      <w:pPr>
        <w:pStyle w:val="eLineBottom"/>
        <w:rPr>
          <w:lang w:val="de-DE"/>
        </w:rPr>
      </w:pPr>
    </w:p>
    <w:p w:rsidR="00E71217" w:rsidRPr="00A81D89" w:rsidRDefault="001A6AE1" w:rsidP="00C148FD">
      <w:pPr>
        <w:pStyle w:val="eLineBottom"/>
        <w:rPr>
          <w:lang w:val="de-DE"/>
        </w:rPr>
      </w:pPr>
      <w:r w:rsidRPr="00A81D89">
        <w:rPr>
          <w:lang w:val="de-DE"/>
        </w:rPr>
        <w:t xml:space="preserve">Hier soll man </w:t>
      </w:r>
      <w:r w:rsidR="00EF4019" w:rsidRPr="00A81D89">
        <w:rPr>
          <w:lang w:val="de-DE"/>
        </w:rPr>
        <w:t xml:space="preserve">vorzugsweise </w:t>
      </w:r>
      <w:r w:rsidRPr="00A81D89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Bluetooth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IrDA</m:t>
                  </m:r>
                </m:e>
              </m:mr>
            </m:m>
          </m:e>
        </m:d>
      </m:oMath>
      <w:r w:rsidR="00EF4019" w:rsidRPr="00A81D89">
        <w:rPr>
          <w:lang w:val="de-DE"/>
        </w:rPr>
        <w:t xml:space="preserve">-Technologie </w:t>
      </w:r>
      <w:r w:rsidRPr="00A81D89">
        <w:rPr>
          <w:lang w:val="de-DE"/>
        </w:rPr>
        <w:t>verwenden.</w:t>
      </w:r>
    </w:p>
    <w:p w:rsidR="00F55FED" w:rsidRPr="00A81D89" w:rsidRDefault="00F55FED" w:rsidP="00C148FD">
      <w:pPr>
        <w:pStyle w:val="eLineBottom"/>
        <w:rPr>
          <w:lang w:val="de-DE"/>
        </w:rPr>
      </w:pPr>
    </w:p>
    <w:p w:rsidR="00C148FD" w:rsidRPr="00A81D89" w:rsidRDefault="00C148FD" w:rsidP="00C148FD">
      <w:pPr>
        <w:rPr>
          <w:lang w:val="de-DE"/>
        </w:rPr>
      </w:pPr>
    </w:p>
    <w:p w:rsidR="00137397" w:rsidRPr="00A81D89" w:rsidRDefault="00EF4019" w:rsidP="00137397">
      <w:pPr>
        <w:pStyle w:val="eTask"/>
        <w:rPr>
          <w:lang w:val="de-DE"/>
        </w:rPr>
      </w:pPr>
      <w:r w:rsidRPr="00A81D89">
        <w:rPr>
          <w:bCs/>
          <w:lang w:val="de-DE"/>
        </w:rPr>
        <w:t xml:space="preserve">Nennen </w:t>
      </w:r>
      <w:r w:rsidR="009B5F3C" w:rsidRPr="00A81D89">
        <w:rPr>
          <w:bCs/>
          <w:lang w:val="de-DE"/>
        </w:rPr>
        <w:t>Sie die drei grundlegenden Eleme</w:t>
      </w:r>
      <w:r w:rsidRPr="00A81D89">
        <w:rPr>
          <w:bCs/>
          <w:lang w:val="de-DE"/>
        </w:rPr>
        <w:t>nte der Kommunikationssicherheit</w:t>
      </w:r>
      <w:r w:rsidR="009B5F3C" w:rsidRPr="00A81D89">
        <w:rPr>
          <w:bCs/>
          <w:lang w:val="de-DE"/>
        </w:rPr>
        <w:t>.</w:t>
      </w:r>
    </w:p>
    <w:p w:rsidR="00137397" w:rsidRPr="00A81D89" w:rsidRDefault="00137397" w:rsidP="00E71217">
      <w:pPr>
        <w:rPr>
          <w:lang w:val="de-DE"/>
        </w:rPr>
      </w:pPr>
    </w:p>
    <w:p w:rsidR="00137397" w:rsidRPr="00A81D89" w:rsidRDefault="00137397" w:rsidP="00137397">
      <w:pPr>
        <w:rPr>
          <w:lang w:val="de-DE"/>
        </w:rPr>
      </w:pPr>
      <w:r w:rsidRPr="00A81D89">
        <w:rPr>
          <w:lang w:val="de-DE"/>
        </w:rPr>
        <w:t>1.</w:t>
      </w:r>
      <w:r w:rsidRPr="00A81D89">
        <w:rPr>
          <w:lang w:val="de-DE"/>
        </w:rPr>
        <w:tab/>
        <w:t>__________________</w:t>
      </w:r>
    </w:p>
    <w:p w:rsidR="00137397" w:rsidRPr="00A81D89" w:rsidRDefault="00137397" w:rsidP="00137397">
      <w:pPr>
        <w:rPr>
          <w:lang w:val="de-DE"/>
        </w:rPr>
      </w:pPr>
    </w:p>
    <w:p w:rsidR="00137397" w:rsidRPr="00A81D89" w:rsidRDefault="00137397" w:rsidP="00137397">
      <w:pPr>
        <w:rPr>
          <w:lang w:val="de-DE"/>
        </w:rPr>
      </w:pPr>
      <w:r w:rsidRPr="00A81D89">
        <w:rPr>
          <w:lang w:val="de-DE"/>
        </w:rPr>
        <w:t>2.</w:t>
      </w:r>
      <w:r w:rsidRPr="00A81D89">
        <w:rPr>
          <w:lang w:val="de-DE"/>
        </w:rPr>
        <w:tab/>
        <w:t>__________________</w:t>
      </w:r>
    </w:p>
    <w:p w:rsidR="00137397" w:rsidRPr="00A81D89" w:rsidRDefault="00137397" w:rsidP="00137397">
      <w:pPr>
        <w:rPr>
          <w:lang w:val="de-DE"/>
        </w:rPr>
      </w:pPr>
    </w:p>
    <w:p w:rsidR="00137397" w:rsidRPr="00A81D89" w:rsidRDefault="00137397" w:rsidP="00137397">
      <w:pPr>
        <w:rPr>
          <w:lang w:val="de-DE"/>
        </w:rPr>
      </w:pPr>
      <w:r w:rsidRPr="00A81D89">
        <w:rPr>
          <w:lang w:val="de-DE"/>
        </w:rPr>
        <w:t>3.</w:t>
      </w:r>
      <w:r w:rsidRPr="00A81D89">
        <w:rPr>
          <w:lang w:val="de-DE"/>
        </w:rPr>
        <w:tab/>
        <w:t>__________________</w:t>
      </w:r>
    </w:p>
    <w:p w:rsidR="00137397" w:rsidRPr="00A81D89" w:rsidRDefault="00137397" w:rsidP="00137397">
      <w:pPr>
        <w:pStyle w:val="eLineBottom"/>
        <w:rPr>
          <w:lang w:val="de-DE"/>
        </w:rPr>
      </w:pPr>
    </w:p>
    <w:p w:rsidR="00223478" w:rsidRPr="00A81D89" w:rsidRDefault="00223478" w:rsidP="00C148FD">
      <w:pPr>
        <w:pStyle w:val="eCheckBoxText"/>
        <w:rPr>
          <w:lang w:val="de-DE"/>
        </w:rPr>
      </w:pPr>
    </w:p>
    <w:p w:rsidR="00A57E9D" w:rsidRPr="00A81D89" w:rsidRDefault="006070B4" w:rsidP="00A57E9D">
      <w:pPr>
        <w:pStyle w:val="eTask"/>
        <w:ind w:left="284" w:hanging="284"/>
        <w:rPr>
          <w:lang w:val="de-DE"/>
        </w:rPr>
      </w:pPr>
      <w:r w:rsidRPr="00A81D89">
        <w:rPr>
          <w:bCs/>
          <w:lang w:val="de-DE"/>
        </w:rPr>
        <w:t xml:space="preserve">Die </w:t>
      </w:r>
      <w:r w:rsidR="002E10D8" w:rsidRPr="00A81D89">
        <w:rPr>
          <w:bCs/>
          <w:lang w:val="de-DE"/>
        </w:rPr>
        <w:t xml:space="preserve">folgenden Eigenschaften </w:t>
      </w:r>
      <w:r w:rsidRPr="00A81D89">
        <w:rPr>
          <w:bCs/>
          <w:lang w:val="de-DE"/>
        </w:rPr>
        <w:t>benennen einen Vor- bzw.</w:t>
      </w:r>
      <w:r w:rsidR="002E10D8" w:rsidRPr="00A81D89">
        <w:rPr>
          <w:bCs/>
          <w:lang w:val="de-DE"/>
        </w:rPr>
        <w:t xml:space="preserve"> Nachteil der drahtlosen Kommunikation</w:t>
      </w:r>
      <w:r w:rsidRPr="00A81D89">
        <w:rPr>
          <w:bCs/>
          <w:lang w:val="de-DE"/>
        </w:rPr>
        <w:t>. Ordnen Sie den beiden Gruppen die folgenden Begriffe zu</w:t>
      </w:r>
      <w:r w:rsidR="002E10D8" w:rsidRPr="00A81D89">
        <w:rPr>
          <w:bCs/>
          <w:lang w:val="de-DE"/>
        </w:rPr>
        <w:t>: Flexibilität, Sicherheit, Mobilität, Übertragungsrate, Kosteneinsparung,</w:t>
      </w:r>
      <w:r w:rsidR="001C3D1F" w:rsidRPr="00A81D89">
        <w:rPr>
          <w:bCs/>
          <w:lang w:val="de-DE"/>
        </w:rPr>
        <w:t xml:space="preserve"> </w:t>
      </w:r>
      <w:r w:rsidRPr="00A81D89">
        <w:rPr>
          <w:bCs/>
          <w:lang w:val="de-DE"/>
        </w:rPr>
        <w:t>Interferenzen und Produktivität.</w:t>
      </w:r>
    </w:p>
    <w:p w:rsidR="00A57E9D" w:rsidRPr="00A81D89" w:rsidRDefault="00A57E9D" w:rsidP="00E71217">
      <w:pPr>
        <w:rPr>
          <w:lang w:val="de-DE"/>
        </w:rPr>
      </w:pPr>
    </w:p>
    <w:tbl>
      <w:tblPr>
        <w:tblStyle w:val="Mkatabulky"/>
        <w:tblW w:w="0" w:type="auto"/>
        <w:tblInd w:w="1951" w:type="dxa"/>
        <w:tblLook w:val="04A0"/>
      </w:tblPr>
      <w:tblGrid>
        <w:gridCol w:w="2552"/>
        <w:gridCol w:w="2693"/>
      </w:tblGrid>
      <w:tr w:rsidR="00D46C4F" w:rsidRPr="00A81D89" w:rsidTr="00D46C4F">
        <w:tc>
          <w:tcPr>
            <w:tcW w:w="2552" w:type="dxa"/>
          </w:tcPr>
          <w:p w:rsidR="00D46C4F" w:rsidRPr="00A81D89" w:rsidRDefault="002E10D8" w:rsidP="00AA08AF">
            <w:pPr>
              <w:spacing w:before="60" w:after="60"/>
              <w:jc w:val="center"/>
              <w:rPr>
                <w:b/>
                <w:lang w:val="de-DE"/>
              </w:rPr>
            </w:pPr>
            <w:r w:rsidRPr="00A81D89">
              <w:rPr>
                <w:b/>
                <w:bCs/>
                <w:lang w:val="de-DE"/>
              </w:rPr>
              <w:t>Vorteile</w:t>
            </w:r>
          </w:p>
        </w:tc>
        <w:tc>
          <w:tcPr>
            <w:tcW w:w="2693" w:type="dxa"/>
          </w:tcPr>
          <w:p w:rsidR="00D46C4F" w:rsidRPr="00A81D89" w:rsidRDefault="002E10D8" w:rsidP="00AA08AF">
            <w:pPr>
              <w:spacing w:before="60" w:after="60"/>
              <w:jc w:val="center"/>
              <w:rPr>
                <w:b/>
                <w:lang w:val="de-DE"/>
              </w:rPr>
            </w:pPr>
            <w:r w:rsidRPr="00A81D89">
              <w:rPr>
                <w:b/>
                <w:bCs/>
                <w:lang w:val="de-DE"/>
              </w:rPr>
              <w:t>Nachteile</w:t>
            </w:r>
          </w:p>
        </w:tc>
      </w:tr>
      <w:tr w:rsidR="00D46C4F" w:rsidRPr="00A81D89" w:rsidTr="00D46C4F">
        <w:tc>
          <w:tcPr>
            <w:tcW w:w="2552" w:type="dxa"/>
          </w:tcPr>
          <w:p w:rsidR="00D46C4F" w:rsidRPr="00A81D89" w:rsidRDefault="00D46C4F" w:rsidP="00AA08AF">
            <w:pPr>
              <w:spacing w:before="60" w:after="60"/>
              <w:rPr>
                <w:lang w:val="de-DE"/>
              </w:rPr>
            </w:pPr>
          </w:p>
        </w:tc>
        <w:tc>
          <w:tcPr>
            <w:tcW w:w="2693" w:type="dxa"/>
          </w:tcPr>
          <w:p w:rsidR="00D46C4F" w:rsidRPr="00A81D89" w:rsidRDefault="00D46C4F" w:rsidP="00AA08AF">
            <w:pPr>
              <w:spacing w:before="60" w:after="60"/>
              <w:rPr>
                <w:lang w:val="de-DE"/>
              </w:rPr>
            </w:pPr>
          </w:p>
        </w:tc>
      </w:tr>
      <w:tr w:rsidR="00D46C4F" w:rsidRPr="00A81D89" w:rsidTr="00D46C4F">
        <w:tc>
          <w:tcPr>
            <w:tcW w:w="2552" w:type="dxa"/>
          </w:tcPr>
          <w:p w:rsidR="00D46C4F" w:rsidRPr="00A81D89" w:rsidRDefault="00D46C4F" w:rsidP="00AA08AF">
            <w:pPr>
              <w:spacing w:before="60" w:after="60"/>
              <w:rPr>
                <w:lang w:val="de-DE"/>
              </w:rPr>
            </w:pPr>
          </w:p>
        </w:tc>
        <w:tc>
          <w:tcPr>
            <w:tcW w:w="2693" w:type="dxa"/>
          </w:tcPr>
          <w:p w:rsidR="00D46C4F" w:rsidRPr="00A81D89" w:rsidRDefault="00D46C4F" w:rsidP="00AA08AF">
            <w:pPr>
              <w:spacing w:before="60" w:after="60"/>
              <w:rPr>
                <w:lang w:val="de-DE"/>
              </w:rPr>
            </w:pPr>
          </w:p>
        </w:tc>
      </w:tr>
      <w:tr w:rsidR="00D46C4F" w:rsidRPr="00A81D89" w:rsidTr="00D46C4F">
        <w:tc>
          <w:tcPr>
            <w:tcW w:w="2552" w:type="dxa"/>
          </w:tcPr>
          <w:p w:rsidR="00D46C4F" w:rsidRPr="00A81D89" w:rsidRDefault="00D46C4F" w:rsidP="00AA08AF">
            <w:pPr>
              <w:spacing w:before="60" w:after="60"/>
              <w:rPr>
                <w:lang w:val="de-DE"/>
              </w:rPr>
            </w:pPr>
          </w:p>
        </w:tc>
        <w:tc>
          <w:tcPr>
            <w:tcW w:w="2693" w:type="dxa"/>
          </w:tcPr>
          <w:p w:rsidR="00D46C4F" w:rsidRPr="00A81D89" w:rsidRDefault="00D46C4F" w:rsidP="00AA08AF">
            <w:pPr>
              <w:spacing w:before="60" w:after="60"/>
              <w:rPr>
                <w:lang w:val="de-DE"/>
              </w:rPr>
            </w:pPr>
          </w:p>
        </w:tc>
      </w:tr>
      <w:tr w:rsidR="00D46C4F" w:rsidRPr="00A81D89" w:rsidTr="00D46C4F">
        <w:tc>
          <w:tcPr>
            <w:tcW w:w="2552" w:type="dxa"/>
          </w:tcPr>
          <w:p w:rsidR="00D46C4F" w:rsidRPr="00A81D89" w:rsidRDefault="00D46C4F" w:rsidP="00AA08AF">
            <w:pPr>
              <w:spacing w:before="60" w:after="60"/>
              <w:rPr>
                <w:lang w:val="de-DE"/>
              </w:rPr>
            </w:pPr>
          </w:p>
        </w:tc>
        <w:tc>
          <w:tcPr>
            <w:tcW w:w="2693" w:type="dxa"/>
          </w:tcPr>
          <w:p w:rsidR="00D46C4F" w:rsidRPr="00A81D89" w:rsidRDefault="00D46C4F" w:rsidP="00AA08AF">
            <w:pPr>
              <w:spacing w:before="60" w:after="60"/>
              <w:rPr>
                <w:lang w:val="de-DE"/>
              </w:rPr>
            </w:pPr>
          </w:p>
        </w:tc>
      </w:tr>
    </w:tbl>
    <w:p w:rsidR="005F6159" w:rsidRPr="00A81D89" w:rsidRDefault="005F6159" w:rsidP="00AA08AF">
      <w:pPr>
        <w:rPr>
          <w:lang w:val="de-DE"/>
        </w:rPr>
      </w:pPr>
    </w:p>
    <w:sectPr w:rsidR="005F6159" w:rsidRPr="00A81D89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5A7" w:rsidRDefault="002055A7" w:rsidP="00861A1A">
      <w:r>
        <w:separator/>
      </w:r>
    </w:p>
  </w:endnote>
  <w:endnote w:type="continuationSeparator" w:id="0">
    <w:p w:rsidR="002055A7" w:rsidRDefault="002055A7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E65C3B" w:rsidP="00AA08A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65C3B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5A7" w:rsidRDefault="002055A7" w:rsidP="00861A1A">
      <w:r>
        <w:separator/>
      </w:r>
    </w:p>
  </w:footnote>
  <w:footnote w:type="continuationSeparator" w:id="0">
    <w:p w:rsidR="002055A7" w:rsidRDefault="002055A7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C148FD" w:rsidRPr="00C148FD" w:rsidRDefault="00AA08AF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DRAHTLOSE NETZWERKE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C4465F"/>
    <w:rsid w:val="0000102D"/>
    <w:rsid w:val="00002163"/>
    <w:rsid w:val="00004CB0"/>
    <w:rsid w:val="0000673F"/>
    <w:rsid w:val="00016AD8"/>
    <w:rsid w:val="00017595"/>
    <w:rsid w:val="00021197"/>
    <w:rsid w:val="00030EDA"/>
    <w:rsid w:val="00045BEB"/>
    <w:rsid w:val="00066EBE"/>
    <w:rsid w:val="000732D1"/>
    <w:rsid w:val="00073ADF"/>
    <w:rsid w:val="0007473C"/>
    <w:rsid w:val="000750C9"/>
    <w:rsid w:val="00087EAC"/>
    <w:rsid w:val="00094A16"/>
    <w:rsid w:val="000A233F"/>
    <w:rsid w:val="000A55B3"/>
    <w:rsid w:val="000B1FC9"/>
    <w:rsid w:val="000C4911"/>
    <w:rsid w:val="000C6B3A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A6AE1"/>
    <w:rsid w:val="001B057D"/>
    <w:rsid w:val="001C3D1F"/>
    <w:rsid w:val="001D00A1"/>
    <w:rsid w:val="001F6290"/>
    <w:rsid w:val="002055A7"/>
    <w:rsid w:val="00206E34"/>
    <w:rsid w:val="00210701"/>
    <w:rsid w:val="002119EB"/>
    <w:rsid w:val="00213F2C"/>
    <w:rsid w:val="00223478"/>
    <w:rsid w:val="00225015"/>
    <w:rsid w:val="00234FA5"/>
    <w:rsid w:val="002365C9"/>
    <w:rsid w:val="00263E70"/>
    <w:rsid w:val="00272012"/>
    <w:rsid w:val="002825A8"/>
    <w:rsid w:val="00282F13"/>
    <w:rsid w:val="00283A7C"/>
    <w:rsid w:val="002850DE"/>
    <w:rsid w:val="00292860"/>
    <w:rsid w:val="002976A9"/>
    <w:rsid w:val="002A6130"/>
    <w:rsid w:val="002B0278"/>
    <w:rsid w:val="002B0866"/>
    <w:rsid w:val="002B41A8"/>
    <w:rsid w:val="002E10D8"/>
    <w:rsid w:val="002E301D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77E75"/>
    <w:rsid w:val="00382DAD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2099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0CDB"/>
    <w:rsid w:val="004F5AFF"/>
    <w:rsid w:val="00501A9F"/>
    <w:rsid w:val="005132B0"/>
    <w:rsid w:val="00517E3A"/>
    <w:rsid w:val="0052284C"/>
    <w:rsid w:val="005560D7"/>
    <w:rsid w:val="00561B7B"/>
    <w:rsid w:val="00561C5A"/>
    <w:rsid w:val="0056380B"/>
    <w:rsid w:val="005728B3"/>
    <w:rsid w:val="005738D5"/>
    <w:rsid w:val="0057504E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070B4"/>
    <w:rsid w:val="00614201"/>
    <w:rsid w:val="00617D04"/>
    <w:rsid w:val="00625B5A"/>
    <w:rsid w:val="006267DF"/>
    <w:rsid w:val="0063686B"/>
    <w:rsid w:val="006435FE"/>
    <w:rsid w:val="0064494B"/>
    <w:rsid w:val="006630B2"/>
    <w:rsid w:val="0066326F"/>
    <w:rsid w:val="0068067D"/>
    <w:rsid w:val="0068131D"/>
    <w:rsid w:val="00690FB1"/>
    <w:rsid w:val="006A24C7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10301"/>
    <w:rsid w:val="00713EA8"/>
    <w:rsid w:val="0073574D"/>
    <w:rsid w:val="007460F9"/>
    <w:rsid w:val="0076745A"/>
    <w:rsid w:val="007738BD"/>
    <w:rsid w:val="007837ED"/>
    <w:rsid w:val="00790D07"/>
    <w:rsid w:val="007A5D74"/>
    <w:rsid w:val="007C0FDD"/>
    <w:rsid w:val="007C308E"/>
    <w:rsid w:val="007C3323"/>
    <w:rsid w:val="007C5B85"/>
    <w:rsid w:val="007E16D1"/>
    <w:rsid w:val="007E5FF0"/>
    <w:rsid w:val="007E6CED"/>
    <w:rsid w:val="007F60D6"/>
    <w:rsid w:val="00802588"/>
    <w:rsid w:val="00813612"/>
    <w:rsid w:val="0081479C"/>
    <w:rsid w:val="00814A43"/>
    <w:rsid w:val="00820FFC"/>
    <w:rsid w:val="00825830"/>
    <w:rsid w:val="00826CB2"/>
    <w:rsid w:val="00830375"/>
    <w:rsid w:val="00831014"/>
    <w:rsid w:val="00832323"/>
    <w:rsid w:val="008542C3"/>
    <w:rsid w:val="00861A1A"/>
    <w:rsid w:val="00864D93"/>
    <w:rsid w:val="00866F3C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4072E"/>
    <w:rsid w:val="00950649"/>
    <w:rsid w:val="0095346A"/>
    <w:rsid w:val="00955A25"/>
    <w:rsid w:val="009567ED"/>
    <w:rsid w:val="00956FC6"/>
    <w:rsid w:val="009634D4"/>
    <w:rsid w:val="00963F86"/>
    <w:rsid w:val="0097175A"/>
    <w:rsid w:val="00974B16"/>
    <w:rsid w:val="009802AD"/>
    <w:rsid w:val="009A57D2"/>
    <w:rsid w:val="009A5F9E"/>
    <w:rsid w:val="009B5F3C"/>
    <w:rsid w:val="009B638C"/>
    <w:rsid w:val="009C17DD"/>
    <w:rsid w:val="009C7B24"/>
    <w:rsid w:val="009E2A2A"/>
    <w:rsid w:val="009F6E5E"/>
    <w:rsid w:val="00A056AC"/>
    <w:rsid w:val="00A17111"/>
    <w:rsid w:val="00A21C1D"/>
    <w:rsid w:val="00A25C4B"/>
    <w:rsid w:val="00A26A28"/>
    <w:rsid w:val="00A41A9A"/>
    <w:rsid w:val="00A41E41"/>
    <w:rsid w:val="00A50FFF"/>
    <w:rsid w:val="00A527AF"/>
    <w:rsid w:val="00A54992"/>
    <w:rsid w:val="00A57E9D"/>
    <w:rsid w:val="00A633E1"/>
    <w:rsid w:val="00A65E53"/>
    <w:rsid w:val="00A81D89"/>
    <w:rsid w:val="00A8234A"/>
    <w:rsid w:val="00A97C95"/>
    <w:rsid w:val="00AA0506"/>
    <w:rsid w:val="00AA08AF"/>
    <w:rsid w:val="00AA5B23"/>
    <w:rsid w:val="00AC4ED9"/>
    <w:rsid w:val="00AC6380"/>
    <w:rsid w:val="00AD2F36"/>
    <w:rsid w:val="00AD6E4D"/>
    <w:rsid w:val="00AF14EF"/>
    <w:rsid w:val="00AF5281"/>
    <w:rsid w:val="00B01599"/>
    <w:rsid w:val="00B15DB4"/>
    <w:rsid w:val="00B177D0"/>
    <w:rsid w:val="00B3151A"/>
    <w:rsid w:val="00B37307"/>
    <w:rsid w:val="00B464CD"/>
    <w:rsid w:val="00B5145B"/>
    <w:rsid w:val="00B51A79"/>
    <w:rsid w:val="00B707D0"/>
    <w:rsid w:val="00B75FF7"/>
    <w:rsid w:val="00B77B6F"/>
    <w:rsid w:val="00B816F4"/>
    <w:rsid w:val="00B822EA"/>
    <w:rsid w:val="00B84417"/>
    <w:rsid w:val="00B94FBB"/>
    <w:rsid w:val="00BA04D1"/>
    <w:rsid w:val="00BA3595"/>
    <w:rsid w:val="00BB3A72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05481"/>
    <w:rsid w:val="00C148FD"/>
    <w:rsid w:val="00C2393A"/>
    <w:rsid w:val="00C4465F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E0A05"/>
    <w:rsid w:val="00CE1E76"/>
    <w:rsid w:val="00CF4DFA"/>
    <w:rsid w:val="00D060B3"/>
    <w:rsid w:val="00D06992"/>
    <w:rsid w:val="00D1690E"/>
    <w:rsid w:val="00D20A5C"/>
    <w:rsid w:val="00D2650E"/>
    <w:rsid w:val="00D3228E"/>
    <w:rsid w:val="00D33524"/>
    <w:rsid w:val="00D40D58"/>
    <w:rsid w:val="00D46C4F"/>
    <w:rsid w:val="00D512AB"/>
    <w:rsid w:val="00D573B0"/>
    <w:rsid w:val="00D62073"/>
    <w:rsid w:val="00D6535B"/>
    <w:rsid w:val="00D71B81"/>
    <w:rsid w:val="00D773FA"/>
    <w:rsid w:val="00D86EC6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52A"/>
    <w:rsid w:val="00DE3767"/>
    <w:rsid w:val="00E0343F"/>
    <w:rsid w:val="00E10571"/>
    <w:rsid w:val="00E10DD0"/>
    <w:rsid w:val="00E11170"/>
    <w:rsid w:val="00E14EEB"/>
    <w:rsid w:val="00E2272B"/>
    <w:rsid w:val="00E352FF"/>
    <w:rsid w:val="00E40340"/>
    <w:rsid w:val="00E41087"/>
    <w:rsid w:val="00E516D7"/>
    <w:rsid w:val="00E5359D"/>
    <w:rsid w:val="00E54A46"/>
    <w:rsid w:val="00E65738"/>
    <w:rsid w:val="00E65C3B"/>
    <w:rsid w:val="00E71217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EF4019"/>
    <w:rsid w:val="00F12783"/>
    <w:rsid w:val="00F168D6"/>
    <w:rsid w:val="00F24638"/>
    <w:rsid w:val="00F248A4"/>
    <w:rsid w:val="00F43BD5"/>
    <w:rsid w:val="00F46B18"/>
    <w:rsid w:val="00F55FED"/>
    <w:rsid w:val="00F748A6"/>
    <w:rsid w:val="00F82C59"/>
    <w:rsid w:val="00F83FFD"/>
    <w:rsid w:val="00F871C6"/>
    <w:rsid w:val="00F8749B"/>
    <w:rsid w:val="00F941C1"/>
    <w:rsid w:val="00FA5532"/>
    <w:rsid w:val="00FA74D9"/>
    <w:rsid w:val="00FB201E"/>
    <w:rsid w:val="00FD2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11</TotalTime>
  <Pages>2</Pages>
  <Words>334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A</cp:lastModifiedBy>
  <cp:revision>7</cp:revision>
  <cp:lastPrinted>2015-10-07T09:38:00Z</cp:lastPrinted>
  <dcterms:created xsi:type="dcterms:W3CDTF">2016-03-24T11:50:00Z</dcterms:created>
  <dcterms:modified xsi:type="dcterms:W3CDTF">2016-05-17T06:41:00Z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