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3AC" w:rsidRPr="00ED5A13" w:rsidRDefault="00B513AC" w:rsidP="00B513AC">
      <w:pPr>
        <w:pStyle w:val="eTask"/>
        <w:ind w:left="360" w:hanging="360"/>
      </w:pPr>
      <w:r w:rsidRPr="00ED5A13">
        <w:t>Uveďte dva základní prvky, které jsou součástí metalického kabelu</w:t>
      </w:r>
      <w:r w:rsidR="008445A9" w:rsidRPr="00ED5A13">
        <w:t>:</w:t>
      </w:r>
      <w:bookmarkStart w:id="0" w:name="_GoBack"/>
      <w:bookmarkEnd w:id="0"/>
    </w:p>
    <w:p w:rsidR="00B513AC" w:rsidRPr="00ED5A13" w:rsidRDefault="00B513AC" w:rsidP="00B513AC"/>
    <w:p w:rsidR="00B513AC" w:rsidRPr="00ED5A13" w:rsidRDefault="00B513AC" w:rsidP="006E2847">
      <w:pPr>
        <w:ind w:left="357"/>
      </w:pPr>
      <w:r w:rsidRPr="00ED5A13">
        <w:t>1.</w:t>
      </w:r>
      <w:r w:rsidRPr="00ED5A13">
        <w:tab/>
      </w:r>
      <w:r w:rsidR="00094292" w:rsidRPr="00B513AC">
        <w:rPr>
          <w:color w:val="FF0000"/>
        </w:rPr>
        <w:t>křížová čtyřka</w:t>
      </w:r>
    </w:p>
    <w:p w:rsidR="00B513AC" w:rsidRPr="00ED5A13" w:rsidRDefault="00B513AC" w:rsidP="006E2847">
      <w:pPr>
        <w:ind w:left="357"/>
        <w:rPr>
          <w:noProof/>
          <w:lang w:eastAsia="sk-SK"/>
        </w:rPr>
      </w:pPr>
    </w:p>
    <w:p w:rsidR="00B513AC" w:rsidRPr="00ED5A13" w:rsidRDefault="00B513AC" w:rsidP="006E2847">
      <w:pPr>
        <w:ind w:left="357"/>
        <w:rPr>
          <w:noProof/>
          <w:lang w:eastAsia="sk-SK"/>
        </w:rPr>
      </w:pPr>
      <w:r w:rsidRPr="00ED5A13">
        <w:rPr>
          <w:noProof/>
          <w:lang w:eastAsia="sk-SK"/>
        </w:rPr>
        <w:t>2.</w:t>
      </w:r>
      <w:r w:rsidRPr="00ED5A13">
        <w:tab/>
      </w:r>
      <w:r w:rsidR="00094292" w:rsidRPr="00B513AC">
        <w:rPr>
          <w:color w:val="FF0000"/>
        </w:rPr>
        <w:t>symetrický pár</w:t>
      </w:r>
    </w:p>
    <w:p w:rsidR="001922A0" w:rsidRPr="00ED5A13" w:rsidRDefault="001922A0" w:rsidP="00C148FD">
      <w:pPr>
        <w:pStyle w:val="eLineBottom"/>
        <w:rPr>
          <w:lang w:val="en-US"/>
        </w:rPr>
      </w:pPr>
    </w:p>
    <w:p w:rsidR="001922A0" w:rsidRPr="00ED5A13" w:rsidRDefault="001922A0" w:rsidP="001922A0">
      <w:pPr>
        <w:rPr>
          <w:lang w:val="en-US"/>
        </w:rPr>
      </w:pPr>
    </w:p>
    <w:p w:rsidR="00C148FD" w:rsidRPr="00ED5A13" w:rsidRDefault="00074C1B" w:rsidP="00C148FD">
      <w:pPr>
        <w:pStyle w:val="eTask"/>
      </w:pPr>
      <w:r w:rsidRPr="00ED5A13">
        <w:t>Z následujícího výčtu vyberte ty technologie, které patří mezi technologie přístupových sítí označované zkratkou FTTx</w:t>
      </w:r>
      <w:r w:rsidR="00FB201E" w:rsidRPr="00ED5A13">
        <w:t>.</w:t>
      </w:r>
    </w:p>
    <w:p w:rsidR="001922A0" w:rsidRPr="00ED5A13" w:rsidRDefault="001922A0" w:rsidP="002B41A8">
      <w:pPr>
        <w:rPr>
          <w:lang w:val="en-US"/>
        </w:rPr>
      </w:pPr>
    </w:p>
    <w:tbl>
      <w:tblPr>
        <w:tblStyle w:val="Mkatabulky"/>
        <w:tblW w:w="8636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  <w:gridCol w:w="2855"/>
        <w:gridCol w:w="2855"/>
      </w:tblGrid>
      <w:tr w:rsidR="00ED5A13" w:rsidRPr="00ED5A13" w:rsidTr="00074C1B">
        <w:tc>
          <w:tcPr>
            <w:tcW w:w="2926" w:type="dxa"/>
          </w:tcPr>
          <w:p w:rsidR="00074C1B" w:rsidRPr="00ED5A13" w:rsidRDefault="00094292" w:rsidP="00074C1B">
            <w:pPr>
              <w:pStyle w:val="eCheckBoxText"/>
              <w:rPr>
                <w:rStyle w:val="eCheckBoxSquareChar"/>
                <w:sz w:val="24"/>
              </w:rPr>
            </w:pPr>
            <w:r w:rsidRPr="00094292">
              <w:rPr>
                <w:rStyle w:val="eCheckBoxSquareChar"/>
                <w:b/>
                <w:color w:val="FF0000"/>
              </w:rPr>
              <w:t>x</w:t>
            </w:r>
            <w:r w:rsidR="00074C1B" w:rsidRPr="00094292">
              <w:rPr>
                <w:color w:val="FF0000"/>
                <w:szCs w:val="40"/>
              </w:rPr>
              <w:tab/>
            </w:r>
            <w:r w:rsidR="00074C1B" w:rsidRPr="00094292">
              <w:rPr>
                <w:color w:val="FF0000"/>
              </w:rPr>
              <w:t>FTTH</w:t>
            </w:r>
          </w:p>
        </w:tc>
        <w:tc>
          <w:tcPr>
            <w:tcW w:w="2855" w:type="dxa"/>
          </w:tcPr>
          <w:p w:rsidR="00074C1B" w:rsidRPr="00ED5A13" w:rsidRDefault="00094292" w:rsidP="00074C1B">
            <w:pPr>
              <w:pStyle w:val="eCheckBoxText"/>
              <w:rPr>
                <w:rStyle w:val="eCheckBoxSquareChar"/>
                <w:sz w:val="24"/>
              </w:rPr>
            </w:pPr>
            <w:r w:rsidRPr="00094292">
              <w:rPr>
                <w:rStyle w:val="eCheckBoxSquareChar"/>
                <w:b/>
                <w:color w:val="FF0000"/>
              </w:rPr>
              <w:t>x</w:t>
            </w:r>
            <w:r w:rsidR="00074C1B" w:rsidRPr="00094292">
              <w:rPr>
                <w:color w:val="FF0000"/>
                <w:szCs w:val="40"/>
              </w:rPr>
              <w:tab/>
            </w:r>
            <w:r w:rsidR="00074C1B" w:rsidRPr="00094292">
              <w:rPr>
                <w:color w:val="FF0000"/>
              </w:rPr>
              <w:t>FTTdb</w:t>
            </w:r>
          </w:p>
        </w:tc>
        <w:tc>
          <w:tcPr>
            <w:tcW w:w="2855" w:type="dxa"/>
          </w:tcPr>
          <w:p w:rsidR="00074C1B" w:rsidRPr="00ED5A13" w:rsidRDefault="00074C1B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ED5A13">
              <w:rPr>
                <w:szCs w:val="40"/>
              </w:rPr>
              <w:tab/>
            </w:r>
            <w:r w:rsidRPr="00ED5A13">
              <w:t>FTTC</w:t>
            </w:r>
          </w:p>
        </w:tc>
      </w:tr>
      <w:tr w:rsidR="00ED5A13" w:rsidRPr="00ED5A13" w:rsidTr="00074C1B">
        <w:tc>
          <w:tcPr>
            <w:tcW w:w="2926" w:type="dxa"/>
          </w:tcPr>
          <w:p w:rsidR="00074C1B" w:rsidRPr="00ED5A13" w:rsidRDefault="00094292" w:rsidP="00074C1B">
            <w:pPr>
              <w:pStyle w:val="eCheckBoxText"/>
              <w:rPr>
                <w:rStyle w:val="eCheckBoxSquareChar"/>
                <w:sz w:val="24"/>
              </w:rPr>
            </w:pPr>
            <w:r w:rsidRPr="00094292">
              <w:rPr>
                <w:rStyle w:val="eCheckBoxSquareChar"/>
                <w:b/>
                <w:color w:val="FF0000"/>
              </w:rPr>
              <w:t>x</w:t>
            </w:r>
            <w:r w:rsidR="00074C1B" w:rsidRPr="00094292">
              <w:rPr>
                <w:color w:val="FF0000"/>
                <w:szCs w:val="40"/>
              </w:rPr>
              <w:tab/>
            </w:r>
            <w:r w:rsidR="00074C1B" w:rsidRPr="00094292">
              <w:rPr>
                <w:color w:val="FF0000"/>
              </w:rPr>
              <w:t>FTTO</w:t>
            </w:r>
          </w:p>
        </w:tc>
        <w:tc>
          <w:tcPr>
            <w:tcW w:w="2855" w:type="dxa"/>
          </w:tcPr>
          <w:p w:rsidR="00074C1B" w:rsidRPr="00ED5A13" w:rsidRDefault="00094292" w:rsidP="00074C1B">
            <w:pPr>
              <w:pStyle w:val="eCheckBoxText"/>
              <w:rPr>
                <w:rStyle w:val="eCheckBoxSquareChar"/>
                <w:sz w:val="24"/>
              </w:rPr>
            </w:pPr>
            <w:r w:rsidRPr="00094292">
              <w:rPr>
                <w:rStyle w:val="eCheckBoxSquareChar"/>
                <w:b/>
                <w:color w:val="FF0000"/>
              </w:rPr>
              <w:t>x</w:t>
            </w:r>
            <w:r w:rsidR="00074C1B" w:rsidRPr="00094292">
              <w:rPr>
                <w:color w:val="FF0000"/>
                <w:szCs w:val="40"/>
              </w:rPr>
              <w:tab/>
            </w:r>
            <w:r w:rsidR="00074C1B" w:rsidRPr="00094292">
              <w:rPr>
                <w:color w:val="FF0000"/>
              </w:rPr>
              <w:t>FTTEx</w:t>
            </w:r>
          </w:p>
        </w:tc>
        <w:tc>
          <w:tcPr>
            <w:tcW w:w="2855" w:type="dxa"/>
          </w:tcPr>
          <w:p w:rsidR="00074C1B" w:rsidRPr="00ED5A13" w:rsidRDefault="00074C1B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ED5A13">
              <w:rPr>
                <w:szCs w:val="40"/>
              </w:rPr>
              <w:tab/>
            </w:r>
            <w:r w:rsidRPr="00ED5A13">
              <w:t>FTTF</w:t>
            </w:r>
          </w:p>
        </w:tc>
      </w:tr>
      <w:tr w:rsidR="00074C1B" w:rsidRPr="00ED5A13" w:rsidTr="00074C1B">
        <w:tc>
          <w:tcPr>
            <w:tcW w:w="2926" w:type="dxa"/>
          </w:tcPr>
          <w:p w:rsidR="00074C1B" w:rsidRPr="00ED5A13" w:rsidRDefault="00074C1B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ED5A13">
              <w:rPr>
                <w:szCs w:val="40"/>
              </w:rPr>
              <w:tab/>
            </w:r>
            <w:r w:rsidRPr="00ED5A13">
              <w:t>FTTP</w:t>
            </w:r>
          </w:p>
        </w:tc>
        <w:tc>
          <w:tcPr>
            <w:tcW w:w="2855" w:type="dxa"/>
          </w:tcPr>
          <w:p w:rsidR="00074C1B" w:rsidRPr="00ED5A13" w:rsidRDefault="00074C1B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ED5A13">
              <w:rPr>
                <w:szCs w:val="40"/>
              </w:rPr>
              <w:tab/>
            </w:r>
            <w:r w:rsidRPr="00ED5A13">
              <w:t>FTTB</w:t>
            </w:r>
          </w:p>
        </w:tc>
        <w:tc>
          <w:tcPr>
            <w:tcW w:w="2855" w:type="dxa"/>
          </w:tcPr>
          <w:p w:rsidR="00074C1B" w:rsidRPr="00ED5A13" w:rsidRDefault="00094292" w:rsidP="00074C1B">
            <w:pPr>
              <w:pStyle w:val="eCheckBoxText"/>
              <w:rPr>
                <w:rStyle w:val="eCheckBoxSquareChar"/>
                <w:sz w:val="24"/>
              </w:rPr>
            </w:pPr>
            <w:r w:rsidRPr="00094292">
              <w:rPr>
                <w:rStyle w:val="eCheckBoxSquareChar"/>
                <w:b/>
                <w:color w:val="FF0000"/>
              </w:rPr>
              <w:t>x</w:t>
            </w:r>
            <w:r w:rsidR="00074C1B" w:rsidRPr="00094292">
              <w:rPr>
                <w:color w:val="FF0000"/>
                <w:szCs w:val="40"/>
              </w:rPr>
              <w:tab/>
            </w:r>
            <w:r w:rsidR="00074C1B" w:rsidRPr="00094292">
              <w:rPr>
                <w:color w:val="FF0000"/>
              </w:rPr>
              <w:t>FTTCab</w:t>
            </w:r>
          </w:p>
        </w:tc>
      </w:tr>
    </w:tbl>
    <w:p w:rsidR="00074C1B" w:rsidRPr="00ED5A13" w:rsidRDefault="00074C1B" w:rsidP="00074C1B">
      <w:pPr>
        <w:pStyle w:val="eLineBottom"/>
        <w:rPr>
          <w:lang w:val="en-US"/>
        </w:rPr>
      </w:pPr>
    </w:p>
    <w:p w:rsidR="00074C1B" w:rsidRPr="00ED5A13" w:rsidRDefault="00074C1B" w:rsidP="00074C1B">
      <w:pPr>
        <w:rPr>
          <w:lang w:val="en-US"/>
        </w:rPr>
      </w:pPr>
    </w:p>
    <w:p w:rsidR="00074C1B" w:rsidRPr="00ED5A13" w:rsidRDefault="00464F06" w:rsidP="00464F06">
      <w:pPr>
        <w:pStyle w:val="eTask"/>
      </w:pPr>
      <w:r w:rsidRPr="00ED5A13">
        <w:t xml:space="preserve">Přiřaďte ke zkratkám čtyř různých </w:t>
      </w:r>
      <w:r w:rsidR="00667389" w:rsidRPr="00ED5A13">
        <w:t xml:space="preserve">přístupových </w:t>
      </w:r>
      <w:r w:rsidRPr="00ED5A13">
        <w:t>technologií xDSL uvedených v</w:t>
      </w:r>
      <w:r w:rsidR="00667389" w:rsidRPr="00ED5A13">
        <w:t> </w:t>
      </w:r>
      <w:r w:rsidRPr="00ED5A13">
        <w:t xml:space="preserve">levém sloupci jejich odpovídající </w:t>
      </w:r>
      <w:r w:rsidR="00667389" w:rsidRPr="00ED5A13">
        <w:t>název</w:t>
      </w:r>
      <w:r w:rsidRPr="00ED5A13">
        <w:t xml:space="preserve"> uvedený v</w:t>
      </w:r>
      <w:r w:rsidR="00667389" w:rsidRPr="00ED5A13">
        <w:t>e sloupci</w:t>
      </w:r>
      <w:r w:rsidRPr="00ED5A13">
        <w:t xml:space="preserve"> pravém.</w:t>
      </w:r>
    </w:p>
    <w:p w:rsidR="0064098D" w:rsidRPr="00ED5A13" w:rsidRDefault="0064098D" w:rsidP="0064098D">
      <w:pPr>
        <w:pStyle w:val="eTask"/>
        <w:numPr>
          <w:ilvl w:val="0"/>
          <w:numId w:val="0"/>
        </w:num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157"/>
        <w:gridCol w:w="1377"/>
        <w:gridCol w:w="6168"/>
      </w:tblGrid>
      <w:tr w:rsidR="00ED5A13" w:rsidRPr="00ED5A13" w:rsidTr="00BE0E2E">
        <w:tc>
          <w:tcPr>
            <w:tcW w:w="115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4098D" w:rsidRPr="00ED5A13" w:rsidRDefault="0064098D" w:rsidP="00BE0E2E">
            <w:pPr>
              <w:jc w:val="center"/>
              <w:rPr>
                <w:b/>
              </w:rPr>
            </w:pPr>
            <w:r w:rsidRPr="00ED5A13">
              <w:t>ADSL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ED5A1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  <w:tcBorders>
              <w:left w:val="single" w:sz="4" w:space="0" w:color="auto"/>
              <w:bottom w:val="single" w:sz="4" w:space="0" w:color="auto"/>
            </w:tcBorders>
          </w:tcPr>
          <w:p w:rsidR="0064098D" w:rsidRPr="00ED5A13" w:rsidRDefault="00BE0E2E" w:rsidP="00CA363D">
            <w:pPr>
              <w:rPr>
                <w:b/>
              </w:rPr>
            </w:pPr>
            <w:r w:rsidRPr="00ED5A13">
              <w:t>Very high speed Digital Subscriber Line</w:t>
            </w:r>
          </w:p>
        </w:tc>
      </w:tr>
      <w:tr w:rsidR="00ED5A13" w:rsidRPr="00ED5A13" w:rsidTr="00BE0E2E"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98D" w:rsidRPr="00ED5A13" w:rsidRDefault="0064098D" w:rsidP="00CA363D">
            <w:pPr>
              <w:jc w:val="center"/>
              <w:rPr>
                <w:b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64098D" w:rsidRPr="00ED5A1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98D" w:rsidRPr="00ED5A13" w:rsidRDefault="0064098D" w:rsidP="00CA363D">
            <w:pPr>
              <w:rPr>
                <w:b/>
              </w:rPr>
            </w:pPr>
          </w:p>
        </w:tc>
      </w:tr>
      <w:tr w:rsidR="00ED5A13" w:rsidRPr="00ED5A13" w:rsidTr="00BE0E2E">
        <w:tc>
          <w:tcPr>
            <w:tcW w:w="1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8D" w:rsidRPr="00ED5A13" w:rsidRDefault="0064098D" w:rsidP="00CA363D">
            <w:pPr>
              <w:jc w:val="center"/>
              <w:rPr>
                <w:b/>
              </w:rPr>
            </w:pPr>
            <w:r w:rsidRPr="00ED5A13">
              <w:t>HDSL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ED5A1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8D" w:rsidRPr="00ED5A13" w:rsidRDefault="00BE0E2E" w:rsidP="00CA363D">
            <w:pPr>
              <w:rPr>
                <w:b/>
              </w:rPr>
            </w:pPr>
            <w:r w:rsidRPr="00ED5A13">
              <w:t>Single pair High speed Digital Subscriber Line</w:t>
            </w:r>
          </w:p>
        </w:tc>
      </w:tr>
      <w:tr w:rsidR="00ED5A13" w:rsidRPr="00ED5A13" w:rsidTr="00BE0E2E"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98D" w:rsidRPr="00ED5A13" w:rsidRDefault="0064098D" w:rsidP="00CA363D">
            <w:pPr>
              <w:jc w:val="center"/>
              <w:rPr>
                <w:b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64098D" w:rsidRPr="00ED5A13" w:rsidRDefault="006721F5" w:rsidP="00CA363D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>
              <w:pict>
                <v:line id="Přímá spojnice 5" o:spid="_x0000_s1026" style="position:absolute;flip:x y;z-index:251670016;visibility:visible;mso-position-horizontal-relative:text;mso-position-vertical-relative:text" from="-5.9pt,-6.55pt" to="62.3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" strokecolor="red" strokeweight="1.5pt">
                  <v:stroke joinstyle="miter"/>
                  <o:lock v:ext="edit" shapetype="f"/>
                </v:line>
              </w:pict>
            </w:r>
            <w:r>
              <w:pict>
                <v:line id="Přímá spojnice 6" o:spid="_x0000_s1039" style="position:absolute;flip:y;z-index:251668992;visibility:visible;mso-position-horizontal-relative:text;mso-position-vertical-relative:text" from="-5.9pt,-6.55pt" to="63.1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" strokecolor="red" strokeweight="1.5pt">
                  <v:stroke joinstyle="miter"/>
                  <o:lock v:ext="edit" shapetype="f"/>
                </v:line>
              </w:pict>
            </w:r>
            <w:r>
              <w:pict>
                <v:line id="Přímá spojnice 3" o:spid="_x0000_s1038" style="position:absolute;z-index:251667968;visibility:visible;mso-position-horizontal-relative:text;mso-position-vertical-relative:text" from="-6.15pt,-34.8pt" to="62.1pt,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" strokecolor="red" strokeweight="1.5pt">
                  <v:stroke joinstyle="miter"/>
                  <o:lock v:ext="edit" shapetype="f"/>
                </v:line>
              </w:pict>
            </w:r>
            <w:r>
              <w:pict>
                <v:line id="Přímá spojnice 4" o:spid="_x0000_s1037" style="position:absolute;flip:x;z-index:251666944;visibility:visible;mso-position-horizontal-relative:text;mso-position-vertical-relative:text" from="-5.9pt,-34.2pt" to="62.35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" strokecolor="red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6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98D" w:rsidRPr="00ED5A13" w:rsidRDefault="0064098D" w:rsidP="00CA363D">
            <w:pPr>
              <w:rPr>
                <w:b/>
              </w:rPr>
            </w:pPr>
          </w:p>
        </w:tc>
      </w:tr>
      <w:tr w:rsidR="00ED5A13" w:rsidRPr="00ED5A13" w:rsidTr="00BE0E2E">
        <w:tc>
          <w:tcPr>
            <w:tcW w:w="1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8D" w:rsidRPr="00ED5A13" w:rsidRDefault="0064098D" w:rsidP="00CA363D">
            <w:pPr>
              <w:jc w:val="center"/>
              <w:rPr>
                <w:b/>
              </w:rPr>
            </w:pPr>
            <w:r w:rsidRPr="00ED5A13">
              <w:t>SHDSL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ED5A1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8D" w:rsidRPr="00ED5A13" w:rsidRDefault="00BE0E2E" w:rsidP="00CA363D">
            <w:pPr>
              <w:rPr>
                <w:b/>
              </w:rPr>
            </w:pPr>
            <w:r w:rsidRPr="00ED5A13">
              <w:t>High speed Digital Subscriber Line</w:t>
            </w:r>
          </w:p>
        </w:tc>
      </w:tr>
      <w:tr w:rsidR="00ED5A13" w:rsidRPr="00ED5A13" w:rsidTr="00BE0E2E"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98D" w:rsidRPr="00ED5A13" w:rsidRDefault="0064098D" w:rsidP="00CA363D">
            <w:pPr>
              <w:jc w:val="center"/>
              <w:rPr>
                <w:b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64098D" w:rsidRPr="00ED5A1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98D" w:rsidRPr="00ED5A13" w:rsidRDefault="0064098D" w:rsidP="00CA363D">
            <w:pPr>
              <w:rPr>
                <w:b/>
              </w:rPr>
            </w:pPr>
          </w:p>
        </w:tc>
      </w:tr>
      <w:tr w:rsidR="0064098D" w:rsidRPr="00ED5A13" w:rsidTr="00BE0E2E">
        <w:tc>
          <w:tcPr>
            <w:tcW w:w="115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098D" w:rsidRPr="00ED5A13" w:rsidRDefault="0064098D" w:rsidP="00CA363D">
            <w:pPr>
              <w:jc w:val="center"/>
              <w:rPr>
                <w:b/>
              </w:rPr>
            </w:pPr>
            <w:r w:rsidRPr="00ED5A13">
              <w:t>VDSL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ED5A1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</w:tcBorders>
          </w:tcPr>
          <w:p w:rsidR="0064098D" w:rsidRPr="00ED5A13" w:rsidRDefault="00667389" w:rsidP="00CA363D">
            <w:pPr>
              <w:rPr>
                <w:b/>
              </w:rPr>
            </w:pPr>
            <w:r w:rsidRPr="00ED5A13">
              <w:t>Asymmetric Digital Subscriber Line</w:t>
            </w:r>
          </w:p>
        </w:tc>
      </w:tr>
    </w:tbl>
    <w:p w:rsidR="00BE0E2E" w:rsidRPr="00ED5A13" w:rsidRDefault="00BE0E2E" w:rsidP="00BE0E2E">
      <w:pPr>
        <w:pStyle w:val="eLineBottom"/>
        <w:rPr>
          <w:lang w:val="en-US"/>
        </w:rPr>
      </w:pPr>
    </w:p>
    <w:p w:rsidR="00BE0E2E" w:rsidRPr="00ED5A13" w:rsidRDefault="00BE0E2E" w:rsidP="00BE0E2E">
      <w:pPr>
        <w:rPr>
          <w:lang w:val="en-US"/>
        </w:rPr>
      </w:pPr>
    </w:p>
    <w:p w:rsidR="00BE0E2E" w:rsidRDefault="003E0671" w:rsidP="00BE0E2E">
      <w:pPr>
        <w:pStyle w:val="eTask"/>
      </w:pPr>
      <w:r w:rsidRPr="00ED5A13">
        <w:t>Jakým způsobem byla u přípojek typu VDSL navýšena přenosová rychlost ve srovnání s přípojkami typu ADSL?</w:t>
      </w:r>
    </w:p>
    <w:p w:rsidR="006E2847" w:rsidRDefault="006E2847" w:rsidP="006E2847">
      <w:pPr>
        <w:pStyle w:val="eCheckBoxText"/>
        <w:ind w:left="782" w:hanging="425"/>
      </w:pPr>
      <w:r w:rsidRPr="00ED5A13">
        <w:rPr>
          <w:rStyle w:val="eCheckBoxSquareChar"/>
        </w:rPr>
        <w:t>□</w:t>
      </w:r>
      <w:r w:rsidRPr="00ED5A13">
        <w:rPr>
          <w:szCs w:val="40"/>
        </w:rPr>
        <w:tab/>
      </w:r>
      <w:r w:rsidRPr="00ED5A13">
        <w:t>změnou typu modulace</w:t>
      </w:r>
    </w:p>
    <w:p w:rsidR="006E2847" w:rsidRDefault="006E2847" w:rsidP="006E2847">
      <w:pPr>
        <w:pStyle w:val="eCheckBoxText"/>
        <w:ind w:left="782" w:hanging="425"/>
      </w:pPr>
      <w:r w:rsidRPr="00ED5A13">
        <w:rPr>
          <w:rStyle w:val="eCheckBoxSquareChar"/>
        </w:rPr>
        <w:t>□</w:t>
      </w:r>
      <w:r w:rsidRPr="00ED5A13">
        <w:rPr>
          <w:szCs w:val="40"/>
        </w:rPr>
        <w:tab/>
      </w:r>
      <w:r w:rsidRPr="00ED5A13">
        <w:t>rozšířením dosahu</w:t>
      </w:r>
    </w:p>
    <w:p w:rsidR="006E2847" w:rsidRPr="00094292" w:rsidRDefault="00094292" w:rsidP="006E2847">
      <w:pPr>
        <w:pStyle w:val="eCheckBoxText"/>
        <w:ind w:left="782" w:hanging="425"/>
        <w:rPr>
          <w:color w:val="FF0000"/>
        </w:rPr>
      </w:pPr>
      <w:r w:rsidRPr="00094292">
        <w:rPr>
          <w:rStyle w:val="eCheckBoxSquareChar"/>
          <w:b/>
          <w:color w:val="FF0000"/>
        </w:rPr>
        <w:t>x</w:t>
      </w:r>
      <w:r w:rsidR="006E2847" w:rsidRPr="00ED5A13">
        <w:rPr>
          <w:szCs w:val="40"/>
        </w:rPr>
        <w:tab/>
      </w:r>
      <w:r w:rsidR="006E2847" w:rsidRPr="00094292">
        <w:rPr>
          <w:color w:val="FF0000"/>
        </w:rPr>
        <w:t>rozšířením využívaného kmitočtového pásma</w:t>
      </w:r>
    </w:p>
    <w:p w:rsidR="006E2847" w:rsidRPr="00ED5A13" w:rsidRDefault="006E2847" w:rsidP="006E2847">
      <w:pPr>
        <w:pStyle w:val="eCheckBoxText"/>
        <w:ind w:left="782" w:hanging="425"/>
      </w:pPr>
      <w:r w:rsidRPr="00ED5A13">
        <w:rPr>
          <w:rStyle w:val="eCheckBoxSquareChar"/>
        </w:rPr>
        <w:t>□</w:t>
      </w:r>
      <w:r w:rsidRPr="00ED5A13">
        <w:rPr>
          <w:szCs w:val="40"/>
        </w:rPr>
        <w:tab/>
      </w:r>
      <w:r w:rsidRPr="00ED5A13">
        <w:t>snížením útlumu přenosového vedení</w:t>
      </w:r>
    </w:p>
    <w:p w:rsidR="0086763D" w:rsidRPr="00ED5A13" w:rsidRDefault="0086763D" w:rsidP="0086763D">
      <w:pPr>
        <w:pStyle w:val="eLineBottom"/>
        <w:rPr>
          <w:lang w:val="en-US"/>
        </w:rPr>
      </w:pPr>
    </w:p>
    <w:p w:rsidR="0086763D" w:rsidRPr="00ED5A13" w:rsidRDefault="0086763D" w:rsidP="0086763D">
      <w:pPr>
        <w:rPr>
          <w:lang w:val="en-US"/>
        </w:rPr>
      </w:pPr>
    </w:p>
    <w:p w:rsidR="00B05A22" w:rsidRPr="00ED5A13" w:rsidRDefault="00B05A22" w:rsidP="00B05A22">
      <w:pPr>
        <w:pStyle w:val="eTask"/>
      </w:pPr>
      <w:r w:rsidRPr="00ED5A13">
        <w:t xml:space="preserve">Uveďte </w:t>
      </w:r>
      <w:r w:rsidR="008445A9" w:rsidRPr="00ED5A13">
        <w:t xml:space="preserve">všechny </w:t>
      </w:r>
      <w:r w:rsidRPr="00ED5A13">
        <w:t>režimy přenosu dat koncového účastníka u přípojky typu VDSL2</w:t>
      </w:r>
      <w:r w:rsidR="008445A9" w:rsidRPr="00ED5A13">
        <w:t>:</w:t>
      </w:r>
    </w:p>
    <w:p w:rsidR="00B05A22" w:rsidRPr="00ED5A13" w:rsidRDefault="00B05A22" w:rsidP="00B05A22"/>
    <w:p w:rsidR="00B05A22" w:rsidRPr="00ED5A13" w:rsidRDefault="00B05A22" w:rsidP="006E2847">
      <w:pPr>
        <w:ind w:left="357"/>
      </w:pPr>
      <w:r w:rsidRPr="00ED5A13">
        <w:t>1.</w:t>
      </w:r>
      <w:r w:rsidRPr="00ED5A13">
        <w:tab/>
      </w:r>
      <w:r w:rsidR="00094292">
        <w:rPr>
          <w:color w:val="FF0000"/>
        </w:rPr>
        <w:t>synchronní režim STM (Synchronous Transfer Mode)</w:t>
      </w:r>
    </w:p>
    <w:p w:rsidR="00B05A22" w:rsidRPr="00ED5A13" w:rsidRDefault="00B05A22" w:rsidP="006E2847">
      <w:pPr>
        <w:ind w:left="357"/>
        <w:rPr>
          <w:noProof/>
          <w:lang w:eastAsia="sk-SK"/>
        </w:rPr>
      </w:pPr>
    </w:p>
    <w:p w:rsidR="00B05A22" w:rsidRPr="00ED5A13" w:rsidRDefault="00B05A22" w:rsidP="006E2847">
      <w:pPr>
        <w:ind w:left="357"/>
      </w:pPr>
      <w:r w:rsidRPr="00ED5A13">
        <w:rPr>
          <w:noProof/>
          <w:lang w:eastAsia="sk-SK"/>
        </w:rPr>
        <w:t>2.</w:t>
      </w:r>
      <w:r w:rsidRPr="00ED5A13">
        <w:tab/>
      </w:r>
      <w:r w:rsidR="00094292">
        <w:rPr>
          <w:color w:val="FF0000"/>
        </w:rPr>
        <w:t>asynchronní režim ATM (Asynchronous Transfer Mode)</w:t>
      </w:r>
    </w:p>
    <w:p w:rsidR="00B05A22" w:rsidRPr="00ED5A13" w:rsidRDefault="00B05A22" w:rsidP="006E2847">
      <w:pPr>
        <w:ind w:left="357"/>
      </w:pPr>
    </w:p>
    <w:p w:rsidR="00B05A22" w:rsidRPr="00ED5A13" w:rsidRDefault="00410F15" w:rsidP="006E2847">
      <w:pPr>
        <w:ind w:left="357"/>
      </w:pPr>
      <w:r w:rsidRPr="00ED5A13">
        <w:rPr>
          <w:noProof/>
          <w:lang w:eastAsia="sk-SK"/>
        </w:rPr>
        <w:t>3</w:t>
      </w:r>
      <w:r w:rsidR="00B05A22" w:rsidRPr="00ED5A13">
        <w:rPr>
          <w:noProof/>
          <w:lang w:eastAsia="sk-SK"/>
        </w:rPr>
        <w:t>.</w:t>
      </w:r>
      <w:r w:rsidR="00B05A22" w:rsidRPr="00ED5A13">
        <w:tab/>
      </w:r>
      <w:r w:rsidR="00094292">
        <w:rPr>
          <w:color w:val="FF0000"/>
        </w:rPr>
        <w:t>paketový režim PTM (Packet Transfer Mode)</w:t>
      </w:r>
    </w:p>
    <w:p w:rsidR="00B05A22" w:rsidRPr="00ED5A13" w:rsidRDefault="00B05A22" w:rsidP="00B05A22">
      <w:pPr>
        <w:rPr>
          <w:lang w:val="en-US"/>
        </w:rPr>
      </w:pPr>
    </w:p>
    <w:p w:rsidR="00F00720" w:rsidRPr="00ED5A13" w:rsidRDefault="007E01D1" w:rsidP="00F00720">
      <w:pPr>
        <w:pStyle w:val="eTask"/>
        <w:rPr>
          <w:lang w:val="en-US"/>
        </w:rPr>
      </w:pPr>
      <w:r w:rsidRPr="00ED5A13">
        <w:lastRenderedPageBreak/>
        <w:t>Doplňte do následujícího obrázku správné popisky k jednotlivým blokům přípojky typu VDSL2</w:t>
      </w:r>
      <w:r w:rsidR="00F00720" w:rsidRPr="00ED5A13">
        <w:t>.</w:t>
      </w:r>
    </w:p>
    <w:p w:rsidR="007E01D1" w:rsidRPr="00ED5A13" w:rsidRDefault="006721F5" w:rsidP="007E01D1">
      <w:pPr>
        <w:pStyle w:val="eTask"/>
        <w:numPr>
          <w:ilvl w:val="0"/>
          <w:numId w:val="0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36" type="#_x0000_t202" style="position:absolute;margin-left:249.05pt;margin-top:4.05pt;width:109.35pt;height:21pt;z-index:25165875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">
            <v:textbox>
              <w:txbxContent>
                <w:p w:rsidR="007E01D1" w:rsidRPr="007E01D1" w:rsidRDefault="00094292" w:rsidP="00094292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Ústředna POTS</w:t>
                  </w:r>
                </w:p>
              </w:txbxContent>
            </v:textbox>
            <w10:wrap type="square" anchorx="margin"/>
          </v:shape>
        </w:pict>
      </w:r>
    </w:p>
    <w:p w:rsidR="007E01D1" w:rsidRPr="00ED5A13" w:rsidRDefault="006721F5" w:rsidP="007E01D1">
      <w:pPr>
        <w:pStyle w:val="eTask"/>
        <w:numPr>
          <w:ilvl w:val="0"/>
          <w:numId w:val="0"/>
        </w:numPr>
      </w:pPr>
      <w:r>
        <w:rPr>
          <w:noProof/>
        </w:rPr>
        <w:pict>
          <v:shape id="_x0000_s1027" type="#_x0000_t202" style="position:absolute;margin-left:16.75pt;margin-top:5.2pt;width:119.5pt;height:21pt;z-index:25165465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">
            <v:textbox>
              <w:txbxContent>
                <w:p w:rsidR="00094292" w:rsidRPr="007E01D1" w:rsidRDefault="00094292" w:rsidP="00094292">
                  <w:pPr>
                    <w:jc w:val="center"/>
                    <w:rPr>
                      <w:color w:val="FF0000"/>
                    </w:rPr>
                  </w:pPr>
                  <w:r w:rsidRPr="007E01D1">
                    <w:rPr>
                      <w:color w:val="FF0000"/>
                    </w:rPr>
                    <w:t>Telefonní přístroj</w:t>
                  </w:r>
                </w:p>
                <w:p w:rsidR="007E01D1" w:rsidRPr="007E01D1" w:rsidRDefault="007E01D1" w:rsidP="00094292"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  <w:r w:rsidR="007E01D1" w:rsidRPr="00ED5A13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5683885" cy="2523490"/>
            <wp:effectExtent l="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est_vdsl2_zakladni_schema_zapojeni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3885" cy="2523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E01D1" w:rsidRPr="00ED5A13" w:rsidRDefault="007E01D1" w:rsidP="007E01D1">
      <w:pPr>
        <w:pStyle w:val="eTask"/>
        <w:numPr>
          <w:ilvl w:val="0"/>
          <w:numId w:val="0"/>
        </w:numPr>
        <w:rPr>
          <w:lang w:val="en-US"/>
        </w:rPr>
      </w:pPr>
    </w:p>
    <w:p w:rsidR="007E01D1" w:rsidRPr="00ED5A1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ED5A1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ED5A13" w:rsidRDefault="006721F5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</w:rPr>
        <w:pict>
          <v:shape id="_x0000_s1028" type="#_x0000_t202" style="position:absolute;left:0;text-align:left;margin-left:257.2pt;margin-top:6.35pt;width:59.2pt;height:21pt;z-index:25165772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">
            <v:textbox>
              <w:txbxContent>
                <w:p w:rsidR="00094292" w:rsidRPr="007E01D1" w:rsidRDefault="00094292" w:rsidP="00094292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Splitter</w:t>
                  </w:r>
                </w:p>
                <w:p w:rsidR="007E01D1" w:rsidRPr="007E01D1" w:rsidRDefault="007E01D1" w:rsidP="00094292"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29" type="#_x0000_t202" style="position:absolute;left:0;text-align:left;margin-left:162.1pt;margin-top:5pt;width:60.45pt;height:21pt;z-index:25165670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">
            <v:textbox>
              <w:txbxContent>
                <w:p w:rsidR="00094292" w:rsidRPr="007E01D1" w:rsidRDefault="00094292" w:rsidP="00094292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Splitter</w:t>
                  </w:r>
                </w:p>
                <w:p w:rsidR="007E01D1" w:rsidRPr="007E01D1" w:rsidRDefault="007E01D1" w:rsidP="007E01D1">
                  <w:pPr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</w:p>
    <w:p w:rsidR="007E01D1" w:rsidRPr="00ED5A1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ED5A13" w:rsidRDefault="006721F5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</w:rPr>
        <w:pict>
          <v:shape id="_x0000_s1030" type="#_x0000_t202" style="position:absolute;left:0;text-align:left;margin-left:54.1pt;margin-top:3.9pt;width:59.95pt;height:25.75pt;z-index:251660800;visibility:visible;mso-wrap-distance-top:3.6pt;mso-wrap-distance-bottom:3.6p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">
            <v:textbox>
              <w:txbxContent>
                <w:p w:rsidR="007E01D1" w:rsidRPr="007E01D1" w:rsidRDefault="00094292" w:rsidP="00094292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VTU-R</w:t>
                  </w:r>
                </w:p>
              </w:txbxContent>
            </v:textbox>
            <w10:wrap type="square" anchorx="margin"/>
          </v:shape>
        </w:pict>
      </w:r>
    </w:p>
    <w:p w:rsidR="007E01D1" w:rsidRPr="00ED5A13" w:rsidRDefault="006721F5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</w:rPr>
        <w:pict>
          <v:shape id="_x0000_s1031" type="#_x0000_t202" style="position:absolute;left:0;text-align:left;margin-left:380.8pt;margin-top:3pt;width:57.7pt;height:26.4pt;z-index:251661824;visibility:visible;mso-wrap-distance-top:3.6pt;mso-wrap-distance-bottom:3.6p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">
            <v:textbox>
              <w:txbxContent>
                <w:p w:rsidR="007E01D1" w:rsidRPr="007E01D1" w:rsidRDefault="00094292" w:rsidP="00094292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VTU-C</w:t>
                  </w:r>
                </w:p>
              </w:txbxContent>
            </v:textbox>
            <w10:wrap type="square" anchorx="margin"/>
          </v:shape>
        </w:pict>
      </w:r>
    </w:p>
    <w:p w:rsidR="007E01D1" w:rsidRPr="00ED5A13" w:rsidRDefault="006721F5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</w:rPr>
        <w:pict>
          <v:shape id="_x0000_s1032" type="#_x0000_t202" style="position:absolute;left:0;text-align:left;margin-left:187.25pt;margin-top:4.85pt;width:107.55pt;height:27.8pt;z-index:251659776;visibility:visible;mso-wrap-distance-top:3.6pt;mso-wrap-distance-bottom:3.6p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">
            <v:textbox>
              <w:txbxContent>
                <w:p w:rsidR="007E01D1" w:rsidRPr="007E01D1" w:rsidRDefault="00094292" w:rsidP="007E01D1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Účastnické vedení</w:t>
                  </w:r>
                </w:p>
              </w:txbxContent>
            </v:textbox>
            <w10:wrap type="square" anchorx="margin"/>
          </v:shape>
        </w:pict>
      </w:r>
    </w:p>
    <w:p w:rsidR="007E01D1" w:rsidRPr="00ED5A1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ED5A1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ED5A13" w:rsidRDefault="006721F5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</w:rPr>
        <w:pict>
          <v:shape id="_x0000_s1033" type="#_x0000_t202" style="position:absolute;left:0;text-align:left;margin-left:69.05pt;margin-top:4.2pt;width:106.6pt;height:35.3pt;z-index:251664896;visibility:visible;mso-wrap-distance-top:3.6pt;mso-wrap-distance-bottom:3.6p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">
            <v:textbox>
              <w:txbxContent>
                <w:p w:rsidR="0052167E" w:rsidRPr="00094292" w:rsidRDefault="00094292" w:rsidP="00094292">
                  <w:pPr>
                    <w:jc w:val="center"/>
                    <w:rPr>
                      <w:color w:val="FF0000"/>
                    </w:rPr>
                  </w:pPr>
                  <w:r w:rsidRPr="00094292">
                    <w:rPr>
                      <w:color w:val="FF0000"/>
                    </w:rPr>
                    <w:t>Síť LAN účastníka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34" type="#_x0000_t202" style="position:absolute;left:0;text-align:left;margin-left:285.05pt;margin-top:4.2pt;width:57.75pt;height:44.2pt;z-index:251662848;visibility:visible;mso-wrap-distance-top:3.6pt;mso-wrap-distance-bottom:3.6p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">
            <v:textbox>
              <w:txbxContent>
                <w:p w:rsidR="0010010A" w:rsidRPr="007E01D1" w:rsidRDefault="00094292" w:rsidP="0010010A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VDSL2 DSLAM</w:t>
                  </w:r>
                </w:p>
              </w:txbxContent>
            </v:textbox>
            <w10:wrap type="square" anchorx="margin"/>
          </v:shape>
        </w:pict>
      </w:r>
    </w:p>
    <w:p w:rsidR="007E01D1" w:rsidRPr="00ED5A13" w:rsidRDefault="006721F5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</w:rPr>
        <w:pict>
          <v:shape id="_x0000_s1035" type="#_x0000_t202" style="position:absolute;left:0;text-align:left;margin-left:361.8pt;margin-top:8.05pt;width:85.5pt;height:38pt;z-index:251663872;visibility:visible;mso-wrap-distance-top:3.6pt;mso-wrap-distance-bottom:3.6p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">
            <v:textbox>
              <w:txbxContent>
                <w:p w:rsidR="00094292" w:rsidRPr="00094292" w:rsidRDefault="00094292" w:rsidP="00094292">
                  <w:pPr>
                    <w:jc w:val="center"/>
                    <w:rPr>
                      <w:color w:val="FF0000"/>
                    </w:rPr>
                  </w:pPr>
                  <w:r w:rsidRPr="00094292">
                    <w:rPr>
                      <w:color w:val="FF0000"/>
                    </w:rPr>
                    <w:t>Páteřní síť operátora</w:t>
                  </w:r>
                </w:p>
                <w:p w:rsidR="0052167E" w:rsidRPr="00094292" w:rsidRDefault="0052167E" w:rsidP="00094292"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</w:p>
    <w:p w:rsidR="00F00720" w:rsidRPr="00ED5A13" w:rsidRDefault="00F00720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ED5A13" w:rsidRDefault="007E01D1" w:rsidP="007E01D1">
      <w:pPr>
        <w:pStyle w:val="eCheckBoxText"/>
        <w:jc w:val="center"/>
        <w:rPr>
          <w:lang w:val="en-US"/>
        </w:rPr>
      </w:pPr>
    </w:p>
    <w:p w:rsidR="007E01D1" w:rsidRDefault="007E01D1" w:rsidP="007E01D1">
      <w:pPr>
        <w:pStyle w:val="eLineBottom"/>
        <w:rPr>
          <w:lang w:val="en-US"/>
        </w:rPr>
      </w:pPr>
    </w:p>
    <w:p w:rsidR="00094292" w:rsidRPr="00ED5A13" w:rsidRDefault="00094292" w:rsidP="007E01D1">
      <w:pPr>
        <w:pStyle w:val="eLineBottom"/>
        <w:rPr>
          <w:lang w:val="en-US"/>
        </w:rPr>
      </w:pPr>
    </w:p>
    <w:p w:rsidR="007E01D1" w:rsidRPr="00ED5A13" w:rsidRDefault="007E01D1" w:rsidP="007E01D1">
      <w:pPr>
        <w:rPr>
          <w:lang w:val="en-US"/>
        </w:rPr>
      </w:pPr>
    </w:p>
    <w:p w:rsidR="007E01D1" w:rsidRPr="00CF00C5" w:rsidRDefault="00ED5421" w:rsidP="00ED5421">
      <w:pPr>
        <w:pStyle w:val="eTask"/>
      </w:pPr>
      <w:r w:rsidRPr="00ED5A13">
        <w:t xml:space="preserve">Kvalita služby je měřítko, jak hodnotit spokojenost účastníka se službou, za kterou platí, a kterou mu operátor poskytuje. Hodnocení služby je však poměrně komplikovaný proces. Uveďte, jaká kritéria se </w:t>
      </w:r>
      <w:r w:rsidR="00DD233F" w:rsidRPr="00ED5A13">
        <w:t xml:space="preserve">například </w:t>
      </w:r>
      <w:r w:rsidRPr="00ED5A13">
        <w:t>využívají pro její hodnocení</w:t>
      </w:r>
      <w:r w:rsidR="00DD233F" w:rsidRPr="00ED5A13">
        <w:t xml:space="preserve"> (objektivní i subjektivní)</w:t>
      </w:r>
      <w:r w:rsidRPr="00ED5A13">
        <w:t>:</w:t>
      </w:r>
    </w:p>
    <w:p w:rsidR="007E01D1" w:rsidRPr="00CF00C5" w:rsidRDefault="007E01D1" w:rsidP="007E01D1">
      <w:pPr>
        <w:pStyle w:val="eCheckBoxText"/>
      </w:pPr>
    </w:p>
    <w:p w:rsidR="00ED5421" w:rsidRPr="00ED5A13" w:rsidRDefault="00ED5421" w:rsidP="006E2847">
      <w:pPr>
        <w:ind w:left="357"/>
      </w:pPr>
      <w:r w:rsidRPr="00ED5A13">
        <w:t>1.</w:t>
      </w:r>
      <w:r w:rsidRPr="00ED5A13">
        <w:tab/>
      </w:r>
      <w:r w:rsidR="00477FCC">
        <w:rPr>
          <w:color w:val="FF0000"/>
        </w:rPr>
        <w:t>dostupná přenosová rychlost</w:t>
      </w:r>
    </w:p>
    <w:p w:rsidR="00ED5421" w:rsidRPr="00ED5A13" w:rsidRDefault="00ED5421" w:rsidP="006E2847">
      <w:pPr>
        <w:ind w:left="357"/>
        <w:rPr>
          <w:noProof/>
          <w:lang w:eastAsia="sk-SK"/>
        </w:rPr>
      </w:pPr>
    </w:p>
    <w:p w:rsidR="00ED5421" w:rsidRPr="00ED5A13" w:rsidRDefault="00ED5421" w:rsidP="006E2847">
      <w:pPr>
        <w:ind w:left="357"/>
      </w:pPr>
      <w:r w:rsidRPr="00ED5A13">
        <w:rPr>
          <w:noProof/>
          <w:lang w:eastAsia="sk-SK"/>
        </w:rPr>
        <w:t>2.</w:t>
      </w:r>
      <w:r w:rsidRPr="00ED5A13">
        <w:tab/>
      </w:r>
      <w:r w:rsidR="00477FCC">
        <w:rPr>
          <w:color w:val="FF0000"/>
        </w:rPr>
        <w:t>zpoždění dat při přenosu</w:t>
      </w:r>
    </w:p>
    <w:p w:rsidR="00ED5421" w:rsidRPr="00ED5A13" w:rsidRDefault="00ED5421" w:rsidP="006E2847">
      <w:pPr>
        <w:ind w:left="357"/>
      </w:pPr>
    </w:p>
    <w:p w:rsidR="00ED5421" w:rsidRPr="00ED5A13" w:rsidRDefault="00ED5421" w:rsidP="006E2847">
      <w:pPr>
        <w:ind w:left="357"/>
      </w:pPr>
      <w:r w:rsidRPr="00ED5A13">
        <w:rPr>
          <w:noProof/>
          <w:lang w:eastAsia="sk-SK"/>
        </w:rPr>
        <w:t>3.</w:t>
      </w:r>
      <w:r w:rsidRPr="00ED5A13">
        <w:tab/>
      </w:r>
      <w:r w:rsidR="00477FCC">
        <w:rPr>
          <w:color w:val="FF0000"/>
        </w:rPr>
        <w:t>přehlednost vyúčtování</w:t>
      </w:r>
    </w:p>
    <w:p w:rsidR="00ED5421" w:rsidRPr="00ED5A13" w:rsidRDefault="00ED5421" w:rsidP="006E2847">
      <w:pPr>
        <w:ind w:left="357"/>
      </w:pPr>
    </w:p>
    <w:p w:rsidR="00ED5421" w:rsidRPr="00ED5A13" w:rsidRDefault="00ED5421" w:rsidP="006E2847">
      <w:pPr>
        <w:ind w:left="357"/>
      </w:pPr>
      <w:r w:rsidRPr="00ED5A13">
        <w:rPr>
          <w:noProof/>
          <w:lang w:eastAsia="sk-SK"/>
        </w:rPr>
        <w:t>4.</w:t>
      </w:r>
      <w:r w:rsidRPr="00ED5A13">
        <w:tab/>
      </w:r>
      <w:r w:rsidR="00477FCC">
        <w:rPr>
          <w:color w:val="FF0000"/>
        </w:rPr>
        <w:t>spokojenost se zákaznickou podporou</w:t>
      </w:r>
    </w:p>
    <w:p w:rsidR="0086763D" w:rsidRPr="00CF00C5" w:rsidRDefault="0086763D" w:rsidP="0086763D">
      <w:pPr>
        <w:pStyle w:val="eLineBottom"/>
      </w:pPr>
    </w:p>
    <w:p w:rsidR="006E2847" w:rsidRPr="00CF00C5" w:rsidRDefault="006E2847" w:rsidP="0086763D">
      <w:pPr>
        <w:pStyle w:val="eLineBottom"/>
      </w:pPr>
    </w:p>
    <w:p w:rsidR="0086763D" w:rsidRPr="00CF00C5" w:rsidRDefault="0086763D" w:rsidP="007E01D1">
      <w:pPr>
        <w:pStyle w:val="eCheckBoxText"/>
      </w:pPr>
    </w:p>
    <w:p w:rsidR="0086763D" w:rsidRPr="00CF00C5" w:rsidRDefault="0086763D" w:rsidP="0086763D">
      <w:pPr>
        <w:pStyle w:val="eTask"/>
      </w:pPr>
      <w:r w:rsidRPr="00ED5A13">
        <w:t>Upravte následující tvrzení tak, aby jeho znění bylo pravdivé.</w:t>
      </w:r>
    </w:p>
    <w:p w:rsidR="0086763D" w:rsidRPr="00CF00C5" w:rsidRDefault="0086763D" w:rsidP="0086763D">
      <w:pPr>
        <w:pStyle w:val="eTask"/>
        <w:numPr>
          <w:ilvl w:val="0"/>
          <w:numId w:val="0"/>
        </w:numPr>
        <w:ind w:left="284" w:hanging="284"/>
      </w:pPr>
    </w:p>
    <w:p w:rsidR="0086763D" w:rsidRPr="00ED5A13" w:rsidRDefault="0086763D" w:rsidP="006E2847">
      <w:pPr>
        <w:spacing w:line="360" w:lineRule="auto"/>
      </w:pPr>
      <w:r w:rsidRPr="00ED5A13">
        <w:t xml:space="preserve">Prokládání je postup, který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zvyšuje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snižuje</m:t>
                  </m:r>
                </m:e>
              </m:mr>
            </m:m>
          </m:e>
        </m:d>
      </m:oMath>
      <w:r w:rsidRPr="00ED5A13">
        <w:t xml:space="preserve"> možnost detekce a korekce chyb vzniklých impulsním rušením při přenosu. Poškozená data je tedy možné v koncovém zařízení opravit a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není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je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ED5A13">
        <w:rPr>
          <w:b/>
        </w:rPr>
        <w:t xml:space="preserve"> </w:t>
      </w:r>
      <w:r w:rsidRPr="00ED5A13">
        <w:t xml:space="preserve">nutné je znovu ze zdroje dat přenášet, což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zvyšuje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snižuje</m:t>
                  </m:r>
                </m:e>
              </m:mr>
            </m:m>
          </m:e>
        </m:d>
      </m:oMath>
      <w:r w:rsidRPr="00ED5A13">
        <w:t xml:space="preserve"> efektivitu přenosu.</w:t>
      </w:r>
    </w:p>
    <w:p w:rsidR="0086763D" w:rsidRPr="00CF00C5" w:rsidRDefault="0086763D" w:rsidP="007E01D1">
      <w:pPr>
        <w:pStyle w:val="eCheckBoxText"/>
      </w:pPr>
    </w:p>
    <w:sectPr w:rsidR="0086763D" w:rsidRPr="00CF00C5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1F5" w:rsidRDefault="006721F5" w:rsidP="00861A1A">
      <w:r>
        <w:separator/>
      </w:r>
    </w:p>
  </w:endnote>
  <w:endnote w:type="continuationSeparator" w:id="0">
    <w:p w:rsidR="006721F5" w:rsidRDefault="006721F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6E2847" w:rsidRPr="006E2847" w:rsidRDefault="006E2847" w:rsidP="006E284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6E2847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6E2847" w:rsidP="006E284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6E2847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1F5" w:rsidRDefault="006721F5" w:rsidP="00861A1A">
      <w:r>
        <w:separator/>
      </w:r>
    </w:p>
  </w:footnote>
  <w:footnote w:type="continuationSeparator" w:id="0">
    <w:p w:rsidR="006721F5" w:rsidRDefault="006721F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6E2847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6E2847">
      <w:rPr>
        <w:rFonts w:ascii="Calibri" w:hAnsi="Calibri"/>
        <w:b/>
        <w:smallCaps/>
        <w:noProof/>
      </w:rPr>
      <w:t>PRACOVNÍ LIST</w:t>
    </w:r>
  </w:p>
  <w:p w:rsidR="00C148FD" w:rsidRPr="00C148FD" w:rsidRDefault="006E2847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6E2847">
      <w:rPr>
        <w:rFonts w:ascii="Calibri" w:hAnsi="Calibri"/>
        <w:smallCaps/>
        <w:noProof/>
        <w:sz w:val="20"/>
        <w:szCs w:val="20"/>
        <w:lang w:val="en-US"/>
      </w:rPr>
      <w:t>VYSOKOR</w:t>
    </w:r>
    <w:r>
      <w:rPr>
        <w:rFonts w:ascii="Calibri" w:hAnsi="Calibri"/>
        <w:smallCaps/>
        <w:noProof/>
        <w:sz w:val="20"/>
        <w:szCs w:val="20"/>
        <w:lang w:val="en-US"/>
      </w:rPr>
      <w:t>YCHLOSTNÍ PŘIPOJENÍ K INTERNETU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7A5"/>
    <w:rsid w:val="0000673F"/>
    <w:rsid w:val="00016AD8"/>
    <w:rsid w:val="00017595"/>
    <w:rsid w:val="00021197"/>
    <w:rsid w:val="00030EDA"/>
    <w:rsid w:val="00035427"/>
    <w:rsid w:val="00037ECC"/>
    <w:rsid w:val="00044EF5"/>
    <w:rsid w:val="00045BEB"/>
    <w:rsid w:val="00073ADF"/>
    <w:rsid w:val="0007473C"/>
    <w:rsid w:val="00074C1B"/>
    <w:rsid w:val="000750C9"/>
    <w:rsid w:val="00087EAC"/>
    <w:rsid w:val="00094292"/>
    <w:rsid w:val="00094A16"/>
    <w:rsid w:val="000A233F"/>
    <w:rsid w:val="000A55B3"/>
    <w:rsid w:val="000C6B3A"/>
    <w:rsid w:val="0010010A"/>
    <w:rsid w:val="00107C05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1EDD"/>
    <w:rsid w:val="001922A0"/>
    <w:rsid w:val="00195A08"/>
    <w:rsid w:val="001B057D"/>
    <w:rsid w:val="001D00A1"/>
    <w:rsid w:val="001D5406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5B45"/>
    <w:rsid w:val="003D41BB"/>
    <w:rsid w:val="003E01BE"/>
    <w:rsid w:val="003E0671"/>
    <w:rsid w:val="003F03EB"/>
    <w:rsid w:val="003F623C"/>
    <w:rsid w:val="003F7F87"/>
    <w:rsid w:val="00402B09"/>
    <w:rsid w:val="00410F15"/>
    <w:rsid w:val="00417ED2"/>
    <w:rsid w:val="00464F06"/>
    <w:rsid w:val="0046567F"/>
    <w:rsid w:val="00472203"/>
    <w:rsid w:val="00475954"/>
    <w:rsid w:val="00477FCC"/>
    <w:rsid w:val="00483578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167E"/>
    <w:rsid w:val="0052284C"/>
    <w:rsid w:val="00561B7B"/>
    <w:rsid w:val="00561C5A"/>
    <w:rsid w:val="005728B3"/>
    <w:rsid w:val="005738D5"/>
    <w:rsid w:val="00574D89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098D"/>
    <w:rsid w:val="006435FE"/>
    <w:rsid w:val="0064494B"/>
    <w:rsid w:val="0066326F"/>
    <w:rsid w:val="00667389"/>
    <w:rsid w:val="006721F5"/>
    <w:rsid w:val="0068067D"/>
    <w:rsid w:val="0068131D"/>
    <w:rsid w:val="00690FB1"/>
    <w:rsid w:val="006A24C7"/>
    <w:rsid w:val="006B5D59"/>
    <w:rsid w:val="006D39B2"/>
    <w:rsid w:val="006D3F30"/>
    <w:rsid w:val="006D50FA"/>
    <w:rsid w:val="006E2847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01D1"/>
    <w:rsid w:val="007E16D1"/>
    <w:rsid w:val="007E6CED"/>
    <w:rsid w:val="00802588"/>
    <w:rsid w:val="00813612"/>
    <w:rsid w:val="0081479C"/>
    <w:rsid w:val="00815D01"/>
    <w:rsid w:val="00825830"/>
    <w:rsid w:val="00826CB2"/>
    <w:rsid w:val="00830375"/>
    <w:rsid w:val="00831014"/>
    <w:rsid w:val="00832323"/>
    <w:rsid w:val="008445A9"/>
    <w:rsid w:val="00861A1A"/>
    <w:rsid w:val="00864D93"/>
    <w:rsid w:val="0086763D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34FE4"/>
    <w:rsid w:val="0094072E"/>
    <w:rsid w:val="00950649"/>
    <w:rsid w:val="00952D03"/>
    <w:rsid w:val="0095346A"/>
    <w:rsid w:val="00955A25"/>
    <w:rsid w:val="00963F86"/>
    <w:rsid w:val="0097175A"/>
    <w:rsid w:val="009720B3"/>
    <w:rsid w:val="00973BE5"/>
    <w:rsid w:val="00974B16"/>
    <w:rsid w:val="009802AD"/>
    <w:rsid w:val="009A3791"/>
    <w:rsid w:val="009A5F9E"/>
    <w:rsid w:val="009B638C"/>
    <w:rsid w:val="009C7B24"/>
    <w:rsid w:val="009E2A2A"/>
    <w:rsid w:val="009F6E5E"/>
    <w:rsid w:val="00A17111"/>
    <w:rsid w:val="00A25419"/>
    <w:rsid w:val="00A26A28"/>
    <w:rsid w:val="00A41E41"/>
    <w:rsid w:val="00A50FFF"/>
    <w:rsid w:val="00A527AF"/>
    <w:rsid w:val="00A54992"/>
    <w:rsid w:val="00A60AA7"/>
    <w:rsid w:val="00A633E1"/>
    <w:rsid w:val="00A65E53"/>
    <w:rsid w:val="00A8234A"/>
    <w:rsid w:val="00A97C95"/>
    <w:rsid w:val="00AA0506"/>
    <w:rsid w:val="00AA5B23"/>
    <w:rsid w:val="00AC4ED9"/>
    <w:rsid w:val="00AC6380"/>
    <w:rsid w:val="00AD27C1"/>
    <w:rsid w:val="00AD2F36"/>
    <w:rsid w:val="00AD6E4D"/>
    <w:rsid w:val="00AF5281"/>
    <w:rsid w:val="00AF5E0D"/>
    <w:rsid w:val="00B01599"/>
    <w:rsid w:val="00B05A22"/>
    <w:rsid w:val="00B15DB4"/>
    <w:rsid w:val="00B177D0"/>
    <w:rsid w:val="00B3151A"/>
    <w:rsid w:val="00B37307"/>
    <w:rsid w:val="00B513AC"/>
    <w:rsid w:val="00B5145B"/>
    <w:rsid w:val="00B707D0"/>
    <w:rsid w:val="00B75FF7"/>
    <w:rsid w:val="00B816F4"/>
    <w:rsid w:val="00B822EA"/>
    <w:rsid w:val="00B84417"/>
    <w:rsid w:val="00B94FBB"/>
    <w:rsid w:val="00BA13BC"/>
    <w:rsid w:val="00BA3595"/>
    <w:rsid w:val="00BB3CAA"/>
    <w:rsid w:val="00BB48C7"/>
    <w:rsid w:val="00BC1F6B"/>
    <w:rsid w:val="00BC732E"/>
    <w:rsid w:val="00BD3D30"/>
    <w:rsid w:val="00BD7612"/>
    <w:rsid w:val="00BE0E2E"/>
    <w:rsid w:val="00BE6648"/>
    <w:rsid w:val="00BF5E09"/>
    <w:rsid w:val="00BF6970"/>
    <w:rsid w:val="00C148FD"/>
    <w:rsid w:val="00C2393A"/>
    <w:rsid w:val="00C5580D"/>
    <w:rsid w:val="00C57915"/>
    <w:rsid w:val="00C65EB4"/>
    <w:rsid w:val="00C7264E"/>
    <w:rsid w:val="00C767C9"/>
    <w:rsid w:val="00C77CD4"/>
    <w:rsid w:val="00C878F0"/>
    <w:rsid w:val="00CA51B5"/>
    <w:rsid w:val="00CB3E63"/>
    <w:rsid w:val="00CC2293"/>
    <w:rsid w:val="00CC266E"/>
    <w:rsid w:val="00CC2F74"/>
    <w:rsid w:val="00CE09BA"/>
    <w:rsid w:val="00CF00C5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233F"/>
    <w:rsid w:val="00DD34CF"/>
    <w:rsid w:val="00DD6149"/>
    <w:rsid w:val="00DE165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D5421"/>
    <w:rsid w:val="00ED5A13"/>
    <w:rsid w:val="00EE3197"/>
    <w:rsid w:val="00EF2951"/>
    <w:rsid w:val="00F00720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C07A5"/>
    <w:rsid w:val="00FD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837971E-CC98-465E-9758-BBB776CB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9429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rsid w:val="00934FE4"/>
    <w:rPr>
      <w:sz w:val="16"/>
      <w:szCs w:val="16"/>
    </w:rPr>
  </w:style>
  <w:style w:type="paragraph" w:styleId="Textkomente">
    <w:name w:val="annotation text"/>
    <w:basedOn w:val="Normln"/>
    <w:link w:val="TextkomenteChar"/>
    <w:rsid w:val="00934F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34FE4"/>
  </w:style>
  <w:style w:type="paragraph" w:styleId="Pedmtkomente">
    <w:name w:val="annotation subject"/>
    <w:basedOn w:val="Textkomente"/>
    <w:next w:val="Textkomente"/>
    <w:link w:val="PedmtkomenteChar"/>
    <w:rsid w:val="00934F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34F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8%20-%20High-speed%20Internet%20Acces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8</TotalTime>
  <Pages>2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6</cp:revision>
  <cp:lastPrinted>2013-05-24T15:00:00Z</cp:lastPrinted>
  <dcterms:created xsi:type="dcterms:W3CDTF">2016-02-22T12:17:00Z</dcterms:created>
  <dcterms:modified xsi:type="dcterms:W3CDTF">2016-09-27T08:00:00Z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