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6003BD" w:rsidRDefault="00442932" w:rsidP="00442932">
      <w:pPr>
        <w:pStyle w:val="eTask"/>
      </w:pPr>
      <w:r w:rsidRPr="006003BD">
        <w:t>Přiřaďte popis konkrétního typu modulace uvedeného v pravém sloupci odpovídajícímu typu modulace uvedenému v levém sloupci.</w:t>
      </w:r>
    </w:p>
    <w:p w:rsidR="003264F1" w:rsidRPr="006003BD" w:rsidRDefault="008E7EEB" w:rsidP="003264F1"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0E25CDF" wp14:editId="1711B99F">
                <wp:simplePos x="0" y="0"/>
                <wp:positionH relativeFrom="column">
                  <wp:posOffset>929005</wp:posOffset>
                </wp:positionH>
                <wp:positionV relativeFrom="paragraph">
                  <wp:posOffset>5833873</wp:posOffset>
                </wp:positionV>
                <wp:extent cx="694436" cy="1375232"/>
                <wp:effectExtent l="0" t="0" r="29845" b="34925"/>
                <wp:wrapNone/>
                <wp:docPr id="20" name="Přímá spojnic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436" cy="1375232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D35464" id="Přímá spojnice 20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15pt,459.35pt" to="127.85pt,5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" strokecolor="red" strokeweight="1pt">
                <v:stroke joinstyle="miter"/>
              </v:line>
            </w:pict>
          </mc:Fallback>
        </mc:AlternateContent>
      </w:r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F2B128" wp14:editId="248301A2">
                <wp:simplePos x="0" y="0"/>
                <wp:positionH relativeFrom="column">
                  <wp:posOffset>929005</wp:posOffset>
                </wp:positionH>
                <wp:positionV relativeFrom="paragraph">
                  <wp:posOffset>4524451</wp:posOffset>
                </wp:positionV>
                <wp:extent cx="694436" cy="2743200"/>
                <wp:effectExtent l="0" t="0" r="29845" b="19050"/>
                <wp:wrapNone/>
                <wp:docPr id="21" name="Přímá spojni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4436" cy="274320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1C713F" id="Přímá spojnice 2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15pt,356.25pt" to="127.85pt,5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" strokecolor="red" strokeweight="1pt">
                <v:stroke joinstyle="miter"/>
              </v:line>
            </w:pict>
          </mc:Fallback>
        </mc:AlternateContent>
      </w:r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93EA796" wp14:editId="13AFD4DA">
                <wp:simplePos x="0" y="0"/>
                <wp:positionH relativeFrom="column">
                  <wp:posOffset>929006</wp:posOffset>
                </wp:positionH>
                <wp:positionV relativeFrom="paragraph">
                  <wp:posOffset>3302814</wp:posOffset>
                </wp:positionV>
                <wp:extent cx="694690" cy="0"/>
                <wp:effectExtent l="0" t="0" r="29210" b="19050"/>
                <wp:wrapNone/>
                <wp:docPr id="18" name="Přím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69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3CE427" id="Přímá spojnice 18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15pt,260.05pt" to="127.85pt,26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" strokecolor="red" strokeweight="1pt">
                <v:stroke joinstyle="miter"/>
              </v:line>
            </w:pict>
          </mc:Fallback>
        </mc:AlternateContent>
      </w:r>
    </w:p>
    <w:tbl>
      <w:tblPr>
        <w:tblStyle w:val="Mkatabulky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1134"/>
        <w:gridCol w:w="6373"/>
      </w:tblGrid>
      <w:tr w:rsidR="00270778" w:rsidRPr="006003BD" w:rsidTr="00270778">
        <w:trPr>
          <w:trHeight w:val="1717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003BD" w:rsidRDefault="00270778" w:rsidP="00270778">
            <w:pPr>
              <w:jc w:val="center"/>
            </w:pPr>
            <w:r w:rsidRPr="006003BD">
              <w:t>AMI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6003BD" w:rsidRDefault="008E7EEB" w:rsidP="00EC4344">
            <w:r w:rsidRPr="006003B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5920FD4A" wp14:editId="61A1F3DF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531622</wp:posOffset>
                      </wp:positionV>
                      <wp:extent cx="694690" cy="1400175"/>
                      <wp:effectExtent l="0" t="0" r="29210" b="28575"/>
                      <wp:wrapNone/>
                      <wp:docPr id="3" name="Přímá spojni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4690" cy="14001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99EC03" id="Přímá spojnice 3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41.85pt" to="50.1pt,1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6003B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5B855AE1" wp14:editId="25FC3F9C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531622</wp:posOffset>
                      </wp:positionV>
                      <wp:extent cx="694944" cy="1451381"/>
                      <wp:effectExtent l="0" t="0" r="29210" b="15875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94944" cy="1451381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B35F73" id="Přímá spojnice 10" o:spid="_x0000_s1026" style="position:absolute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41.85pt" to="50.1pt,1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" strokecolor="red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003BD" w:rsidRDefault="00442932" w:rsidP="00270778">
            <w:r w:rsidRPr="006003BD">
              <w:t xml:space="preserve">Fáze, resp. optická nosná se mění o </w:t>
            </w:r>
            <w:r w:rsidRPr="006003BD">
              <w:rPr>
                <w:i/>
              </w:rPr>
              <w:t>π</w:t>
            </w:r>
            <w:r w:rsidRPr="006003BD">
              <w:t xml:space="preserve"> s každým následujícím bitem bez ohledu na charakter datového provozu (tj. bez rozlišení symbolů 0 a 1)</w:t>
            </w:r>
          </w:p>
        </w:tc>
        <w:bookmarkStart w:id="0" w:name="_GoBack"/>
        <w:bookmarkEnd w:id="0"/>
      </w:tr>
      <w:tr w:rsidR="00270778" w:rsidRPr="006003BD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003BD" w:rsidRDefault="00270778" w:rsidP="00270778">
            <w:pPr>
              <w:jc w:val="center"/>
            </w:pPr>
          </w:p>
        </w:tc>
        <w:tc>
          <w:tcPr>
            <w:tcW w:w="1134" w:type="dxa"/>
          </w:tcPr>
          <w:p w:rsidR="00270778" w:rsidRPr="006003BD" w:rsidRDefault="00270778" w:rsidP="00EC4344"/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003BD" w:rsidRDefault="00270778" w:rsidP="00270778"/>
        </w:tc>
      </w:tr>
      <w:tr w:rsidR="00270778" w:rsidRPr="006003BD" w:rsidTr="00270778">
        <w:trPr>
          <w:trHeight w:val="183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003BD" w:rsidRDefault="00270778" w:rsidP="00270778">
            <w:pPr>
              <w:jc w:val="center"/>
            </w:pPr>
            <w:r w:rsidRPr="006003BD">
              <w:t>CSRZ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6003BD" w:rsidRDefault="00270778" w:rsidP="00EC4344"/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003BD" w:rsidRDefault="00442932" w:rsidP="00270778">
            <w:r w:rsidRPr="006003BD">
              <w:t xml:space="preserve">Binární hodnota </w:t>
            </w:r>
            <w:r w:rsidRPr="006003BD">
              <w:rPr>
                <w:i/>
              </w:rPr>
              <w:t>0</w:t>
            </w:r>
            <w:r w:rsidRPr="006003BD">
              <w:t xml:space="preserve"> je kódována jako absence napájecího napětí v průběhu jednotkového intervalu (nulové napětí), zatímco binární hodnota </w:t>
            </w:r>
            <w:r w:rsidRPr="006003BD">
              <w:rPr>
                <w:i/>
              </w:rPr>
              <w:t>1</w:t>
            </w:r>
            <w:r w:rsidRPr="006003BD">
              <w:t xml:space="preserve"> je kódována střídavě kladnou, resp. zápornou hodnotou napájecího napětí. Binární hodnota 1 se označuje jako symbol (značka).</w:t>
            </w:r>
          </w:p>
        </w:tc>
      </w:tr>
      <w:tr w:rsidR="00270778" w:rsidRPr="006003BD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003BD" w:rsidRDefault="00270778" w:rsidP="00270778">
            <w:pPr>
              <w:jc w:val="center"/>
            </w:pPr>
          </w:p>
        </w:tc>
        <w:tc>
          <w:tcPr>
            <w:tcW w:w="1134" w:type="dxa"/>
          </w:tcPr>
          <w:p w:rsidR="00270778" w:rsidRPr="006003BD" w:rsidRDefault="00270778" w:rsidP="00EC4344"/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003BD" w:rsidRDefault="00270778" w:rsidP="00270778"/>
        </w:tc>
      </w:tr>
      <w:tr w:rsidR="00442932" w:rsidRPr="006003BD" w:rsidTr="00270778">
        <w:trPr>
          <w:trHeight w:val="154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32" w:rsidRPr="006003BD" w:rsidRDefault="00442932" w:rsidP="00442932">
            <w:pPr>
              <w:jc w:val="center"/>
            </w:pPr>
            <w:r w:rsidRPr="006003BD">
              <w:t>DPSK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2932" w:rsidRPr="006003BD" w:rsidRDefault="00442932" w:rsidP="00442932"/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32" w:rsidRPr="006003BD" w:rsidRDefault="00442932" w:rsidP="00442932">
            <w:r w:rsidRPr="006003BD">
              <w:t xml:space="preserve">Změna fáze o 180° reprezentuje binární hodnotu </w:t>
            </w:r>
            <w:r w:rsidRPr="006003BD">
              <w:rPr>
                <w:i/>
              </w:rPr>
              <w:t>1</w:t>
            </w:r>
            <w:r w:rsidRPr="006003BD">
              <w:t xml:space="preserve">. Absence změny fáze reprezentuje binární hodnotu </w:t>
            </w:r>
            <w:r w:rsidRPr="006003BD">
              <w:rPr>
                <w:i/>
              </w:rPr>
              <w:t>0</w:t>
            </w:r>
            <w:r w:rsidRPr="006003BD">
              <w:t>.</w:t>
            </w:r>
          </w:p>
        </w:tc>
      </w:tr>
      <w:tr w:rsidR="00442932" w:rsidRPr="006003BD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2932" w:rsidRPr="006003BD" w:rsidRDefault="00442932" w:rsidP="00442932">
            <w:pPr>
              <w:jc w:val="center"/>
            </w:pPr>
          </w:p>
        </w:tc>
        <w:tc>
          <w:tcPr>
            <w:tcW w:w="1134" w:type="dxa"/>
          </w:tcPr>
          <w:p w:rsidR="00442932" w:rsidRPr="006003BD" w:rsidRDefault="00442932" w:rsidP="00442932"/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2932" w:rsidRPr="006003BD" w:rsidRDefault="00442932" w:rsidP="00442932"/>
        </w:tc>
      </w:tr>
      <w:tr w:rsidR="00442932" w:rsidRPr="006003BD" w:rsidTr="00270778">
        <w:trPr>
          <w:trHeight w:val="168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32" w:rsidRPr="006003BD" w:rsidRDefault="00442932" w:rsidP="00442932">
            <w:pPr>
              <w:jc w:val="center"/>
            </w:pPr>
            <w:r w:rsidRPr="006003BD">
              <w:t>DB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2932" w:rsidRPr="006003BD" w:rsidRDefault="00442932" w:rsidP="00442932">
            <w:r w:rsidRPr="006003B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723CCE4A" wp14:editId="21C2F328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546176</wp:posOffset>
                      </wp:positionV>
                      <wp:extent cx="694690" cy="1353312"/>
                      <wp:effectExtent l="0" t="0" r="29210" b="37465"/>
                      <wp:wrapNone/>
                      <wp:docPr id="19" name="Přímá spojnic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4690" cy="1353312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BD8E1E" id="Přímá spojnice 19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43pt" to="50.1pt,1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" strokecolor="red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32" w:rsidRPr="006003BD" w:rsidRDefault="00442932" w:rsidP="00442932">
            <w:r w:rsidRPr="006003BD">
              <w:t>Dvojice bitů má předdefinovánu určitou fázi, např.: 00 → 45°, 01 → 135°, 10 → 315°, 11 → 225°</w:t>
            </w:r>
          </w:p>
        </w:tc>
      </w:tr>
      <w:tr w:rsidR="00442932" w:rsidRPr="006003BD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2932" w:rsidRPr="006003BD" w:rsidRDefault="00442932" w:rsidP="00442932">
            <w:pPr>
              <w:jc w:val="center"/>
            </w:pPr>
          </w:p>
        </w:tc>
        <w:tc>
          <w:tcPr>
            <w:tcW w:w="1134" w:type="dxa"/>
          </w:tcPr>
          <w:p w:rsidR="00442932" w:rsidRPr="006003BD" w:rsidRDefault="00442932" w:rsidP="00442932"/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2932" w:rsidRPr="006003BD" w:rsidRDefault="00442932" w:rsidP="00442932"/>
        </w:tc>
      </w:tr>
      <w:tr w:rsidR="00442932" w:rsidRPr="006003BD" w:rsidTr="00270778">
        <w:trPr>
          <w:trHeight w:val="193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32" w:rsidRPr="006003BD" w:rsidRDefault="00442932" w:rsidP="00442932">
            <w:pPr>
              <w:jc w:val="center"/>
            </w:pPr>
            <w:r w:rsidRPr="006003BD">
              <w:t>DQPSK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2932" w:rsidRPr="006003BD" w:rsidRDefault="00442932" w:rsidP="00442932"/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32" w:rsidRPr="006003BD" w:rsidRDefault="00442932" w:rsidP="00442932">
            <w:r w:rsidRPr="006003BD">
              <w:t xml:space="preserve">Binární symbol </w:t>
            </w:r>
            <w:r w:rsidRPr="006003BD">
              <w:rPr>
                <w:i/>
              </w:rPr>
              <w:t>0</w:t>
            </w:r>
            <w:r w:rsidRPr="006003BD">
              <w:t xml:space="preserve"> je reprezentován absencí světelného pulsu; binární symboly </w:t>
            </w:r>
            <w:r w:rsidRPr="006003BD">
              <w:rPr>
                <w:i/>
              </w:rPr>
              <w:t>1</w:t>
            </w:r>
            <w:r w:rsidRPr="006003BD">
              <w:t xml:space="preserve"> mohou být reprezentovány světelným pulsem s pozměněnou fází, jejíž hodnota je odvozena od fáze předchozího symbolu např.: fáze binárního symbolu </w:t>
            </w:r>
            <w:r w:rsidRPr="006003BD">
              <w:rPr>
                <w:i/>
              </w:rPr>
              <w:t>1</w:t>
            </w:r>
            <w:r w:rsidRPr="006003BD">
              <w:t xml:space="preserve"> je posunuta o </w:t>
            </w:r>
            <w:r w:rsidRPr="006003BD">
              <w:rPr>
                <w:i/>
              </w:rPr>
              <w:t>π</w:t>
            </w:r>
            <w:r w:rsidRPr="006003BD">
              <w:t xml:space="preserve">, pokud mu předcházel lichý počet binárních symbolů </w:t>
            </w:r>
            <w:r w:rsidRPr="006003BD">
              <w:rPr>
                <w:i/>
              </w:rPr>
              <w:t>0</w:t>
            </w:r>
            <w:r w:rsidRPr="006003BD">
              <w:t xml:space="preserve"> mezi dvěma binárními symboly </w:t>
            </w:r>
            <w:r w:rsidRPr="006003BD">
              <w:rPr>
                <w:i/>
              </w:rPr>
              <w:t>1</w:t>
            </w:r>
            <w:r w:rsidRPr="006003BD">
              <w:t>.</w:t>
            </w:r>
          </w:p>
        </w:tc>
      </w:tr>
      <w:tr w:rsidR="00442932" w:rsidRPr="006003BD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2932" w:rsidRPr="006003BD" w:rsidRDefault="00442932" w:rsidP="00442932">
            <w:pPr>
              <w:jc w:val="center"/>
            </w:pPr>
          </w:p>
        </w:tc>
        <w:tc>
          <w:tcPr>
            <w:tcW w:w="1134" w:type="dxa"/>
          </w:tcPr>
          <w:p w:rsidR="00442932" w:rsidRPr="006003BD" w:rsidRDefault="00442932" w:rsidP="00442932"/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2932" w:rsidRPr="006003BD" w:rsidRDefault="00442932" w:rsidP="00442932"/>
        </w:tc>
      </w:tr>
      <w:tr w:rsidR="00442932" w:rsidRPr="006003BD" w:rsidTr="00270778">
        <w:trPr>
          <w:trHeight w:val="193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32" w:rsidRPr="006003BD" w:rsidRDefault="00442932" w:rsidP="00442932">
            <w:pPr>
              <w:jc w:val="center"/>
            </w:pPr>
            <w:r w:rsidRPr="006003BD">
              <w:t>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42932" w:rsidRPr="006003BD" w:rsidRDefault="00442932" w:rsidP="00442932"/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932" w:rsidRPr="006003BD" w:rsidRDefault="00442932" w:rsidP="00442932">
            <w:r w:rsidRPr="006003BD">
              <w:t>Dvojici bitů odpovídá vždy pevně daný fázový posun od referenční fáze, tj. jinými slovy posun o 90° mezi sousedními symboly. Počáteční fáze může být 0° nebo jiná nenulová hodnota. Př. 00 → posun o 0° od počáteční fáze; 01 → posun o 90° od počáteční fáze; 10 → posun o 180° od počáteční fáze; 11 → posun o 270° od počáteční fáze</w:t>
            </w:r>
          </w:p>
        </w:tc>
      </w:tr>
    </w:tbl>
    <w:p w:rsidR="003264F1" w:rsidRPr="006003BD" w:rsidRDefault="003264F1" w:rsidP="00270778"/>
    <w:p w:rsidR="00766135" w:rsidRPr="006003BD" w:rsidRDefault="007A7A92" w:rsidP="00766135">
      <w:pPr>
        <w:pStyle w:val="eTask"/>
      </w:pPr>
      <w:r w:rsidRPr="006003BD">
        <w:lastRenderedPageBreak/>
        <w:t>Zaškrtněte všechny položky, které obsahují výhody modulací (D)QPSK.</w:t>
      </w:r>
    </w:p>
    <w:p w:rsidR="00270778" w:rsidRPr="006003BD" w:rsidRDefault="00270778" w:rsidP="00270778"/>
    <w:p w:rsidR="007A7A92" w:rsidRPr="006003BD" w:rsidRDefault="007A7A92" w:rsidP="007A7A92">
      <w:pPr>
        <w:pStyle w:val="eCheckBoxText"/>
        <w:rPr>
          <w:b/>
          <w:color w:val="FF0000"/>
        </w:rPr>
      </w:pPr>
      <w:r w:rsidRPr="006003BD">
        <w:rPr>
          <w:rStyle w:val="eCheckBoxSquareChar"/>
          <w:b/>
          <w:color w:val="FF0000"/>
        </w:rPr>
        <w:t>x</w:t>
      </w:r>
      <w:r w:rsidRPr="006003BD">
        <w:rPr>
          <w:rStyle w:val="eCheckBoxSquareChar"/>
        </w:rPr>
        <w:tab/>
      </w:r>
      <w:r w:rsidRPr="006003BD">
        <w:rPr>
          <w:color w:val="FF0000"/>
        </w:rPr>
        <w:t>modulační rychlost je 2× nižší než přenosová rychlost</w:t>
      </w:r>
    </w:p>
    <w:p w:rsidR="007A7A92" w:rsidRPr="006003BD" w:rsidRDefault="007A7A92" w:rsidP="007A7A92">
      <w:pPr>
        <w:pStyle w:val="eCheckBoxText"/>
        <w:rPr>
          <w:b/>
        </w:rPr>
      </w:pPr>
      <w:r w:rsidRPr="006003BD">
        <w:rPr>
          <w:rStyle w:val="eCheckBoxSquareChar"/>
        </w:rPr>
        <w:t>□</w:t>
      </w:r>
      <w:r w:rsidRPr="006003BD">
        <w:rPr>
          <w:rStyle w:val="eCheckBoxSquareChar"/>
        </w:rPr>
        <w:tab/>
      </w:r>
      <w:r w:rsidRPr="006003BD">
        <w:t>modulační rychlost je 2× vyšší než přenosová rychlost</w:t>
      </w:r>
    </w:p>
    <w:p w:rsidR="007A7A92" w:rsidRPr="006003BD" w:rsidRDefault="007A7A92" w:rsidP="007A7A92">
      <w:pPr>
        <w:pStyle w:val="eCheckBoxText"/>
        <w:rPr>
          <w:color w:val="FF0000"/>
        </w:rPr>
      </w:pPr>
      <w:r w:rsidRPr="006003BD">
        <w:rPr>
          <w:rStyle w:val="eCheckBoxSquareChar"/>
          <w:b/>
          <w:color w:val="FF0000"/>
        </w:rPr>
        <w:t>x</w:t>
      </w:r>
      <w:r w:rsidRPr="006003BD">
        <w:rPr>
          <w:rStyle w:val="eCheckBoxSquareChar"/>
        </w:rPr>
        <w:tab/>
      </w:r>
      <w:r w:rsidRPr="006003BD">
        <w:rPr>
          <w:color w:val="FF0000"/>
        </w:rPr>
        <w:t>odolnost proti polarizační disperzi díky delší době trvání symbolu</w:t>
      </w:r>
    </w:p>
    <w:p w:rsidR="007A7A92" w:rsidRPr="006003BD" w:rsidRDefault="007A7A92" w:rsidP="007A7A92">
      <w:pPr>
        <w:pStyle w:val="eCheckBoxText"/>
        <w:rPr>
          <w:color w:val="FF0000"/>
        </w:rPr>
      </w:pPr>
      <w:r w:rsidRPr="006003BD">
        <w:rPr>
          <w:rStyle w:val="eCheckBoxSquareChar"/>
          <w:b/>
          <w:color w:val="FF0000"/>
        </w:rPr>
        <w:t>x</w:t>
      </w:r>
      <w:r w:rsidRPr="006003BD">
        <w:rPr>
          <w:rStyle w:val="eCheckBoxSquareChar"/>
        </w:rPr>
        <w:tab/>
      </w:r>
      <w:r w:rsidRPr="006003BD">
        <w:rPr>
          <w:color w:val="FF0000"/>
        </w:rPr>
        <w:t>zvýšená odolnost proti chromatické disperzi</w:t>
      </w:r>
    </w:p>
    <w:p w:rsidR="007A7A92" w:rsidRPr="006003BD" w:rsidRDefault="007A7A92" w:rsidP="007A7A92">
      <w:pPr>
        <w:pStyle w:val="eCheckBoxText"/>
        <w:rPr>
          <w:color w:val="FF0000"/>
        </w:rPr>
      </w:pPr>
      <w:r w:rsidRPr="006003BD">
        <w:rPr>
          <w:rStyle w:val="eCheckBoxSquareChar"/>
          <w:b/>
          <w:color w:val="FF0000"/>
        </w:rPr>
        <w:t>x</w:t>
      </w:r>
      <w:r w:rsidRPr="006003BD">
        <w:rPr>
          <w:rStyle w:val="eCheckBoxSquareChar"/>
        </w:rPr>
        <w:tab/>
      </w:r>
      <w:r w:rsidRPr="006003BD">
        <w:rPr>
          <w:color w:val="FF0000"/>
        </w:rPr>
        <w:t>užší optické spektrum</w:t>
      </w:r>
    </w:p>
    <w:p w:rsidR="007A7A92" w:rsidRPr="006003BD" w:rsidRDefault="007A7A92" w:rsidP="007A7A92">
      <w:pPr>
        <w:pStyle w:val="eCheckBoxText"/>
      </w:pPr>
      <w:r w:rsidRPr="006003BD">
        <w:rPr>
          <w:rStyle w:val="eCheckBoxSquareChar"/>
        </w:rPr>
        <w:t>□</w:t>
      </w:r>
      <w:r w:rsidRPr="006003BD">
        <w:rPr>
          <w:rStyle w:val="eCheckBoxSquareChar"/>
        </w:rPr>
        <w:tab/>
      </w:r>
      <w:r w:rsidRPr="006003BD">
        <w:t>širší optické spektrum</w:t>
      </w:r>
    </w:p>
    <w:p w:rsidR="007A7A92" w:rsidRPr="006003BD" w:rsidRDefault="007A7A92" w:rsidP="007A7A92">
      <w:pPr>
        <w:pStyle w:val="eCheckBoxText"/>
        <w:rPr>
          <w:color w:val="FF0000"/>
        </w:rPr>
      </w:pPr>
      <w:r w:rsidRPr="006003BD">
        <w:rPr>
          <w:rStyle w:val="eCheckBoxSquareChar"/>
          <w:b/>
          <w:color w:val="FF0000"/>
        </w:rPr>
        <w:t>x</w:t>
      </w:r>
      <w:r w:rsidRPr="006003BD">
        <w:rPr>
          <w:rStyle w:val="eCheckBoxSquareChar"/>
        </w:rPr>
        <w:tab/>
      </w:r>
      <w:r w:rsidRPr="006003BD">
        <w:rPr>
          <w:color w:val="FF0000"/>
        </w:rPr>
        <w:t xml:space="preserve">použitelný pro přenosy v řádu jednotek </w:t>
      </w:r>
      <w:proofErr w:type="spellStart"/>
      <w:r w:rsidRPr="006003BD">
        <w:rPr>
          <w:color w:val="FF0000"/>
        </w:rPr>
        <w:t>Tbit</w:t>
      </w:r>
      <w:proofErr w:type="spellEnd"/>
      <w:r w:rsidRPr="006003BD">
        <w:rPr>
          <w:color w:val="FF0000"/>
        </w:rPr>
        <w:t>/s</w:t>
      </w:r>
    </w:p>
    <w:p w:rsidR="007A7A92" w:rsidRPr="006003BD" w:rsidRDefault="007A7A92" w:rsidP="007A7A92">
      <w:pPr>
        <w:pStyle w:val="eCheckBoxText"/>
      </w:pPr>
      <w:r w:rsidRPr="006003BD">
        <w:rPr>
          <w:rStyle w:val="eCheckBoxSquareChar"/>
        </w:rPr>
        <w:t>□</w:t>
      </w:r>
      <w:r w:rsidRPr="006003BD">
        <w:rPr>
          <w:rStyle w:val="eCheckBoxSquareChar"/>
        </w:rPr>
        <w:tab/>
      </w:r>
      <w:r w:rsidRPr="006003BD">
        <w:t>detekce chyb</w:t>
      </w:r>
    </w:p>
    <w:p w:rsidR="007A7A92" w:rsidRPr="006003BD" w:rsidRDefault="007A7A92" w:rsidP="007A7A92">
      <w:pPr>
        <w:pStyle w:val="eCheckBoxText"/>
      </w:pPr>
      <w:r w:rsidRPr="006003BD">
        <w:rPr>
          <w:rStyle w:val="eCheckBoxSquareChar"/>
        </w:rPr>
        <w:t>□</w:t>
      </w:r>
      <w:r w:rsidRPr="006003BD">
        <w:rPr>
          <w:rStyle w:val="eCheckBoxSquareChar"/>
        </w:rPr>
        <w:tab/>
      </w:r>
      <w:r w:rsidRPr="006003BD">
        <w:t>korekce chyb</w:t>
      </w:r>
    </w:p>
    <w:p w:rsidR="007A7A92" w:rsidRPr="006003BD" w:rsidRDefault="007A7A92" w:rsidP="007A7A92">
      <w:pPr>
        <w:pStyle w:val="eCheckBoxText"/>
      </w:pPr>
      <w:r w:rsidRPr="006003BD">
        <w:rPr>
          <w:rStyle w:val="eCheckBoxSquareChar"/>
        </w:rPr>
        <w:t>□</w:t>
      </w:r>
      <w:r w:rsidRPr="006003BD">
        <w:rPr>
          <w:rStyle w:val="eCheckBoxSquareChar"/>
        </w:rPr>
        <w:tab/>
      </w:r>
      <w:r w:rsidRPr="006003BD">
        <w:t>vylepšená synchronizace v porovnání s modulacemi DPSK a BPSK</w:t>
      </w:r>
    </w:p>
    <w:p w:rsidR="007A7A92" w:rsidRPr="006003BD" w:rsidRDefault="007A7A92" w:rsidP="007A7A92">
      <w:pPr>
        <w:pStyle w:val="eCheckBoxText"/>
      </w:pPr>
      <w:r w:rsidRPr="006003BD">
        <w:rPr>
          <w:rStyle w:val="eCheckBoxSquareChar"/>
        </w:rPr>
        <w:t>□</w:t>
      </w:r>
      <w:r w:rsidRPr="006003BD">
        <w:rPr>
          <w:rStyle w:val="eCheckBoxSquareChar"/>
        </w:rPr>
        <w:tab/>
      </w:r>
      <w:r w:rsidRPr="006003BD">
        <w:t xml:space="preserve">eliminace přeslechu na vzdáleném konci FEXT (Far End </w:t>
      </w:r>
      <w:proofErr w:type="spellStart"/>
      <w:r w:rsidRPr="006003BD">
        <w:t>Crosstalk</w:t>
      </w:r>
      <w:proofErr w:type="spellEnd"/>
      <w:r w:rsidRPr="006003BD">
        <w:t>)</w:t>
      </w:r>
    </w:p>
    <w:p w:rsidR="00270778" w:rsidRPr="006003BD" w:rsidRDefault="00270778" w:rsidP="00270778"/>
    <w:p w:rsidR="00270778" w:rsidRPr="006003BD" w:rsidRDefault="00270778" w:rsidP="00270778">
      <w:pPr>
        <w:pStyle w:val="eLineBottom"/>
      </w:pPr>
    </w:p>
    <w:p w:rsidR="00270778" w:rsidRPr="006003BD" w:rsidRDefault="00270778" w:rsidP="00270778">
      <w:pPr>
        <w:pStyle w:val="eCheckBoxText"/>
      </w:pPr>
    </w:p>
    <w:p w:rsidR="007A7A92" w:rsidRPr="006003BD" w:rsidRDefault="007A7A92" w:rsidP="007A7A92">
      <w:pPr>
        <w:pStyle w:val="eTask"/>
      </w:pPr>
      <w:r w:rsidRPr="006003BD">
        <w:t>Jaký modulační princip je znázorněn na následujícím obrázku?</w:t>
      </w:r>
    </w:p>
    <w:p w:rsidR="00270778" w:rsidRPr="006003BD" w:rsidRDefault="00270778" w:rsidP="00270778"/>
    <w:p w:rsidR="007A7A92" w:rsidRPr="006003BD" w:rsidRDefault="007A7A92" w:rsidP="007A7A92"/>
    <w:p w:rsidR="007A7A92" w:rsidRPr="006003BD" w:rsidRDefault="007A7A92" w:rsidP="007A7A92"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D8CD394" wp14:editId="5E9D9A26">
                <wp:simplePos x="0" y="0"/>
                <wp:positionH relativeFrom="column">
                  <wp:posOffset>586105</wp:posOffset>
                </wp:positionH>
                <wp:positionV relativeFrom="paragraph">
                  <wp:posOffset>1698625</wp:posOffset>
                </wp:positionV>
                <wp:extent cx="476250" cy="238125"/>
                <wp:effectExtent l="0" t="0" r="0" b="9525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takt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8CD394" id="_x0000_t202" coordsize="21600,21600" o:spt="202" path="m,l,21600r21600,l21600,xe">
                <v:stroke joinstyle="miter"/>
                <v:path gradientshapeok="t" o:connecttype="rect"/>
              </v:shapetype>
              <v:shape id="Textové pole 22" o:spid="_x0000_s1026" type="#_x0000_t202" style="position:absolute;margin-left:46.15pt;margin-top:133.75pt;width:37.5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" fillcolor="white [3201]" stroked="f" strokeweight=".5pt">
                <v:textbox>
                  <w:txbxContent>
                    <w:p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takt</w:t>
                      </w:r>
                    </w:p>
                  </w:txbxContent>
                </v:textbox>
              </v:shape>
            </w:pict>
          </mc:Fallback>
        </mc:AlternateContent>
      </w:r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2F8549" wp14:editId="3D19276C">
                <wp:simplePos x="0" y="0"/>
                <wp:positionH relativeFrom="margin">
                  <wp:posOffset>1081405</wp:posOffset>
                </wp:positionH>
                <wp:positionV relativeFrom="paragraph">
                  <wp:posOffset>1174750</wp:posOffset>
                </wp:positionV>
                <wp:extent cx="476250" cy="238125"/>
                <wp:effectExtent l="0" t="0" r="0" b="9525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F8549" id="Textové pole 16" o:spid="_x0000_s1027" type="#_x0000_t202" style="position:absolute;margin-left:85.15pt;margin-top:92.5pt;width:37.5pt;height: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" fillcolor="white [3201]" stroked="f" strokeweight=".5pt">
                <v:textbox>
                  <w:txbxContent>
                    <w:p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</w:t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0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0A3547" wp14:editId="67AA8C81">
                <wp:simplePos x="0" y="0"/>
                <wp:positionH relativeFrom="margin">
                  <wp:posOffset>2119630</wp:posOffset>
                </wp:positionH>
                <wp:positionV relativeFrom="paragraph">
                  <wp:posOffset>1165225</wp:posOffset>
                </wp:positionV>
                <wp:extent cx="476250" cy="238125"/>
                <wp:effectExtent l="0" t="0" r="0" b="9525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A3547" id="Textové pole 17" o:spid="_x0000_s1028" type="#_x0000_t202" style="position:absolute;margin-left:166.9pt;margin-top:91.75pt;width:37.5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" fillcolor="white [3201]" stroked="f" strokeweight=".5pt">
                <v:textbox>
                  <w:txbxContent>
                    <w:p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</w:t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0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DD150C" wp14:editId="007D1B38">
                <wp:simplePos x="0" y="0"/>
                <wp:positionH relativeFrom="margin">
                  <wp:align>center</wp:align>
                </wp:positionH>
                <wp:positionV relativeFrom="paragraph">
                  <wp:posOffset>1155700</wp:posOffset>
                </wp:positionV>
                <wp:extent cx="476250" cy="238125"/>
                <wp:effectExtent l="0" t="0" r="0" b="9525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D150C" id="Textové pole 12" o:spid="_x0000_s1029" type="#_x0000_t202" style="position:absolute;margin-left:0;margin-top:91pt;width:37.5pt;height:18.7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" fillcolor="white [3201]" stroked="f" strokeweight=".5pt">
                <v:textbox>
                  <w:txbxContent>
                    <w:p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</w:t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0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89ED1D" wp14:editId="785A4D18">
                <wp:simplePos x="0" y="0"/>
                <wp:positionH relativeFrom="margin">
                  <wp:posOffset>3691255</wp:posOffset>
                </wp:positionH>
                <wp:positionV relativeFrom="paragraph">
                  <wp:posOffset>1174750</wp:posOffset>
                </wp:positionV>
                <wp:extent cx="476250" cy="238125"/>
                <wp:effectExtent l="0" t="0" r="0" b="9525"/>
                <wp:wrapNone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9ED1D" id="Textové pole 13" o:spid="_x0000_s1030" type="#_x0000_t202" style="position:absolute;margin-left:290.65pt;margin-top:92.5pt;width:37.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" fillcolor="white [3201]" stroked="f" strokeweight=".5pt">
                <v:textbox>
                  <w:txbxContent>
                    <w:p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</w:t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0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4C9C09" wp14:editId="050AEB1A">
                <wp:simplePos x="0" y="0"/>
                <wp:positionH relativeFrom="margin">
                  <wp:posOffset>5280025</wp:posOffset>
                </wp:positionH>
                <wp:positionV relativeFrom="paragraph">
                  <wp:posOffset>1165225</wp:posOffset>
                </wp:positionV>
                <wp:extent cx="476250" cy="238125"/>
                <wp:effectExtent l="0" t="0" r="0" b="9525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C9C09" id="Textové pole 14" o:spid="_x0000_s1031" type="#_x0000_t202" style="position:absolute;margin-left:415.75pt;margin-top:91.75pt;width:37.5pt;height:18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" fillcolor="white [3201]" stroked="f" strokeweight=".5pt">
                <v:textbox>
                  <w:txbxContent>
                    <w:p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</w:t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0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E9F228" wp14:editId="3FFB945D">
                <wp:simplePos x="0" y="0"/>
                <wp:positionH relativeFrom="margin">
                  <wp:posOffset>4739005</wp:posOffset>
                </wp:positionH>
                <wp:positionV relativeFrom="paragraph">
                  <wp:posOffset>1174750</wp:posOffset>
                </wp:positionV>
                <wp:extent cx="476250" cy="238125"/>
                <wp:effectExtent l="0" t="0" r="0" b="9525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9F228" id="Textové pole 15" o:spid="_x0000_s1032" type="#_x0000_t202" style="position:absolute;margin-left:373.15pt;margin-top:92.5pt;width:37.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" fillcolor="white [3201]" stroked="f" strokeweight=".5pt">
                <v:textbox>
                  <w:txbxContent>
                    <w:p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</w:t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0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779797" wp14:editId="53FF5398">
                <wp:simplePos x="0" y="0"/>
                <wp:positionH relativeFrom="margin">
                  <wp:align>left</wp:align>
                </wp:positionH>
                <wp:positionV relativeFrom="paragraph">
                  <wp:posOffset>1193800</wp:posOffset>
                </wp:positionV>
                <wp:extent cx="476250" cy="238125"/>
                <wp:effectExtent l="0" t="0" r="0" b="9525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79797" id="Textové pole 23" o:spid="_x0000_s1033" type="#_x0000_t202" style="position:absolute;margin-left:0;margin-top:94pt;width:37.5pt;height:18.7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" fillcolor="white [3201]" stroked="f" strokeweight=".5pt">
                <v:textbox>
                  <w:txbxContent>
                    <w:p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</w:t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0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36E2F6" wp14:editId="25ADAAB2">
                <wp:simplePos x="0" y="0"/>
                <wp:positionH relativeFrom="column">
                  <wp:posOffset>4729480</wp:posOffset>
                </wp:positionH>
                <wp:positionV relativeFrom="paragraph">
                  <wp:posOffset>222250</wp:posOffset>
                </wp:positionV>
                <wp:extent cx="476250" cy="238125"/>
                <wp:effectExtent l="0" t="0" r="0" b="9525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6E2F6" id="Textové pole 24" o:spid="_x0000_s1034" type="#_x0000_t202" style="position:absolute;margin-left:372.4pt;margin-top:17.5pt;width:37.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" fillcolor="white [3201]" stroked="f" strokeweight=".5pt">
                <v:textbox>
                  <w:txbxContent>
                    <w:p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7A3267" wp14:editId="74EC54AF">
                <wp:simplePos x="0" y="0"/>
                <wp:positionH relativeFrom="column">
                  <wp:posOffset>4215130</wp:posOffset>
                </wp:positionH>
                <wp:positionV relativeFrom="paragraph">
                  <wp:posOffset>241300</wp:posOffset>
                </wp:positionV>
                <wp:extent cx="476250" cy="238125"/>
                <wp:effectExtent l="0" t="0" r="0" b="9525"/>
                <wp:wrapNone/>
                <wp:docPr id="25" name="Textové po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A3267" id="Textové pole 25" o:spid="_x0000_s1035" type="#_x0000_t202" style="position:absolute;margin-left:331.9pt;margin-top:19pt;width:37.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" fillcolor="white [3201]" stroked="f" strokeweight=".5pt">
                <v:textbox>
                  <w:txbxContent>
                    <w:p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979B16A" wp14:editId="3C980274">
                <wp:simplePos x="0" y="0"/>
                <wp:positionH relativeFrom="column">
                  <wp:posOffset>1576705</wp:posOffset>
                </wp:positionH>
                <wp:positionV relativeFrom="paragraph">
                  <wp:posOffset>269875</wp:posOffset>
                </wp:positionV>
                <wp:extent cx="476250" cy="238125"/>
                <wp:effectExtent l="0" t="0" r="0" b="9525"/>
                <wp:wrapNone/>
                <wp:docPr id="26" name="Textové po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9B16A" id="Textové pole 26" o:spid="_x0000_s1036" type="#_x0000_t202" style="position:absolute;margin-left:124.15pt;margin-top:21.25pt;width:37.5pt;height:18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" fillcolor="white [3201]" stroked="f" strokeweight=".5pt">
                <v:textbox>
                  <w:txbxContent>
                    <w:p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A2F8E7" wp14:editId="3D338AD0">
                <wp:simplePos x="0" y="0"/>
                <wp:positionH relativeFrom="column">
                  <wp:posOffset>3157855</wp:posOffset>
                </wp:positionH>
                <wp:positionV relativeFrom="paragraph">
                  <wp:posOffset>241300</wp:posOffset>
                </wp:positionV>
                <wp:extent cx="476250" cy="238125"/>
                <wp:effectExtent l="0" t="0" r="0" b="9525"/>
                <wp:wrapNone/>
                <wp:docPr id="27" name="Textové po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2F8E7" id="Textové pole 27" o:spid="_x0000_s1037" type="#_x0000_t202" style="position:absolute;margin-left:248.65pt;margin-top:19pt;width:37.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" fillcolor="white [3201]" stroked="f" strokeweight=".5pt">
                <v:textbox>
                  <w:txbxContent>
                    <w:p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D611FAE" wp14:editId="1209596A">
                <wp:simplePos x="0" y="0"/>
                <wp:positionH relativeFrom="column">
                  <wp:posOffset>557530</wp:posOffset>
                </wp:positionH>
                <wp:positionV relativeFrom="paragraph">
                  <wp:posOffset>269875</wp:posOffset>
                </wp:positionV>
                <wp:extent cx="476250" cy="238125"/>
                <wp:effectExtent l="0" t="0" r="0" b="9525"/>
                <wp:wrapNone/>
                <wp:docPr id="28" name="Textové po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7A92" w:rsidRPr="001A6036" w:rsidRDefault="007A7A92" w:rsidP="007A7A92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11FAE" id="Textové pole 28" o:spid="_x0000_s1038" type="#_x0000_t202" style="position:absolute;margin-left:43.9pt;margin-top:21.25pt;width:37.5pt;height:18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" fillcolor="white [3201]" stroked="f" strokeweight=".5pt">
                <v:textbox>
                  <w:txbxContent>
                    <w:p w:rsidR="007A7A92" w:rsidRPr="001A6036" w:rsidRDefault="007A7A92" w:rsidP="007A7A92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003BD">
        <w:rPr>
          <w:noProof/>
        </w:rPr>
        <w:drawing>
          <wp:inline distT="0" distB="0" distL="0" distR="0" wp14:anchorId="0BB7ED16" wp14:editId="2A0F1399">
            <wp:extent cx="5760720" cy="1902460"/>
            <wp:effectExtent l="0" t="0" r="0" b="254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OK-RZ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778" w:rsidRPr="006003BD" w:rsidRDefault="00270778" w:rsidP="00270778"/>
    <w:p w:rsidR="00270778" w:rsidRPr="006003BD" w:rsidRDefault="00270778" w:rsidP="00270778"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EF35AFA" wp14:editId="68F61983">
                <wp:simplePos x="0" y="0"/>
                <wp:positionH relativeFrom="column">
                  <wp:posOffset>5080</wp:posOffset>
                </wp:positionH>
                <wp:positionV relativeFrom="paragraph">
                  <wp:posOffset>669925</wp:posOffset>
                </wp:positionV>
                <wp:extent cx="1782000" cy="518400"/>
                <wp:effectExtent l="0" t="0" r="27940" b="15240"/>
                <wp:wrapNone/>
                <wp:docPr id="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2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270778" w:rsidP="00270778">
                            <w:pPr>
                              <w:jc w:val="center"/>
                            </w:pPr>
                            <w:r>
                              <w:t>QPSK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35AFA" id="Text Box 37" o:spid="_x0000_s1039" type="#_x0000_t202" style="position:absolute;margin-left:.4pt;margin-top:52.75pt;width:140.3pt;height:40.8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" filled="f" strokeweight=".5pt">
                <v:textbox inset="1mm,,1mm">
                  <w:txbxContent>
                    <w:p w:rsidR="00270778" w:rsidRDefault="00270778" w:rsidP="00270778">
                      <w:pPr>
                        <w:jc w:val="center"/>
                      </w:pPr>
                      <w:r>
                        <w:t>QPSK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43D979F" wp14:editId="09EE9139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1780540" cy="518160"/>
                <wp:effectExtent l="0" t="0" r="10160" b="15240"/>
                <wp:wrapNone/>
                <wp:docPr id="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5E639C" w:rsidRDefault="00270778" w:rsidP="0027077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5E639C">
                              <w:rPr>
                                <w:color w:val="FF0000"/>
                              </w:rPr>
                              <w:t>OOK-RZ</w:t>
                            </w:r>
                          </w:p>
                          <w:p w:rsidR="00270778" w:rsidRPr="005E639C" w:rsidRDefault="005E639C" w:rsidP="0027077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E639C">
                              <w:rPr>
                                <w:rStyle w:val="eCheckBoxSquareChar"/>
                                <w:b/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D979F" id="Text Box 36" o:spid="_x0000_s1040" type="#_x0000_t202" style="position:absolute;margin-left:0;margin-top:.25pt;width:140.2pt;height:40.8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" filled="f" strokeweight=".5pt">
                <v:textbox>
                  <w:txbxContent>
                    <w:p w:rsidR="00270778" w:rsidRPr="005E639C" w:rsidRDefault="00270778" w:rsidP="00270778">
                      <w:pPr>
                        <w:jc w:val="center"/>
                        <w:rPr>
                          <w:color w:val="FF0000"/>
                        </w:rPr>
                      </w:pPr>
                      <w:r w:rsidRPr="005E639C">
                        <w:rPr>
                          <w:color w:val="FF0000"/>
                        </w:rPr>
                        <w:t>OOK-RZ</w:t>
                      </w:r>
                    </w:p>
                    <w:p w:rsidR="00270778" w:rsidRPr="005E639C" w:rsidRDefault="005E639C" w:rsidP="00270778">
                      <w:pPr>
                        <w:jc w:val="center"/>
                        <w:rPr>
                          <w:b/>
                        </w:rPr>
                      </w:pPr>
                      <w:r w:rsidRPr="005E639C">
                        <w:rPr>
                          <w:rStyle w:val="eCheckBoxSquareChar"/>
                          <w:b/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045DEBF" wp14:editId="337F1137">
                <wp:simplePos x="0" y="0"/>
                <wp:positionH relativeFrom="column">
                  <wp:posOffset>1979295</wp:posOffset>
                </wp:positionH>
                <wp:positionV relativeFrom="paragraph">
                  <wp:posOffset>0</wp:posOffset>
                </wp:positionV>
                <wp:extent cx="1604645" cy="518160"/>
                <wp:effectExtent l="0" t="0" r="14605" b="15240"/>
                <wp:wrapNone/>
                <wp:docPr id="4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OOK-NRZ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5DEBF" id="Text Box 38" o:spid="_x0000_s1041" type="#_x0000_t202" style="position:absolute;margin-left:155.85pt;margin-top:0;width:126.35pt;height:40.8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" filled="f" strokeweight=".5pt">
                <v:textbox inset="0,,0"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OOK-NRZ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CC43DED" wp14:editId="7F8889DB">
                <wp:simplePos x="0" y="0"/>
                <wp:positionH relativeFrom="column">
                  <wp:posOffset>1980565</wp:posOffset>
                </wp:positionH>
                <wp:positionV relativeFrom="paragraph">
                  <wp:posOffset>673100</wp:posOffset>
                </wp:positionV>
                <wp:extent cx="1605600" cy="518400"/>
                <wp:effectExtent l="0" t="0" r="13970" b="15240"/>
                <wp:wrapNone/>
                <wp:docPr id="8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6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PM-QPSK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43DED" id="Text Box 39" o:spid="_x0000_s1042" type="#_x0000_t202" style="position:absolute;margin-left:155.95pt;margin-top:53pt;width:126.45pt;height:40.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" filled="f" strokeweight=".5pt">
                <v:textbox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PM-QPSK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41D91D1" wp14:editId="6D6FD11F">
                <wp:simplePos x="0" y="0"/>
                <wp:positionH relativeFrom="column">
                  <wp:posOffset>3793490</wp:posOffset>
                </wp:positionH>
                <wp:positionV relativeFrom="paragraph">
                  <wp:posOffset>1270</wp:posOffset>
                </wp:positionV>
                <wp:extent cx="1619915" cy="518160"/>
                <wp:effectExtent l="0" t="0" r="18415" b="15240"/>
                <wp:wrapNone/>
                <wp:docPr id="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91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CSRZ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D91D1" id="Text Box 40" o:spid="_x0000_s1043" type="#_x0000_t202" style="position:absolute;margin-left:298.7pt;margin-top:.1pt;width:127.55pt;height:40.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" filled="f" strokeweight=".5pt">
                <v:textbox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CSRZ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6003BD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5B67610" wp14:editId="73DC41EA">
                <wp:simplePos x="0" y="0"/>
                <wp:positionH relativeFrom="column">
                  <wp:posOffset>3787140</wp:posOffset>
                </wp:positionH>
                <wp:positionV relativeFrom="paragraph">
                  <wp:posOffset>671830</wp:posOffset>
                </wp:positionV>
                <wp:extent cx="1620000" cy="518400"/>
                <wp:effectExtent l="0" t="0" r="18415" b="15240"/>
                <wp:wrapNone/>
                <wp:docPr id="9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270778" w:rsidP="00270778">
                            <w:pPr>
                              <w:jc w:val="center"/>
                            </w:pPr>
                            <w:r>
                              <w:t>DPSK-RZ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67610" id="Text Box 41" o:spid="_x0000_s1044" type="#_x0000_t202" style="position:absolute;margin-left:298.2pt;margin-top:52.9pt;width:127.55pt;height:40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" filled="f" strokeweight=".5pt">
                <v:textbox>
                  <w:txbxContent>
                    <w:p w:rsidR="00270778" w:rsidRDefault="00270778" w:rsidP="00270778">
                      <w:pPr>
                        <w:jc w:val="center"/>
                      </w:pPr>
                      <w:r>
                        <w:t>DPSK-RZ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270778" w:rsidRPr="006003BD" w:rsidRDefault="00270778" w:rsidP="00270778"/>
    <w:p w:rsidR="00270778" w:rsidRPr="006003BD" w:rsidRDefault="00270778" w:rsidP="00270778"/>
    <w:p w:rsidR="00270778" w:rsidRPr="006003BD" w:rsidRDefault="00270778" w:rsidP="00270778"/>
    <w:p w:rsidR="00270778" w:rsidRPr="006003BD" w:rsidRDefault="00270778" w:rsidP="00270778"/>
    <w:p w:rsidR="00270778" w:rsidRPr="006003BD" w:rsidRDefault="00270778" w:rsidP="00270778"/>
    <w:p w:rsidR="00270778" w:rsidRPr="006003BD" w:rsidRDefault="00270778" w:rsidP="00270778"/>
    <w:p w:rsidR="00270778" w:rsidRPr="006003BD" w:rsidRDefault="00270778" w:rsidP="00270778"/>
    <w:p w:rsidR="00270778" w:rsidRPr="006003BD" w:rsidRDefault="00270778">
      <w:r w:rsidRPr="006003BD">
        <w:br w:type="page"/>
      </w:r>
    </w:p>
    <w:p w:rsidR="00270778" w:rsidRPr="006003BD" w:rsidRDefault="006003BD" w:rsidP="00270778">
      <w:pPr>
        <w:pStyle w:val="eTask"/>
      </w:pPr>
      <w:r w:rsidRPr="006003BD">
        <w:lastRenderedPageBreak/>
        <w:t>Přiřaďte pojmy “amplitudová modulace”, “fázová modulace”, “modulace s více nosnými” nebo “frekvenční modulace” ke konkrétním typům modulace uvedeným v pravém sloupci.</w:t>
      </w:r>
    </w:p>
    <w:p w:rsidR="00270778" w:rsidRPr="006003BD" w:rsidRDefault="00270778" w:rsidP="00270778"/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5240"/>
        <w:gridCol w:w="3538"/>
      </w:tblGrid>
      <w:tr w:rsidR="00270778" w:rsidRPr="006003BD" w:rsidTr="00270778">
        <w:trPr>
          <w:trHeight w:val="285"/>
        </w:trPr>
        <w:tc>
          <w:tcPr>
            <w:tcW w:w="5240" w:type="dxa"/>
            <w:tcBorders>
              <w:bottom w:val="single" w:sz="4" w:space="0" w:color="auto"/>
            </w:tcBorders>
          </w:tcPr>
          <w:p w:rsidR="00270778" w:rsidRPr="006003BD" w:rsidRDefault="00270778" w:rsidP="00B30D27">
            <w:pPr>
              <w:spacing w:before="120" w:after="120"/>
              <w:jc w:val="center"/>
              <w:rPr>
                <w:b/>
              </w:rPr>
            </w:pPr>
            <w:r w:rsidRPr="006003BD">
              <w:rPr>
                <w:b/>
              </w:rPr>
              <w:t xml:space="preserve">Type </w:t>
            </w:r>
            <w:proofErr w:type="spellStart"/>
            <w:r w:rsidRPr="006003BD">
              <w:rPr>
                <w:b/>
              </w:rPr>
              <w:t>of</w:t>
            </w:r>
            <w:proofErr w:type="spellEnd"/>
            <w:r w:rsidRPr="006003BD">
              <w:rPr>
                <w:b/>
              </w:rPr>
              <w:t xml:space="preserve"> </w:t>
            </w:r>
            <w:proofErr w:type="spellStart"/>
            <w:r w:rsidRPr="006003BD">
              <w:rPr>
                <w:b/>
              </w:rPr>
              <w:t>modulation</w:t>
            </w:r>
            <w:proofErr w:type="spellEnd"/>
            <w:r w:rsidRPr="006003BD">
              <w:rPr>
                <w:b/>
              </w:rPr>
              <w:t xml:space="preserve"> </w:t>
            </w:r>
            <w:proofErr w:type="spellStart"/>
            <w:r w:rsidRPr="006003BD">
              <w:rPr>
                <w:b/>
              </w:rPr>
              <w:t>format</w:t>
            </w:r>
            <w:proofErr w:type="spellEnd"/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:rsidR="00270778" w:rsidRPr="006003BD" w:rsidRDefault="00270778" w:rsidP="00B30D27">
            <w:pPr>
              <w:spacing w:before="120" w:after="120"/>
              <w:rPr>
                <w:b/>
              </w:rPr>
            </w:pPr>
            <w:proofErr w:type="spellStart"/>
            <w:r w:rsidRPr="006003BD">
              <w:rPr>
                <w:b/>
              </w:rPr>
              <w:t>Name</w:t>
            </w:r>
            <w:proofErr w:type="spellEnd"/>
            <w:r w:rsidRPr="006003BD">
              <w:rPr>
                <w:b/>
              </w:rPr>
              <w:t xml:space="preserve"> </w:t>
            </w:r>
            <w:proofErr w:type="spellStart"/>
            <w:r w:rsidRPr="006003BD">
              <w:rPr>
                <w:b/>
              </w:rPr>
              <w:t>of</w:t>
            </w:r>
            <w:proofErr w:type="spellEnd"/>
            <w:r w:rsidRPr="006003BD">
              <w:rPr>
                <w:b/>
              </w:rPr>
              <w:t xml:space="preserve"> </w:t>
            </w:r>
            <w:proofErr w:type="spellStart"/>
            <w:r w:rsidRPr="006003BD">
              <w:rPr>
                <w:b/>
              </w:rPr>
              <w:t>modulation</w:t>
            </w:r>
            <w:proofErr w:type="spellEnd"/>
            <w:r w:rsidRPr="006003BD">
              <w:rPr>
                <w:b/>
              </w:rPr>
              <w:t xml:space="preserve"> </w:t>
            </w:r>
            <w:proofErr w:type="spellStart"/>
            <w:r w:rsidRPr="006003BD">
              <w:rPr>
                <w:b/>
              </w:rPr>
              <w:t>format</w:t>
            </w:r>
            <w:proofErr w:type="spellEnd"/>
          </w:p>
        </w:tc>
      </w:tr>
      <w:tr w:rsidR="00270778" w:rsidRPr="006003BD" w:rsidTr="00270778">
        <w:tc>
          <w:tcPr>
            <w:tcW w:w="5240" w:type="dxa"/>
            <w:vAlign w:val="center"/>
          </w:tcPr>
          <w:p w:rsidR="00270778" w:rsidRPr="006003BD" w:rsidRDefault="006003BD" w:rsidP="00B30D27">
            <w:pPr>
              <w:spacing w:before="120" w:after="120"/>
              <w:jc w:val="center"/>
              <w:rPr>
                <w:b/>
                <w:color w:val="FF0000"/>
              </w:rPr>
            </w:pPr>
            <w:r w:rsidRPr="006003BD">
              <w:rPr>
                <w:b/>
                <w:color w:val="FF0000"/>
              </w:rPr>
              <w:t>frekvenční modulace</w:t>
            </w:r>
          </w:p>
        </w:tc>
        <w:tc>
          <w:tcPr>
            <w:tcW w:w="3538" w:type="dxa"/>
          </w:tcPr>
          <w:p w:rsidR="00270778" w:rsidRPr="006003BD" w:rsidRDefault="00270778" w:rsidP="00B30D27">
            <w:pPr>
              <w:spacing w:before="120" w:after="120"/>
              <w:rPr>
                <w:b/>
              </w:rPr>
            </w:pPr>
            <w:r w:rsidRPr="006003BD">
              <w:t xml:space="preserve">OFDM </w:t>
            </w:r>
          </w:p>
        </w:tc>
      </w:tr>
      <w:tr w:rsidR="00270778" w:rsidRPr="006003BD" w:rsidTr="00270778">
        <w:tc>
          <w:tcPr>
            <w:tcW w:w="5240" w:type="dxa"/>
            <w:vAlign w:val="center"/>
          </w:tcPr>
          <w:p w:rsidR="00270778" w:rsidRPr="006003BD" w:rsidRDefault="006003BD" w:rsidP="00B30D27">
            <w:pPr>
              <w:spacing w:before="120" w:after="120"/>
              <w:jc w:val="center"/>
              <w:rPr>
                <w:b/>
                <w:color w:val="FF0000"/>
              </w:rPr>
            </w:pPr>
            <w:r w:rsidRPr="006003BD">
              <w:rPr>
                <w:b/>
                <w:color w:val="FF0000"/>
              </w:rPr>
              <w:t>amplitudová modulace</w:t>
            </w:r>
          </w:p>
        </w:tc>
        <w:tc>
          <w:tcPr>
            <w:tcW w:w="3538" w:type="dxa"/>
          </w:tcPr>
          <w:p w:rsidR="00270778" w:rsidRPr="006003BD" w:rsidRDefault="00270778" w:rsidP="00B30D27">
            <w:pPr>
              <w:spacing w:before="120" w:after="120"/>
            </w:pPr>
            <w:r w:rsidRPr="006003BD">
              <w:t>CSRZ</w:t>
            </w:r>
          </w:p>
        </w:tc>
      </w:tr>
      <w:tr w:rsidR="005E639C" w:rsidRPr="006003BD" w:rsidTr="00270778">
        <w:tc>
          <w:tcPr>
            <w:tcW w:w="5240" w:type="dxa"/>
            <w:vAlign w:val="center"/>
          </w:tcPr>
          <w:p w:rsidR="005E639C" w:rsidRPr="006003BD" w:rsidRDefault="006003BD" w:rsidP="006003BD">
            <w:pPr>
              <w:spacing w:before="120" w:after="120"/>
              <w:jc w:val="center"/>
              <w:rPr>
                <w:b/>
                <w:color w:val="FF0000"/>
              </w:rPr>
            </w:pPr>
            <w:r w:rsidRPr="006003BD">
              <w:rPr>
                <w:b/>
                <w:color w:val="FF0000"/>
              </w:rPr>
              <w:t>fázová</w:t>
            </w:r>
            <w:r w:rsidR="005E639C" w:rsidRPr="006003BD">
              <w:rPr>
                <w:b/>
                <w:color w:val="FF0000"/>
              </w:rPr>
              <w:t xml:space="preserve"> modula</w:t>
            </w:r>
            <w:r w:rsidRPr="006003BD">
              <w:rPr>
                <w:b/>
                <w:color w:val="FF0000"/>
              </w:rPr>
              <w:t>ce</w:t>
            </w:r>
          </w:p>
        </w:tc>
        <w:tc>
          <w:tcPr>
            <w:tcW w:w="3538" w:type="dxa"/>
          </w:tcPr>
          <w:p w:rsidR="005E639C" w:rsidRPr="006003BD" w:rsidRDefault="005E639C" w:rsidP="005E639C">
            <w:pPr>
              <w:spacing w:before="120" w:after="120"/>
            </w:pPr>
            <w:r w:rsidRPr="006003BD">
              <w:t>QPSK</w:t>
            </w:r>
          </w:p>
        </w:tc>
      </w:tr>
      <w:tr w:rsidR="005E639C" w:rsidRPr="006003BD" w:rsidTr="00270778">
        <w:tc>
          <w:tcPr>
            <w:tcW w:w="5240" w:type="dxa"/>
            <w:vAlign w:val="center"/>
          </w:tcPr>
          <w:p w:rsidR="005E639C" w:rsidRPr="006003BD" w:rsidRDefault="006003BD" w:rsidP="006003BD">
            <w:pPr>
              <w:spacing w:before="120" w:after="120"/>
              <w:jc w:val="center"/>
              <w:rPr>
                <w:b/>
                <w:color w:val="FF0000"/>
              </w:rPr>
            </w:pPr>
            <w:r w:rsidRPr="006003BD">
              <w:rPr>
                <w:b/>
                <w:color w:val="FF0000"/>
              </w:rPr>
              <w:t>modulace s více nosnými</w:t>
            </w:r>
          </w:p>
        </w:tc>
        <w:tc>
          <w:tcPr>
            <w:tcW w:w="3538" w:type="dxa"/>
          </w:tcPr>
          <w:p w:rsidR="005E639C" w:rsidRPr="006003BD" w:rsidRDefault="005E639C" w:rsidP="005E639C">
            <w:pPr>
              <w:spacing w:before="120" w:after="120"/>
            </w:pPr>
            <w:r w:rsidRPr="006003BD">
              <w:t>DMT</w:t>
            </w:r>
          </w:p>
        </w:tc>
      </w:tr>
      <w:tr w:rsidR="005E639C" w:rsidRPr="006003BD" w:rsidTr="00270778">
        <w:tc>
          <w:tcPr>
            <w:tcW w:w="5240" w:type="dxa"/>
            <w:vAlign w:val="center"/>
          </w:tcPr>
          <w:p w:rsidR="005E639C" w:rsidRPr="006003BD" w:rsidRDefault="006003BD" w:rsidP="005E639C">
            <w:pPr>
              <w:spacing w:before="120" w:after="120"/>
              <w:jc w:val="center"/>
              <w:rPr>
                <w:b/>
                <w:color w:val="FF0000"/>
              </w:rPr>
            </w:pPr>
            <w:r w:rsidRPr="006003BD">
              <w:rPr>
                <w:b/>
                <w:color w:val="FF0000"/>
              </w:rPr>
              <w:t>amplitudová modulace</w:t>
            </w:r>
          </w:p>
        </w:tc>
        <w:tc>
          <w:tcPr>
            <w:tcW w:w="3538" w:type="dxa"/>
          </w:tcPr>
          <w:p w:rsidR="005E639C" w:rsidRPr="006003BD" w:rsidRDefault="005E639C" w:rsidP="005E639C">
            <w:pPr>
              <w:spacing w:before="120" w:after="120"/>
            </w:pPr>
            <w:r w:rsidRPr="006003BD">
              <w:t>OOK</w:t>
            </w:r>
          </w:p>
        </w:tc>
      </w:tr>
      <w:tr w:rsidR="005E639C" w:rsidRPr="006003BD" w:rsidTr="00270778">
        <w:tc>
          <w:tcPr>
            <w:tcW w:w="5240" w:type="dxa"/>
            <w:vAlign w:val="center"/>
          </w:tcPr>
          <w:p w:rsidR="005E639C" w:rsidRPr="006003BD" w:rsidRDefault="006003BD" w:rsidP="005E639C">
            <w:pPr>
              <w:spacing w:before="120" w:after="120"/>
              <w:jc w:val="center"/>
              <w:rPr>
                <w:b/>
                <w:color w:val="FF0000"/>
              </w:rPr>
            </w:pPr>
            <w:r w:rsidRPr="006003BD">
              <w:rPr>
                <w:b/>
                <w:color w:val="FF0000"/>
              </w:rPr>
              <w:t>frekvenční modulace</w:t>
            </w:r>
          </w:p>
        </w:tc>
        <w:tc>
          <w:tcPr>
            <w:tcW w:w="3538" w:type="dxa"/>
          </w:tcPr>
          <w:p w:rsidR="005E639C" w:rsidRPr="006003BD" w:rsidRDefault="005E639C" w:rsidP="005E639C">
            <w:pPr>
              <w:spacing w:before="120" w:after="120"/>
            </w:pPr>
            <w:r w:rsidRPr="006003BD">
              <w:t>VDMT</w:t>
            </w:r>
          </w:p>
        </w:tc>
      </w:tr>
      <w:tr w:rsidR="005E639C" w:rsidRPr="006003BD" w:rsidTr="00270778">
        <w:tc>
          <w:tcPr>
            <w:tcW w:w="5240" w:type="dxa"/>
            <w:vAlign w:val="center"/>
          </w:tcPr>
          <w:p w:rsidR="005E639C" w:rsidRPr="006003BD" w:rsidRDefault="006003BD" w:rsidP="005E639C">
            <w:pPr>
              <w:spacing w:before="120" w:after="120"/>
              <w:jc w:val="center"/>
              <w:rPr>
                <w:b/>
                <w:color w:val="FF0000"/>
              </w:rPr>
            </w:pPr>
            <w:r w:rsidRPr="006003BD">
              <w:rPr>
                <w:b/>
                <w:color w:val="FF0000"/>
              </w:rPr>
              <w:t>fázová modulace</w:t>
            </w:r>
          </w:p>
        </w:tc>
        <w:tc>
          <w:tcPr>
            <w:tcW w:w="3538" w:type="dxa"/>
          </w:tcPr>
          <w:p w:rsidR="005E639C" w:rsidRPr="006003BD" w:rsidRDefault="005E639C" w:rsidP="005E639C">
            <w:pPr>
              <w:spacing w:before="120" w:after="120"/>
            </w:pPr>
            <w:r w:rsidRPr="006003BD">
              <w:t>DPSK</w:t>
            </w:r>
          </w:p>
        </w:tc>
      </w:tr>
      <w:tr w:rsidR="005E639C" w:rsidRPr="006003BD" w:rsidTr="00270778">
        <w:tc>
          <w:tcPr>
            <w:tcW w:w="5240" w:type="dxa"/>
            <w:vAlign w:val="center"/>
          </w:tcPr>
          <w:p w:rsidR="005E639C" w:rsidRPr="006003BD" w:rsidRDefault="006003BD" w:rsidP="005E639C">
            <w:pPr>
              <w:spacing w:before="120" w:after="120"/>
              <w:jc w:val="center"/>
              <w:rPr>
                <w:b/>
                <w:color w:val="FF0000"/>
              </w:rPr>
            </w:pPr>
            <w:r w:rsidRPr="006003BD">
              <w:rPr>
                <w:b/>
                <w:color w:val="FF0000"/>
              </w:rPr>
              <w:t>amplitudová modulace</w:t>
            </w:r>
          </w:p>
        </w:tc>
        <w:tc>
          <w:tcPr>
            <w:tcW w:w="3538" w:type="dxa"/>
          </w:tcPr>
          <w:p w:rsidR="005E639C" w:rsidRPr="006003BD" w:rsidRDefault="005E639C" w:rsidP="005E639C">
            <w:pPr>
              <w:spacing w:before="120" w:after="120"/>
            </w:pPr>
            <w:r w:rsidRPr="006003BD">
              <w:t>DB</w:t>
            </w:r>
          </w:p>
        </w:tc>
      </w:tr>
    </w:tbl>
    <w:p w:rsidR="00270778" w:rsidRPr="006003BD" w:rsidRDefault="00270778" w:rsidP="00270778">
      <w:pPr>
        <w:pStyle w:val="eTask"/>
        <w:numPr>
          <w:ilvl w:val="0"/>
          <w:numId w:val="0"/>
        </w:numPr>
        <w:ind w:left="284" w:hanging="284"/>
      </w:pPr>
    </w:p>
    <w:p w:rsidR="008E7EEB" w:rsidRPr="006003BD" w:rsidRDefault="008E7EEB">
      <w:pPr>
        <w:rPr>
          <w:b/>
        </w:rPr>
      </w:pPr>
      <w:r w:rsidRPr="006003BD">
        <w:br w:type="page"/>
      </w:r>
    </w:p>
    <w:p w:rsidR="00FB56A2" w:rsidRPr="00DD11DF" w:rsidRDefault="00FB56A2" w:rsidP="00FB56A2">
      <w:pPr>
        <w:pStyle w:val="eTask"/>
      </w:pPr>
      <w:r w:rsidRPr="00DD11DF">
        <w:lastRenderedPageBreak/>
        <w:t>Modulujte následující binární data pomocí OOK, CSRZ a DB modulace.</w:t>
      </w:r>
    </w:p>
    <w:p w:rsidR="00FB56A2" w:rsidRPr="00DD11DF" w:rsidRDefault="00FB56A2" w:rsidP="00FB56A2">
      <w:pPr>
        <w:pStyle w:val="eTask"/>
        <w:numPr>
          <w:ilvl w:val="0"/>
          <w:numId w:val="0"/>
        </w:numPr>
        <w:ind w:left="284"/>
      </w:pPr>
    </w:p>
    <w:p w:rsidR="00FB56A2" w:rsidRPr="00DD11DF" w:rsidRDefault="00FB56A2" w:rsidP="00FB56A2">
      <w:pPr>
        <w:pStyle w:val="eTask"/>
        <w:numPr>
          <w:ilvl w:val="0"/>
          <w:numId w:val="0"/>
        </w:numPr>
        <w:ind w:left="284" w:hanging="284"/>
      </w:pPr>
      <w:r w:rsidRPr="00DD11DF">
        <w:t>Datová sekvence je následující 01001110.</w:t>
      </w:r>
    </w:p>
    <w:p w:rsidR="00FB56A2" w:rsidRPr="00DD11DF" w:rsidRDefault="00FB56A2" w:rsidP="00FB56A2">
      <w:pPr>
        <w:pStyle w:val="eTask"/>
        <w:numPr>
          <w:ilvl w:val="0"/>
          <w:numId w:val="0"/>
        </w:numPr>
        <w:ind w:left="284" w:hanging="284"/>
      </w:pPr>
    </w:p>
    <w:p w:rsidR="00FB56A2" w:rsidRPr="00DD11DF" w:rsidRDefault="00FB56A2" w:rsidP="00FB56A2">
      <w:pPr>
        <w:pStyle w:val="eTask"/>
        <w:numPr>
          <w:ilvl w:val="0"/>
          <w:numId w:val="0"/>
        </w:numPr>
        <w:ind w:left="284" w:hanging="284"/>
      </w:pPr>
      <w:r w:rsidRPr="00DD11DF">
        <w:t>Příklad:</w:t>
      </w:r>
    </w:p>
    <w:p w:rsidR="007F165C" w:rsidRPr="006003BD" w:rsidRDefault="007F165C" w:rsidP="007F165C">
      <w:pPr>
        <w:pStyle w:val="eTask"/>
        <w:numPr>
          <w:ilvl w:val="0"/>
          <w:numId w:val="0"/>
        </w:numPr>
      </w:pPr>
    </w:p>
    <w:p w:rsidR="007F165C" w:rsidRPr="006003BD" w:rsidRDefault="007F165C" w:rsidP="007F165C">
      <w:pPr>
        <w:pStyle w:val="eTask"/>
        <w:numPr>
          <w:ilvl w:val="0"/>
          <w:numId w:val="0"/>
        </w:numPr>
      </w:pPr>
    </w:p>
    <w:tbl>
      <w:tblPr>
        <w:tblStyle w:val="Mkatabulky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</w:tblGrid>
      <w:tr w:rsidR="007F165C" w:rsidRPr="006003BD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>
              <w:t>Symbol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1</w:t>
            </w:r>
          </w:p>
        </w:tc>
      </w:tr>
      <w:tr w:rsidR="007F165C" w:rsidRPr="006003BD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2" w:rsidRPr="00DD11DF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7F165C" w:rsidRPr="006003BD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2" w:rsidRPr="00DD11DF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7F165C" w:rsidRPr="006003BD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</w:tr>
      <w:tr w:rsidR="007F165C" w:rsidRPr="006003BD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-</w:t>
            </w:r>
          </w:p>
        </w:tc>
      </w:tr>
      <w:tr w:rsidR="007F165C" w:rsidRPr="006003BD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+90°</w:t>
            </w:r>
          </w:p>
        </w:tc>
      </w:tr>
      <w:tr w:rsidR="007F165C" w:rsidRPr="006003BD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+90°</w:t>
            </w:r>
          </w:p>
        </w:tc>
      </w:tr>
    </w:tbl>
    <w:p w:rsidR="003D6C31" w:rsidRPr="006003BD" w:rsidRDefault="003D6C31" w:rsidP="003D6C31">
      <w:pPr>
        <w:pStyle w:val="eTask"/>
        <w:numPr>
          <w:ilvl w:val="0"/>
          <w:numId w:val="0"/>
        </w:numPr>
        <w:ind w:left="284"/>
      </w:pPr>
    </w:p>
    <w:p w:rsidR="003D6C31" w:rsidRPr="006003BD" w:rsidRDefault="003D6C31" w:rsidP="003D6C31">
      <w:pPr>
        <w:pStyle w:val="eTask"/>
        <w:numPr>
          <w:ilvl w:val="0"/>
          <w:numId w:val="0"/>
        </w:numPr>
        <w:ind w:left="284"/>
      </w:pPr>
    </w:p>
    <w:p w:rsidR="007F165C" w:rsidRPr="006003BD" w:rsidRDefault="007F165C" w:rsidP="003D6C31">
      <w:pPr>
        <w:pStyle w:val="eTask"/>
        <w:numPr>
          <w:ilvl w:val="0"/>
          <w:numId w:val="0"/>
        </w:numPr>
        <w:ind w:left="284"/>
      </w:pPr>
    </w:p>
    <w:p w:rsidR="007F165C" w:rsidRPr="006003BD" w:rsidRDefault="00FB56A2" w:rsidP="003D6C31">
      <w:pPr>
        <w:pStyle w:val="eTask"/>
        <w:numPr>
          <w:ilvl w:val="0"/>
          <w:numId w:val="0"/>
        </w:numPr>
        <w:ind w:left="284"/>
        <w:rPr>
          <w:color w:val="FF0000"/>
        </w:rPr>
      </w:pPr>
      <w:r>
        <w:rPr>
          <w:color w:val="FF0000"/>
        </w:rPr>
        <w:t>Řešení</w:t>
      </w:r>
      <w:r w:rsidR="007F165C" w:rsidRPr="006003BD">
        <w:rPr>
          <w:color w:val="FF0000"/>
        </w:rPr>
        <w:t>:</w:t>
      </w:r>
    </w:p>
    <w:p w:rsidR="000614B1" w:rsidRPr="006003BD" w:rsidRDefault="000614B1" w:rsidP="000614B1">
      <w:pPr>
        <w:pStyle w:val="eTask"/>
        <w:numPr>
          <w:ilvl w:val="0"/>
          <w:numId w:val="0"/>
        </w:numPr>
        <w:ind w:left="284" w:hanging="284"/>
      </w:pPr>
    </w:p>
    <w:tbl>
      <w:tblPr>
        <w:tblStyle w:val="Mkatabulky"/>
        <w:tblW w:w="975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3"/>
        <w:gridCol w:w="1135"/>
        <w:gridCol w:w="993"/>
        <w:gridCol w:w="1134"/>
        <w:gridCol w:w="992"/>
        <w:gridCol w:w="1134"/>
        <w:gridCol w:w="993"/>
        <w:gridCol w:w="1134"/>
        <w:gridCol w:w="992"/>
      </w:tblGrid>
      <w:tr w:rsidR="007F165C" w:rsidRPr="006003BD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>
              <w:t>Symbol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0</w:t>
            </w:r>
          </w:p>
        </w:tc>
      </w:tr>
      <w:tr w:rsidR="007F165C" w:rsidRPr="006003BD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2" w:rsidRPr="00DD11DF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7F165C" w:rsidRPr="006003BD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2" w:rsidRPr="00DD11DF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7F165C" w:rsidRPr="006003BD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2" w:rsidRPr="00DD11DF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7F165C" w:rsidRPr="006003BD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2" w:rsidRPr="00DD11DF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7F165C" w:rsidRPr="006003BD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</w:tr>
      <w:tr w:rsidR="007F165C" w:rsidRPr="006003BD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-</w:t>
            </w:r>
          </w:p>
        </w:tc>
      </w:tr>
      <w:tr w:rsidR="007F165C" w:rsidRPr="006003BD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+90°</w:t>
            </w:r>
          </w:p>
        </w:tc>
      </w:tr>
      <w:tr w:rsidR="007F165C" w:rsidRPr="006003BD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-</w:t>
            </w:r>
          </w:p>
        </w:tc>
      </w:tr>
    </w:tbl>
    <w:p w:rsidR="007F165C" w:rsidRPr="006003BD" w:rsidRDefault="007F165C" w:rsidP="007F165C">
      <w:pPr>
        <w:pStyle w:val="eTask"/>
        <w:numPr>
          <w:ilvl w:val="0"/>
          <w:numId w:val="0"/>
        </w:numPr>
        <w:ind w:left="284" w:hanging="284"/>
      </w:pPr>
    </w:p>
    <w:tbl>
      <w:tblPr>
        <w:tblStyle w:val="Mkatabulky"/>
        <w:tblW w:w="975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3"/>
        <w:gridCol w:w="1135"/>
        <w:gridCol w:w="993"/>
        <w:gridCol w:w="1134"/>
        <w:gridCol w:w="992"/>
        <w:gridCol w:w="1134"/>
        <w:gridCol w:w="993"/>
        <w:gridCol w:w="1134"/>
        <w:gridCol w:w="992"/>
      </w:tblGrid>
      <w:tr w:rsidR="007F165C" w:rsidRPr="006003BD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>
              <w:t>Symbol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0</w:t>
            </w:r>
          </w:p>
        </w:tc>
      </w:tr>
      <w:tr w:rsidR="007F165C" w:rsidRPr="006003BD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2" w:rsidRPr="00DD11DF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7F165C" w:rsidRPr="006003BD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2" w:rsidRPr="00DD11DF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7F165C" w:rsidRPr="006003BD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6A2" w:rsidRPr="00DD11DF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7F165C" w:rsidRPr="006003BD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6A2" w:rsidRPr="00DD11DF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7F165C" w:rsidRPr="006003BD" w:rsidRDefault="00FB56A2" w:rsidP="00FB56A2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</w:tr>
      <w:tr w:rsidR="007F165C" w:rsidRPr="006003BD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-</w:t>
            </w:r>
          </w:p>
        </w:tc>
      </w:tr>
      <w:tr w:rsidR="007F165C" w:rsidRPr="006003BD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+90°</w:t>
            </w:r>
          </w:p>
        </w:tc>
      </w:tr>
      <w:tr w:rsidR="007F165C" w:rsidRPr="006003BD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6003BD"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003BD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color w:val="FF0000"/>
              </w:rPr>
            </w:pPr>
            <w:r w:rsidRPr="006003BD">
              <w:rPr>
                <w:color w:val="FF0000"/>
              </w:rPr>
              <w:t>-</w:t>
            </w:r>
          </w:p>
        </w:tc>
      </w:tr>
    </w:tbl>
    <w:p w:rsidR="000614B1" w:rsidRPr="006003BD" w:rsidRDefault="000614B1" w:rsidP="000614B1">
      <w:pPr>
        <w:pStyle w:val="eTask"/>
        <w:numPr>
          <w:ilvl w:val="0"/>
          <w:numId w:val="0"/>
        </w:numPr>
        <w:ind w:left="284" w:hanging="284"/>
      </w:pPr>
    </w:p>
    <w:sectPr w:rsidR="000614B1" w:rsidRPr="006003BD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343" w:rsidRDefault="005E2343" w:rsidP="00861A1A">
      <w:r>
        <w:separator/>
      </w:r>
    </w:p>
  </w:endnote>
  <w:endnote w:type="continuationSeparator" w:id="0">
    <w:p w:rsidR="005E2343" w:rsidRDefault="005E234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270778" w:rsidTr="00CA51B5">
      <w:tc>
        <w:tcPr>
          <w:tcW w:w="2518" w:type="dxa"/>
        </w:tcPr>
        <w:p w:rsidR="00BF5E09" w:rsidRPr="00270778" w:rsidRDefault="00FC07A5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270778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45669" w:rsidRPr="00A46B90" w:rsidRDefault="00445669" w:rsidP="0044566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445669" w:rsidRDefault="00445669" w:rsidP="0044566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RPr="00270778" w:rsidTr="00CA51B5">
      <w:tc>
        <w:tcPr>
          <w:tcW w:w="8472" w:type="dxa"/>
          <w:gridSpan w:val="2"/>
        </w:tcPr>
        <w:p w:rsidR="00BF5E09" w:rsidRPr="00270778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en-US"/>
            </w:rPr>
          </w:pPr>
          <w:proofErr w:type="spellStart"/>
          <w:r w:rsidRPr="00270778">
            <w:rPr>
              <w:sz w:val="16"/>
              <w:szCs w:val="16"/>
              <w:lang w:val="en-US"/>
            </w:rPr>
            <w:t>TechPedia</w:t>
          </w:r>
          <w:proofErr w:type="spellEnd"/>
          <w:r w:rsidRPr="00270778">
            <w:rPr>
              <w:sz w:val="16"/>
              <w:szCs w:val="16"/>
              <w:lang w:val="en-US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270778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270778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343" w:rsidRDefault="005E2343" w:rsidP="00861A1A">
      <w:r>
        <w:separator/>
      </w:r>
    </w:p>
  </w:footnote>
  <w:footnote w:type="continuationSeparator" w:id="0">
    <w:p w:rsidR="005E2343" w:rsidRDefault="005E234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445669" w:rsidRPr="00E80213">
      <w:rPr>
        <w:rFonts w:ascii="Calibri" w:hAnsi="Calibri"/>
        <w:b/>
        <w:smallCaps/>
        <w:noProof/>
      </w:rPr>
      <w:t>PRACOVNÍ LIST</w:t>
    </w:r>
  </w:p>
  <w:p w:rsidR="00C148FD" w:rsidRPr="00C148FD" w:rsidRDefault="00445669" w:rsidP="0027077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45669">
      <w:rPr>
        <w:rFonts w:ascii="Calibri" w:hAnsi="Calibri"/>
        <w:smallCaps/>
        <w:noProof/>
        <w:sz w:val="20"/>
        <w:szCs w:val="20"/>
        <w:lang w:val="en-US"/>
      </w:rPr>
      <w:t>MODERNÍ MODULAČNÍ METODY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A5"/>
    <w:rsid w:val="000015DA"/>
    <w:rsid w:val="0000673F"/>
    <w:rsid w:val="00016AD8"/>
    <w:rsid w:val="00017595"/>
    <w:rsid w:val="00021197"/>
    <w:rsid w:val="00030EDA"/>
    <w:rsid w:val="0003229C"/>
    <w:rsid w:val="00045BEB"/>
    <w:rsid w:val="000614B1"/>
    <w:rsid w:val="00073ADF"/>
    <w:rsid w:val="0007473C"/>
    <w:rsid w:val="000750C9"/>
    <w:rsid w:val="00087EAC"/>
    <w:rsid w:val="00094A16"/>
    <w:rsid w:val="000A233F"/>
    <w:rsid w:val="000A55B3"/>
    <w:rsid w:val="000C26DD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7BE9"/>
    <w:rsid w:val="001802D8"/>
    <w:rsid w:val="001840EA"/>
    <w:rsid w:val="00185BED"/>
    <w:rsid w:val="001922A0"/>
    <w:rsid w:val="00192634"/>
    <w:rsid w:val="00195A08"/>
    <w:rsid w:val="00197271"/>
    <w:rsid w:val="001B057D"/>
    <w:rsid w:val="001D00A1"/>
    <w:rsid w:val="001E70F5"/>
    <w:rsid w:val="001F6290"/>
    <w:rsid w:val="00213F2C"/>
    <w:rsid w:val="00223478"/>
    <w:rsid w:val="00225015"/>
    <w:rsid w:val="00270778"/>
    <w:rsid w:val="00272012"/>
    <w:rsid w:val="002825A8"/>
    <w:rsid w:val="00283A7C"/>
    <w:rsid w:val="002850DE"/>
    <w:rsid w:val="00292860"/>
    <w:rsid w:val="002968BB"/>
    <w:rsid w:val="002976A9"/>
    <w:rsid w:val="002B0278"/>
    <w:rsid w:val="002B0866"/>
    <w:rsid w:val="002B41A8"/>
    <w:rsid w:val="002D29E1"/>
    <w:rsid w:val="002E301D"/>
    <w:rsid w:val="00304ADA"/>
    <w:rsid w:val="00306B9F"/>
    <w:rsid w:val="00307892"/>
    <w:rsid w:val="00315203"/>
    <w:rsid w:val="003264F1"/>
    <w:rsid w:val="00337851"/>
    <w:rsid w:val="00342FBB"/>
    <w:rsid w:val="00347E4D"/>
    <w:rsid w:val="00351AF3"/>
    <w:rsid w:val="0039238A"/>
    <w:rsid w:val="003B1326"/>
    <w:rsid w:val="003C5B45"/>
    <w:rsid w:val="003D41BB"/>
    <w:rsid w:val="003D6C31"/>
    <w:rsid w:val="003E01BE"/>
    <w:rsid w:val="003F03EB"/>
    <w:rsid w:val="003F623C"/>
    <w:rsid w:val="003F7F87"/>
    <w:rsid w:val="00402B09"/>
    <w:rsid w:val="00417ED2"/>
    <w:rsid w:val="00430858"/>
    <w:rsid w:val="00442932"/>
    <w:rsid w:val="00445669"/>
    <w:rsid w:val="00456107"/>
    <w:rsid w:val="0046567F"/>
    <w:rsid w:val="00472203"/>
    <w:rsid w:val="00475954"/>
    <w:rsid w:val="00492966"/>
    <w:rsid w:val="00495930"/>
    <w:rsid w:val="004A01E5"/>
    <w:rsid w:val="004A7B44"/>
    <w:rsid w:val="004C0E36"/>
    <w:rsid w:val="004C34BB"/>
    <w:rsid w:val="004D1C9F"/>
    <w:rsid w:val="004E2B7C"/>
    <w:rsid w:val="004E5E95"/>
    <w:rsid w:val="004E70EA"/>
    <w:rsid w:val="004F2C98"/>
    <w:rsid w:val="004F5AFF"/>
    <w:rsid w:val="005132B0"/>
    <w:rsid w:val="00517E3A"/>
    <w:rsid w:val="0052284C"/>
    <w:rsid w:val="00543ACF"/>
    <w:rsid w:val="00561B7B"/>
    <w:rsid w:val="00561C5A"/>
    <w:rsid w:val="005728B3"/>
    <w:rsid w:val="005738D5"/>
    <w:rsid w:val="0057504E"/>
    <w:rsid w:val="005832C4"/>
    <w:rsid w:val="00587966"/>
    <w:rsid w:val="00587A91"/>
    <w:rsid w:val="005A5C87"/>
    <w:rsid w:val="005A7541"/>
    <w:rsid w:val="005B2E55"/>
    <w:rsid w:val="005B37E2"/>
    <w:rsid w:val="005B460C"/>
    <w:rsid w:val="005D7525"/>
    <w:rsid w:val="005E1AB1"/>
    <w:rsid w:val="005E20B2"/>
    <w:rsid w:val="005E2343"/>
    <w:rsid w:val="005E5A22"/>
    <w:rsid w:val="005E639C"/>
    <w:rsid w:val="005F5FA1"/>
    <w:rsid w:val="006003BD"/>
    <w:rsid w:val="00625B5A"/>
    <w:rsid w:val="0063686B"/>
    <w:rsid w:val="006435FE"/>
    <w:rsid w:val="0064494B"/>
    <w:rsid w:val="00650CB8"/>
    <w:rsid w:val="0066326F"/>
    <w:rsid w:val="00665665"/>
    <w:rsid w:val="0068067D"/>
    <w:rsid w:val="0068131D"/>
    <w:rsid w:val="00690FB1"/>
    <w:rsid w:val="00696E2C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6135"/>
    <w:rsid w:val="0076745A"/>
    <w:rsid w:val="007738BD"/>
    <w:rsid w:val="0077662F"/>
    <w:rsid w:val="007837ED"/>
    <w:rsid w:val="00790D07"/>
    <w:rsid w:val="007A7A92"/>
    <w:rsid w:val="007C0FDD"/>
    <w:rsid w:val="007C308E"/>
    <w:rsid w:val="007C5B85"/>
    <w:rsid w:val="007E16D1"/>
    <w:rsid w:val="007E6CED"/>
    <w:rsid w:val="007F165C"/>
    <w:rsid w:val="007F22F2"/>
    <w:rsid w:val="00800266"/>
    <w:rsid w:val="00802588"/>
    <w:rsid w:val="00813612"/>
    <w:rsid w:val="0081479C"/>
    <w:rsid w:val="00825830"/>
    <w:rsid w:val="00826CB2"/>
    <w:rsid w:val="00830375"/>
    <w:rsid w:val="00830A2B"/>
    <w:rsid w:val="00831014"/>
    <w:rsid w:val="00832323"/>
    <w:rsid w:val="00861A1A"/>
    <w:rsid w:val="00864D93"/>
    <w:rsid w:val="00865394"/>
    <w:rsid w:val="00875E54"/>
    <w:rsid w:val="00882BE0"/>
    <w:rsid w:val="008836CE"/>
    <w:rsid w:val="00891FF5"/>
    <w:rsid w:val="00893E89"/>
    <w:rsid w:val="008A3619"/>
    <w:rsid w:val="008B05F5"/>
    <w:rsid w:val="008B6CCD"/>
    <w:rsid w:val="008C41A0"/>
    <w:rsid w:val="008C64E0"/>
    <w:rsid w:val="008D38F1"/>
    <w:rsid w:val="008E7EEB"/>
    <w:rsid w:val="008F1B37"/>
    <w:rsid w:val="008F5585"/>
    <w:rsid w:val="00912A69"/>
    <w:rsid w:val="00916DC9"/>
    <w:rsid w:val="00935EA8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6955"/>
    <w:rsid w:val="00A17111"/>
    <w:rsid w:val="00A25419"/>
    <w:rsid w:val="00A26A28"/>
    <w:rsid w:val="00A41E41"/>
    <w:rsid w:val="00A50FFF"/>
    <w:rsid w:val="00A527AF"/>
    <w:rsid w:val="00A535A7"/>
    <w:rsid w:val="00A54992"/>
    <w:rsid w:val="00A633E1"/>
    <w:rsid w:val="00A65E53"/>
    <w:rsid w:val="00A72667"/>
    <w:rsid w:val="00A81AE6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52CFE"/>
    <w:rsid w:val="00B64309"/>
    <w:rsid w:val="00B707D0"/>
    <w:rsid w:val="00B75FF7"/>
    <w:rsid w:val="00B816F4"/>
    <w:rsid w:val="00B822EA"/>
    <w:rsid w:val="00B84417"/>
    <w:rsid w:val="00B84C75"/>
    <w:rsid w:val="00B94FBB"/>
    <w:rsid w:val="00BA3595"/>
    <w:rsid w:val="00BB3CAA"/>
    <w:rsid w:val="00BB48C7"/>
    <w:rsid w:val="00BC1F6B"/>
    <w:rsid w:val="00BC732E"/>
    <w:rsid w:val="00BD00FD"/>
    <w:rsid w:val="00BD3D30"/>
    <w:rsid w:val="00BD7612"/>
    <w:rsid w:val="00BE6648"/>
    <w:rsid w:val="00BF5E09"/>
    <w:rsid w:val="00BF6970"/>
    <w:rsid w:val="00C148FD"/>
    <w:rsid w:val="00C2393A"/>
    <w:rsid w:val="00C24013"/>
    <w:rsid w:val="00C5580D"/>
    <w:rsid w:val="00C56549"/>
    <w:rsid w:val="00C57915"/>
    <w:rsid w:val="00C7264E"/>
    <w:rsid w:val="00C767C9"/>
    <w:rsid w:val="00C878F0"/>
    <w:rsid w:val="00CA51B5"/>
    <w:rsid w:val="00CC2293"/>
    <w:rsid w:val="00CC266E"/>
    <w:rsid w:val="00CE09BA"/>
    <w:rsid w:val="00CF49FA"/>
    <w:rsid w:val="00CF4DFA"/>
    <w:rsid w:val="00D060B3"/>
    <w:rsid w:val="00D06992"/>
    <w:rsid w:val="00D12029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0D5E"/>
    <w:rsid w:val="00DB2F24"/>
    <w:rsid w:val="00DB674B"/>
    <w:rsid w:val="00DC1DC7"/>
    <w:rsid w:val="00DD085D"/>
    <w:rsid w:val="00DD34CF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F16"/>
    <w:rsid w:val="00E27FBC"/>
    <w:rsid w:val="00E352FF"/>
    <w:rsid w:val="00E41087"/>
    <w:rsid w:val="00E433EA"/>
    <w:rsid w:val="00E516D7"/>
    <w:rsid w:val="00E5359D"/>
    <w:rsid w:val="00E54A46"/>
    <w:rsid w:val="00E65738"/>
    <w:rsid w:val="00E71732"/>
    <w:rsid w:val="00E728DC"/>
    <w:rsid w:val="00E8518C"/>
    <w:rsid w:val="00E85454"/>
    <w:rsid w:val="00E879F9"/>
    <w:rsid w:val="00E90BD9"/>
    <w:rsid w:val="00EA1BDF"/>
    <w:rsid w:val="00EB52B6"/>
    <w:rsid w:val="00EB6B74"/>
    <w:rsid w:val="00EB6E4B"/>
    <w:rsid w:val="00EC4344"/>
    <w:rsid w:val="00EC77B0"/>
    <w:rsid w:val="00ED2956"/>
    <w:rsid w:val="00EE3197"/>
    <w:rsid w:val="00EF2951"/>
    <w:rsid w:val="00F168D6"/>
    <w:rsid w:val="00F24638"/>
    <w:rsid w:val="00F248A4"/>
    <w:rsid w:val="00F46B18"/>
    <w:rsid w:val="00F51C9D"/>
    <w:rsid w:val="00F748A6"/>
    <w:rsid w:val="00F818A7"/>
    <w:rsid w:val="00F82C59"/>
    <w:rsid w:val="00F871C6"/>
    <w:rsid w:val="00F8749B"/>
    <w:rsid w:val="00F97E8B"/>
    <w:rsid w:val="00FA74D9"/>
    <w:rsid w:val="00FB0FCA"/>
    <w:rsid w:val="00FB201E"/>
    <w:rsid w:val="00FB56A2"/>
    <w:rsid w:val="00FC07A5"/>
    <w:rsid w:val="00FC3F56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A8F9721-8FBF-4425-92A5-B6A662AEB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1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53</TotalTime>
  <Pages>4</Pages>
  <Words>467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18</cp:revision>
  <cp:lastPrinted>2013-05-24T15:00:00Z</cp:lastPrinted>
  <dcterms:created xsi:type="dcterms:W3CDTF">2016-07-29T08:54:00Z</dcterms:created>
  <dcterms:modified xsi:type="dcterms:W3CDTF">2017-08-02T14:43:00Z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