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197" w:rsidRPr="00E8669E" w:rsidRDefault="00D8660C" w:rsidP="00D8660C">
      <w:pPr>
        <w:pStyle w:val="eTask"/>
        <w:rPr>
          <w:lang w:val="cs-CZ"/>
        </w:rPr>
      </w:pPr>
      <w:r w:rsidRPr="00E8669E">
        <w:rPr>
          <w:lang w:val="cs-CZ"/>
        </w:rPr>
        <w:t>K následujícím definicím p</w:t>
      </w:r>
      <w:r w:rsidR="00E8669E">
        <w:rPr>
          <w:lang w:val="cs-CZ"/>
        </w:rPr>
        <w:t>ř</w:t>
      </w:r>
      <w:r w:rsidRPr="00E8669E">
        <w:rPr>
          <w:lang w:val="cs-CZ"/>
        </w:rPr>
        <w:t>iřaďte názvy vrstev (přístupová, řídící, služeb, managementu, transportní) v koncepčním modelu NGN</w:t>
      </w:r>
      <w:r w:rsidR="00FC6197" w:rsidRPr="00E8669E">
        <w:rPr>
          <w:lang w:val="cs-CZ"/>
        </w:rPr>
        <w:t xml:space="preserve"> (</w:t>
      </w:r>
      <w:proofErr w:type="spellStart"/>
      <w:r w:rsidR="00FC6197" w:rsidRPr="00E8669E">
        <w:rPr>
          <w:i/>
          <w:lang w:val="cs-CZ"/>
        </w:rPr>
        <w:t>Next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Generation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Networks</w:t>
      </w:r>
      <w:proofErr w:type="spellEnd"/>
      <w:r w:rsidR="00FC6197" w:rsidRPr="00E8669E">
        <w:rPr>
          <w:lang w:val="cs-CZ"/>
        </w:rPr>
        <w:t>).</w:t>
      </w:r>
    </w:p>
    <w:p w:rsidR="00FC6197" w:rsidRPr="00E8669E" w:rsidRDefault="00FC6197" w:rsidP="00047A67">
      <w:pPr>
        <w:rPr>
          <w:lang w:val="cs-CZ"/>
        </w:rPr>
      </w:pP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20"/>
        <w:gridCol w:w="6958"/>
      </w:tblGrid>
      <w:tr w:rsidR="00FC6197" w:rsidRPr="005F74A1" w:rsidTr="008B2855">
        <w:trPr>
          <w:trHeight w:val="285"/>
        </w:trPr>
        <w:tc>
          <w:tcPr>
            <w:tcW w:w="1820" w:type="dxa"/>
          </w:tcPr>
          <w:p w:rsidR="00FC6197" w:rsidRPr="00E8669E" w:rsidRDefault="00FC6197" w:rsidP="00D8660C">
            <w:pPr>
              <w:jc w:val="center"/>
              <w:rPr>
                <w:b/>
                <w:lang w:val="cs-CZ"/>
              </w:rPr>
            </w:pPr>
            <w:r w:rsidRPr="00E8669E">
              <w:rPr>
                <w:b/>
                <w:lang w:val="cs-CZ"/>
              </w:rPr>
              <w:t>Náz</w:t>
            </w:r>
            <w:r w:rsidR="00D8660C" w:rsidRPr="00E8669E">
              <w:rPr>
                <w:b/>
                <w:lang w:val="cs-CZ"/>
              </w:rPr>
              <w:t>e</w:t>
            </w:r>
            <w:r w:rsidRPr="00E8669E">
              <w:rPr>
                <w:b/>
                <w:lang w:val="cs-CZ"/>
              </w:rPr>
              <w:t>v vrstvy</w:t>
            </w:r>
          </w:p>
        </w:tc>
        <w:tc>
          <w:tcPr>
            <w:tcW w:w="6958" w:type="dxa"/>
          </w:tcPr>
          <w:p w:rsidR="00FC6197" w:rsidRPr="00E8669E" w:rsidRDefault="00FC6197" w:rsidP="00D8660C">
            <w:pPr>
              <w:rPr>
                <w:b/>
                <w:lang w:val="cs-CZ"/>
              </w:rPr>
            </w:pPr>
            <w:r w:rsidRPr="00E8669E">
              <w:rPr>
                <w:b/>
                <w:lang w:val="cs-CZ"/>
              </w:rPr>
              <w:t>Charakteristika vrstvy koncepčn</w:t>
            </w:r>
            <w:r w:rsidR="00D8660C" w:rsidRPr="00E8669E">
              <w:rPr>
                <w:b/>
                <w:lang w:val="cs-CZ"/>
              </w:rPr>
              <w:t>í</w:t>
            </w:r>
            <w:r w:rsidRPr="00E8669E">
              <w:rPr>
                <w:b/>
                <w:lang w:val="cs-CZ"/>
              </w:rPr>
              <w:t>ho modelu s</w:t>
            </w:r>
            <w:r w:rsidR="00D8660C" w:rsidRPr="00E8669E">
              <w:rPr>
                <w:b/>
                <w:lang w:val="cs-CZ"/>
              </w:rPr>
              <w:t>í</w:t>
            </w:r>
            <w:r w:rsidRPr="00E8669E">
              <w:rPr>
                <w:b/>
                <w:lang w:val="cs-CZ"/>
              </w:rPr>
              <w:t>t</w:t>
            </w:r>
            <w:r w:rsidR="00D8660C" w:rsidRPr="00E8669E">
              <w:rPr>
                <w:b/>
                <w:lang w:val="cs-CZ"/>
              </w:rPr>
              <w:t>ě</w:t>
            </w:r>
            <w:r w:rsidRPr="00E8669E">
              <w:rPr>
                <w:b/>
                <w:lang w:val="cs-CZ"/>
              </w:rPr>
              <w:t xml:space="preserve"> NGN</w:t>
            </w:r>
          </w:p>
        </w:tc>
      </w:tr>
      <w:tr w:rsidR="00FC6197" w:rsidRPr="005F74A1" w:rsidTr="008B2855">
        <w:tc>
          <w:tcPr>
            <w:tcW w:w="1820" w:type="dxa"/>
            <w:vAlign w:val="center"/>
          </w:tcPr>
          <w:p w:rsidR="00FC6197" w:rsidRPr="00E8669E" w:rsidRDefault="00786C4B" w:rsidP="00786C4B">
            <w:pPr>
              <w:jc w:val="center"/>
              <w:rPr>
                <w:b/>
                <w:color w:val="FF0000"/>
                <w:lang w:val="cs-CZ"/>
              </w:rPr>
            </w:pPr>
            <w:r>
              <w:rPr>
                <w:color w:val="FF0000"/>
                <w:lang w:val="cs-CZ"/>
              </w:rPr>
              <w:t>řídící</w:t>
            </w: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Tato vrstva je zodpovědná za nastavení / vytvoření, řízení a zřízení multimediální relace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5F74A1" w:rsidTr="008B2855">
        <w:tc>
          <w:tcPr>
            <w:tcW w:w="1820" w:type="dxa"/>
            <w:vAlign w:val="center"/>
          </w:tcPr>
          <w:p w:rsidR="00FC6197" w:rsidRPr="00EC35D8" w:rsidRDefault="00EC35D8" w:rsidP="00EC35D8">
            <w:pPr>
              <w:jc w:val="center"/>
              <w:rPr>
                <w:b/>
                <w:color w:val="FF0000"/>
                <w:lang w:val="cs-CZ"/>
              </w:rPr>
            </w:pPr>
            <w:r w:rsidRPr="00EC35D8">
              <w:rPr>
                <w:color w:val="FF0000"/>
                <w:lang w:val="cs-CZ"/>
              </w:rPr>
              <w:t>přístupová</w:t>
            </w: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Představuje síťovou infrastrukturu mezi koncovým účastníkem a transportní sítí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5F74A1" w:rsidTr="008B2855">
        <w:tc>
          <w:tcPr>
            <w:tcW w:w="1820" w:type="dxa"/>
            <w:vAlign w:val="center"/>
          </w:tcPr>
          <w:p w:rsidR="00FC6197" w:rsidRPr="00EC35D8" w:rsidRDefault="00EC35D8" w:rsidP="008B2855">
            <w:pPr>
              <w:jc w:val="center"/>
              <w:rPr>
                <w:color w:val="FF0000"/>
                <w:lang w:val="cs-CZ"/>
              </w:rPr>
            </w:pPr>
            <w:r w:rsidRPr="00EC35D8">
              <w:rPr>
                <w:color w:val="FF0000"/>
                <w:lang w:val="cs-CZ"/>
              </w:rPr>
              <w:t>služeb</w:t>
            </w: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b/>
                <w:lang w:val="cs-CZ"/>
              </w:rPr>
            </w:pPr>
            <w:r w:rsidRPr="00E8669E">
              <w:rPr>
                <w:lang w:val="cs-CZ"/>
              </w:rPr>
              <w:t>Nabízí základní funkce aplikací, které mohou být použity k vytvoření komplexnějších a důmyslnějších služeb a aplikací</w:t>
            </w:r>
            <w:r w:rsidR="00FC6197" w:rsidRPr="00E8669E">
              <w:rPr>
                <w:lang w:val="cs-CZ"/>
              </w:rPr>
              <w:t>.</w:t>
            </w:r>
          </w:p>
        </w:tc>
      </w:tr>
      <w:tr w:rsidR="00FC6197" w:rsidRPr="005F74A1" w:rsidTr="008B2855">
        <w:tc>
          <w:tcPr>
            <w:tcW w:w="1820" w:type="dxa"/>
            <w:vAlign w:val="center"/>
          </w:tcPr>
          <w:p w:rsidR="00FC6197" w:rsidRPr="00EC35D8" w:rsidRDefault="00EC35D8" w:rsidP="008B2855">
            <w:pPr>
              <w:jc w:val="center"/>
              <w:rPr>
                <w:color w:val="FF0000"/>
                <w:lang w:val="cs-CZ"/>
              </w:rPr>
            </w:pPr>
            <w:r w:rsidRPr="00EC35D8">
              <w:rPr>
                <w:color w:val="FF0000"/>
                <w:lang w:val="cs-CZ"/>
              </w:rPr>
              <w:t>transportní</w:t>
            </w:r>
          </w:p>
        </w:tc>
        <w:tc>
          <w:tcPr>
            <w:tcW w:w="6958" w:type="dxa"/>
          </w:tcPr>
          <w:p w:rsidR="00FC6197" w:rsidRPr="00E8669E" w:rsidRDefault="00D8660C" w:rsidP="008B2855">
            <w:pPr>
              <w:spacing w:before="120" w:after="120"/>
              <w:rPr>
                <w:lang w:val="cs-CZ"/>
              </w:rPr>
            </w:pPr>
            <w:r w:rsidRPr="00E8669E">
              <w:rPr>
                <w:lang w:val="cs-CZ"/>
              </w:rPr>
              <w:t>Zajišťuje přenos mezi jednotlivými uzly (body) sítě</w:t>
            </w:r>
            <w:r w:rsidR="00FC6197" w:rsidRPr="00E8669E">
              <w:rPr>
                <w:lang w:val="cs-CZ"/>
              </w:rPr>
              <w:t>.</w:t>
            </w:r>
            <w:r w:rsidR="00FC6197" w:rsidRPr="00E8669E">
              <w:rPr>
                <w:lang w:val="cs-CZ"/>
              </w:rPr>
              <w:br/>
            </w:r>
          </w:p>
        </w:tc>
      </w:tr>
      <w:tr w:rsidR="00FC6197" w:rsidRPr="00E8669E" w:rsidTr="008B2855">
        <w:tc>
          <w:tcPr>
            <w:tcW w:w="1820" w:type="dxa"/>
            <w:vAlign w:val="center"/>
          </w:tcPr>
          <w:p w:rsidR="00FC6197" w:rsidRPr="00EC35D8" w:rsidRDefault="00EC35D8" w:rsidP="008B2855">
            <w:pPr>
              <w:jc w:val="center"/>
              <w:rPr>
                <w:color w:val="FF0000"/>
                <w:lang w:val="cs-CZ"/>
              </w:rPr>
            </w:pPr>
            <w:r w:rsidRPr="00EC35D8">
              <w:rPr>
                <w:color w:val="FF0000"/>
                <w:lang w:val="cs-CZ"/>
              </w:rPr>
              <w:t>managementu</w:t>
            </w:r>
          </w:p>
        </w:tc>
        <w:tc>
          <w:tcPr>
            <w:tcW w:w="6958" w:type="dxa"/>
          </w:tcPr>
          <w:p w:rsidR="00FC6197" w:rsidRPr="00E8669E" w:rsidRDefault="00D8660C" w:rsidP="00E8669E">
            <w:pPr>
              <w:spacing w:before="120" w:after="120"/>
              <w:rPr>
                <w:lang w:val="cs-CZ"/>
              </w:rPr>
            </w:pPr>
            <w:r w:rsidRPr="00E8669E">
              <w:rPr>
                <w:lang w:val="cs-CZ"/>
              </w:rPr>
              <w:t xml:space="preserve">Řízení zdrojů (kapacita, porty a fyzické prvky), </w:t>
            </w:r>
            <w:proofErr w:type="spellStart"/>
            <w:r w:rsidRPr="00E8669E">
              <w:rPr>
                <w:lang w:val="cs-CZ"/>
              </w:rPr>
              <w:t>QoS</w:t>
            </w:r>
            <w:proofErr w:type="spellEnd"/>
            <w:r w:rsidRPr="00E8669E">
              <w:rPr>
                <w:lang w:val="cs-CZ"/>
              </w:rPr>
              <w:t xml:space="preserve"> </w:t>
            </w:r>
            <w:r w:rsidR="00E8669E">
              <w:rPr>
                <w:lang w:val="cs-CZ"/>
              </w:rPr>
              <w:t>v</w:t>
            </w:r>
            <w:r w:rsidRPr="00E8669E">
              <w:rPr>
                <w:lang w:val="cs-CZ"/>
              </w:rPr>
              <w:t xml:space="preserve"> přístupu </w:t>
            </w:r>
            <w:r w:rsidR="00E8669E">
              <w:rPr>
                <w:lang w:val="cs-CZ"/>
              </w:rPr>
              <w:t>k síti a v transportní síti</w:t>
            </w:r>
            <w:r w:rsidRPr="00E8669E">
              <w:rPr>
                <w:lang w:val="cs-CZ"/>
              </w:rPr>
              <w:t>. Zpracování různých médií, kódování, přenos dat (informační toky)</w:t>
            </w:r>
            <w:r w:rsidR="00FC6197" w:rsidRPr="00E8669E">
              <w:rPr>
                <w:lang w:val="cs-CZ"/>
              </w:rPr>
              <w:t>.</w:t>
            </w:r>
          </w:p>
        </w:tc>
      </w:tr>
    </w:tbl>
    <w:p w:rsidR="00FC6197" w:rsidRPr="00E8669E" w:rsidRDefault="00FC6197" w:rsidP="00047A67">
      <w:pPr>
        <w:pStyle w:val="eLineBottom"/>
        <w:rPr>
          <w:lang w:val="cs-CZ"/>
        </w:rPr>
      </w:pPr>
    </w:p>
    <w:p w:rsidR="00FC6197" w:rsidRPr="00E8669E" w:rsidRDefault="00FC6197" w:rsidP="00047A67">
      <w:pPr>
        <w:rPr>
          <w:lang w:val="cs-CZ"/>
        </w:rPr>
      </w:pPr>
    </w:p>
    <w:p w:rsidR="00EC35D8" w:rsidRPr="00EC35D8" w:rsidRDefault="00D8660C" w:rsidP="00EC35D8">
      <w:pPr>
        <w:pStyle w:val="eTask"/>
        <w:rPr>
          <w:lang w:val="cs-CZ"/>
        </w:rPr>
      </w:pPr>
      <w:r w:rsidRPr="00E8669E">
        <w:rPr>
          <w:rStyle w:val="alt-edited"/>
          <w:lang w:val="cs-CZ"/>
        </w:rPr>
        <w:t>Doplňte</w:t>
      </w:r>
      <w:r w:rsidRPr="00E8669E">
        <w:rPr>
          <w:lang w:val="cs-CZ"/>
        </w:rPr>
        <w:t xml:space="preserve"> do obrázku názvy </w:t>
      </w:r>
      <w:r w:rsidR="00E8669E">
        <w:rPr>
          <w:lang w:val="cs-CZ"/>
        </w:rPr>
        <w:t>vrstev</w:t>
      </w:r>
      <w:r w:rsidRPr="00E8669E">
        <w:rPr>
          <w:lang w:val="cs-CZ"/>
        </w:rPr>
        <w:t xml:space="preserve"> a názvy prázdných </w:t>
      </w:r>
      <w:r w:rsidR="00EC35D8">
        <w:rPr>
          <w:lang w:val="cs-CZ"/>
        </w:rPr>
        <w:t>prvků</w:t>
      </w:r>
      <w:r w:rsidRPr="00E8669E">
        <w:rPr>
          <w:lang w:val="cs-CZ"/>
        </w:rPr>
        <w:t xml:space="preserve"> pro architekturu softwarově definované vytvářené sítě SDN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 xml:space="preserve">Software </w:t>
      </w:r>
      <w:proofErr w:type="spellStart"/>
      <w:r w:rsidR="00FC6197" w:rsidRPr="00E8669E">
        <w:rPr>
          <w:i/>
          <w:lang w:val="cs-CZ"/>
        </w:rPr>
        <w:t>Defined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Networking</w:t>
      </w:r>
      <w:proofErr w:type="spellEnd"/>
      <w:r w:rsidR="00EC35D8">
        <w:rPr>
          <w:lang w:val="cs-CZ"/>
        </w:rPr>
        <w:t>)</w:t>
      </w:r>
      <w:r w:rsidR="00EC35D8">
        <w:t>.</w:t>
      </w:r>
    </w:p>
    <w:p w:rsidR="00EC35D8" w:rsidRDefault="00EC35D8" w:rsidP="00EC35D8">
      <w:pPr>
        <w:rPr>
          <w:lang w:val="sk-SK"/>
        </w:rPr>
      </w:pPr>
    </w:p>
    <w:p w:rsidR="00EC35D8" w:rsidRDefault="005F74A1" w:rsidP="00EC35D8">
      <w:pPr>
        <w:jc w:val="center"/>
        <w:rPr>
          <w:lang w:val="sk-SK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425D4BB" wp14:editId="1A5F0545">
                <wp:simplePos x="0" y="0"/>
                <wp:positionH relativeFrom="column">
                  <wp:posOffset>2493950</wp:posOffset>
                </wp:positionH>
                <wp:positionV relativeFrom="paragraph">
                  <wp:posOffset>281940</wp:posOffset>
                </wp:positionV>
                <wp:extent cx="671712" cy="155575"/>
                <wp:effectExtent l="0" t="0" r="14605" b="0"/>
                <wp:wrapNone/>
                <wp:docPr id="57" name="Textové pol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1712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5F74A1" w:rsidP="005F74A1">
                            <w:pPr>
                              <w:jc w:val="center"/>
                            </w:pPr>
                            <w:proofErr w:type="spellStart"/>
                            <w:r w:rsidRPr="005F74A1"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Směrování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425D4BB" id="_x0000_t202" coordsize="21600,21600" o:spt="202" path="m,l,21600r21600,l21600,xe">
                <v:stroke joinstyle="miter"/>
                <v:path gradientshapeok="t" o:connecttype="rect"/>
              </v:shapetype>
              <v:shape id="Textové pole 57" o:spid="_x0000_s1026" type="#_x0000_t202" style="position:absolute;left:0;text-align:left;margin-left:196.35pt;margin-top:22.2pt;width:52.9pt;height:12.2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" filled="f" stroked="f" strokeweight=".5pt">
                <v:path arrowok="t"/>
                <v:textbox inset="0,0,0,0">
                  <w:txbxContent>
                    <w:p w:rsidR="00EC35D8" w:rsidRDefault="005F74A1" w:rsidP="005F74A1">
                      <w:pPr>
                        <w:jc w:val="center"/>
                      </w:pPr>
                      <w:proofErr w:type="spellStart"/>
                      <w:r w:rsidRPr="005F74A1">
                        <w:rPr>
                          <w:b/>
                          <w:color w:val="FFFFFF"/>
                          <w:sz w:val="20"/>
                          <w:szCs w:val="20"/>
                        </w:rPr>
                        <w:t>Směrování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B8EE8CE" wp14:editId="7485F296">
                <wp:simplePos x="0" y="0"/>
                <wp:positionH relativeFrom="column">
                  <wp:posOffset>3404074</wp:posOffset>
                </wp:positionH>
                <wp:positionV relativeFrom="paragraph">
                  <wp:posOffset>1372870</wp:posOffset>
                </wp:positionV>
                <wp:extent cx="819150" cy="320675"/>
                <wp:effectExtent l="0" t="0" r="0" b="3175"/>
                <wp:wrapNone/>
                <wp:docPr id="56" name="Textové pol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 xml:space="preserve">Směrování </w:t>
                            </w:r>
                          </w:p>
                          <w:p w:rsidR="00EC35D8" w:rsidRP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>paketů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EE8CE" id="Textové pole 56" o:spid="_x0000_s1027" type="#_x0000_t202" style="position:absolute;left:0;text-align:left;margin-left:268.05pt;margin-top:108.1pt;width:64.5pt;height:25.25pt;z-index:2516618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 xml:space="preserve">Směrování </w:t>
                      </w:r>
                    </w:p>
                    <w:p w:rsidR="00EC35D8" w:rsidRP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>paketů</w:t>
                      </w:r>
                    </w:p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1B856D5" wp14:editId="27E80A6A">
                <wp:simplePos x="0" y="0"/>
                <wp:positionH relativeFrom="column">
                  <wp:posOffset>3613785</wp:posOffset>
                </wp:positionH>
                <wp:positionV relativeFrom="paragraph">
                  <wp:posOffset>277495</wp:posOffset>
                </wp:positionV>
                <wp:extent cx="171450" cy="146050"/>
                <wp:effectExtent l="0" t="0" r="14605" b="6350"/>
                <wp:wrapNone/>
                <wp:docPr id="59" name="Textové pol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71450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TE</w:t>
                            </w:r>
                          </w:p>
                          <w:p w:rsidR="00EC35D8" w:rsidRDefault="00EC35D8" w:rsidP="00EC35D8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B856D5" id="Textové pole 59" o:spid="_x0000_s1028" type="#_x0000_t202" style="position:absolute;left:0;text-align:left;margin-left:284.55pt;margin-top:21.85pt;width:13.5pt;height:11.5pt;z-index: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TE</w:t>
                      </w:r>
                    </w:p>
                    <w:p w:rsidR="00EC35D8" w:rsidRDefault="00EC35D8" w:rsidP="00EC35D8"/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BE4409B" wp14:editId="4E8F2158">
                <wp:simplePos x="0" y="0"/>
                <wp:positionH relativeFrom="column">
                  <wp:posOffset>367030</wp:posOffset>
                </wp:positionH>
                <wp:positionV relativeFrom="paragraph">
                  <wp:posOffset>233680</wp:posOffset>
                </wp:positionV>
                <wp:extent cx="1341755" cy="657225"/>
                <wp:effectExtent l="0" t="0" r="0" b="0"/>
                <wp:wrapNone/>
                <wp:docPr id="58" name="Textové po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Vrstva</w:t>
                            </w:r>
                            <w:proofErr w:type="spellEnd"/>
                          </w:p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EC35D8" w:rsidRDefault="00EC35D8" w:rsidP="00EC35D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řízení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E4409B" id="Textové pole 58" o:spid="_x0000_s1029" type="#_x0000_t202" style="position:absolute;left:0;text-align:left;margin-left:28.9pt;margin-top:18.4pt;width:105.65pt;height:51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" filled="f" stroked="f" strokeweight=".5pt">
                <v:path arrowok="t"/>
                <v:textbox>
                  <w:txbxContent>
                    <w:p w:rsidR="00EC35D8" w:rsidRDefault="00EC35D8" w:rsidP="00EC35D8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Vrstva</w:t>
                      </w:r>
                      <w:proofErr w:type="spellEnd"/>
                    </w:p>
                    <w:p w:rsidR="00EC35D8" w:rsidRDefault="00EC35D8" w:rsidP="00EC35D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:rsidR="00EC35D8" w:rsidRDefault="00EC35D8" w:rsidP="00EC35D8">
                      <w:pPr>
                        <w:jc w:val="center"/>
                      </w:pPr>
                      <w:proofErr w:type="spellStart"/>
                      <w:r>
                        <w:rPr>
                          <w:color w:val="FF0000"/>
                        </w:rPr>
                        <w:t>řízení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8EB5511" wp14:editId="172B3915">
                <wp:simplePos x="0" y="0"/>
                <wp:positionH relativeFrom="column">
                  <wp:posOffset>3063875</wp:posOffset>
                </wp:positionH>
                <wp:positionV relativeFrom="paragraph">
                  <wp:posOffset>621665</wp:posOffset>
                </wp:positionV>
                <wp:extent cx="1352550" cy="155575"/>
                <wp:effectExtent l="0" t="0" r="14605" b="0"/>
                <wp:wrapNone/>
                <wp:docPr id="52" name="Textové po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352550" cy="155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Síťový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operační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systém</w:t>
                            </w:r>
                            <w:proofErr w:type="spellEnd"/>
                          </w:p>
                          <w:p w:rsidR="00EC35D8" w:rsidRDefault="00EC35D8" w:rsidP="00EC35D8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EB5511" id="Textové pole 52" o:spid="_x0000_s1030" type="#_x0000_t202" style="position:absolute;left:0;text-align:left;margin-left:241.25pt;margin-top:48.95pt;width:106.5pt;height:12.2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Síťový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operační</w:t>
                      </w:r>
                      <w:proofErr w:type="spellEnd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systém</w:t>
                      </w:r>
                      <w:proofErr w:type="spellEnd"/>
                    </w:p>
                    <w:p w:rsidR="00EC35D8" w:rsidRDefault="00EC35D8" w:rsidP="00EC35D8"/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0398E2D" wp14:editId="6B105359">
                <wp:simplePos x="0" y="0"/>
                <wp:positionH relativeFrom="column">
                  <wp:posOffset>365760</wp:posOffset>
                </wp:positionH>
                <wp:positionV relativeFrom="paragraph">
                  <wp:posOffset>1292225</wp:posOffset>
                </wp:positionV>
                <wp:extent cx="1341755" cy="657225"/>
                <wp:effectExtent l="3810" t="0" r="0" b="3175"/>
                <wp:wrapNone/>
                <wp:docPr id="51" name="Textové po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1755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</w:rPr>
                              <w:t>Vrstva</w:t>
                            </w:r>
                            <w:proofErr w:type="spellEnd"/>
                          </w:p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</w:rPr>
                            </w:pPr>
                          </w:p>
                          <w:p w:rsidR="00EC35D8" w:rsidRDefault="00EC35D8" w:rsidP="00EC35D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color w:val="FF0000"/>
                              </w:rPr>
                              <w:t>směrování</w:t>
                            </w:r>
                            <w:proofErr w:type="spellEnd"/>
                            <w:r>
                              <w:rPr>
                                <w:color w:val="FF000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</w:rPr>
                              <w:t>(</w:t>
                            </w:r>
                            <w:proofErr w:type="spellStart"/>
                            <w:r>
                              <w:rPr>
                                <w:color w:val="FF0000"/>
                              </w:rPr>
                              <w:t>dat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0" tIns="45720" rIns="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398E2D" id="Textové pole 51" o:spid="_x0000_s1031" type="#_x0000_t202" style="position:absolute;left:0;text-align:left;margin-left:28.8pt;margin-top:101.75pt;width:105.65pt;height:5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" filled="f" stroked="f" strokeweight=".5pt">
                <v:textbox inset="0,,0">
                  <w:txbxContent>
                    <w:p w:rsidR="00EC35D8" w:rsidRDefault="00EC35D8" w:rsidP="00EC35D8">
                      <w:pPr>
                        <w:jc w:val="center"/>
                        <w:rPr>
                          <w:b/>
                        </w:rPr>
                      </w:pPr>
                      <w:proofErr w:type="spellStart"/>
                      <w:r>
                        <w:rPr>
                          <w:b/>
                        </w:rPr>
                        <w:t>Vrstva</w:t>
                      </w:r>
                      <w:proofErr w:type="spellEnd"/>
                    </w:p>
                    <w:p w:rsidR="00EC35D8" w:rsidRDefault="00EC35D8" w:rsidP="00EC35D8">
                      <w:pPr>
                        <w:jc w:val="center"/>
                        <w:rPr>
                          <w:b/>
                          <w:color w:val="FF0000"/>
                        </w:rPr>
                      </w:pPr>
                    </w:p>
                    <w:p w:rsidR="00EC35D8" w:rsidRDefault="00EC35D8" w:rsidP="00EC35D8">
                      <w:pPr>
                        <w:jc w:val="center"/>
                      </w:pPr>
                      <w:proofErr w:type="spellStart"/>
                      <w:r>
                        <w:rPr>
                          <w:color w:val="FF0000"/>
                        </w:rPr>
                        <w:t>směrování</w:t>
                      </w:r>
                      <w:proofErr w:type="spellEnd"/>
                      <w:r>
                        <w:rPr>
                          <w:color w:val="FF000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</w:rPr>
                        <w:t>(</w:t>
                      </w:r>
                      <w:proofErr w:type="spellStart"/>
                      <w:r>
                        <w:rPr>
                          <w:color w:val="FF0000"/>
                        </w:rPr>
                        <w:t>dat</w:t>
                      </w:r>
                      <w:proofErr w:type="spellEnd"/>
                      <w:r>
                        <w:rPr>
                          <w:b/>
                          <w:color w:val="FF000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35D8"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5A7909" wp14:editId="65E24A46">
                <wp:simplePos x="0" y="0"/>
                <wp:positionH relativeFrom="column">
                  <wp:posOffset>4382135</wp:posOffset>
                </wp:positionH>
                <wp:positionV relativeFrom="paragraph">
                  <wp:posOffset>277495</wp:posOffset>
                </wp:positionV>
                <wp:extent cx="466725" cy="146050"/>
                <wp:effectExtent l="0" t="0" r="3810" b="6350"/>
                <wp:wrapNone/>
                <wp:docPr id="50" name="Textové pol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6725" cy="146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FFFF"/>
                                <w:sz w:val="20"/>
                                <w:szCs w:val="20"/>
                              </w:rPr>
                              <w:t>Mobilita</w:t>
                            </w:r>
                            <w:proofErr w:type="spellEnd"/>
                          </w:p>
                          <w:p w:rsidR="00EC35D8" w:rsidRDefault="00EC35D8" w:rsidP="00EC35D8"/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A7909" id="Textové pole 50" o:spid="_x0000_s1032" type="#_x0000_t202" style="position:absolute;left:0;text-align:left;margin-left:345.05pt;margin-top:21.85pt;width:36.75pt;height:11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rPr>
                          <w:b/>
                          <w:color w:val="FFFFFF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FFFF"/>
                          <w:sz w:val="20"/>
                          <w:szCs w:val="20"/>
                        </w:rPr>
                        <w:t>Mobilita</w:t>
                      </w:r>
                      <w:proofErr w:type="spellEnd"/>
                    </w:p>
                    <w:p w:rsidR="00EC35D8" w:rsidRDefault="00EC35D8" w:rsidP="00EC35D8"/>
                  </w:txbxContent>
                </v:textbox>
              </v:shape>
            </w:pict>
          </mc:Fallback>
        </mc:AlternateContent>
      </w:r>
    </w:p>
    <w:p w:rsidR="00EC35D8" w:rsidRDefault="00EC35D8" w:rsidP="00EC35D8">
      <w:pPr>
        <w:rPr>
          <w:lang w:val="sk-SK"/>
        </w:rPr>
      </w:pP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0C354C0" wp14:editId="00970A58">
                <wp:simplePos x="0" y="0"/>
                <wp:positionH relativeFrom="column">
                  <wp:posOffset>4522470</wp:posOffset>
                </wp:positionH>
                <wp:positionV relativeFrom="paragraph">
                  <wp:posOffset>1650204</wp:posOffset>
                </wp:positionV>
                <wp:extent cx="819150" cy="320675"/>
                <wp:effectExtent l="0" t="0" r="0" b="3175"/>
                <wp:wrapNone/>
                <wp:docPr id="53" name="Textové pol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 xml:space="preserve">Směrování </w:t>
                            </w:r>
                          </w:p>
                          <w:p w:rsidR="00EC35D8" w:rsidRP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>paketů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C354C0" id="Textové pole 53" o:spid="_x0000_s1033" type="#_x0000_t202" style="position:absolute;margin-left:356.1pt;margin-top:129.95pt;width:64.5pt;height:25.25pt;z-index:2516705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 xml:space="preserve">Směrování </w:t>
                      </w:r>
                    </w:p>
                    <w:p w:rsidR="00EC35D8" w:rsidRP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>paketů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A79A60B" wp14:editId="77E3A31F">
                <wp:simplePos x="0" y="0"/>
                <wp:positionH relativeFrom="column">
                  <wp:posOffset>3433919</wp:posOffset>
                </wp:positionH>
                <wp:positionV relativeFrom="paragraph">
                  <wp:posOffset>2108835</wp:posOffset>
                </wp:positionV>
                <wp:extent cx="819150" cy="320675"/>
                <wp:effectExtent l="0" t="0" r="0" b="3175"/>
                <wp:wrapNone/>
                <wp:docPr id="55" name="Textové po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>Směrování</w:t>
                            </w:r>
                          </w:p>
                          <w:p w:rsidR="00EC35D8" w:rsidRPr="00EC35D8" w:rsidRDefault="00EC35D8" w:rsidP="00EC35D8">
                            <w:pPr>
                              <w:jc w:val="center"/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  <w:lang w:val="cs-CZ"/>
                              </w:rPr>
                              <w:t>paketů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79A60B" id="Textové pole 55" o:spid="_x0000_s1034" type="#_x0000_t202" style="position:absolute;margin-left:270.4pt;margin-top:166.05pt;width:64.5pt;height:25.2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>Směrování</w:t>
                      </w:r>
                    </w:p>
                    <w:p w:rsidR="00EC35D8" w:rsidRPr="00EC35D8" w:rsidRDefault="00EC35D8" w:rsidP="00EC35D8">
                      <w:pPr>
                        <w:jc w:val="center"/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  <w:szCs w:val="20"/>
                          <w:lang w:val="cs-CZ"/>
                        </w:rPr>
                        <w:t>paketů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F7429C3" wp14:editId="1672EAF2">
                <wp:simplePos x="0" y="0"/>
                <wp:positionH relativeFrom="column">
                  <wp:posOffset>2365375</wp:posOffset>
                </wp:positionH>
                <wp:positionV relativeFrom="paragraph">
                  <wp:posOffset>1655606</wp:posOffset>
                </wp:positionV>
                <wp:extent cx="819150" cy="320675"/>
                <wp:effectExtent l="0" t="0" r="0" b="3175"/>
                <wp:wrapNone/>
                <wp:docPr id="54" name="Textové po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819150" cy="320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35D8" w:rsidRDefault="00EC35D8" w:rsidP="00EC35D8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Směrování</w:t>
                            </w:r>
                            <w:proofErr w:type="spellEnd"/>
                          </w:p>
                          <w:p w:rsidR="00EC35D8" w:rsidRDefault="00EC35D8" w:rsidP="00EC35D8">
                            <w:pP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color w:val="FF0000"/>
                                <w:sz w:val="20"/>
                                <w:szCs w:val="20"/>
                              </w:rPr>
                              <w:t>paketů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7429C3" id="Textové pole 54" o:spid="_x0000_s1035" type="#_x0000_t202" style="position:absolute;margin-left:186.25pt;margin-top:130.35pt;width:64.5pt;height:25.2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" filled="f" stroked="f" strokeweight=".5pt">
                <v:path arrowok="t"/>
                <v:textbox inset="0,0,0,0">
                  <w:txbxContent>
                    <w:p w:rsidR="00EC35D8" w:rsidRDefault="00EC35D8" w:rsidP="00EC35D8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Směrování</w:t>
                      </w:r>
                      <w:proofErr w:type="spellEnd"/>
                    </w:p>
                    <w:p w:rsidR="00EC35D8" w:rsidRDefault="00EC35D8" w:rsidP="00EC35D8">
                      <w:pPr>
                        <w:rPr>
                          <w:b/>
                          <w:color w:val="FF0000"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b/>
                          <w:color w:val="FF0000"/>
                          <w:sz w:val="20"/>
                          <w:szCs w:val="20"/>
                        </w:rPr>
                        <w:t>paketů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cs-CZ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3810</wp:posOffset>
                </wp:positionV>
                <wp:extent cx="5130165" cy="2541905"/>
                <wp:effectExtent l="0" t="3810" r="3810" b="0"/>
                <wp:wrapTopAndBottom/>
                <wp:docPr id="24" name="Skupina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30165" cy="2541905"/>
                          <a:chOff x="0" y="0"/>
                          <a:chExt cx="51295" cy="25427"/>
                        </a:xfrm>
                      </wpg:grpSpPr>
                      <wps:wsp>
                        <wps:cNvPr id="30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295" cy="9817"/>
                          </a:xfrm>
                          <a:prstGeom prst="rect">
                            <a:avLst/>
                          </a:prstGeom>
                          <a:solidFill>
                            <a:srgbClr val="F2F2F2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0" y="10625"/>
                            <a:ext cx="51291" cy="14802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Rounded Rectangle 8"/>
                        <wps:cNvSpPr>
                          <a:spLocks noChangeArrowheads="1"/>
                        </wps:cNvSpPr>
                        <wps:spPr bwMode="auto">
                          <a:xfrm>
                            <a:off x="39285" y="804"/>
                            <a:ext cx="7197" cy="185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Straight Connector 14"/>
                        <wps:cNvCnPr/>
                        <wps:spPr bwMode="auto">
                          <a:xfrm>
                            <a:off x="25188" y="2667"/>
                            <a:ext cx="0" cy="181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Straight Connector 16"/>
                        <wps:cNvCnPr/>
                        <wps:spPr bwMode="auto">
                          <a:xfrm>
                            <a:off x="33993" y="2667"/>
                            <a:ext cx="0" cy="180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Straight Connector 17"/>
                        <wps:cNvCnPr/>
                        <wps:spPr bwMode="auto">
                          <a:xfrm>
                            <a:off x="43010" y="2624"/>
                            <a:ext cx="0" cy="181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Straight Connector 18"/>
                        <wps:cNvCnPr/>
                        <wps:spPr bwMode="auto">
                          <a:xfrm>
                            <a:off x="23156" y="6392"/>
                            <a:ext cx="0" cy="936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7" name="Straight Connector 19"/>
                        <wps:cNvCnPr/>
                        <wps:spPr bwMode="auto">
                          <a:xfrm>
                            <a:off x="44873" y="6392"/>
                            <a:ext cx="0" cy="9366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Straight Connector 20"/>
                        <wps:cNvCnPr/>
                        <wps:spPr bwMode="auto">
                          <a:xfrm>
                            <a:off x="34120" y="6646"/>
                            <a:ext cx="0" cy="4540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Straight Connector 21"/>
                        <wps:cNvCnPr/>
                        <wps:spPr bwMode="auto">
                          <a:xfrm flipV="1">
                            <a:off x="27178" y="14732"/>
                            <a:ext cx="2762" cy="165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Straight Connector 22"/>
                        <wps:cNvCnPr/>
                        <wps:spPr bwMode="auto">
                          <a:xfrm>
                            <a:off x="27178" y="19388"/>
                            <a:ext cx="2762" cy="1651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Straight Connector 23"/>
                        <wps:cNvCnPr/>
                        <wps:spPr bwMode="auto">
                          <a:xfrm>
                            <a:off x="38057" y="14732"/>
                            <a:ext cx="3016" cy="1809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Straight Connector 24"/>
                        <wps:cNvCnPr/>
                        <wps:spPr bwMode="auto">
                          <a:xfrm flipV="1">
                            <a:off x="38227" y="19388"/>
                            <a:ext cx="2508" cy="1645"/>
                          </a:xfrm>
                          <a:prstGeom prst="line">
                            <a:avLst/>
                          </a:prstGeom>
                          <a:noFill/>
                          <a:ln w="38100">
                            <a:solidFill>
                              <a:srgbClr val="000000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Rounded Rectangle 9"/>
                        <wps:cNvSpPr>
                          <a:spLocks noChangeArrowheads="1"/>
                        </wps:cNvSpPr>
                        <wps:spPr bwMode="auto">
                          <a:xfrm>
                            <a:off x="19558" y="4445"/>
                            <a:ext cx="28880" cy="190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4" name="Oval 10"/>
                        <wps:cNvSpPr>
                          <a:spLocks noChangeArrowheads="1"/>
                        </wps:cNvSpPr>
                        <wps:spPr bwMode="auto">
                          <a:xfrm>
                            <a:off x="28405" y="11176"/>
                            <a:ext cx="10864" cy="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5" name="Oval 13"/>
                        <wps:cNvSpPr>
                          <a:spLocks noChangeArrowheads="1"/>
                        </wps:cNvSpPr>
                        <wps:spPr bwMode="auto">
                          <a:xfrm>
                            <a:off x="17822" y="15748"/>
                            <a:ext cx="10864" cy="430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6" name="Oval 11"/>
                        <wps:cNvSpPr>
                          <a:spLocks noChangeArrowheads="1"/>
                        </wps:cNvSpPr>
                        <wps:spPr bwMode="auto">
                          <a:xfrm>
                            <a:off x="28659" y="20277"/>
                            <a:ext cx="10859" cy="4299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7" name="Oval 12"/>
                        <wps:cNvSpPr>
                          <a:spLocks noChangeArrowheads="1"/>
                        </wps:cNvSpPr>
                        <wps:spPr bwMode="auto">
                          <a:xfrm>
                            <a:off x="39581" y="15748"/>
                            <a:ext cx="10859" cy="429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8" name="Rounded Rectangle 6"/>
                        <wps:cNvSpPr>
                          <a:spLocks noChangeArrowheads="1"/>
                        </wps:cNvSpPr>
                        <wps:spPr bwMode="auto">
                          <a:xfrm>
                            <a:off x="21547" y="804"/>
                            <a:ext cx="7198" cy="185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49" name="Rounded Rectangle 7"/>
                        <wps:cNvSpPr>
                          <a:spLocks noChangeArrowheads="1"/>
                        </wps:cNvSpPr>
                        <wps:spPr bwMode="auto">
                          <a:xfrm>
                            <a:off x="30268" y="804"/>
                            <a:ext cx="7194" cy="185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C962D4" id="Skupina 24" o:spid="_x0000_s1026" style="position:absolute;margin-left:0;margin-top:.3pt;width:403.95pt;height:200.15pt;z-index:251662336;mso-position-horizontal:center" coordsize="51295,254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">
                <v:rect id="Rectangle 4" o:spid="_x0000_s1027" style="position:absolute;width:51295;height:98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" fillcolor="#f2f2f2" stroked="f" strokeweight="2pt"/>
                <v:rect id="Rectangle 5" o:spid="_x0000_s1028" style="position:absolute;top:10625;width:51291;height:148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" fillcolor="#d8d8d8" stroked="f" strokeweight="2pt"/>
                <v:roundrect id="Rounded Rectangle 8" o:spid="_x0000_s1029" style="position:absolute;left:39285;top:804;width:7197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" fillcolor="#7f7f7f" stroked="f" strokeweight="2pt"/>
                <v:line id="Straight Connector 14" o:spid="_x0000_s1030" style="position:absolute;visibility:visible;mso-wrap-style:square" from="25188,2667" to="25188,44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" strokeweight="3pt"/>
                <v:line id="Straight Connector 16" o:spid="_x0000_s1031" style="position:absolute;visibility:visible;mso-wrap-style:square" from="33993,2667" to="33993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" strokeweight="3pt"/>
                <v:line id="Straight Connector 17" o:spid="_x0000_s1032" style="position:absolute;visibility:visible;mso-wrap-style:square" from="43010,2624" to="43010,44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" strokeweight="3pt"/>
                <v:line id="Straight Connector 18" o:spid="_x0000_s1033" style="position:absolute;visibility:visible;mso-wrap-style:square" from="23156,6392" to="23156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" strokeweight="3pt">
                  <v:stroke dashstyle="1 1"/>
                </v:line>
                <v:line id="Straight Connector 19" o:spid="_x0000_s1034" style="position:absolute;visibility:visible;mso-wrap-style:square" from="44873,6392" to="44873,15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" strokeweight="3pt">
                  <v:stroke dashstyle="1 1"/>
                </v:line>
                <v:line id="Straight Connector 20" o:spid="_x0000_s1035" style="position:absolute;visibility:visible;mso-wrap-style:square" from="34120,6646" to="34120,11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" strokeweight="3pt">
                  <v:stroke dashstyle="1 1"/>
                </v:line>
                <v:line id="Straight Connector 21" o:spid="_x0000_s1036" style="position:absolute;flip:y;visibility:visible;mso-wrap-style:square" from="27178,14732" to="29940,163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" strokeweight="3pt">
                  <v:stroke dashstyle="1 1"/>
                </v:line>
                <v:line id="Straight Connector 22" o:spid="_x0000_s1037" style="position:absolute;visibility:visible;mso-wrap-style:square" from="27178,19388" to="29940,210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" strokeweight="3pt">
                  <v:stroke dashstyle="1 1"/>
                </v:line>
                <v:line id="Straight Connector 23" o:spid="_x0000_s1038" style="position:absolute;visibility:visible;mso-wrap-style:square" from="38057,14732" to="41073,165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" strokeweight="3pt">
                  <v:stroke dashstyle="1 1"/>
                </v:line>
                <v:line id="Straight Connector 24" o:spid="_x0000_s1039" style="position:absolute;flip:y;visibility:visible;mso-wrap-style:square" from="38227,19388" to="40735,210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" strokeweight="3pt">
                  <v:stroke dashstyle="1 1"/>
                </v:line>
                <v:roundrect id="Rounded Rectangle 9" o:spid="_x0000_s1040" style="position:absolute;left:19558;top:4445;width:28880;height:190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" strokeweight="2pt"/>
                <v:oval id="Oval 10" o:spid="_x0000_s1041" style="position:absolute;left:28405;top:11176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" strokeweight="2pt"/>
                <v:oval id="Oval 13" o:spid="_x0000_s1042" style="position:absolute;left:17822;top:15748;width:10864;height:43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" strokeweight="2pt"/>
                <v:oval id="Oval 11" o:spid="_x0000_s1043" style="position:absolute;left:28659;top:20277;width:10859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" strokeweight="2pt"/>
                <v:oval id="Oval 12" o:spid="_x0000_s1044" style="position:absolute;left:39581;top:15748;width:10859;height:429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" strokeweight="2pt"/>
                <v:roundrect id="Rounded Rectangle 6" o:spid="_x0000_s1045" style="position:absolute;left:21547;top:804;width:7198;height:18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" fillcolor="#7f7f7f" stroked="f" strokeweight="2pt"/>
                <v:roundrect id="Rounded Rectangle 7" o:spid="_x0000_s1046" style="position:absolute;left:30268;top:804;width:7194;height:1854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" fillcolor="#7f7f7f" stroked="f" strokeweight="2pt"/>
                <w10:wrap type="topAndBottom"/>
              </v:group>
            </w:pict>
          </mc:Fallback>
        </mc:AlternateContent>
      </w:r>
    </w:p>
    <w:p w:rsidR="00EC35D8" w:rsidRDefault="00EC35D8" w:rsidP="00EC35D8">
      <w:pPr>
        <w:rPr>
          <w:lang w:val="sk-SK"/>
        </w:rPr>
      </w:pPr>
    </w:p>
    <w:p w:rsidR="00FC6197" w:rsidRPr="00E8669E" w:rsidRDefault="00FC6197" w:rsidP="00F35C9F">
      <w:pPr>
        <w:jc w:val="center"/>
        <w:rPr>
          <w:lang w:val="cs-CZ"/>
        </w:rPr>
      </w:pPr>
      <w:bookmarkStart w:id="0" w:name="_GoBack"/>
      <w:bookmarkEnd w:id="0"/>
    </w:p>
    <w:p w:rsidR="00FC6197" w:rsidRPr="00E8669E" w:rsidRDefault="00FC6197" w:rsidP="00E86BE4">
      <w:pPr>
        <w:pStyle w:val="eLineBottom"/>
        <w:rPr>
          <w:lang w:val="cs-CZ"/>
        </w:rPr>
      </w:pPr>
    </w:p>
    <w:p w:rsidR="00FC6197" w:rsidRPr="00E8669E" w:rsidRDefault="00FC6197">
      <w:pPr>
        <w:rPr>
          <w:b/>
          <w:lang w:val="cs-CZ"/>
        </w:rPr>
      </w:pPr>
      <w:r w:rsidRPr="00E8669E">
        <w:rPr>
          <w:lang w:val="cs-CZ"/>
        </w:rPr>
        <w:br w:type="page"/>
      </w: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lastRenderedPageBreak/>
        <w:t>Označte správnou kombinaci síťových zařízení, které používá architektura sítě založen</w:t>
      </w:r>
      <w:r w:rsidR="00E8669E">
        <w:rPr>
          <w:lang w:val="cs-CZ"/>
        </w:rPr>
        <w:t>á</w:t>
      </w:r>
      <w:r w:rsidRPr="00E8669E">
        <w:rPr>
          <w:lang w:val="cs-CZ"/>
        </w:rPr>
        <w:t xml:space="preserve"> na virtualizaci síťových funkcí NFV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 xml:space="preserve">Network </w:t>
      </w:r>
      <w:proofErr w:type="spellStart"/>
      <w:r w:rsidR="00FC6197" w:rsidRPr="00E8669E">
        <w:rPr>
          <w:i/>
          <w:lang w:val="cs-CZ"/>
        </w:rPr>
        <w:t>Functions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Virtualization</w:t>
      </w:r>
      <w:proofErr w:type="spellEnd"/>
      <w:r w:rsidR="00FC6197" w:rsidRPr="00E8669E">
        <w:rPr>
          <w:lang w:val="cs-CZ"/>
        </w:rPr>
        <w:t xml:space="preserve">). </w:t>
      </w:r>
    </w:p>
    <w:p w:rsidR="00FC6197" w:rsidRPr="00E8669E" w:rsidRDefault="00FC6197" w:rsidP="00450A85">
      <w:pPr>
        <w:rPr>
          <w:lang w:val="cs-CZ"/>
        </w:rPr>
      </w:pPr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Pr="00E8669E">
        <w:rPr>
          <w:lang w:val="cs-CZ"/>
        </w:rPr>
        <w:t>PE sm</w:t>
      </w:r>
      <w:r w:rsidR="00D8660C" w:rsidRPr="00E8669E">
        <w:rPr>
          <w:lang w:val="cs-CZ"/>
        </w:rPr>
        <w:t>ě</w:t>
      </w:r>
      <w:r w:rsidRPr="00E8669E">
        <w:rPr>
          <w:lang w:val="cs-CZ"/>
        </w:rPr>
        <w:t>rovače, servery BRAS, úloži</w:t>
      </w:r>
      <w:r w:rsidR="00D8660C" w:rsidRPr="00E8669E">
        <w:rPr>
          <w:lang w:val="cs-CZ"/>
        </w:rPr>
        <w:t>ště</w:t>
      </w:r>
    </w:p>
    <w:p w:rsidR="00F35C9F" w:rsidRPr="00B34AF3" w:rsidRDefault="00F35C9F" w:rsidP="00F35C9F">
      <w:pPr>
        <w:pStyle w:val="eCheckBoxText"/>
        <w:rPr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lang w:val="sk-SK"/>
        </w:rPr>
        <w:tab/>
      </w:r>
      <w:proofErr w:type="spellStart"/>
      <w:r>
        <w:rPr>
          <w:color w:val="FF0000"/>
          <w:lang w:val="sk-SK"/>
        </w:rPr>
        <w:t>E</w:t>
      </w:r>
      <w:r w:rsidRPr="00AE329B">
        <w:rPr>
          <w:color w:val="FF0000"/>
          <w:lang w:val="sk-SK"/>
        </w:rPr>
        <w:t>thernetové</w:t>
      </w:r>
      <w:proofErr w:type="spellEnd"/>
      <w:r w:rsidRPr="00AE329B">
        <w:rPr>
          <w:color w:val="FF0000"/>
          <w:lang w:val="sk-SK"/>
        </w:rPr>
        <w:t xml:space="preserve"> p</w:t>
      </w:r>
      <w:r>
        <w:rPr>
          <w:color w:val="FF0000"/>
          <w:lang w:val="sk-SK"/>
        </w:rPr>
        <w:t>5</w:t>
      </w:r>
      <w:r w:rsidRPr="00AE329B">
        <w:rPr>
          <w:color w:val="FF0000"/>
          <w:lang w:val="sk-SK"/>
        </w:rPr>
        <w:t xml:space="preserve">epínače, výkonové servery, </w:t>
      </w:r>
      <w:proofErr w:type="spellStart"/>
      <w:r w:rsidRPr="00AE329B">
        <w:rPr>
          <w:color w:val="FF0000"/>
          <w:lang w:val="sk-SK"/>
        </w:rPr>
        <w:t>úloži</w:t>
      </w:r>
      <w:r>
        <w:rPr>
          <w:color w:val="FF0000"/>
          <w:lang w:val="cs-CZ"/>
        </w:rPr>
        <w:t>ště</w:t>
      </w:r>
      <w:proofErr w:type="spellEnd"/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proofErr w:type="spellStart"/>
      <w:r w:rsidR="00D8660C" w:rsidRPr="00E8669E">
        <w:rPr>
          <w:rStyle w:val="alt-edited"/>
          <w:lang w:val="cs-CZ"/>
        </w:rPr>
        <w:t>Ethernetové</w:t>
      </w:r>
      <w:proofErr w:type="spellEnd"/>
      <w:r w:rsidR="00D8660C" w:rsidRPr="00E8669E">
        <w:rPr>
          <w:rStyle w:val="shorttext"/>
          <w:lang w:val="cs-CZ"/>
        </w:rPr>
        <w:t xml:space="preserve"> přepínače</w:t>
      </w:r>
      <w:r w:rsidRPr="00E8669E">
        <w:rPr>
          <w:lang w:val="cs-CZ"/>
        </w:rPr>
        <w:t>, výkonové servery, servery BRAS</w:t>
      </w:r>
    </w:p>
    <w:p w:rsidR="00FC6197" w:rsidRPr="00E8669E" w:rsidRDefault="00FC6197" w:rsidP="00047A6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úložiště</w:t>
      </w:r>
      <w:r w:rsidRPr="00E8669E">
        <w:rPr>
          <w:lang w:val="cs-CZ"/>
        </w:rPr>
        <w:t>, PE sm</w:t>
      </w:r>
      <w:r w:rsidR="00D8660C" w:rsidRPr="00E8669E">
        <w:rPr>
          <w:lang w:val="cs-CZ"/>
        </w:rPr>
        <w:t>ě</w:t>
      </w:r>
      <w:r w:rsidRPr="00E8669E">
        <w:rPr>
          <w:lang w:val="cs-CZ"/>
        </w:rPr>
        <w:t xml:space="preserve">rovače, </w:t>
      </w:r>
      <w:proofErr w:type="spellStart"/>
      <w:r w:rsidR="00D8660C" w:rsidRPr="00E8669E">
        <w:rPr>
          <w:rStyle w:val="alt-edited"/>
          <w:lang w:val="cs-CZ"/>
        </w:rPr>
        <w:t>Ethernetové</w:t>
      </w:r>
      <w:proofErr w:type="spellEnd"/>
      <w:r w:rsidR="00D8660C" w:rsidRPr="00E8669E">
        <w:rPr>
          <w:rStyle w:val="shorttext"/>
          <w:lang w:val="cs-CZ"/>
        </w:rPr>
        <w:t xml:space="preserve"> přepínače</w:t>
      </w:r>
    </w:p>
    <w:p w:rsidR="00FC6197" w:rsidRPr="00E8669E" w:rsidRDefault="00FC6197" w:rsidP="00047A67">
      <w:pPr>
        <w:pStyle w:val="eLineBottom"/>
        <w:rPr>
          <w:lang w:val="cs-CZ"/>
        </w:rPr>
      </w:pPr>
    </w:p>
    <w:p w:rsidR="00FC6197" w:rsidRPr="00E8669E" w:rsidRDefault="00FC6197" w:rsidP="00450A85">
      <w:pPr>
        <w:rPr>
          <w:lang w:val="cs-CZ"/>
        </w:rPr>
      </w:pPr>
    </w:p>
    <w:p w:rsidR="00FC6197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t>Přiřaďte zkratky / názvy v levém sloupci k odpovídajícím tvrzením v pravém sloupci</w:t>
      </w:r>
      <w:r w:rsidR="00FC6197" w:rsidRPr="00E8669E">
        <w:rPr>
          <w:lang w:val="cs-CZ"/>
        </w:rPr>
        <w:t>.</w:t>
      </w:r>
    </w:p>
    <w:p w:rsidR="00F35C9F" w:rsidRDefault="00F35C9F" w:rsidP="00F35C9F">
      <w:pPr>
        <w:pStyle w:val="eTask"/>
        <w:numPr>
          <w:ilvl w:val="0"/>
          <w:numId w:val="0"/>
        </w:numPr>
        <w:ind w:left="357" w:hanging="357"/>
        <w:rPr>
          <w:lang w:val="cs-CZ"/>
        </w:rPr>
      </w:pPr>
    </w:p>
    <w:p w:rsidR="00F35C9F" w:rsidRPr="00B34AF3" w:rsidRDefault="00F35C9F" w:rsidP="00F35C9F">
      <w:pPr>
        <w:rPr>
          <w:lang w:val="sk-SK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23"/>
        <w:gridCol w:w="1176"/>
        <w:gridCol w:w="6789"/>
      </w:tblGrid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NETCONF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244475</wp:posOffset>
                      </wp:positionV>
                      <wp:extent cx="742950" cy="1495425"/>
                      <wp:effectExtent l="0" t="0" r="19050" b="28575"/>
                      <wp:wrapNone/>
                      <wp:docPr id="14" name="Přímá spojnic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42950" cy="14954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3B6C76" id="Přímá spojnice 14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9.25pt" to="53.1pt,13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" strokecolor="red" strokeweight="1.2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244475</wp:posOffset>
                      </wp:positionV>
                      <wp:extent cx="742950" cy="2171700"/>
                      <wp:effectExtent l="0" t="0" r="19050" b="19050"/>
                      <wp:wrapNone/>
                      <wp:docPr id="13" name="Přímá spojni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42950" cy="21717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6C1D38" id="Přímá spojnice 13" o:spid="_x0000_s1026" style="position:absolute;flip:y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9.25pt" to="53.1pt,19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789" w:type="dxa"/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  <w:r w:rsidRPr="00E8669E">
              <w:rPr>
                <w:lang w:val="cs-CZ"/>
              </w:rPr>
              <w:t>hardwarové řešení vhodné pro výzkum v oblasti vytváření sítí</w:t>
            </w:r>
            <w:r w:rsidRPr="00CD28D7">
              <w:rPr>
                <w:lang w:val="sk-SK"/>
              </w:rPr>
              <w:t>.</w:t>
            </w:r>
          </w:p>
        </w:tc>
      </w:tr>
      <w:tr w:rsidR="00F35C9F" w:rsidRPr="005F74A1" w:rsidTr="0050158B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</w:tr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Cisco ONE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3C91601E" wp14:editId="30212110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238760</wp:posOffset>
                      </wp:positionV>
                      <wp:extent cx="742950" cy="2219325"/>
                      <wp:effectExtent l="0" t="0" r="19050" b="28575"/>
                      <wp:wrapNone/>
                      <wp:docPr id="12" name="Přímá spojni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42950" cy="2219325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CBFD48" id="Přímá spojnice 12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8.8pt" to="53.1pt,1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" strokecolor="red" strokeweight="1.25pt">
                      <o:lock v:ext="edit" shapetype="f"/>
                    </v:line>
                  </w:pict>
                </mc:Fallback>
              </mc:AlternateContent>
            </w: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1FE2534" wp14:editId="0DE5ECD2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238760</wp:posOffset>
                      </wp:positionV>
                      <wp:extent cx="742950" cy="2990850"/>
                      <wp:effectExtent l="0" t="0" r="19050" b="19050"/>
                      <wp:wrapNone/>
                      <wp:docPr id="11" name="Přímá spojni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42950" cy="29908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22E9C47" id="Přímá spojnice 11" o:spid="_x0000_s1026" style="position:absolute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8.8pt" to="53.1pt,25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789" w:type="dxa"/>
          </w:tcPr>
          <w:p w:rsidR="00F35C9F" w:rsidRPr="00CD28D7" w:rsidRDefault="00F35C9F" w:rsidP="0050158B">
            <w:pPr>
              <w:rPr>
                <w:lang w:val="sk-SK"/>
              </w:rPr>
            </w:pPr>
            <w:r w:rsidRPr="00E8669E">
              <w:rPr>
                <w:lang w:val="cs-CZ"/>
              </w:rPr>
              <w:t xml:space="preserve">protokol založený na modelu přepínacího prvku, který umožňuje definovat nové funkce </w:t>
            </w:r>
            <w:r>
              <w:rPr>
                <w:lang w:val="cs-CZ"/>
              </w:rPr>
              <w:t>vrstvy</w:t>
            </w:r>
            <w:r w:rsidRPr="00E8669E">
              <w:rPr>
                <w:lang w:val="cs-CZ"/>
              </w:rPr>
              <w:t xml:space="preserve"> směrování bez změny protokolu mezi </w:t>
            </w:r>
            <w:r>
              <w:rPr>
                <w:lang w:val="cs-CZ"/>
              </w:rPr>
              <w:t>vrstvami</w:t>
            </w:r>
            <w:r w:rsidRPr="00E8669E">
              <w:rPr>
                <w:lang w:val="cs-CZ"/>
              </w:rPr>
              <w:t xml:space="preserve"> řízení a směrování</w:t>
            </w:r>
            <w:r>
              <w:rPr>
                <w:lang w:val="cs-CZ"/>
              </w:rPr>
              <w:t>.</w:t>
            </w:r>
          </w:p>
        </w:tc>
      </w:tr>
      <w:tr w:rsidR="00F35C9F" w:rsidRPr="005F74A1" w:rsidTr="0050158B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</w:tr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OpenFlow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233045</wp:posOffset>
                      </wp:positionV>
                      <wp:extent cx="742950" cy="1504950"/>
                      <wp:effectExtent l="0" t="0" r="19050" b="19050"/>
                      <wp:wrapNone/>
                      <wp:docPr id="10" name="Přímá spojni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742950" cy="150495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6E04667" id="Přímá spojnice 10" o:spid="_x0000_s1026" style="position:absolute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18.35pt" to="53.1pt,1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789" w:type="dxa"/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  <w:r w:rsidRPr="00E8669E">
              <w:rPr>
                <w:lang w:val="cs-CZ"/>
              </w:rPr>
              <w:t>vyvinut</w:t>
            </w:r>
            <w:r>
              <w:rPr>
                <w:lang w:val="cs-CZ"/>
              </w:rPr>
              <w:t>ý</w:t>
            </w:r>
            <w:r w:rsidRPr="00E8669E">
              <w:rPr>
                <w:lang w:val="cs-CZ"/>
              </w:rPr>
              <w:t xml:space="preserve"> jako nástupce protokolu SNMP a některých protokolů CLI </w:t>
            </w:r>
            <w:r>
              <w:rPr>
                <w:lang w:val="cs-CZ"/>
              </w:rPr>
              <w:t>pro</w:t>
            </w:r>
            <w:r w:rsidRPr="00E8669E">
              <w:rPr>
                <w:lang w:val="cs-CZ"/>
              </w:rPr>
              <w:t xml:space="preserve"> konfiguraci síťových prvků</w:t>
            </w:r>
            <w:r w:rsidRPr="00CD28D7">
              <w:rPr>
                <w:lang w:val="sk-SK"/>
              </w:rPr>
              <w:t>.</w:t>
            </w:r>
          </w:p>
        </w:tc>
      </w:tr>
      <w:tr w:rsidR="00F35C9F" w:rsidRPr="005F74A1" w:rsidTr="0050158B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</w:tr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NetFPGA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  <w:r>
              <w:rPr>
                <w:noProof/>
                <w:lang w:val="cs-CZ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255905</wp:posOffset>
                      </wp:positionV>
                      <wp:extent cx="742950" cy="1447800"/>
                      <wp:effectExtent l="0" t="0" r="19050" b="19050"/>
                      <wp:wrapNone/>
                      <wp:docPr id="9" name="Přímá spojni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742950" cy="1447800"/>
                              </a:xfrm>
                              <a:prstGeom prst="line">
                                <a:avLst/>
                              </a:prstGeom>
                              <a:ln w="15875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58AC18" id="Přímá spojnice 9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4pt,20.15pt" to="53.1pt,13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" strokecolor="red" strokeweight="1.25pt"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6789" w:type="dxa"/>
            <w:vAlign w:val="center"/>
          </w:tcPr>
          <w:p w:rsidR="00F35C9F" w:rsidRPr="00CD28D7" w:rsidRDefault="00F35C9F" w:rsidP="00F35C9F">
            <w:pPr>
              <w:rPr>
                <w:lang w:val="sk-SK"/>
              </w:rPr>
            </w:pPr>
            <w:r w:rsidRPr="00E8669E">
              <w:rPr>
                <w:lang w:val="cs-CZ"/>
              </w:rPr>
              <w:t>protokol podobný SDN</w:t>
            </w:r>
            <w:r>
              <w:rPr>
                <w:lang w:val="cs-CZ"/>
              </w:rPr>
              <w:t>,</w:t>
            </w:r>
            <w:r w:rsidRPr="00E8669E">
              <w:rPr>
                <w:lang w:val="cs-CZ"/>
              </w:rPr>
              <w:t xml:space="preserve"> ale bez centralizované roviny řízení</w:t>
            </w:r>
            <w:r w:rsidRPr="00CD28D7">
              <w:rPr>
                <w:lang w:val="sk-SK"/>
              </w:rPr>
              <w:t>.</w:t>
            </w:r>
          </w:p>
        </w:tc>
      </w:tr>
      <w:tr w:rsidR="00F35C9F" w:rsidRPr="005F74A1" w:rsidTr="0050158B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</w:tr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proofErr w:type="spellStart"/>
            <w:r w:rsidRPr="00CD28D7">
              <w:rPr>
                <w:lang w:val="sk-SK"/>
              </w:rPr>
              <w:t>ForCES</w:t>
            </w:r>
            <w:proofErr w:type="spellEnd"/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  <w:r w:rsidRPr="00E8669E">
              <w:rPr>
                <w:lang w:val="cs-CZ"/>
              </w:rPr>
              <w:t xml:space="preserve">otevřený standard vyvinutý Nadací pro otevřenou síť </w:t>
            </w:r>
            <w:r w:rsidRPr="00CD28D7">
              <w:rPr>
                <w:lang w:val="sk-SK"/>
              </w:rPr>
              <w:t>(ONF).</w:t>
            </w:r>
          </w:p>
        </w:tc>
      </w:tr>
      <w:tr w:rsidR="00F35C9F" w:rsidRPr="005F74A1" w:rsidTr="0050158B">
        <w:trPr>
          <w:trHeight w:hRule="exact" w:val="283"/>
        </w:trPr>
        <w:tc>
          <w:tcPr>
            <w:tcW w:w="1323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tcBorders>
              <w:left w:val="nil"/>
              <w:right w:val="nil"/>
            </w:tcBorders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</w:tr>
      <w:tr w:rsidR="00F35C9F" w:rsidRPr="005F74A1" w:rsidTr="0050158B">
        <w:trPr>
          <w:trHeight w:hRule="exact" w:val="851"/>
        </w:trPr>
        <w:tc>
          <w:tcPr>
            <w:tcW w:w="1323" w:type="dxa"/>
            <w:vAlign w:val="center"/>
          </w:tcPr>
          <w:p w:rsidR="00F35C9F" w:rsidRPr="00CD28D7" w:rsidRDefault="00F35C9F" w:rsidP="0050158B">
            <w:pPr>
              <w:jc w:val="center"/>
              <w:rPr>
                <w:lang w:val="sk-SK"/>
              </w:rPr>
            </w:pPr>
            <w:r w:rsidRPr="00CD28D7">
              <w:rPr>
                <w:lang w:val="sk-SK"/>
              </w:rPr>
              <w:t>MPLS</w:t>
            </w:r>
          </w:p>
        </w:tc>
        <w:tc>
          <w:tcPr>
            <w:tcW w:w="1176" w:type="dxa"/>
            <w:tcBorders>
              <w:top w:val="nil"/>
              <w:bottom w:val="nil"/>
            </w:tcBorders>
          </w:tcPr>
          <w:p w:rsidR="00F35C9F" w:rsidRPr="00CD28D7" w:rsidRDefault="00F35C9F" w:rsidP="0050158B">
            <w:pPr>
              <w:rPr>
                <w:lang w:val="sk-SK"/>
              </w:rPr>
            </w:pPr>
          </w:p>
        </w:tc>
        <w:tc>
          <w:tcPr>
            <w:tcW w:w="6789" w:type="dxa"/>
            <w:vAlign w:val="center"/>
          </w:tcPr>
          <w:p w:rsidR="00F35C9F" w:rsidRPr="00CD28D7" w:rsidRDefault="00F35C9F" w:rsidP="0050158B">
            <w:pPr>
              <w:rPr>
                <w:lang w:val="sk-SK"/>
              </w:rPr>
            </w:pPr>
            <w:r w:rsidRPr="00E8669E">
              <w:rPr>
                <w:lang w:val="cs-CZ"/>
              </w:rPr>
              <w:t>poskytuje programovatelné rozhraní pro přímé řízení zařízení Cisco</w:t>
            </w:r>
            <w:r w:rsidRPr="00CD28D7">
              <w:rPr>
                <w:lang w:val="sk-SK"/>
              </w:rPr>
              <w:t>.</w:t>
            </w:r>
          </w:p>
        </w:tc>
      </w:tr>
    </w:tbl>
    <w:p w:rsidR="00F35C9F" w:rsidRPr="00B34AF3" w:rsidRDefault="00F35C9F" w:rsidP="00F35C9F">
      <w:pPr>
        <w:pStyle w:val="eLineBottom"/>
        <w:rPr>
          <w:lang w:val="sk-SK"/>
        </w:rPr>
      </w:pPr>
    </w:p>
    <w:p w:rsidR="00FC6197" w:rsidRPr="00E8669E" w:rsidRDefault="00FC6197" w:rsidP="00CA6FD5">
      <w:pPr>
        <w:pStyle w:val="eLineBottom"/>
        <w:rPr>
          <w:lang w:val="cs-CZ"/>
        </w:rPr>
      </w:pPr>
    </w:p>
    <w:p w:rsidR="00FC6197" w:rsidRPr="00E8669E" w:rsidRDefault="00FC6197" w:rsidP="00CA6FD5">
      <w:pPr>
        <w:rPr>
          <w:lang w:val="cs-CZ"/>
        </w:rPr>
      </w:pPr>
    </w:p>
    <w:p w:rsidR="00FC6197" w:rsidRPr="00E8669E" w:rsidRDefault="00FC6197" w:rsidP="00D8660C">
      <w:pPr>
        <w:tabs>
          <w:tab w:val="left" w:pos="7920"/>
        </w:tabs>
        <w:rPr>
          <w:b/>
          <w:lang w:val="cs-CZ"/>
        </w:rPr>
      </w:pPr>
      <w:r w:rsidRPr="00E8669E">
        <w:rPr>
          <w:lang w:val="cs-CZ"/>
        </w:rPr>
        <w:br w:type="page"/>
      </w:r>
      <w:r w:rsidR="00D8660C" w:rsidRPr="00E8669E">
        <w:rPr>
          <w:lang w:val="cs-CZ"/>
        </w:rPr>
        <w:lastRenderedPageBreak/>
        <w:tab/>
      </w: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lang w:val="cs-CZ"/>
        </w:rPr>
        <w:t xml:space="preserve">Označte správné skupiny složek pro infrastrukturu </w:t>
      </w:r>
      <w:proofErr w:type="spellStart"/>
      <w:r w:rsidRPr="00E8669E">
        <w:rPr>
          <w:lang w:val="cs-CZ"/>
        </w:rPr>
        <w:t>virtualizované</w:t>
      </w:r>
      <w:proofErr w:type="spellEnd"/>
      <w:r w:rsidRPr="00E8669E">
        <w:rPr>
          <w:lang w:val="cs-CZ"/>
        </w:rPr>
        <w:t xml:space="preserve"> sítě </w:t>
      </w:r>
      <w:r w:rsidR="00FC6197" w:rsidRPr="00E8669E">
        <w:rPr>
          <w:lang w:val="cs-CZ"/>
        </w:rPr>
        <w:t>(</w:t>
      </w:r>
      <w:r w:rsidR="00FC6197" w:rsidRPr="00E8669E">
        <w:rPr>
          <w:i/>
          <w:lang w:val="cs-CZ"/>
        </w:rPr>
        <w:t xml:space="preserve">Network </w:t>
      </w:r>
      <w:proofErr w:type="spellStart"/>
      <w:r w:rsidR="00FC6197" w:rsidRPr="00E8669E">
        <w:rPr>
          <w:i/>
          <w:lang w:val="cs-CZ"/>
        </w:rPr>
        <w:t>Functions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Virtualization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Infrastructure</w:t>
      </w:r>
      <w:proofErr w:type="spellEnd"/>
      <w:r w:rsidR="00FC6197" w:rsidRPr="00E8669E">
        <w:rPr>
          <w:lang w:val="cs-CZ"/>
        </w:rPr>
        <w:t>).</w:t>
      </w:r>
    </w:p>
    <w:p w:rsidR="00FC6197" w:rsidRPr="00E8669E" w:rsidRDefault="00FC6197" w:rsidP="00047A67">
      <w:pPr>
        <w:rPr>
          <w:sz w:val="20"/>
          <w:szCs w:val="20"/>
          <w:lang w:val="cs-CZ"/>
        </w:rPr>
      </w:pPr>
    </w:p>
    <w:p w:rsidR="00913B74" w:rsidRPr="00B34AF3" w:rsidRDefault="00913B74" w:rsidP="00913B74">
      <w:pPr>
        <w:pStyle w:val="eCheckBoxText"/>
        <w:rPr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lang w:val="sk-SK"/>
        </w:rPr>
        <w:tab/>
      </w:r>
      <w:r w:rsidRPr="00913B74">
        <w:rPr>
          <w:color w:val="FF0000"/>
          <w:lang w:val="cs-CZ"/>
        </w:rPr>
        <w:t>výpočetní hardware, hardwarové úložiště, síťový hardware</w:t>
      </w:r>
    </w:p>
    <w:p w:rsidR="00FC6197" w:rsidRPr="00E8669E" w:rsidRDefault="00FC6197" w:rsidP="00047A6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systém řízení prvků, virtuální úložiště, virtuální síť</w:t>
      </w:r>
    </w:p>
    <w:p w:rsidR="00FC6197" w:rsidRPr="00913B74" w:rsidRDefault="00913B74" w:rsidP="00913B74">
      <w:pPr>
        <w:pStyle w:val="eCheckBoxText"/>
        <w:rPr>
          <w:b/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rStyle w:val="eCheckBoxSquareChar"/>
          <w:lang w:val="sk-SK"/>
        </w:rPr>
        <w:tab/>
      </w:r>
      <w:r w:rsidR="00D8660C" w:rsidRPr="00913B74">
        <w:rPr>
          <w:color w:val="FF0000"/>
          <w:lang w:val="cs-CZ"/>
        </w:rPr>
        <w:t>výpočetní hardware, virtuální úložiště, hardwarové úložiště</w:t>
      </w:r>
    </w:p>
    <w:p w:rsidR="00FC6197" w:rsidRPr="00E8669E" w:rsidRDefault="00FC6197" w:rsidP="00047A67">
      <w:pPr>
        <w:pStyle w:val="eCheckBoxText"/>
        <w:rPr>
          <w:b/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rStyle w:val="shorttext"/>
          <w:lang w:val="cs-CZ"/>
        </w:rPr>
        <w:t>koordinátor, systém řízení prvků, síťový hardware</w:t>
      </w:r>
    </w:p>
    <w:p w:rsidR="00FC6197" w:rsidRPr="00E8669E" w:rsidRDefault="00FC6197" w:rsidP="00DB0A17">
      <w:pPr>
        <w:pStyle w:val="eLineBottom"/>
        <w:rPr>
          <w:lang w:val="cs-CZ"/>
        </w:rPr>
      </w:pPr>
    </w:p>
    <w:p w:rsidR="00FC6197" w:rsidRPr="00E8669E" w:rsidRDefault="00FC6197" w:rsidP="00C049FD">
      <w:pPr>
        <w:rPr>
          <w:lang w:val="cs-CZ"/>
        </w:rPr>
      </w:pPr>
    </w:p>
    <w:p w:rsidR="00FC6197" w:rsidRPr="00E8669E" w:rsidRDefault="00D8660C" w:rsidP="00064EF2">
      <w:pPr>
        <w:pStyle w:val="eTask"/>
        <w:rPr>
          <w:lang w:val="cs-CZ"/>
        </w:rPr>
      </w:pPr>
      <w:r w:rsidRPr="00E8669E">
        <w:rPr>
          <w:rStyle w:val="shorttext"/>
          <w:lang w:val="cs-CZ"/>
        </w:rPr>
        <w:t>Označte správné charakteristiky infrastruktury</w:t>
      </w:r>
      <w:r w:rsidRPr="00E8669E">
        <w:rPr>
          <w:lang w:val="cs-CZ"/>
        </w:rPr>
        <w:t xml:space="preserve"> </w:t>
      </w:r>
      <w:r w:rsidR="00FC6197" w:rsidRPr="00E8669E">
        <w:rPr>
          <w:lang w:val="cs-CZ"/>
        </w:rPr>
        <w:t>NFV -  NFVI (</w:t>
      </w:r>
      <w:r w:rsidR="00FC6197" w:rsidRPr="00E8669E">
        <w:rPr>
          <w:i/>
          <w:lang w:val="cs-CZ"/>
        </w:rPr>
        <w:t xml:space="preserve">Network </w:t>
      </w:r>
      <w:proofErr w:type="spellStart"/>
      <w:r w:rsidR="00FC6197" w:rsidRPr="00E8669E">
        <w:rPr>
          <w:i/>
          <w:lang w:val="cs-CZ"/>
        </w:rPr>
        <w:t>Functions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Virtualization</w:t>
      </w:r>
      <w:proofErr w:type="spellEnd"/>
      <w:r w:rsidR="00FC6197" w:rsidRPr="00E8669E">
        <w:rPr>
          <w:i/>
          <w:lang w:val="cs-CZ"/>
        </w:rPr>
        <w:t xml:space="preserve"> </w:t>
      </w:r>
      <w:proofErr w:type="spellStart"/>
      <w:r w:rsidR="00FC6197" w:rsidRPr="00E8669E">
        <w:rPr>
          <w:i/>
          <w:lang w:val="cs-CZ"/>
        </w:rPr>
        <w:t>Infrastructure</w:t>
      </w:r>
      <w:proofErr w:type="spellEnd"/>
      <w:r w:rsidR="00FC6197" w:rsidRPr="00E8669E">
        <w:rPr>
          <w:lang w:val="cs-CZ"/>
        </w:rPr>
        <w:t>).</w:t>
      </w:r>
    </w:p>
    <w:p w:rsidR="00FC6197" w:rsidRPr="00E8669E" w:rsidRDefault="00FC6197" w:rsidP="00DB0A17">
      <w:pPr>
        <w:rPr>
          <w:sz w:val="20"/>
          <w:szCs w:val="20"/>
          <w:lang w:val="cs-CZ"/>
        </w:rPr>
      </w:pPr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D8660C" w:rsidRPr="00E8669E">
        <w:rPr>
          <w:lang w:val="cs-CZ"/>
        </w:rPr>
        <w:t>NFVI je rozdělen</w:t>
      </w:r>
      <w:r w:rsidR="00E8669E">
        <w:rPr>
          <w:lang w:val="cs-CZ"/>
        </w:rPr>
        <w:t>á</w:t>
      </w:r>
      <w:r w:rsidR="00D8660C" w:rsidRPr="00E8669E">
        <w:rPr>
          <w:lang w:val="cs-CZ"/>
        </w:rPr>
        <w:t xml:space="preserve"> na 4 domény a jedn</w:t>
      </w:r>
      <w:r w:rsidR="00E8669E">
        <w:rPr>
          <w:lang w:val="cs-CZ"/>
        </w:rPr>
        <w:t>a</w:t>
      </w:r>
      <w:r w:rsidR="00D8660C" w:rsidRPr="00E8669E">
        <w:rPr>
          <w:lang w:val="cs-CZ"/>
        </w:rPr>
        <w:t xml:space="preserve"> z nich je doména počítače</w:t>
      </w:r>
    </w:p>
    <w:p w:rsidR="00FC6197" w:rsidRPr="00913B74" w:rsidRDefault="00913B74" w:rsidP="00913B74">
      <w:pPr>
        <w:pStyle w:val="eCheckBoxText"/>
        <w:rPr>
          <w:b/>
          <w:lang w:val="sk-SK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Pr="00B34AF3">
        <w:rPr>
          <w:rStyle w:val="eCheckBoxSquareChar"/>
          <w:lang w:val="sk-SK"/>
        </w:rPr>
        <w:tab/>
      </w:r>
      <w:r w:rsidRPr="00913B74">
        <w:rPr>
          <w:color w:val="FF0000"/>
          <w:lang w:val="sk-SK"/>
        </w:rPr>
        <w:t xml:space="preserve">NFVI </w:t>
      </w:r>
      <w:r w:rsidR="00E8669E" w:rsidRPr="00913B74">
        <w:rPr>
          <w:color w:val="FF0000"/>
          <w:lang w:val="cs-CZ"/>
        </w:rPr>
        <w:t>je rozdělená na 3 domény a jedna</w:t>
      </w:r>
      <w:r w:rsidR="00D8660C" w:rsidRPr="00913B74">
        <w:rPr>
          <w:color w:val="FF0000"/>
          <w:lang w:val="cs-CZ"/>
        </w:rPr>
        <w:t xml:space="preserve"> z nich je doména </w:t>
      </w:r>
      <w:proofErr w:type="spellStart"/>
      <w:r w:rsidR="00D8660C" w:rsidRPr="00913B74">
        <w:rPr>
          <w:color w:val="FF0000"/>
          <w:lang w:val="cs-CZ"/>
        </w:rPr>
        <w:t>hypervizoru</w:t>
      </w:r>
      <w:proofErr w:type="spellEnd"/>
    </w:p>
    <w:p w:rsidR="00FC6197" w:rsidRPr="00E8669E" w:rsidRDefault="00FC6197" w:rsidP="00DB0A17">
      <w:pPr>
        <w:pStyle w:val="eCheckBoxText"/>
        <w:rPr>
          <w:lang w:val="cs-CZ"/>
        </w:rPr>
      </w:pPr>
      <w:r w:rsidRPr="00E8669E">
        <w:rPr>
          <w:rStyle w:val="eCheckBoxSquareChar"/>
          <w:lang w:val="cs-CZ"/>
        </w:rPr>
        <w:t>□</w:t>
      </w:r>
      <w:r w:rsidRPr="00E8669E">
        <w:rPr>
          <w:rStyle w:val="eCheckBoxSquareChar"/>
          <w:lang w:val="cs-CZ"/>
        </w:rPr>
        <w:tab/>
      </w:r>
      <w:r w:rsidR="00E8669E">
        <w:rPr>
          <w:lang w:val="cs-CZ"/>
        </w:rPr>
        <w:t>NFVI je rozdělená na 4 domény a jedna</w:t>
      </w:r>
      <w:r w:rsidR="00D8660C" w:rsidRPr="00E8669E">
        <w:rPr>
          <w:lang w:val="cs-CZ"/>
        </w:rPr>
        <w:t xml:space="preserve"> z nich je doména síťové infrastruktury</w:t>
      </w:r>
    </w:p>
    <w:p w:rsidR="00FC6197" w:rsidRPr="00913B74" w:rsidRDefault="00913B74" w:rsidP="00DB0A17">
      <w:pPr>
        <w:pStyle w:val="eCheckBoxText"/>
        <w:rPr>
          <w:color w:val="FF0000"/>
          <w:lang w:val="cs-CZ"/>
        </w:rPr>
      </w:pPr>
      <w:r w:rsidRPr="00B34AF3">
        <w:rPr>
          <w:rStyle w:val="eCheckBoxSquareChar"/>
          <w:b/>
          <w:color w:val="FF0000"/>
          <w:lang w:val="sk-SK"/>
        </w:rPr>
        <w:t>x</w:t>
      </w:r>
      <w:r w:rsidR="00FC6197" w:rsidRPr="00E8669E">
        <w:rPr>
          <w:rStyle w:val="eCheckBoxSquareChar"/>
          <w:lang w:val="cs-CZ"/>
        </w:rPr>
        <w:tab/>
      </w:r>
      <w:r w:rsidR="00E8669E" w:rsidRPr="00913B74">
        <w:rPr>
          <w:color w:val="FF0000"/>
          <w:lang w:val="cs-CZ"/>
        </w:rPr>
        <w:t>NFVI je rozdělená na 3 domény a jedna</w:t>
      </w:r>
      <w:r w:rsidR="00D8660C" w:rsidRPr="00913B74">
        <w:rPr>
          <w:color w:val="FF0000"/>
          <w:lang w:val="cs-CZ"/>
        </w:rPr>
        <w:t xml:space="preserve"> z nich je doména počítače</w:t>
      </w:r>
    </w:p>
    <w:p w:rsidR="00FC6197" w:rsidRPr="00E8669E" w:rsidRDefault="00913B74" w:rsidP="00913B74">
      <w:pPr>
        <w:pStyle w:val="eLineBottom"/>
        <w:tabs>
          <w:tab w:val="left" w:pos="1795"/>
        </w:tabs>
        <w:rPr>
          <w:lang w:val="cs-CZ"/>
        </w:rPr>
      </w:pPr>
      <w:r>
        <w:rPr>
          <w:lang w:val="cs-CZ"/>
        </w:rPr>
        <w:tab/>
      </w:r>
    </w:p>
    <w:p w:rsidR="00FC6197" w:rsidRPr="00E8669E" w:rsidRDefault="00BE0166" w:rsidP="00BE0166">
      <w:pPr>
        <w:tabs>
          <w:tab w:val="left" w:pos="5977"/>
        </w:tabs>
        <w:rPr>
          <w:lang w:val="cs-CZ"/>
        </w:rPr>
      </w:pPr>
      <w:r w:rsidRPr="00E8669E">
        <w:rPr>
          <w:lang w:val="cs-CZ"/>
        </w:rPr>
        <w:tab/>
      </w:r>
    </w:p>
    <w:p w:rsidR="00FC6197" w:rsidRPr="00E8669E" w:rsidRDefault="00BE0166" w:rsidP="00064EF2">
      <w:pPr>
        <w:pStyle w:val="eTask"/>
        <w:rPr>
          <w:lang w:val="cs-CZ"/>
        </w:rPr>
      </w:pPr>
      <w:r w:rsidRPr="00E8669E">
        <w:rPr>
          <w:lang w:val="cs-CZ"/>
        </w:rPr>
        <w:t>Seřaďte níže uvedené zařízení podle počtu připojených zařízení do sítě Internet v roce 2020 na základě předpovědi (1 - nejnižší počet, 4 - nejvyšší počet)</w:t>
      </w:r>
      <w:r w:rsidR="00FC6197" w:rsidRPr="00E8669E">
        <w:rPr>
          <w:lang w:val="cs-CZ"/>
        </w:rPr>
        <w:t>.</w:t>
      </w:r>
    </w:p>
    <w:p w:rsidR="00FC6197" w:rsidRPr="00E8669E" w:rsidRDefault="00FC6197" w:rsidP="00F11D70">
      <w:pPr>
        <w:rPr>
          <w:lang w:val="cs-CZ"/>
        </w:rPr>
      </w:pPr>
    </w:p>
    <w:p w:rsidR="00FC6197" w:rsidRPr="00827724" w:rsidRDefault="00827724" w:rsidP="00A31783">
      <w:pPr>
        <w:pStyle w:val="Odstavecseseznamem"/>
        <w:numPr>
          <w:ilvl w:val="0"/>
          <w:numId w:val="12"/>
        </w:numPr>
        <w:spacing w:line="480" w:lineRule="auto"/>
        <w:rPr>
          <w:lang w:val="cs-CZ"/>
        </w:rPr>
      </w:pPr>
      <w:r w:rsidRPr="00827724">
        <w:rPr>
          <w:color w:val="FF0000"/>
          <w:lang w:val="cs-CZ"/>
        </w:rPr>
        <w:t>chytré televizory</w:t>
      </w:r>
    </w:p>
    <w:p w:rsidR="00827724" w:rsidRPr="00AE329B" w:rsidRDefault="00827724" w:rsidP="00827724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počítače</w:t>
      </w:r>
    </w:p>
    <w:p w:rsidR="00827724" w:rsidRPr="00AE329B" w:rsidRDefault="00827724" w:rsidP="00827724">
      <w:pPr>
        <w:pStyle w:val="Odstavecseseznamem"/>
        <w:numPr>
          <w:ilvl w:val="0"/>
          <w:numId w:val="12"/>
        </w:numPr>
        <w:spacing w:line="480" w:lineRule="auto"/>
        <w:rPr>
          <w:lang w:val="sk-SK"/>
        </w:rPr>
      </w:pPr>
      <w:r w:rsidRPr="00AE329B">
        <w:rPr>
          <w:color w:val="FF0000"/>
          <w:lang w:val="sk-SK"/>
        </w:rPr>
        <w:t>tablety</w:t>
      </w:r>
    </w:p>
    <w:p w:rsidR="00FC6197" w:rsidRPr="00827724" w:rsidRDefault="00827724" w:rsidP="00A31783">
      <w:pPr>
        <w:pStyle w:val="Odstavecseseznamem"/>
        <w:numPr>
          <w:ilvl w:val="0"/>
          <w:numId w:val="12"/>
        </w:numPr>
        <w:spacing w:line="480" w:lineRule="auto"/>
        <w:rPr>
          <w:color w:val="FF0000"/>
          <w:lang w:val="cs-CZ"/>
        </w:rPr>
      </w:pPr>
      <w:r w:rsidRPr="00827724">
        <w:rPr>
          <w:color w:val="FF0000"/>
          <w:lang w:val="cs-CZ"/>
        </w:rPr>
        <w:t>chytré telefony</w:t>
      </w:r>
    </w:p>
    <w:p w:rsidR="00FC6197" w:rsidRPr="00E8669E" w:rsidRDefault="00FC6197" w:rsidP="00F11D70">
      <w:pPr>
        <w:pStyle w:val="Odstavecseseznamem"/>
        <w:rPr>
          <w:lang w:val="cs-CZ"/>
        </w:rPr>
      </w:pPr>
    </w:p>
    <w:p w:rsidR="00BE0166" w:rsidRPr="00E8669E" w:rsidRDefault="00BE0166" w:rsidP="00F11D70">
      <w:pPr>
        <w:rPr>
          <w:b/>
          <w:lang w:val="cs-CZ"/>
        </w:rPr>
      </w:pPr>
      <w:r w:rsidRPr="00E8669E">
        <w:rPr>
          <w:b/>
          <w:lang w:val="cs-CZ"/>
        </w:rPr>
        <w:t xml:space="preserve">tablety, chytré telefony, počítače, </w:t>
      </w:r>
    </w:p>
    <w:p w:rsidR="00FC6197" w:rsidRPr="00E8669E" w:rsidRDefault="00FC6197" w:rsidP="00BE0166">
      <w:pPr>
        <w:ind w:firstLine="708"/>
        <w:rPr>
          <w:lang w:val="cs-CZ"/>
        </w:rPr>
      </w:pPr>
    </w:p>
    <w:sectPr w:rsidR="00FC6197" w:rsidRPr="00E8669E" w:rsidSect="00F11D70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8AD" w:rsidRDefault="008778AD" w:rsidP="00861A1A">
      <w:r>
        <w:separator/>
      </w:r>
    </w:p>
  </w:endnote>
  <w:endnote w:type="continuationSeparator" w:id="0">
    <w:p w:rsidR="008778AD" w:rsidRDefault="008778AD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0A0" w:firstRow="1" w:lastRow="0" w:firstColumn="1" w:lastColumn="0" w:noHBand="0" w:noVBand="0"/>
    </w:tblPr>
    <w:tblGrid>
      <w:gridCol w:w="2518"/>
      <w:gridCol w:w="5954"/>
      <w:gridCol w:w="850"/>
    </w:tblGrid>
    <w:tr w:rsidR="00FC6197" w:rsidRPr="005F74A1" w:rsidTr="004E75F8">
      <w:tc>
        <w:tcPr>
          <w:tcW w:w="2518" w:type="dxa"/>
        </w:tcPr>
        <w:p w:rsidR="00FC6197" w:rsidRDefault="0095207C" w:rsidP="00E86BE4">
          <w:pPr>
            <w:tabs>
              <w:tab w:val="left" w:pos="426"/>
              <w:tab w:val="left" w:pos="3119"/>
              <w:tab w:val="left" w:pos="3544"/>
            </w:tabs>
          </w:pPr>
          <w:r>
            <w:rPr>
              <w:noProof/>
              <w:lang w:val="cs-CZ"/>
            </w:rPr>
            <w:drawing>
              <wp:inline distT="0" distB="0" distL="0" distR="0">
                <wp:extent cx="1440815" cy="405130"/>
                <wp:effectExtent l="0" t="0" r="6985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40815" cy="405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5F74A1" w:rsidRPr="00E976F7" w:rsidRDefault="005F74A1" w:rsidP="005F74A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Tento projekt </w:t>
          </w:r>
          <w:proofErr w:type="spellStart"/>
          <w:r w:rsidRPr="00E976F7">
            <w:rPr>
              <w:sz w:val="16"/>
              <w:szCs w:val="16"/>
              <w:lang w:val="sk-SK"/>
            </w:rPr>
            <w:t>byl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realizován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finanční podpory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unie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  <w:p w:rsidR="00FC6197" w:rsidRPr="00D8660C" w:rsidRDefault="005F74A1" w:rsidP="005F74A1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sk-SK"/>
            </w:rPr>
          </w:pPr>
          <w:r w:rsidRPr="00E976F7">
            <w:rPr>
              <w:sz w:val="16"/>
              <w:szCs w:val="16"/>
              <w:lang w:val="sk-SK"/>
            </w:rPr>
            <w:t xml:space="preserve">Za obsah </w:t>
          </w:r>
          <w:proofErr w:type="spellStart"/>
          <w:r w:rsidRPr="00E976F7">
            <w:rPr>
              <w:sz w:val="16"/>
              <w:szCs w:val="16"/>
              <w:lang w:val="sk-SK"/>
            </w:rPr>
            <w:t>publikací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výlučně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autor. </w:t>
          </w:r>
          <w:proofErr w:type="spellStart"/>
          <w:r w:rsidRPr="00E976F7">
            <w:rPr>
              <w:sz w:val="16"/>
              <w:szCs w:val="16"/>
              <w:lang w:val="sk-SK"/>
            </w:rPr>
            <w:t>Publikace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(</w:t>
          </w:r>
          <w:proofErr w:type="spellStart"/>
          <w:r w:rsidRPr="00E976F7">
            <w:rPr>
              <w:sz w:val="16"/>
              <w:szCs w:val="16"/>
              <w:lang w:val="sk-SK"/>
            </w:rPr>
            <w:t>sdělení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) </w:t>
          </w:r>
          <w:proofErr w:type="spellStart"/>
          <w:r w:rsidRPr="00E976F7">
            <w:rPr>
              <w:sz w:val="16"/>
              <w:szCs w:val="16"/>
              <w:lang w:val="sk-SK"/>
            </w:rPr>
            <w:t>nereprezentují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názory </w:t>
          </w:r>
          <w:proofErr w:type="spellStart"/>
          <w:r w:rsidRPr="00E976F7">
            <w:rPr>
              <w:sz w:val="16"/>
              <w:szCs w:val="16"/>
              <w:lang w:val="sk-SK"/>
            </w:rPr>
            <w:t>Evropské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a </w:t>
          </w:r>
          <w:proofErr w:type="spellStart"/>
          <w:r w:rsidRPr="00E976F7">
            <w:rPr>
              <w:sz w:val="16"/>
              <w:szCs w:val="16"/>
              <w:lang w:val="sk-SK"/>
            </w:rPr>
            <w:t>Evropská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komise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neodpovídá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za použití </w:t>
          </w:r>
          <w:proofErr w:type="spellStart"/>
          <w:r w:rsidRPr="00E976F7">
            <w:rPr>
              <w:sz w:val="16"/>
              <w:szCs w:val="16"/>
              <w:lang w:val="sk-SK"/>
            </w:rPr>
            <w:t>informací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, jež </w:t>
          </w:r>
          <w:proofErr w:type="spellStart"/>
          <w:r w:rsidRPr="00E976F7">
            <w:rPr>
              <w:sz w:val="16"/>
              <w:szCs w:val="16"/>
              <w:lang w:val="sk-SK"/>
            </w:rPr>
            <w:t>jsou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jejich</w:t>
          </w:r>
          <w:proofErr w:type="spellEnd"/>
          <w:r w:rsidRPr="00E976F7">
            <w:rPr>
              <w:sz w:val="16"/>
              <w:szCs w:val="16"/>
              <w:lang w:val="sk-SK"/>
            </w:rPr>
            <w:t xml:space="preserve"> </w:t>
          </w:r>
          <w:proofErr w:type="spellStart"/>
          <w:r w:rsidRPr="00E976F7">
            <w:rPr>
              <w:sz w:val="16"/>
              <w:szCs w:val="16"/>
              <w:lang w:val="sk-SK"/>
            </w:rPr>
            <w:t>obsahem</w:t>
          </w:r>
          <w:proofErr w:type="spellEnd"/>
          <w:r w:rsidRPr="00E976F7">
            <w:rPr>
              <w:sz w:val="16"/>
              <w:szCs w:val="16"/>
              <w:lang w:val="sk-SK"/>
            </w:rPr>
            <w:t>.</w:t>
          </w:r>
        </w:p>
      </w:tc>
    </w:tr>
    <w:tr w:rsidR="00FC6197" w:rsidTr="004E75F8">
      <w:tc>
        <w:tcPr>
          <w:tcW w:w="8472" w:type="dxa"/>
          <w:gridSpan w:val="2"/>
        </w:tcPr>
        <w:p w:rsidR="00FC6197" w:rsidRPr="00CA51B5" w:rsidRDefault="00FC6197" w:rsidP="00E86BE4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proofErr w:type="spellStart"/>
          <w:r w:rsidRPr="00CA51B5">
            <w:rPr>
              <w:sz w:val="16"/>
              <w:szCs w:val="16"/>
            </w:rPr>
            <w:t>TechPedia</w:t>
          </w:r>
          <w:proofErr w:type="spellEnd"/>
          <w:r w:rsidRPr="00CA51B5">
            <w:rPr>
              <w:sz w:val="16"/>
              <w:szCs w:val="16"/>
            </w:rPr>
            <w:t xml:space="preserve"> – European Virtual Learning Platform for Electrical and Information Engineering</w:t>
          </w:r>
        </w:p>
      </w:tc>
      <w:tc>
        <w:tcPr>
          <w:tcW w:w="850" w:type="dxa"/>
          <w:vAlign w:val="bottom"/>
        </w:tcPr>
        <w:p w:rsidR="00FC6197" w:rsidRPr="00CA51B5" w:rsidRDefault="00FC6197" w:rsidP="00E86BE4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FC6197" w:rsidRDefault="00FC61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8AD" w:rsidRDefault="008778AD" w:rsidP="00861A1A">
      <w:r>
        <w:separator/>
      </w:r>
    </w:p>
  </w:footnote>
  <w:footnote w:type="continuationSeparator" w:id="0">
    <w:p w:rsidR="008778AD" w:rsidRDefault="008778AD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197" w:rsidRPr="00A437D6" w:rsidRDefault="0095207C" w:rsidP="00E86BE4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noProof/>
        <w:lang w:val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6350</wp:posOffset>
          </wp:positionH>
          <wp:positionV relativeFrom="paragraph">
            <wp:posOffset>-139065</wp:posOffset>
          </wp:positionV>
          <wp:extent cx="1011555" cy="409575"/>
          <wp:effectExtent l="0" t="0" r="0" b="9525"/>
          <wp:wrapNone/>
          <wp:docPr id="2" name="Obrázek 0" descr="logo_curves2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logo_curves2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1555" cy="409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C6197" w:rsidRPr="00A437D6">
      <w:rPr>
        <w:b/>
        <w:noProof/>
        <w:sz w:val="32"/>
        <w:szCs w:val="32"/>
      </w:rPr>
      <w:tab/>
    </w:r>
    <w:r w:rsidR="005F74A1" w:rsidRPr="00A437D6">
      <w:rPr>
        <w:rFonts w:ascii="Calibri" w:hAnsi="Calibri"/>
        <w:b/>
        <w:smallCaps/>
        <w:noProof/>
      </w:rPr>
      <w:t>PRACOVN</w:t>
    </w:r>
    <w:r w:rsidR="005F74A1">
      <w:rPr>
        <w:rFonts w:ascii="Calibri" w:hAnsi="Calibri"/>
        <w:b/>
        <w:smallCaps/>
        <w:noProof/>
        <w:lang w:val="sk-SK"/>
      </w:rPr>
      <w:t>Í</w:t>
    </w:r>
    <w:r w:rsidR="005F74A1" w:rsidRPr="00A437D6">
      <w:rPr>
        <w:rFonts w:ascii="Calibri" w:hAnsi="Calibri"/>
        <w:b/>
        <w:smallCaps/>
        <w:noProof/>
      </w:rPr>
      <w:t xml:space="preserve"> LIST</w:t>
    </w:r>
  </w:p>
  <w:p w:rsidR="00FC6197" w:rsidRPr="00A437D6" w:rsidRDefault="005F74A1" w:rsidP="00E86BE4">
    <w:pPr>
      <w:ind w:left="1843"/>
      <w:jc w:val="right"/>
      <w:rPr>
        <w:rFonts w:ascii="Calibri" w:hAnsi="Calibri"/>
        <w:smallCaps/>
        <w:noProof/>
        <w:sz w:val="20"/>
        <w:szCs w:val="20"/>
      </w:rPr>
    </w:pPr>
    <w:r w:rsidRPr="00E976F7">
      <w:rPr>
        <w:rFonts w:ascii="Calibri" w:hAnsi="Calibri"/>
        <w:smallCaps/>
        <w:noProof/>
        <w:sz w:val="20"/>
        <w:szCs w:val="20"/>
      </w:rPr>
      <w:t>SÍTĚ BUDOUCNOSTI – SDN A NFV</w:t>
    </w:r>
  </w:p>
  <w:p w:rsidR="00FC6197" w:rsidRPr="00A437D6" w:rsidRDefault="00FC61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5" w15:restartNumberingAfterBreak="0">
    <w:nsid w:val="FFFFFF89"/>
    <w:multiLevelType w:val="singleLevel"/>
    <w:tmpl w:val="AD60A7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EF3B0D"/>
    <w:multiLevelType w:val="hybridMultilevel"/>
    <w:tmpl w:val="6B180766"/>
    <w:lvl w:ilvl="0" w:tplc="30DE2C52">
      <w:start w:val="1"/>
      <w:numFmt w:val="decimal"/>
      <w:pStyle w:val="eTask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2333166E"/>
    <w:multiLevelType w:val="hybridMultilevel"/>
    <w:tmpl w:val="57E2F756"/>
    <w:lvl w:ilvl="0" w:tplc="6C321C76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C863D0"/>
    <w:multiLevelType w:val="hybridMultilevel"/>
    <w:tmpl w:val="BAB405D8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1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724"/>
    <w:rsid w:val="00003922"/>
    <w:rsid w:val="0000673F"/>
    <w:rsid w:val="00015E2D"/>
    <w:rsid w:val="00016AD8"/>
    <w:rsid w:val="00017595"/>
    <w:rsid w:val="00021197"/>
    <w:rsid w:val="00024C2C"/>
    <w:rsid w:val="00030EDA"/>
    <w:rsid w:val="00030F54"/>
    <w:rsid w:val="0003552B"/>
    <w:rsid w:val="00043380"/>
    <w:rsid w:val="00045BEB"/>
    <w:rsid w:val="00047A67"/>
    <w:rsid w:val="00064EF2"/>
    <w:rsid w:val="00066ECB"/>
    <w:rsid w:val="000710D9"/>
    <w:rsid w:val="00073ADF"/>
    <w:rsid w:val="000742BF"/>
    <w:rsid w:val="0007473C"/>
    <w:rsid w:val="000750C9"/>
    <w:rsid w:val="00087EAC"/>
    <w:rsid w:val="00094A16"/>
    <w:rsid w:val="0009581D"/>
    <w:rsid w:val="000A233F"/>
    <w:rsid w:val="000A55B3"/>
    <w:rsid w:val="000A6AEF"/>
    <w:rsid w:val="000A7258"/>
    <w:rsid w:val="000B3220"/>
    <w:rsid w:val="000C4026"/>
    <w:rsid w:val="000C6B3A"/>
    <w:rsid w:val="000C773D"/>
    <w:rsid w:val="000C78EC"/>
    <w:rsid w:val="001301D8"/>
    <w:rsid w:val="00134E80"/>
    <w:rsid w:val="0013647D"/>
    <w:rsid w:val="0013693D"/>
    <w:rsid w:val="00136968"/>
    <w:rsid w:val="0014373A"/>
    <w:rsid w:val="00151ED1"/>
    <w:rsid w:val="00154968"/>
    <w:rsid w:val="00160E07"/>
    <w:rsid w:val="00164458"/>
    <w:rsid w:val="00165F85"/>
    <w:rsid w:val="00170E72"/>
    <w:rsid w:val="001725C6"/>
    <w:rsid w:val="0017377E"/>
    <w:rsid w:val="0017677D"/>
    <w:rsid w:val="001840EA"/>
    <w:rsid w:val="00185BED"/>
    <w:rsid w:val="001921BC"/>
    <w:rsid w:val="001922A0"/>
    <w:rsid w:val="00195724"/>
    <w:rsid w:val="00195A08"/>
    <w:rsid w:val="001A745A"/>
    <w:rsid w:val="001B057D"/>
    <w:rsid w:val="001C0AEF"/>
    <w:rsid w:val="001D00A1"/>
    <w:rsid w:val="001D6F25"/>
    <w:rsid w:val="001E731C"/>
    <w:rsid w:val="001F34B1"/>
    <w:rsid w:val="001F6290"/>
    <w:rsid w:val="002026D4"/>
    <w:rsid w:val="002071C6"/>
    <w:rsid w:val="00210091"/>
    <w:rsid w:val="00213F2C"/>
    <w:rsid w:val="00215616"/>
    <w:rsid w:val="00222C9C"/>
    <w:rsid w:val="00223478"/>
    <w:rsid w:val="00225015"/>
    <w:rsid w:val="0022583A"/>
    <w:rsid w:val="00246F58"/>
    <w:rsid w:val="00251444"/>
    <w:rsid w:val="00266F4D"/>
    <w:rsid w:val="00267909"/>
    <w:rsid w:val="00272012"/>
    <w:rsid w:val="002825A8"/>
    <w:rsid w:val="00283A7C"/>
    <w:rsid w:val="002850DE"/>
    <w:rsid w:val="00292860"/>
    <w:rsid w:val="002976A9"/>
    <w:rsid w:val="002A3146"/>
    <w:rsid w:val="002A60F8"/>
    <w:rsid w:val="002A627E"/>
    <w:rsid w:val="002B0278"/>
    <w:rsid w:val="002B0866"/>
    <w:rsid w:val="002B41A8"/>
    <w:rsid w:val="002C1AB8"/>
    <w:rsid w:val="002D39C9"/>
    <w:rsid w:val="002E301D"/>
    <w:rsid w:val="002E7BAD"/>
    <w:rsid w:val="002F1E8E"/>
    <w:rsid w:val="002F22FA"/>
    <w:rsid w:val="002F4A19"/>
    <w:rsid w:val="00304ADA"/>
    <w:rsid w:val="00306B9F"/>
    <w:rsid w:val="00307892"/>
    <w:rsid w:val="00315203"/>
    <w:rsid w:val="00317047"/>
    <w:rsid w:val="00321951"/>
    <w:rsid w:val="00337851"/>
    <w:rsid w:val="00347E4D"/>
    <w:rsid w:val="00350D56"/>
    <w:rsid w:val="00351AF3"/>
    <w:rsid w:val="00371D20"/>
    <w:rsid w:val="0037516C"/>
    <w:rsid w:val="00375AEF"/>
    <w:rsid w:val="003764DB"/>
    <w:rsid w:val="00383AC8"/>
    <w:rsid w:val="0039238A"/>
    <w:rsid w:val="003937B7"/>
    <w:rsid w:val="003A3A97"/>
    <w:rsid w:val="003A429D"/>
    <w:rsid w:val="003B1326"/>
    <w:rsid w:val="003C0A29"/>
    <w:rsid w:val="003C49EE"/>
    <w:rsid w:val="003C5B45"/>
    <w:rsid w:val="003D41BB"/>
    <w:rsid w:val="003E01BE"/>
    <w:rsid w:val="003F03EB"/>
    <w:rsid w:val="003F0443"/>
    <w:rsid w:val="003F623C"/>
    <w:rsid w:val="003F7741"/>
    <w:rsid w:val="003F7F87"/>
    <w:rsid w:val="00400402"/>
    <w:rsid w:val="00402B09"/>
    <w:rsid w:val="00403EA0"/>
    <w:rsid w:val="00407B20"/>
    <w:rsid w:val="00417ED2"/>
    <w:rsid w:val="004213D5"/>
    <w:rsid w:val="0042217B"/>
    <w:rsid w:val="00423FA2"/>
    <w:rsid w:val="00424D8E"/>
    <w:rsid w:val="00426A3E"/>
    <w:rsid w:val="00427A85"/>
    <w:rsid w:val="004363B1"/>
    <w:rsid w:val="00437C2D"/>
    <w:rsid w:val="00443B36"/>
    <w:rsid w:val="00445EC5"/>
    <w:rsid w:val="00450A85"/>
    <w:rsid w:val="0045253E"/>
    <w:rsid w:val="0046567F"/>
    <w:rsid w:val="00472203"/>
    <w:rsid w:val="004742F3"/>
    <w:rsid w:val="0047506D"/>
    <w:rsid w:val="00475954"/>
    <w:rsid w:val="00492966"/>
    <w:rsid w:val="004A01E5"/>
    <w:rsid w:val="004A7B44"/>
    <w:rsid w:val="004B7C8C"/>
    <w:rsid w:val="004C0E36"/>
    <w:rsid w:val="004C18F2"/>
    <w:rsid w:val="004C50C8"/>
    <w:rsid w:val="004C540E"/>
    <w:rsid w:val="004D3028"/>
    <w:rsid w:val="004D5428"/>
    <w:rsid w:val="004E1166"/>
    <w:rsid w:val="004E5E95"/>
    <w:rsid w:val="004E6D03"/>
    <w:rsid w:val="004E70EA"/>
    <w:rsid w:val="004E75F8"/>
    <w:rsid w:val="004E78FE"/>
    <w:rsid w:val="004F1EB8"/>
    <w:rsid w:val="004F5AFF"/>
    <w:rsid w:val="005132B0"/>
    <w:rsid w:val="00517D43"/>
    <w:rsid w:val="00517E3A"/>
    <w:rsid w:val="0052284C"/>
    <w:rsid w:val="00546BDA"/>
    <w:rsid w:val="00561B7B"/>
    <w:rsid w:val="00561C5A"/>
    <w:rsid w:val="005728B3"/>
    <w:rsid w:val="005738D5"/>
    <w:rsid w:val="0057504E"/>
    <w:rsid w:val="00576956"/>
    <w:rsid w:val="005773B3"/>
    <w:rsid w:val="00581FEC"/>
    <w:rsid w:val="005832C4"/>
    <w:rsid w:val="005854DF"/>
    <w:rsid w:val="00587966"/>
    <w:rsid w:val="005A59FA"/>
    <w:rsid w:val="005B097B"/>
    <w:rsid w:val="005B2E55"/>
    <w:rsid w:val="005B37E2"/>
    <w:rsid w:val="005B460C"/>
    <w:rsid w:val="005B7C03"/>
    <w:rsid w:val="005C5A9B"/>
    <w:rsid w:val="005D11BA"/>
    <w:rsid w:val="005D7525"/>
    <w:rsid w:val="005E0227"/>
    <w:rsid w:val="005E1AB1"/>
    <w:rsid w:val="005E20B2"/>
    <w:rsid w:val="005E5A22"/>
    <w:rsid w:val="005F255A"/>
    <w:rsid w:val="005F3E3F"/>
    <w:rsid w:val="005F5FA1"/>
    <w:rsid w:val="005F6639"/>
    <w:rsid w:val="005F74A1"/>
    <w:rsid w:val="00625960"/>
    <w:rsid w:val="00625B5A"/>
    <w:rsid w:val="0063686B"/>
    <w:rsid w:val="006435FE"/>
    <w:rsid w:val="0064494B"/>
    <w:rsid w:val="0064557B"/>
    <w:rsid w:val="00662BCF"/>
    <w:rsid w:val="0066326F"/>
    <w:rsid w:val="0068067D"/>
    <w:rsid w:val="0068131D"/>
    <w:rsid w:val="006860D9"/>
    <w:rsid w:val="00690FB1"/>
    <w:rsid w:val="006A24C7"/>
    <w:rsid w:val="006B126F"/>
    <w:rsid w:val="006B4188"/>
    <w:rsid w:val="006B5D59"/>
    <w:rsid w:val="006B66CE"/>
    <w:rsid w:val="006C437A"/>
    <w:rsid w:val="006D39B2"/>
    <w:rsid w:val="006D3F30"/>
    <w:rsid w:val="006D441F"/>
    <w:rsid w:val="006D50FA"/>
    <w:rsid w:val="006F0D5B"/>
    <w:rsid w:val="006F787A"/>
    <w:rsid w:val="007021F2"/>
    <w:rsid w:val="00706136"/>
    <w:rsid w:val="00710301"/>
    <w:rsid w:val="00710EF0"/>
    <w:rsid w:val="00712DF2"/>
    <w:rsid w:val="00733D2A"/>
    <w:rsid w:val="0073574D"/>
    <w:rsid w:val="00737263"/>
    <w:rsid w:val="007460F9"/>
    <w:rsid w:val="00746A5F"/>
    <w:rsid w:val="007517C5"/>
    <w:rsid w:val="00762A85"/>
    <w:rsid w:val="00762BCD"/>
    <w:rsid w:val="0076745A"/>
    <w:rsid w:val="007738BD"/>
    <w:rsid w:val="007837ED"/>
    <w:rsid w:val="00783CA5"/>
    <w:rsid w:val="00786C4B"/>
    <w:rsid w:val="00790D07"/>
    <w:rsid w:val="007B692A"/>
    <w:rsid w:val="007B6AFC"/>
    <w:rsid w:val="007B7C99"/>
    <w:rsid w:val="007C0FDD"/>
    <w:rsid w:val="007C1FB9"/>
    <w:rsid w:val="007C308E"/>
    <w:rsid w:val="007C5B85"/>
    <w:rsid w:val="007C6D5E"/>
    <w:rsid w:val="007D2A1F"/>
    <w:rsid w:val="007E16D1"/>
    <w:rsid w:val="007E6CED"/>
    <w:rsid w:val="00802588"/>
    <w:rsid w:val="008128CD"/>
    <w:rsid w:val="00813612"/>
    <w:rsid w:val="0081479C"/>
    <w:rsid w:val="00825543"/>
    <w:rsid w:val="00825830"/>
    <w:rsid w:val="00826CB2"/>
    <w:rsid w:val="00827724"/>
    <w:rsid w:val="00830375"/>
    <w:rsid w:val="00831014"/>
    <w:rsid w:val="00832323"/>
    <w:rsid w:val="00851CBB"/>
    <w:rsid w:val="008533CF"/>
    <w:rsid w:val="00856685"/>
    <w:rsid w:val="00860149"/>
    <w:rsid w:val="00861A1A"/>
    <w:rsid w:val="00863EB7"/>
    <w:rsid w:val="00864D93"/>
    <w:rsid w:val="00872527"/>
    <w:rsid w:val="0087523D"/>
    <w:rsid w:val="008773A2"/>
    <w:rsid w:val="008778AD"/>
    <w:rsid w:val="00882BE0"/>
    <w:rsid w:val="008836CE"/>
    <w:rsid w:val="00891FF5"/>
    <w:rsid w:val="00893E89"/>
    <w:rsid w:val="008A3619"/>
    <w:rsid w:val="008B00BE"/>
    <w:rsid w:val="008B05F5"/>
    <w:rsid w:val="008B17B4"/>
    <w:rsid w:val="008B2855"/>
    <w:rsid w:val="008B397A"/>
    <w:rsid w:val="008B6CCD"/>
    <w:rsid w:val="008C64E0"/>
    <w:rsid w:val="008D2816"/>
    <w:rsid w:val="008D343B"/>
    <w:rsid w:val="008D38F1"/>
    <w:rsid w:val="008F1B37"/>
    <w:rsid w:val="008F396C"/>
    <w:rsid w:val="008F5585"/>
    <w:rsid w:val="00905C9E"/>
    <w:rsid w:val="00912A69"/>
    <w:rsid w:val="009134AE"/>
    <w:rsid w:val="00913B74"/>
    <w:rsid w:val="00916DC9"/>
    <w:rsid w:val="0094072E"/>
    <w:rsid w:val="00940A05"/>
    <w:rsid w:val="009435B3"/>
    <w:rsid w:val="00950649"/>
    <w:rsid w:val="0095207C"/>
    <w:rsid w:val="0095346A"/>
    <w:rsid w:val="00955A25"/>
    <w:rsid w:val="00963F86"/>
    <w:rsid w:val="00964E1C"/>
    <w:rsid w:val="00964E87"/>
    <w:rsid w:val="0097175A"/>
    <w:rsid w:val="009726FC"/>
    <w:rsid w:val="00974B16"/>
    <w:rsid w:val="009802AD"/>
    <w:rsid w:val="00981DCC"/>
    <w:rsid w:val="00984A7B"/>
    <w:rsid w:val="009A5885"/>
    <w:rsid w:val="009A5F9E"/>
    <w:rsid w:val="009B638C"/>
    <w:rsid w:val="009C59FB"/>
    <w:rsid w:val="009C7B24"/>
    <w:rsid w:val="009C7D3C"/>
    <w:rsid w:val="009D53B3"/>
    <w:rsid w:val="009E2A2A"/>
    <w:rsid w:val="009F3EC6"/>
    <w:rsid w:val="009F6E5E"/>
    <w:rsid w:val="00A05871"/>
    <w:rsid w:val="00A1239D"/>
    <w:rsid w:val="00A17111"/>
    <w:rsid w:val="00A25713"/>
    <w:rsid w:val="00A26A28"/>
    <w:rsid w:val="00A31783"/>
    <w:rsid w:val="00A35930"/>
    <w:rsid w:val="00A41E41"/>
    <w:rsid w:val="00A432B0"/>
    <w:rsid w:val="00A437D6"/>
    <w:rsid w:val="00A4501B"/>
    <w:rsid w:val="00A50FFF"/>
    <w:rsid w:val="00A527AF"/>
    <w:rsid w:val="00A54992"/>
    <w:rsid w:val="00A633E1"/>
    <w:rsid w:val="00A65E53"/>
    <w:rsid w:val="00A74031"/>
    <w:rsid w:val="00A8234A"/>
    <w:rsid w:val="00A90B9D"/>
    <w:rsid w:val="00A97C95"/>
    <w:rsid w:val="00AA0506"/>
    <w:rsid w:val="00AA5B23"/>
    <w:rsid w:val="00AB0478"/>
    <w:rsid w:val="00AB1D9B"/>
    <w:rsid w:val="00AB2C3E"/>
    <w:rsid w:val="00AB3D91"/>
    <w:rsid w:val="00AC4ED9"/>
    <w:rsid w:val="00AC6380"/>
    <w:rsid w:val="00AD2F36"/>
    <w:rsid w:val="00AD6E4D"/>
    <w:rsid w:val="00AD73DA"/>
    <w:rsid w:val="00AE34C1"/>
    <w:rsid w:val="00AF352F"/>
    <w:rsid w:val="00AF5281"/>
    <w:rsid w:val="00AF6D5D"/>
    <w:rsid w:val="00B01599"/>
    <w:rsid w:val="00B146FF"/>
    <w:rsid w:val="00B15DB4"/>
    <w:rsid w:val="00B177D0"/>
    <w:rsid w:val="00B2529B"/>
    <w:rsid w:val="00B3151A"/>
    <w:rsid w:val="00B323F9"/>
    <w:rsid w:val="00B349CA"/>
    <w:rsid w:val="00B34AF3"/>
    <w:rsid w:val="00B362E1"/>
    <w:rsid w:val="00B37307"/>
    <w:rsid w:val="00B47A89"/>
    <w:rsid w:val="00B5145B"/>
    <w:rsid w:val="00B5173B"/>
    <w:rsid w:val="00B70507"/>
    <w:rsid w:val="00B707D0"/>
    <w:rsid w:val="00B7499A"/>
    <w:rsid w:val="00B75E1D"/>
    <w:rsid w:val="00B75FF7"/>
    <w:rsid w:val="00B816F4"/>
    <w:rsid w:val="00B822EA"/>
    <w:rsid w:val="00B84417"/>
    <w:rsid w:val="00B94FBB"/>
    <w:rsid w:val="00BA3595"/>
    <w:rsid w:val="00BB3C7F"/>
    <w:rsid w:val="00BB3CAA"/>
    <w:rsid w:val="00BB48C7"/>
    <w:rsid w:val="00BB697C"/>
    <w:rsid w:val="00BC1F6B"/>
    <w:rsid w:val="00BC732E"/>
    <w:rsid w:val="00BD3D30"/>
    <w:rsid w:val="00BD7612"/>
    <w:rsid w:val="00BE0166"/>
    <w:rsid w:val="00BE6648"/>
    <w:rsid w:val="00BF4A7D"/>
    <w:rsid w:val="00BF5E09"/>
    <w:rsid w:val="00BF6970"/>
    <w:rsid w:val="00BF7EEB"/>
    <w:rsid w:val="00C049FD"/>
    <w:rsid w:val="00C11B1C"/>
    <w:rsid w:val="00C148FD"/>
    <w:rsid w:val="00C2393A"/>
    <w:rsid w:val="00C46516"/>
    <w:rsid w:val="00C5580D"/>
    <w:rsid w:val="00C57915"/>
    <w:rsid w:val="00C6418C"/>
    <w:rsid w:val="00C7264E"/>
    <w:rsid w:val="00C767C9"/>
    <w:rsid w:val="00C878F0"/>
    <w:rsid w:val="00C87AEA"/>
    <w:rsid w:val="00CA0E47"/>
    <w:rsid w:val="00CA51B5"/>
    <w:rsid w:val="00CA6FD5"/>
    <w:rsid w:val="00CB022F"/>
    <w:rsid w:val="00CB2170"/>
    <w:rsid w:val="00CB3C46"/>
    <w:rsid w:val="00CC2293"/>
    <w:rsid w:val="00CC266E"/>
    <w:rsid w:val="00CC4CC5"/>
    <w:rsid w:val="00CD05C7"/>
    <w:rsid w:val="00CD6ABB"/>
    <w:rsid w:val="00CE09BA"/>
    <w:rsid w:val="00CF0892"/>
    <w:rsid w:val="00CF4DFA"/>
    <w:rsid w:val="00D00747"/>
    <w:rsid w:val="00D060B3"/>
    <w:rsid w:val="00D06992"/>
    <w:rsid w:val="00D07248"/>
    <w:rsid w:val="00D14973"/>
    <w:rsid w:val="00D16A60"/>
    <w:rsid w:val="00D20A5C"/>
    <w:rsid w:val="00D20E5C"/>
    <w:rsid w:val="00D22343"/>
    <w:rsid w:val="00D2650E"/>
    <w:rsid w:val="00D271A5"/>
    <w:rsid w:val="00D33524"/>
    <w:rsid w:val="00D45333"/>
    <w:rsid w:val="00D46891"/>
    <w:rsid w:val="00D47DDD"/>
    <w:rsid w:val="00D573B0"/>
    <w:rsid w:val="00D64740"/>
    <w:rsid w:val="00D6535B"/>
    <w:rsid w:val="00D71B81"/>
    <w:rsid w:val="00D74577"/>
    <w:rsid w:val="00D773FA"/>
    <w:rsid w:val="00D85512"/>
    <w:rsid w:val="00D8660C"/>
    <w:rsid w:val="00DA18A6"/>
    <w:rsid w:val="00DA1F5C"/>
    <w:rsid w:val="00DA2091"/>
    <w:rsid w:val="00DA24E3"/>
    <w:rsid w:val="00DA2A27"/>
    <w:rsid w:val="00DB0A17"/>
    <w:rsid w:val="00DB2F24"/>
    <w:rsid w:val="00DB674B"/>
    <w:rsid w:val="00DC1DC7"/>
    <w:rsid w:val="00DD085D"/>
    <w:rsid w:val="00DD34CF"/>
    <w:rsid w:val="00DD6149"/>
    <w:rsid w:val="00DD79DD"/>
    <w:rsid w:val="00DE3767"/>
    <w:rsid w:val="00DE5708"/>
    <w:rsid w:val="00DE5961"/>
    <w:rsid w:val="00E0343F"/>
    <w:rsid w:val="00E04C36"/>
    <w:rsid w:val="00E06B07"/>
    <w:rsid w:val="00E10571"/>
    <w:rsid w:val="00E10DD0"/>
    <w:rsid w:val="00E11170"/>
    <w:rsid w:val="00E14EEB"/>
    <w:rsid w:val="00E2272B"/>
    <w:rsid w:val="00E34D52"/>
    <w:rsid w:val="00E352FF"/>
    <w:rsid w:val="00E41087"/>
    <w:rsid w:val="00E516D7"/>
    <w:rsid w:val="00E5359D"/>
    <w:rsid w:val="00E54A46"/>
    <w:rsid w:val="00E65738"/>
    <w:rsid w:val="00E71668"/>
    <w:rsid w:val="00E73106"/>
    <w:rsid w:val="00E8518C"/>
    <w:rsid w:val="00E8669E"/>
    <w:rsid w:val="00E86BE4"/>
    <w:rsid w:val="00E86C2C"/>
    <w:rsid w:val="00E879F9"/>
    <w:rsid w:val="00E90BD9"/>
    <w:rsid w:val="00EA07CA"/>
    <w:rsid w:val="00EA1BDF"/>
    <w:rsid w:val="00EB079C"/>
    <w:rsid w:val="00EB3D8F"/>
    <w:rsid w:val="00EB43F7"/>
    <w:rsid w:val="00EB6B74"/>
    <w:rsid w:val="00EB6E4B"/>
    <w:rsid w:val="00EC35D8"/>
    <w:rsid w:val="00EC6EF8"/>
    <w:rsid w:val="00EC77B0"/>
    <w:rsid w:val="00ED1F3C"/>
    <w:rsid w:val="00ED2956"/>
    <w:rsid w:val="00ED5B10"/>
    <w:rsid w:val="00EE1343"/>
    <w:rsid w:val="00EE3197"/>
    <w:rsid w:val="00EF2951"/>
    <w:rsid w:val="00EF329B"/>
    <w:rsid w:val="00EF4349"/>
    <w:rsid w:val="00F11D70"/>
    <w:rsid w:val="00F168D6"/>
    <w:rsid w:val="00F23A0A"/>
    <w:rsid w:val="00F24638"/>
    <w:rsid w:val="00F248A4"/>
    <w:rsid w:val="00F24B37"/>
    <w:rsid w:val="00F35C9F"/>
    <w:rsid w:val="00F432AE"/>
    <w:rsid w:val="00F46B18"/>
    <w:rsid w:val="00F57337"/>
    <w:rsid w:val="00F659BE"/>
    <w:rsid w:val="00F67F2E"/>
    <w:rsid w:val="00F72C38"/>
    <w:rsid w:val="00F748A6"/>
    <w:rsid w:val="00F82C59"/>
    <w:rsid w:val="00F871C6"/>
    <w:rsid w:val="00F8749B"/>
    <w:rsid w:val="00F97B00"/>
    <w:rsid w:val="00FA74D9"/>
    <w:rsid w:val="00FB201E"/>
    <w:rsid w:val="00FC2641"/>
    <w:rsid w:val="00FC3113"/>
    <w:rsid w:val="00FC4049"/>
    <w:rsid w:val="00FC6197"/>
    <w:rsid w:val="00FE701D"/>
    <w:rsid w:val="00FE795E"/>
    <w:rsid w:val="00FF1C98"/>
    <w:rsid w:val="00FF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E74CB3B-8888-4F1E-B834-BDC17B306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60149"/>
    <w:rPr>
      <w:sz w:val="24"/>
      <w:szCs w:val="24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99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locked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uiPriority w:val="99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uiPriority w:val="99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link w:val="eCheckBoxText"/>
    <w:uiPriority w:val="99"/>
    <w:locked/>
    <w:rsid w:val="00FB201E"/>
    <w:rPr>
      <w:rFonts w:cs="Times New Roman"/>
      <w:sz w:val="24"/>
    </w:rPr>
  </w:style>
  <w:style w:type="character" w:customStyle="1" w:styleId="eCheckBoxSquareChar">
    <w:name w:val="eCheckBoxSquare Char"/>
    <w:link w:val="eCheckBoxSquare"/>
    <w:uiPriority w:val="99"/>
    <w:locked/>
    <w:rsid w:val="00FB201E"/>
    <w:rPr>
      <w:rFonts w:cs="Times New Roman"/>
      <w:sz w:val="40"/>
    </w:rPr>
  </w:style>
  <w:style w:type="paragraph" w:customStyle="1" w:styleId="eTask">
    <w:name w:val="eTask"/>
    <w:basedOn w:val="Normln"/>
    <w:uiPriority w:val="99"/>
    <w:rsid w:val="00064EF2"/>
    <w:pPr>
      <w:numPr>
        <w:numId w:val="4"/>
      </w:numPr>
      <w:tabs>
        <w:tab w:val="left" w:pos="350"/>
      </w:tabs>
      <w:ind w:left="357" w:hanging="357"/>
      <w:contextualSpacing/>
    </w:pPr>
    <w:rPr>
      <w:b/>
      <w:lang w:val="sk-SK"/>
    </w:rPr>
  </w:style>
  <w:style w:type="character" w:styleId="Zstupntext">
    <w:name w:val="Placeholder Text"/>
    <w:uiPriority w:val="99"/>
    <w:semiHidden/>
    <w:rsid w:val="00950649"/>
    <w:rPr>
      <w:rFonts w:cs="Times New Roman"/>
      <w:color w:val="808080"/>
    </w:rPr>
  </w:style>
  <w:style w:type="paragraph" w:customStyle="1" w:styleId="eLineBottom">
    <w:name w:val="eLineBottom"/>
    <w:basedOn w:val="Normln"/>
    <w:uiPriority w:val="99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39238A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39238A"/>
    <w:rPr>
      <w:rFonts w:cs="Times New Roman"/>
      <w:sz w:val="24"/>
      <w:szCs w:val="24"/>
    </w:rPr>
  </w:style>
  <w:style w:type="paragraph" w:customStyle="1" w:styleId="eDotList1">
    <w:name w:val="eDotList1"/>
    <w:basedOn w:val="Seznamsodrkami"/>
    <w:uiPriority w:val="99"/>
    <w:rsid w:val="009726FC"/>
    <w:pPr>
      <w:spacing w:after="240"/>
    </w:pPr>
    <w:rPr>
      <w:lang w:eastAsia="en-US"/>
    </w:rPr>
  </w:style>
  <w:style w:type="paragraph" w:styleId="Seznamsodrkami">
    <w:name w:val="List Bullet"/>
    <w:basedOn w:val="Normln"/>
    <w:uiPriority w:val="99"/>
    <w:rsid w:val="009726FC"/>
    <w:pPr>
      <w:tabs>
        <w:tab w:val="num" w:pos="340"/>
      </w:tabs>
      <w:ind w:left="340" w:hanging="340"/>
      <w:contextualSpacing/>
    </w:pPr>
  </w:style>
  <w:style w:type="paragraph" w:styleId="Odstavecseseznamem">
    <w:name w:val="List Paragraph"/>
    <w:basedOn w:val="Normln"/>
    <w:uiPriority w:val="99"/>
    <w:qFormat/>
    <w:rsid w:val="00F11D70"/>
    <w:pPr>
      <w:ind w:left="720"/>
      <w:contextualSpacing/>
    </w:pPr>
  </w:style>
  <w:style w:type="character" w:customStyle="1" w:styleId="alt-edited">
    <w:name w:val="alt-edited"/>
    <w:rsid w:val="00D8660C"/>
  </w:style>
  <w:style w:type="character" w:customStyle="1" w:styleId="shorttext">
    <w:name w:val="short_text"/>
    <w:rsid w:val="00D866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83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5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Local\Temp\TechPedia_worksheet_template_E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TechPedia_worksheet_template_EN.dot</Template>
  <TotalTime>0</TotalTime>
  <Pages>3</Pages>
  <Words>431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Marek Nevosad</cp:lastModifiedBy>
  <cp:revision>2</cp:revision>
  <cp:lastPrinted>2013-05-24T15:00:00Z</cp:lastPrinted>
  <dcterms:created xsi:type="dcterms:W3CDTF">2016-07-18T10:34:00Z</dcterms:created>
  <dcterms:modified xsi:type="dcterms:W3CDTF">2016-07-18T10:34:00Z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