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159" w:rsidRPr="0054052D" w:rsidRDefault="00046307" w:rsidP="0054052D">
      <w:pPr>
        <w:pStyle w:val="eTask"/>
        <w:rPr>
          <w:rStyle w:val="eAbbreviationMeaning"/>
          <w:b/>
          <w:i w:val="0"/>
          <w:color w:val="auto"/>
          <w:lang w:val="cs-CZ" w:eastAsia="cs-CZ"/>
        </w:rPr>
      </w:pPr>
      <w:r w:rsidRPr="0054052D">
        <w:rPr>
          <w:lang w:val="cs-CZ"/>
        </w:rPr>
        <w:t>Označte správné výrazy</w:t>
      </w:r>
      <w:r w:rsidR="008426C2" w:rsidRPr="0054052D">
        <w:rPr>
          <w:lang w:val="cs-CZ"/>
        </w:rPr>
        <w:t xml:space="preserve"> </w:t>
      </w:r>
      <w:r w:rsidRPr="0054052D">
        <w:rPr>
          <w:lang w:val="cs-CZ"/>
        </w:rPr>
        <w:t>pro bezpečné řídicí systémy</w:t>
      </w:r>
    </w:p>
    <w:p w:rsidR="002510FF" w:rsidRPr="0054052D" w:rsidRDefault="002510FF" w:rsidP="002510FF">
      <w:pPr>
        <w:rPr>
          <w:rStyle w:val="eAbbreviationMeaning"/>
          <w:b w:val="0"/>
          <w:i w:val="0"/>
          <w:color w:val="auto"/>
          <w:lang w:val="cs-CZ" w:eastAsia="cs-CZ"/>
        </w:rPr>
      </w:pPr>
    </w:p>
    <w:p w:rsidR="00386182" w:rsidRPr="00D6668C" w:rsidRDefault="00AA578C" w:rsidP="00456D3E">
      <w:pPr>
        <w:pStyle w:val="eCheckBoxText"/>
        <w:rPr>
          <w:lang w:val="cs-CZ"/>
        </w:rPr>
      </w:pPr>
      <w:r w:rsidRPr="0054052D">
        <w:rPr>
          <w:rStyle w:val="eCheckBoxSquareChar"/>
          <w:lang w:val="cs-CZ"/>
        </w:rPr>
        <w:t>□</w:t>
      </w:r>
      <w:r w:rsidR="00456D3E" w:rsidRPr="0054052D">
        <w:rPr>
          <w:lang w:val="cs-CZ"/>
        </w:rPr>
        <w:tab/>
      </w:r>
      <w:r w:rsidR="00046307" w:rsidRPr="00D6668C">
        <w:rPr>
          <w:lang w:val="cs-CZ"/>
        </w:rPr>
        <w:t>Redundance</w:t>
      </w:r>
    </w:p>
    <w:p w:rsidR="00456D3E" w:rsidRPr="00D6668C" w:rsidRDefault="00AA578C" w:rsidP="00456D3E">
      <w:pPr>
        <w:pStyle w:val="eCheckBoxText"/>
        <w:rPr>
          <w:lang w:val="cs-CZ"/>
        </w:rPr>
      </w:pPr>
      <w:r w:rsidRPr="0054052D">
        <w:rPr>
          <w:rStyle w:val="eCheckBoxSquareChar"/>
          <w:lang w:val="cs-CZ"/>
        </w:rPr>
        <w:t>□</w:t>
      </w:r>
      <w:r w:rsidR="00456D3E" w:rsidRPr="0054052D">
        <w:rPr>
          <w:b/>
          <w:color w:val="FF0000"/>
          <w:lang w:val="cs-CZ"/>
        </w:rPr>
        <w:tab/>
      </w:r>
      <w:r w:rsidR="00046307" w:rsidRPr="00D6668C">
        <w:rPr>
          <w:lang w:val="cs-CZ"/>
        </w:rPr>
        <w:t>Zálohování</w:t>
      </w:r>
    </w:p>
    <w:p w:rsidR="00456D3E" w:rsidRPr="00D6668C" w:rsidRDefault="00AA578C" w:rsidP="00456D3E">
      <w:pPr>
        <w:pStyle w:val="eCheckBoxText"/>
        <w:rPr>
          <w:lang w:val="cs-CZ"/>
        </w:rPr>
      </w:pPr>
      <w:r w:rsidRPr="0054052D">
        <w:rPr>
          <w:rStyle w:val="eCheckBoxSquareChar"/>
          <w:lang w:val="cs-CZ"/>
        </w:rPr>
        <w:t>□</w:t>
      </w:r>
      <w:r w:rsidR="00456D3E" w:rsidRPr="0054052D">
        <w:rPr>
          <w:lang w:val="cs-CZ"/>
        </w:rPr>
        <w:tab/>
      </w:r>
      <w:r w:rsidR="00046307" w:rsidRPr="00D6668C">
        <w:rPr>
          <w:lang w:val="cs-CZ"/>
        </w:rPr>
        <w:t>Bezpečný</w:t>
      </w:r>
      <w:r w:rsidR="00850453" w:rsidRPr="00D6668C">
        <w:rPr>
          <w:lang w:val="cs-CZ"/>
        </w:rPr>
        <w:t xml:space="preserve"> design</w:t>
      </w:r>
    </w:p>
    <w:p w:rsidR="00456D3E" w:rsidRPr="0054052D" w:rsidRDefault="00456D3E" w:rsidP="00456D3E">
      <w:pPr>
        <w:pStyle w:val="eCheckBoxText"/>
        <w:rPr>
          <w:rStyle w:val="eCheckBoxSquareChar"/>
          <w:lang w:val="cs-CZ"/>
        </w:rPr>
      </w:pPr>
      <w:r w:rsidRPr="0054052D">
        <w:rPr>
          <w:rStyle w:val="eCheckBoxSquareChar"/>
          <w:lang w:val="cs-CZ"/>
        </w:rPr>
        <w:t>□</w:t>
      </w:r>
      <w:r w:rsidRPr="0054052D">
        <w:rPr>
          <w:rStyle w:val="eCheckBoxSquareChar"/>
          <w:lang w:val="cs-CZ"/>
        </w:rPr>
        <w:tab/>
      </w:r>
      <w:r w:rsidR="00472ABC" w:rsidRPr="0054052D">
        <w:rPr>
          <w:rStyle w:val="eCheckBoxSquareChar"/>
          <w:sz w:val="24"/>
          <w:lang w:val="cs-CZ"/>
        </w:rPr>
        <w:t>K</w:t>
      </w:r>
      <w:r w:rsidR="00046307" w:rsidRPr="0054052D">
        <w:rPr>
          <w:rStyle w:val="eCheckBoxSquareChar"/>
          <w:sz w:val="24"/>
          <w:lang w:val="cs-CZ"/>
        </w:rPr>
        <w:t>ancelářské</w:t>
      </w:r>
      <w:r w:rsidR="00850453" w:rsidRPr="0054052D">
        <w:rPr>
          <w:lang w:val="cs-CZ"/>
        </w:rPr>
        <w:t xml:space="preserve"> PC</w:t>
      </w:r>
    </w:p>
    <w:p w:rsidR="00456D3E" w:rsidRPr="0054052D" w:rsidRDefault="00456D3E" w:rsidP="00456D3E">
      <w:pPr>
        <w:pStyle w:val="eCheckBoxText"/>
        <w:rPr>
          <w:lang w:val="cs-CZ"/>
        </w:rPr>
      </w:pPr>
      <w:r w:rsidRPr="0054052D">
        <w:rPr>
          <w:rStyle w:val="eCheckBoxSquareChar"/>
          <w:lang w:val="cs-CZ"/>
        </w:rPr>
        <w:t>□</w:t>
      </w:r>
      <w:r w:rsidRPr="0054052D">
        <w:rPr>
          <w:rStyle w:val="eCheckBoxSquareChar"/>
          <w:lang w:val="cs-CZ"/>
        </w:rPr>
        <w:tab/>
      </w:r>
      <w:proofErr w:type="spellStart"/>
      <w:r w:rsidR="00850453" w:rsidRPr="0054052D">
        <w:rPr>
          <w:lang w:val="cs-CZ"/>
        </w:rPr>
        <w:t>SoftPLC</w:t>
      </w:r>
      <w:proofErr w:type="spellEnd"/>
    </w:p>
    <w:p w:rsidR="00B87089" w:rsidRPr="0054052D" w:rsidRDefault="00B87089" w:rsidP="00456D3E">
      <w:pPr>
        <w:pStyle w:val="eLineBottom"/>
        <w:rPr>
          <w:lang w:val="cs-CZ"/>
        </w:rPr>
      </w:pPr>
    </w:p>
    <w:p w:rsidR="00056FF0" w:rsidRPr="0054052D" w:rsidRDefault="00056FF0" w:rsidP="00056FF0">
      <w:pPr>
        <w:rPr>
          <w:lang w:val="cs-CZ"/>
        </w:rPr>
      </w:pPr>
    </w:p>
    <w:p w:rsidR="00EB5344" w:rsidRPr="0054052D" w:rsidRDefault="00046307" w:rsidP="0054052D">
      <w:pPr>
        <w:pStyle w:val="eTask"/>
        <w:rPr>
          <w:lang w:val="cs-CZ"/>
        </w:rPr>
      </w:pPr>
      <w:r w:rsidRPr="0054052D">
        <w:rPr>
          <w:lang w:val="cs-CZ"/>
        </w:rPr>
        <w:t>Doplňte větu</w:t>
      </w:r>
      <w:r w:rsidR="00A407AE" w:rsidRPr="0054052D">
        <w:rPr>
          <w:lang w:val="cs-CZ"/>
        </w:rPr>
        <w:t>!</w:t>
      </w:r>
    </w:p>
    <w:p w:rsidR="00056FF0" w:rsidRPr="0054052D" w:rsidRDefault="00056FF0" w:rsidP="008426C2">
      <w:pPr>
        <w:rPr>
          <w:sz w:val="20"/>
          <w:szCs w:val="20"/>
          <w:lang w:val="cs-CZ"/>
        </w:rPr>
      </w:pPr>
    </w:p>
    <w:p w:rsidR="00B87089" w:rsidRPr="0054052D" w:rsidRDefault="00BE30D9" w:rsidP="0054052D">
      <w:pPr>
        <w:spacing w:line="360" w:lineRule="auto"/>
        <w:rPr>
          <w:lang w:val="cs-CZ"/>
        </w:rPr>
      </w:pPr>
      <m:oMath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cs-CZ"/>
                  </w:rPr>
                </m:ctrlPr>
              </m:eqArrPr>
              <m:e>
                <m:r>
                  <m:rPr>
                    <m:nor/>
                  </m:rPr>
                  <w:rPr>
                    <w:lang w:val="cs-CZ"/>
                  </w:rPr>
                  <m:t>Tyristorové řídicí systémy</m:t>
                </m:r>
              </m:e>
              <m:e>
                <m:r>
                  <m:rPr>
                    <m:nor/>
                  </m:rPr>
                  <w:rPr>
                    <w:lang w:val="cs-CZ"/>
                  </w:rPr>
                  <m:t>Frekvenční měniče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w:proofErr w:type="spellStart"/>
                <m:r>
                  <m:rPr>
                    <m:nor/>
                  </m:rPr>
                  <w:rPr>
                    <w:lang w:val="cs-CZ"/>
                  </w:rPr>
                  <m:t>Softstartéry</m:t>
                </m:r>
                <w:proofErr w:type="spellEnd"/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lang w:val="cs-CZ"/>
                  </w:rPr>
                  <m:t>Pneumatické ŘS</m:t>
                </m:r>
              </m:e>
            </m:eqArr>
            <m:r>
              <w:rPr>
                <w:rFonts w:ascii="Cambria Math" w:hAnsi="Cambria Math"/>
                <w:lang w:val="cs-CZ"/>
              </w:rPr>
              <m:t xml:space="preserve"> </m:t>
            </m:r>
          </m:e>
        </m:d>
      </m:oMath>
      <w:r w:rsidR="0051036E" w:rsidRPr="0054052D">
        <w:rPr>
          <w:lang w:val="cs-CZ"/>
        </w:rPr>
        <w:t xml:space="preserve"> </w:t>
      </w:r>
      <w:r w:rsidR="00023F90" w:rsidRPr="0054052D">
        <w:rPr>
          <w:lang w:val="cs-CZ"/>
        </w:rPr>
        <w:t>jsou používán</w:t>
      </w:r>
      <w:r w:rsidR="00472ABC" w:rsidRPr="0054052D">
        <w:rPr>
          <w:lang w:val="cs-CZ"/>
        </w:rPr>
        <w:t>y</w:t>
      </w:r>
      <w:r w:rsidR="00023F90" w:rsidRPr="0054052D">
        <w:rPr>
          <w:lang w:val="cs-CZ"/>
        </w:rPr>
        <w:t xml:space="preserve"> p</w:t>
      </w:r>
      <w:bookmarkStart w:id="0" w:name="_GoBack"/>
      <w:bookmarkEnd w:id="0"/>
      <w:r w:rsidR="00023F90" w:rsidRPr="0054052D">
        <w:rPr>
          <w:lang w:val="cs-CZ"/>
        </w:rPr>
        <w:t>ro hladký rozběh a řízení asynchronních motorů</w:t>
      </w:r>
      <w:r w:rsidR="00386182" w:rsidRPr="0054052D">
        <w:rPr>
          <w:lang w:val="cs-CZ"/>
        </w:rPr>
        <w:t>.</w:t>
      </w:r>
    </w:p>
    <w:p w:rsidR="00AE3AC6" w:rsidRPr="0054052D" w:rsidRDefault="00AE3AC6" w:rsidP="00AA578C">
      <w:pPr>
        <w:pBdr>
          <w:bottom w:val="single" w:sz="4" w:space="1" w:color="auto"/>
        </w:pBdr>
        <w:rPr>
          <w:lang w:val="cs-CZ"/>
        </w:rPr>
      </w:pPr>
    </w:p>
    <w:p w:rsidR="008B4839" w:rsidRPr="0054052D" w:rsidRDefault="008B4839" w:rsidP="008426C2">
      <w:pPr>
        <w:rPr>
          <w:sz w:val="20"/>
          <w:szCs w:val="20"/>
          <w:lang w:val="cs-CZ"/>
        </w:rPr>
      </w:pPr>
    </w:p>
    <w:p w:rsidR="007109D2" w:rsidRPr="0054052D" w:rsidRDefault="00023F90" w:rsidP="007F6FA5">
      <w:pPr>
        <w:pStyle w:val="eTask"/>
        <w:rPr>
          <w:lang w:val="cs-CZ"/>
        </w:rPr>
      </w:pPr>
      <w:r w:rsidRPr="0054052D">
        <w:rPr>
          <w:lang w:val="cs-CZ"/>
        </w:rPr>
        <w:t>Spojte odpovídající zkratku s definicí</w:t>
      </w:r>
      <w:r w:rsidR="007F6FA5" w:rsidRPr="0054052D">
        <w:rPr>
          <w:lang w:val="cs-CZ"/>
        </w:rPr>
        <w:t>!</w:t>
      </w:r>
    </w:p>
    <w:p w:rsidR="00B05FE7" w:rsidRPr="0054052D" w:rsidRDefault="00B05FE7" w:rsidP="002510FF">
      <w:pPr>
        <w:rPr>
          <w:lang w:val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99"/>
        <w:gridCol w:w="1251"/>
        <w:gridCol w:w="6712"/>
      </w:tblGrid>
      <w:tr w:rsidR="00456D3E" w:rsidRPr="0054052D" w:rsidTr="002510FF">
        <w:trPr>
          <w:trHeight w:val="680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456D3E" w:rsidRPr="0054052D" w:rsidRDefault="00386182" w:rsidP="002510FF">
            <w:pPr>
              <w:jc w:val="center"/>
              <w:rPr>
                <w:lang w:val="cs-CZ"/>
              </w:rPr>
            </w:pPr>
            <w:r w:rsidRPr="0054052D">
              <w:rPr>
                <w:lang w:val="cs-CZ"/>
              </w:rPr>
              <w:t>SCADA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56D3E" w:rsidRPr="0054052D" w:rsidRDefault="00456D3E" w:rsidP="00B05FE7">
            <w:pPr>
              <w:pStyle w:val="eText"/>
              <w:rPr>
                <w:lang w:val="cs-CZ"/>
              </w:rPr>
            </w:pPr>
          </w:p>
        </w:tc>
        <w:tc>
          <w:tcPr>
            <w:tcW w:w="6836" w:type="dxa"/>
            <w:tcBorders>
              <w:bottom w:val="single" w:sz="4" w:space="0" w:color="auto"/>
            </w:tcBorders>
            <w:vAlign w:val="center"/>
          </w:tcPr>
          <w:p w:rsidR="00456D3E" w:rsidRPr="0054052D" w:rsidRDefault="00386182" w:rsidP="002510FF">
            <w:pPr>
              <w:rPr>
                <w:lang w:val="cs-CZ"/>
              </w:rPr>
            </w:pPr>
            <w:proofErr w:type="spellStart"/>
            <w:r w:rsidRPr="0054052D">
              <w:rPr>
                <w:lang w:val="cs-CZ"/>
              </w:rPr>
              <w:t>Protocol</w:t>
            </w:r>
            <w:proofErr w:type="spellEnd"/>
            <w:r w:rsidRPr="0054052D">
              <w:rPr>
                <w:lang w:val="cs-CZ"/>
              </w:rPr>
              <w:t xml:space="preserve"> Data Unit</w:t>
            </w:r>
            <w:r w:rsidR="007F6FA5" w:rsidRPr="0054052D">
              <w:rPr>
                <w:lang w:val="cs-CZ"/>
              </w:rPr>
              <w:t>.</w:t>
            </w:r>
          </w:p>
        </w:tc>
      </w:tr>
      <w:tr w:rsidR="002510FF" w:rsidRPr="0054052D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54052D" w:rsidRDefault="002510FF" w:rsidP="002510FF">
            <w:pPr>
              <w:jc w:val="center"/>
              <w:rPr>
                <w:sz w:val="10"/>
                <w:szCs w:val="10"/>
                <w:lang w:val="cs-CZ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54052D" w:rsidRDefault="002510FF" w:rsidP="00B05FE7">
            <w:pPr>
              <w:pStyle w:val="eText"/>
              <w:rPr>
                <w:sz w:val="10"/>
                <w:szCs w:val="10"/>
                <w:lang w:val="cs-CZ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54052D" w:rsidRDefault="002510FF" w:rsidP="002510FF">
            <w:pPr>
              <w:rPr>
                <w:sz w:val="10"/>
                <w:szCs w:val="10"/>
                <w:lang w:val="cs-CZ"/>
              </w:rPr>
            </w:pPr>
          </w:p>
        </w:tc>
      </w:tr>
      <w:tr w:rsidR="00456D3E" w:rsidRPr="0054052D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54052D" w:rsidRDefault="00386182" w:rsidP="002510FF">
            <w:pPr>
              <w:jc w:val="center"/>
              <w:rPr>
                <w:lang w:val="cs-CZ"/>
              </w:rPr>
            </w:pPr>
            <w:r w:rsidRPr="0054052D">
              <w:rPr>
                <w:lang w:val="cs-CZ"/>
              </w:rPr>
              <w:t>HMI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56D3E" w:rsidRPr="0054052D" w:rsidRDefault="00456D3E" w:rsidP="00B05FE7">
            <w:pPr>
              <w:pStyle w:val="eText"/>
              <w:rPr>
                <w:lang w:val="cs-CZ"/>
              </w:rPr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54052D" w:rsidRDefault="00386182" w:rsidP="002510FF">
            <w:pPr>
              <w:rPr>
                <w:lang w:val="cs-CZ"/>
              </w:rPr>
            </w:pPr>
            <w:proofErr w:type="spellStart"/>
            <w:r w:rsidRPr="0054052D">
              <w:rPr>
                <w:lang w:val="cs-CZ"/>
              </w:rPr>
              <w:t>Supervisory</w:t>
            </w:r>
            <w:proofErr w:type="spellEnd"/>
            <w:r w:rsidRPr="0054052D">
              <w:rPr>
                <w:lang w:val="cs-CZ"/>
              </w:rPr>
              <w:t xml:space="preserve"> </w:t>
            </w:r>
            <w:proofErr w:type="spellStart"/>
            <w:r w:rsidRPr="0054052D">
              <w:rPr>
                <w:lang w:val="cs-CZ"/>
              </w:rPr>
              <w:t>Control</w:t>
            </w:r>
            <w:proofErr w:type="spellEnd"/>
            <w:r w:rsidRPr="0054052D">
              <w:rPr>
                <w:lang w:val="cs-CZ"/>
              </w:rPr>
              <w:t xml:space="preserve"> And Data </w:t>
            </w:r>
            <w:proofErr w:type="spellStart"/>
            <w:r w:rsidRPr="0054052D">
              <w:rPr>
                <w:lang w:val="cs-CZ"/>
              </w:rPr>
              <w:t>Acquisition</w:t>
            </w:r>
            <w:proofErr w:type="spellEnd"/>
          </w:p>
        </w:tc>
      </w:tr>
      <w:tr w:rsidR="002510FF" w:rsidRPr="0054052D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54052D" w:rsidRDefault="002510FF" w:rsidP="002510FF">
            <w:pPr>
              <w:jc w:val="center"/>
              <w:rPr>
                <w:sz w:val="10"/>
                <w:szCs w:val="10"/>
                <w:lang w:val="cs-CZ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54052D" w:rsidRDefault="002510FF" w:rsidP="00B05FE7">
            <w:pPr>
              <w:pStyle w:val="eText"/>
              <w:rPr>
                <w:sz w:val="10"/>
                <w:szCs w:val="10"/>
                <w:lang w:val="cs-CZ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54052D" w:rsidRDefault="002510FF" w:rsidP="002510FF">
            <w:pPr>
              <w:rPr>
                <w:sz w:val="10"/>
                <w:szCs w:val="10"/>
                <w:lang w:val="cs-CZ"/>
              </w:rPr>
            </w:pPr>
          </w:p>
        </w:tc>
      </w:tr>
      <w:tr w:rsidR="00456D3E" w:rsidRPr="0054052D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54052D" w:rsidRDefault="00386182" w:rsidP="002510FF">
            <w:pPr>
              <w:jc w:val="center"/>
              <w:rPr>
                <w:lang w:val="cs-CZ"/>
              </w:rPr>
            </w:pPr>
            <w:r w:rsidRPr="0054052D">
              <w:rPr>
                <w:lang w:val="cs-CZ"/>
              </w:rPr>
              <w:t>PDU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56D3E" w:rsidRPr="0054052D" w:rsidRDefault="00456D3E" w:rsidP="00B05FE7">
            <w:pPr>
              <w:pStyle w:val="eText"/>
              <w:rPr>
                <w:lang w:val="cs-CZ"/>
              </w:rPr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54052D" w:rsidRDefault="00386182" w:rsidP="002510FF">
            <w:pPr>
              <w:rPr>
                <w:lang w:val="cs-CZ"/>
              </w:rPr>
            </w:pPr>
            <w:proofErr w:type="spellStart"/>
            <w:r w:rsidRPr="0054052D">
              <w:rPr>
                <w:lang w:val="cs-CZ"/>
              </w:rPr>
              <w:t>European</w:t>
            </w:r>
            <w:proofErr w:type="spellEnd"/>
            <w:r w:rsidRPr="0054052D">
              <w:rPr>
                <w:lang w:val="cs-CZ"/>
              </w:rPr>
              <w:t xml:space="preserve"> </w:t>
            </w:r>
            <w:proofErr w:type="spellStart"/>
            <w:r w:rsidRPr="0054052D">
              <w:rPr>
                <w:lang w:val="cs-CZ"/>
              </w:rPr>
              <w:t>Installation</w:t>
            </w:r>
            <w:proofErr w:type="spellEnd"/>
            <w:r w:rsidRPr="0054052D">
              <w:rPr>
                <w:lang w:val="cs-CZ"/>
              </w:rPr>
              <w:t xml:space="preserve"> Bus</w:t>
            </w:r>
          </w:p>
        </w:tc>
      </w:tr>
      <w:tr w:rsidR="002510FF" w:rsidRPr="0054052D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54052D" w:rsidRDefault="002510FF" w:rsidP="002510FF">
            <w:pPr>
              <w:jc w:val="center"/>
              <w:rPr>
                <w:sz w:val="10"/>
                <w:szCs w:val="10"/>
                <w:lang w:val="cs-CZ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54052D" w:rsidRDefault="002510FF" w:rsidP="00B05FE7">
            <w:pPr>
              <w:pStyle w:val="eText"/>
              <w:rPr>
                <w:sz w:val="10"/>
                <w:szCs w:val="10"/>
                <w:lang w:val="cs-CZ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54052D" w:rsidRDefault="002510FF" w:rsidP="002510FF">
            <w:pPr>
              <w:rPr>
                <w:sz w:val="10"/>
                <w:szCs w:val="10"/>
                <w:lang w:val="cs-CZ"/>
              </w:rPr>
            </w:pPr>
          </w:p>
        </w:tc>
      </w:tr>
      <w:tr w:rsidR="00456D3E" w:rsidRPr="0054052D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54052D" w:rsidRDefault="00386182" w:rsidP="002510FF">
            <w:pPr>
              <w:jc w:val="center"/>
              <w:rPr>
                <w:lang w:val="cs-CZ"/>
              </w:rPr>
            </w:pPr>
            <w:r w:rsidRPr="0054052D">
              <w:rPr>
                <w:lang w:val="cs-CZ"/>
              </w:rPr>
              <w:t>EIB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56D3E" w:rsidRPr="0054052D" w:rsidRDefault="00456D3E" w:rsidP="00B05FE7">
            <w:pPr>
              <w:pStyle w:val="eText"/>
              <w:rPr>
                <w:lang w:val="cs-CZ"/>
              </w:rPr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54052D" w:rsidRDefault="00386182" w:rsidP="002510FF">
            <w:pPr>
              <w:rPr>
                <w:lang w:val="cs-CZ"/>
              </w:rPr>
            </w:pPr>
            <w:proofErr w:type="spellStart"/>
            <w:r w:rsidRPr="0054052D">
              <w:rPr>
                <w:lang w:val="cs-CZ"/>
              </w:rPr>
              <w:t>Human</w:t>
            </w:r>
            <w:proofErr w:type="spellEnd"/>
            <w:r w:rsidRPr="0054052D">
              <w:rPr>
                <w:lang w:val="cs-CZ"/>
              </w:rPr>
              <w:t xml:space="preserve"> </w:t>
            </w:r>
            <w:proofErr w:type="spellStart"/>
            <w:r w:rsidRPr="0054052D">
              <w:rPr>
                <w:lang w:val="cs-CZ"/>
              </w:rPr>
              <w:t>Machine</w:t>
            </w:r>
            <w:proofErr w:type="spellEnd"/>
            <w:r w:rsidRPr="0054052D">
              <w:rPr>
                <w:lang w:val="cs-CZ"/>
              </w:rPr>
              <w:t xml:space="preserve"> Interface</w:t>
            </w:r>
          </w:p>
        </w:tc>
      </w:tr>
    </w:tbl>
    <w:p w:rsidR="00EB3231" w:rsidRPr="0054052D" w:rsidRDefault="00EB3231" w:rsidP="000525F8">
      <w:pPr>
        <w:pStyle w:val="eLineBottom"/>
        <w:rPr>
          <w:bCs/>
          <w:lang w:val="cs-CZ"/>
        </w:rPr>
      </w:pPr>
    </w:p>
    <w:p w:rsidR="00DD5AD3" w:rsidRPr="0054052D" w:rsidRDefault="00DD5AD3" w:rsidP="000525F8">
      <w:pPr>
        <w:pStyle w:val="eLineBottom"/>
        <w:rPr>
          <w:bCs/>
          <w:lang w:val="cs-CZ"/>
        </w:rPr>
      </w:pPr>
    </w:p>
    <w:p w:rsidR="00B05FE7" w:rsidRPr="0054052D" w:rsidRDefault="00B05FE7" w:rsidP="00056FF0">
      <w:pPr>
        <w:rPr>
          <w:lang w:val="cs-CZ"/>
        </w:rPr>
      </w:pPr>
    </w:p>
    <w:p w:rsidR="002510FF" w:rsidRPr="0054052D" w:rsidRDefault="002510FF">
      <w:pPr>
        <w:rPr>
          <w:b/>
          <w:lang w:val="cs-CZ"/>
        </w:rPr>
      </w:pPr>
      <w:r w:rsidRPr="0054052D">
        <w:rPr>
          <w:lang w:val="cs-CZ"/>
        </w:rPr>
        <w:br w:type="page"/>
      </w:r>
    </w:p>
    <w:p w:rsidR="00F91E95" w:rsidRPr="0054052D" w:rsidRDefault="00023F90" w:rsidP="00F91E95">
      <w:pPr>
        <w:pStyle w:val="eTask"/>
        <w:rPr>
          <w:lang w:val="cs-CZ"/>
        </w:rPr>
      </w:pPr>
      <w:r w:rsidRPr="0054052D">
        <w:rPr>
          <w:lang w:val="cs-CZ"/>
        </w:rPr>
        <w:lastRenderedPageBreak/>
        <w:t>Vyberte správnou technologii</w:t>
      </w:r>
      <w:r w:rsidR="00F91E95" w:rsidRPr="0054052D">
        <w:rPr>
          <w:lang w:val="cs-CZ"/>
        </w:rPr>
        <w:t xml:space="preserve">! </w:t>
      </w:r>
    </w:p>
    <w:p w:rsidR="00F91E95" w:rsidRPr="0054052D" w:rsidRDefault="00F91E95" w:rsidP="00F91E95">
      <w:pPr>
        <w:rPr>
          <w:lang w:val="cs-CZ"/>
        </w:rPr>
      </w:pPr>
    </w:p>
    <w:p w:rsidR="00F91E95" w:rsidRPr="0054052D" w:rsidRDefault="00BE30D9" w:rsidP="0054052D">
      <w:pPr>
        <w:spacing w:line="360" w:lineRule="auto"/>
        <w:rPr>
          <w:lang w:val="cs-CZ"/>
        </w:rPr>
      </w:pPr>
      <m:oMath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cs-CZ"/>
                  </w:rPr>
                </m:ctrlPr>
              </m:eqArrPr>
              <m:e>
                <m:r>
                  <m:rPr>
                    <m:nor/>
                  </m:rPr>
                  <w:rPr>
                    <w:lang w:val="cs-CZ"/>
                  </w:rPr>
                  <m:t>MEMS</m:t>
                </m:r>
              </m:e>
              <m:e>
                <m:r>
                  <m:rPr>
                    <m:nor/>
                  </m:rPr>
                  <w:rPr>
                    <w:lang w:val="cs-CZ"/>
                  </w:rPr>
                  <m:t>PEMS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lang w:val="cs-CZ"/>
                  </w:rPr>
                  <m:t>GEMS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w:proofErr w:type="spellStart"/>
                <m:r>
                  <m:rPr>
                    <m:nor/>
                  </m:rPr>
                  <w:rPr>
                    <w:rStyle w:val="eAbbreviation"/>
                    <w:b w:val="0"/>
                    <w:color w:val="auto"/>
                  </w:rPr>
                  <m:t>MEADs</m:t>
                </m:r>
                <w:proofErr w:type="spellEnd"/>
              </m:e>
            </m:eqArr>
          </m:e>
        </m:d>
      </m:oMath>
      <w:r w:rsidR="00F91E95" w:rsidRPr="0054052D">
        <w:rPr>
          <w:lang w:val="cs-CZ"/>
        </w:rPr>
        <w:t xml:space="preserve"> </w:t>
      </w:r>
      <w:r w:rsidR="00023F90" w:rsidRPr="0054052D">
        <w:rPr>
          <w:lang w:val="cs-CZ"/>
        </w:rPr>
        <w:t>dosahuje znatelně vyšších rychlostí a přesností v porovnání s makroskopickým přístupem</w:t>
      </w:r>
      <w:r w:rsidR="00F91E95" w:rsidRPr="0054052D">
        <w:rPr>
          <w:lang w:val="cs-CZ"/>
        </w:rPr>
        <w:t>.</w:t>
      </w:r>
    </w:p>
    <w:p w:rsidR="00F91E95" w:rsidRPr="0054052D" w:rsidRDefault="00F91E95" w:rsidP="00F91E95">
      <w:pPr>
        <w:pStyle w:val="eTask"/>
        <w:numPr>
          <w:ilvl w:val="0"/>
          <w:numId w:val="0"/>
        </w:numPr>
        <w:pBdr>
          <w:bottom w:val="single" w:sz="4" w:space="1" w:color="auto"/>
        </w:pBdr>
        <w:rPr>
          <w:lang w:val="cs-CZ"/>
        </w:rPr>
      </w:pPr>
    </w:p>
    <w:p w:rsidR="00F91E95" w:rsidRPr="0054052D" w:rsidRDefault="00F91E95" w:rsidP="00F91E95">
      <w:pPr>
        <w:pStyle w:val="eTask"/>
        <w:numPr>
          <w:ilvl w:val="0"/>
          <w:numId w:val="0"/>
        </w:numPr>
        <w:ind w:left="360"/>
        <w:rPr>
          <w:lang w:val="cs-CZ"/>
        </w:rPr>
      </w:pPr>
    </w:p>
    <w:p w:rsidR="009B1030" w:rsidRPr="0054052D" w:rsidRDefault="00023F90" w:rsidP="0054052D">
      <w:pPr>
        <w:pStyle w:val="eTask"/>
        <w:rPr>
          <w:rStyle w:val="eAbbreviationMeaning"/>
          <w:b/>
          <w:i w:val="0"/>
          <w:color w:val="auto"/>
          <w:lang w:val="cs-CZ" w:eastAsia="cs-CZ"/>
        </w:rPr>
      </w:pPr>
      <w:r w:rsidRPr="0054052D">
        <w:rPr>
          <w:lang w:val="cs-CZ"/>
        </w:rPr>
        <w:t>Označte správný obsah</w:t>
      </w:r>
      <w:r w:rsidR="00A51BF7" w:rsidRPr="0054052D">
        <w:rPr>
          <w:lang w:val="cs-CZ"/>
        </w:rPr>
        <w:t>!</w:t>
      </w:r>
      <w:r w:rsidR="0054052D">
        <w:rPr>
          <w:lang w:val="cs-CZ"/>
        </w:rPr>
        <w:br/>
      </w:r>
      <w:r w:rsidR="0054052D">
        <w:rPr>
          <w:lang w:val="cs-CZ"/>
        </w:rPr>
        <w:br/>
      </w:r>
      <w:r w:rsidR="0099032F" w:rsidRPr="0054052D">
        <w:rPr>
          <w:rStyle w:val="eAbbreviationMeaning"/>
          <w:b/>
          <w:i w:val="0"/>
          <w:color w:val="auto"/>
          <w:lang w:val="cs-CZ" w:eastAsia="cs-CZ"/>
        </w:rPr>
        <w:t xml:space="preserve">SCADA </w:t>
      </w:r>
      <w:r w:rsidRPr="0054052D">
        <w:rPr>
          <w:rStyle w:val="eAbbreviationMeaning"/>
          <w:b/>
          <w:i w:val="0"/>
          <w:color w:val="auto"/>
          <w:lang w:val="cs-CZ" w:eastAsia="cs-CZ"/>
        </w:rPr>
        <w:t>obsahuje</w:t>
      </w:r>
      <w:r w:rsidR="0099032F" w:rsidRPr="0054052D">
        <w:rPr>
          <w:rStyle w:val="eAbbreviationMeaning"/>
          <w:b/>
          <w:i w:val="0"/>
          <w:color w:val="auto"/>
          <w:lang w:val="cs-CZ" w:eastAsia="cs-CZ"/>
        </w:rPr>
        <w:t>:</w:t>
      </w:r>
    </w:p>
    <w:p w:rsidR="00456D3E" w:rsidRPr="00D6668C" w:rsidRDefault="00AA578C" w:rsidP="00456D3E">
      <w:pPr>
        <w:pStyle w:val="eCheckBoxText"/>
        <w:rPr>
          <w:lang w:val="cs-CZ"/>
        </w:rPr>
      </w:pPr>
      <w:r w:rsidRPr="0054052D">
        <w:rPr>
          <w:rStyle w:val="eCheckBoxSquareChar"/>
          <w:lang w:val="cs-CZ"/>
        </w:rPr>
        <w:t>□</w:t>
      </w:r>
      <w:r w:rsidR="00456D3E" w:rsidRPr="0054052D">
        <w:rPr>
          <w:b/>
          <w:color w:val="FF0000"/>
          <w:lang w:val="cs-CZ"/>
        </w:rPr>
        <w:tab/>
      </w:r>
      <w:r w:rsidR="00023F90" w:rsidRPr="00AA578C">
        <w:rPr>
          <w:lang w:val="cs-CZ"/>
        </w:rPr>
        <w:t>skriptovací jazyk</w:t>
      </w:r>
    </w:p>
    <w:p w:rsidR="0099032F" w:rsidRPr="00AA578C" w:rsidRDefault="00AA578C" w:rsidP="002510FF">
      <w:pPr>
        <w:pStyle w:val="eCheckBoxText"/>
        <w:rPr>
          <w:lang w:val="cs-CZ"/>
        </w:rPr>
      </w:pPr>
      <w:r w:rsidRPr="0054052D">
        <w:rPr>
          <w:rStyle w:val="eCheckBoxSquareChar"/>
          <w:lang w:val="cs-CZ"/>
        </w:rPr>
        <w:t>□</w:t>
      </w:r>
      <w:r w:rsidR="002510FF" w:rsidRPr="0054052D">
        <w:rPr>
          <w:b/>
          <w:color w:val="FF0000"/>
          <w:lang w:val="cs-CZ"/>
        </w:rPr>
        <w:tab/>
      </w:r>
      <w:r w:rsidR="00023F90" w:rsidRPr="00AA578C">
        <w:rPr>
          <w:lang w:val="cs-CZ"/>
        </w:rPr>
        <w:t xml:space="preserve">komunikaci s </w:t>
      </w:r>
      <w:r w:rsidR="0099032F" w:rsidRPr="00AA578C">
        <w:rPr>
          <w:lang w:val="cs-CZ"/>
        </w:rPr>
        <w:t xml:space="preserve">HW </w:t>
      </w:r>
    </w:p>
    <w:p w:rsidR="002510FF" w:rsidRPr="0054052D" w:rsidRDefault="002510FF" w:rsidP="002510FF">
      <w:pPr>
        <w:pStyle w:val="eCheckBoxText"/>
        <w:rPr>
          <w:lang w:val="cs-CZ"/>
        </w:rPr>
      </w:pPr>
      <w:r w:rsidRPr="0054052D">
        <w:rPr>
          <w:rStyle w:val="eCheckBoxSquareChar"/>
          <w:lang w:val="cs-CZ"/>
        </w:rPr>
        <w:t>□</w:t>
      </w:r>
      <w:r w:rsidRPr="0054052D">
        <w:rPr>
          <w:lang w:val="cs-CZ"/>
        </w:rPr>
        <w:tab/>
      </w:r>
      <w:r w:rsidR="00023F90" w:rsidRPr="0054052D">
        <w:rPr>
          <w:lang w:val="cs-CZ"/>
        </w:rPr>
        <w:t>SAP konektivitu</w:t>
      </w:r>
    </w:p>
    <w:p w:rsidR="00AE3AC6" w:rsidRPr="00AA578C" w:rsidRDefault="00AA578C" w:rsidP="00AE3AC6">
      <w:pPr>
        <w:pStyle w:val="eCheckBoxText"/>
        <w:rPr>
          <w:lang w:val="cs-CZ"/>
        </w:rPr>
      </w:pPr>
      <w:r w:rsidRPr="0054052D">
        <w:rPr>
          <w:rStyle w:val="eCheckBoxSquareChar"/>
          <w:lang w:val="cs-CZ"/>
        </w:rPr>
        <w:t>□</w:t>
      </w:r>
      <w:r w:rsidR="00AE3AC6" w:rsidRPr="0054052D">
        <w:rPr>
          <w:b/>
          <w:color w:val="FF0000"/>
          <w:lang w:val="cs-CZ"/>
        </w:rPr>
        <w:tab/>
      </w:r>
      <w:r w:rsidR="00023F90" w:rsidRPr="00AA578C">
        <w:rPr>
          <w:lang w:val="cs-CZ"/>
        </w:rPr>
        <w:t>možnosti spojení s různými sítěmi</w:t>
      </w:r>
    </w:p>
    <w:p w:rsidR="002510FF" w:rsidRPr="0054052D" w:rsidRDefault="002510FF" w:rsidP="002510FF">
      <w:pPr>
        <w:pStyle w:val="eCheckBoxText"/>
        <w:rPr>
          <w:lang w:val="cs-CZ"/>
        </w:rPr>
      </w:pPr>
      <w:r w:rsidRPr="0054052D">
        <w:rPr>
          <w:rStyle w:val="eCheckBoxSquareChar"/>
          <w:lang w:val="cs-CZ"/>
        </w:rPr>
        <w:t>□</w:t>
      </w:r>
      <w:r w:rsidRPr="0054052D">
        <w:rPr>
          <w:lang w:val="cs-CZ"/>
        </w:rPr>
        <w:tab/>
      </w:r>
      <w:r w:rsidR="001136F7" w:rsidRPr="0054052D">
        <w:rPr>
          <w:lang w:val="cs-CZ"/>
        </w:rPr>
        <w:t>C# intern</w:t>
      </w:r>
      <w:r w:rsidR="00023F90" w:rsidRPr="0054052D">
        <w:rPr>
          <w:lang w:val="cs-CZ"/>
        </w:rPr>
        <w:t>í skriptovací jazyk</w:t>
      </w:r>
    </w:p>
    <w:p w:rsidR="00AE3AC6" w:rsidRPr="00AA578C" w:rsidRDefault="00AA578C" w:rsidP="00AE3AC6">
      <w:pPr>
        <w:pStyle w:val="eCheckBoxSquare"/>
        <w:rPr>
          <w:sz w:val="24"/>
          <w:lang w:val="cs-CZ"/>
        </w:rPr>
      </w:pPr>
      <w:r w:rsidRPr="0054052D">
        <w:rPr>
          <w:rStyle w:val="eCheckBoxSquareChar"/>
          <w:lang w:val="cs-CZ"/>
        </w:rPr>
        <w:t>□</w:t>
      </w:r>
      <w:r w:rsidR="00AE3AC6" w:rsidRPr="0054052D">
        <w:rPr>
          <w:b/>
          <w:color w:val="FF0000"/>
          <w:lang w:val="cs-CZ"/>
        </w:rPr>
        <w:tab/>
      </w:r>
      <w:r w:rsidR="00023F90" w:rsidRPr="00AA578C">
        <w:rPr>
          <w:sz w:val="24"/>
          <w:lang w:val="cs-CZ"/>
        </w:rPr>
        <w:t>vzdálená ovládání</w:t>
      </w:r>
    </w:p>
    <w:p w:rsidR="00B87089" w:rsidRPr="0054052D" w:rsidRDefault="00B87089" w:rsidP="00456D3E">
      <w:pPr>
        <w:pStyle w:val="eLineBottom"/>
        <w:rPr>
          <w:lang w:val="cs-CZ"/>
        </w:rPr>
      </w:pPr>
    </w:p>
    <w:p w:rsidR="00B05FE7" w:rsidRPr="0054052D" w:rsidRDefault="00B05FE7" w:rsidP="00AF4AAD">
      <w:pPr>
        <w:pStyle w:val="eTask"/>
        <w:numPr>
          <w:ilvl w:val="0"/>
          <w:numId w:val="0"/>
        </w:numPr>
        <w:ind w:left="360" w:hanging="360"/>
        <w:rPr>
          <w:lang w:val="cs-CZ"/>
        </w:rPr>
      </w:pPr>
    </w:p>
    <w:p w:rsidR="00A61EA9" w:rsidRPr="0054052D" w:rsidRDefault="00023F90" w:rsidP="00056FF0">
      <w:pPr>
        <w:pStyle w:val="eTask"/>
        <w:rPr>
          <w:lang w:val="cs-CZ"/>
        </w:rPr>
      </w:pPr>
      <w:r w:rsidRPr="0054052D">
        <w:rPr>
          <w:lang w:val="cs-CZ"/>
        </w:rPr>
        <w:t>Doplňte správný název řízení</w:t>
      </w:r>
      <w:r w:rsidR="00A51BF7" w:rsidRPr="0054052D">
        <w:rPr>
          <w:lang w:val="cs-CZ"/>
        </w:rPr>
        <w:t>!</w:t>
      </w:r>
    </w:p>
    <w:p w:rsidR="00B05FE7" w:rsidRPr="0054052D" w:rsidRDefault="00B05FE7" w:rsidP="00056FF0">
      <w:pPr>
        <w:rPr>
          <w:lang w:val="cs-CZ"/>
        </w:rPr>
      </w:pPr>
    </w:p>
    <w:p w:rsidR="005C6F71" w:rsidRPr="0054052D" w:rsidRDefault="00BE30D9" w:rsidP="0054052D">
      <w:pPr>
        <w:spacing w:line="360" w:lineRule="auto"/>
        <w:rPr>
          <w:lang w:val="cs-CZ"/>
        </w:rPr>
      </w:pPr>
      <m:oMath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cs-CZ"/>
                  </w:rPr>
                </m:ctrlPr>
              </m:eqArrPr>
              <m:e>
                <m:r>
                  <m:rPr>
                    <m:nor/>
                  </m:rPr>
                  <w:rPr>
                    <w:lang w:val="cs-CZ"/>
                  </w:rPr>
                  <m:t>Fuzzy</m:t>
                </m:r>
              </m:e>
              <m:e>
                <m:r>
                  <m:rPr>
                    <m:nor/>
                  </m:rPr>
                  <w:rPr>
                    <w:lang w:val="cs-CZ"/>
                  </w:rPr>
                  <m:t>PDD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lang w:val="cs-CZ"/>
                  </w:rPr>
                  <m:t>PID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lang w:val="cs-CZ"/>
                  </w:rPr>
                  <m:t>SPI</m:t>
                </m:r>
              </m:e>
            </m:eqArr>
          </m:e>
        </m:d>
      </m:oMath>
      <w:r w:rsidR="00056FF0" w:rsidRPr="0054052D">
        <w:rPr>
          <w:lang w:val="cs-CZ"/>
        </w:rPr>
        <w:t xml:space="preserve"> </w:t>
      </w:r>
      <w:r w:rsidR="00023F90" w:rsidRPr="0054052D">
        <w:rPr>
          <w:lang w:val="cs-CZ"/>
        </w:rPr>
        <w:t xml:space="preserve">je </w:t>
      </w:r>
      <w:r w:rsidR="0054052D" w:rsidRPr="0054052D">
        <w:rPr>
          <w:lang w:val="cs-CZ"/>
        </w:rPr>
        <w:t>regulátor</w:t>
      </w:r>
      <w:r w:rsidR="00023F90" w:rsidRPr="0054052D">
        <w:rPr>
          <w:lang w:val="cs-CZ"/>
        </w:rPr>
        <w:t xml:space="preserve"> pro efektivní regulaci, který se používá např. pro</w:t>
      </w:r>
      <w:r w:rsidR="001136F7" w:rsidRPr="0054052D">
        <w:rPr>
          <w:lang w:val="cs-CZ"/>
        </w:rPr>
        <w:t xml:space="preserve"> </w:t>
      </w:r>
      <w:r w:rsidR="00023F90" w:rsidRPr="0054052D">
        <w:rPr>
          <w:lang w:val="cs-CZ"/>
        </w:rPr>
        <w:t>řízení klimatu a vzduchotechnik v budovách</w:t>
      </w:r>
      <w:r w:rsidR="00A51BF7" w:rsidRPr="0054052D">
        <w:rPr>
          <w:lang w:val="cs-CZ"/>
        </w:rPr>
        <w:t>.</w:t>
      </w:r>
      <w:r w:rsidR="005C6F71" w:rsidRPr="0054052D">
        <w:rPr>
          <w:lang w:val="cs-CZ"/>
        </w:rPr>
        <w:t xml:space="preserve"> </w:t>
      </w:r>
    </w:p>
    <w:p w:rsidR="005C6F71" w:rsidRPr="0054052D" w:rsidRDefault="005C6F71" w:rsidP="002510FF">
      <w:pPr>
        <w:pStyle w:val="eLineBottom"/>
        <w:rPr>
          <w:lang w:val="cs-CZ"/>
        </w:rPr>
      </w:pPr>
    </w:p>
    <w:p w:rsidR="00A51BF7" w:rsidRPr="0054052D" w:rsidRDefault="00A51BF7">
      <w:pPr>
        <w:rPr>
          <w:lang w:val="cs-CZ"/>
        </w:rPr>
      </w:pPr>
    </w:p>
    <w:p w:rsidR="0016079A" w:rsidRPr="0054052D" w:rsidRDefault="00023F90" w:rsidP="004E167C">
      <w:pPr>
        <w:pStyle w:val="eTask"/>
        <w:rPr>
          <w:lang w:val="cs-CZ"/>
        </w:rPr>
      </w:pPr>
      <w:r w:rsidRPr="0054052D">
        <w:rPr>
          <w:lang w:val="cs-CZ"/>
        </w:rPr>
        <w:t>Doplňte větu</w:t>
      </w:r>
      <w:r w:rsidR="00CC4D15" w:rsidRPr="0054052D">
        <w:rPr>
          <w:lang w:val="cs-CZ"/>
        </w:rPr>
        <w:t>!</w:t>
      </w:r>
    </w:p>
    <w:p w:rsidR="004E167C" w:rsidRPr="0054052D" w:rsidRDefault="004E167C" w:rsidP="004E167C">
      <w:pPr>
        <w:rPr>
          <w:lang w:val="cs-CZ"/>
        </w:rPr>
      </w:pPr>
    </w:p>
    <w:p w:rsidR="0016079A" w:rsidRPr="0054052D" w:rsidRDefault="00BE30D9" w:rsidP="0054052D">
      <w:pPr>
        <w:spacing w:line="360" w:lineRule="auto"/>
        <w:rPr>
          <w:lang w:val="cs-CZ"/>
        </w:rPr>
      </w:pPr>
      <m:oMath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lang w:val="cs-CZ"/>
                  </w:rPr>
                </m:ctrlPr>
              </m:eqArrPr>
              <m:e>
                <m:r>
                  <m:rPr>
                    <m:nor/>
                  </m:rPr>
                  <w:rPr>
                    <w:lang w:val="cs-CZ"/>
                  </w:rPr>
                  <m:t>LED dioda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FF0000"/>
                    <w:lang w:val="cs-CZ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lang w:val="cs-CZ"/>
                  </w:rPr>
                  <m:t>Fyzická bariéra</m:t>
                </m:r>
                <m:ctrlPr>
                  <w:rPr>
                    <w:rFonts w:ascii="Cambria Math" w:eastAsia="Cambria Math" w:hAnsi="Cambria Math"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lang w:val="cs-CZ"/>
                  </w:rPr>
                  <m:t>Polovodič</m:t>
                </m:r>
                <m:ctrlPr>
                  <w:rPr>
                    <w:rFonts w:ascii="Cambria Math" w:eastAsia="Cambria Math" w:hAnsi="Cambria Math"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lang w:val="cs-CZ"/>
                  </w:rPr>
                  <m:t>Optická bariéra</m:t>
                </m:r>
              </m:e>
            </m:eqArr>
            <m:r>
              <w:rPr>
                <w:rFonts w:ascii="Cambria Math" w:hAnsi="Cambria Math"/>
                <w:lang w:val="cs-CZ"/>
              </w:rPr>
              <m:t xml:space="preserve"> </m:t>
            </m:r>
          </m:e>
        </m:d>
      </m:oMath>
      <w:r w:rsidR="0016079A" w:rsidRPr="0054052D">
        <w:rPr>
          <w:lang w:val="cs-CZ"/>
        </w:rPr>
        <w:t xml:space="preserve"> </w:t>
      </w:r>
      <w:r w:rsidR="00775BAC" w:rsidRPr="0054052D">
        <w:rPr>
          <w:lang w:val="cs-CZ"/>
        </w:rPr>
        <w:t>vyhodnocuje přítomnost optického paprsku resp. jeho přerušení fyzickým objektem v prostoru</w:t>
      </w:r>
      <w:r w:rsidR="001136F7" w:rsidRPr="0054052D">
        <w:rPr>
          <w:lang w:val="cs-CZ"/>
        </w:rPr>
        <w:t>.</w:t>
      </w:r>
    </w:p>
    <w:p w:rsidR="00B87089" w:rsidRPr="0054052D" w:rsidRDefault="00B87089" w:rsidP="00B87089">
      <w:pPr>
        <w:pStyle w:val="eLineBottom"/>
        <w:rPr>
          <w:lang w:val="cs-CZ"/>
        </w:rPr>
      </w:pPr>
    </w:p>
    <w:p w:rsidR="00B31FDE" w:rsidRPr="0054052D" w:rsidRDefault="00B31FDE" w:rsidP="00B31FDE">
      <w:pPr>
        <w:rPr>
          <w:lang w:val="cs-CZ"/>
        </w:rPr>
      </w:pPr>
    </w:p>
    <w:p w:rsidR="002510FF" w:rsidRPr="0054052D" w:rsidRDefault="002510FF">
      <w:pPr>
        <w:rPr>
          <w:b/>
          <w:lang w:val="cs-CZ"/>
        </w:rPr>
      </w:pPr>
      <w:r w:rsidRPr="0054052D">
        <w:rPr>
          <w:lang w:val="cs-CZ"/>
        </w:rPr>
        <w:br w:type="page"/>
      </w:r>
    </w:p>
    <w:p w:rsidR="00EB3231" w:rsidRPr="0054052D" w:rsidRDefault="005037C6" w:rsidP="004E167C">
      <w:pPr>
        <w:pStyle w:val="eTask"/>
        <w:rPr>
          <w:lang w:val="cs-CZ"/>
        </w:rPr>
      </w:pPr>
      <w:r w:rsidRPr="0054052D">
        <w:rPr>
          <w:lang w:val="cs-CZ"/>
        </w:rPr>
        <w:lastRenderedPageBreak/>
        <w:t>Spojte typy akčních členů s jejich použitím</w:t>
      </w:r>
    </w:p>
    <w:p w:rsidR="00C1794E" w:rsidRPr="0054052D" w:rsidRDefault="00C1794E" w:rsidP="004E167C">
      <w:pPr>
        <w:rPr>
          <w:lang w:val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58"/>
        <w:gridCol w:w="1250"/>
        <w:gridCol w:w="5454"/>
      </w:tblGrid>
      <w:tr w:rsidR="00C1794E" w:rsidRPr="00D6668C" w:rsidTr="0071374D">
        <w:trPr>
          <w:trHeight w:val="828"/>
        </w:trPr>
        <w:tc>
          <w:tcPr>
            <w:tcW w:w="2376" w:type="dxa"/>
            <w:tcBorders>
              <w:bottom w:val="single" w:sz="4" w:space="0" w:color="auto"/>
            </w:tcBorders>
            <w:vAlign w:val="center"/>
          </w:tcPr>
          <w:p w:rsidR="00C1794E" w:rsidRPr="0054052D" w:rsidRDefault="005037C6" w:rsidP="005037C6">
            <w:pPr>
              <w:jc w:val="center"/>
              <w:rPr>
                <w:lang w:val="cs-CZ"/>
              </w:rPr>
            </w:pPr>
            <w:r w:rsidRPr="0054052D">
              <w:rPr>
                <w:lang w:val="cs-CZ"/>
              </w:rPr>
              <w:t xml:space="preserve">Dvoupolohové </w:t>
            </w:r>
            <w:proofErr w:type="spellStart"/>
            <w:r w:rsidRPr="0054052D">
              <w:rPr>
                <w:lang w:val="cs-CZ"/>
              </w:rPr>
              <w:t>aktuátory</w:t>
            </w:r>
            <w:proofErr w:type="spellEnd"/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C1794E" w:rsidRPr="0054052D" w:rsidRDefault="00C1794E" w:rsidP="004E167C">
            <w:pPr>
              <w:rPr>
                <w:lang w:val="cs-CZ"/>
              </w:rPr>
            </w:pPr>
          </w:p>
        </w:tc>
        <w:tc>
          <w:tcPr>
            <w:tcW w:w="5560" w:type="dxa"/>
            <w:tcBorders>
              <w:bottom w:val="single" w:sz="4" w:space="0" w:color="auto"/>
            </w:tcBorders>
            <w:vAlign w:val="center"/>
          </w:tcPr>
          <w:p w:rsidR="00C1794E" w:rsidRPr="0054052D" w:rsidRDefault="005037C6" w:rsidP="005037C6">
            <w:pPr>
              <w:rPr>
                <w:lang w:val="cs-CZ"/>
              </w:rPr>
            </w:pPr>
            <w:r w:rsidRPr="0054052D">
              <w:rPr>
                <w:lang w:val="cs-CZ"/>
              </w:rPr>
              <w:t>Řídí ventil přívodu plynu do hořáku v peci nebo do redukčního ventilu.</w:t>
            </w:r>
          </w:p>
        </w:tc>
      </w:tr>
      <w:tr w:rsidR="005C0BB2" w:rsidRPr="00D6668C" w:rsidTr="0071374D">
        <w:trPr>
          <w:trHeight w:val="435"/>
        </w:trPr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C0BB2" w:rsidRPr="0054052D" w:rsidRDefault="005C0BB2" w:rsidP="005C0BB2">
            <w:pPr>
              <w:jc w:val="center"/>
              <w:rPr>
                <w:lang w:val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C0BB2" w:rsidRPr="0054052D" w:rsidRDefault="005C0BB2" w:rsidP="004E167C">
            <w:pPr>
              <w:rPr>
                <w:lang w:val="cs-CZ"/>
              </w:rPr>
            </w:pPr>
          </w:p>
        </w:tc>
        <w:tc>
          <w:tcPr>
            <w:tcW w:w="5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0BB2" w:rsidRPr="0054052D" w:rsidRDefault="005C0BB2" w:rsidP="006B120C">
            <w:pPr>
              <w:rPr>
                <w:lang w:val="cs-CZ"/>
              </w:rPr>
            </w:pPr>
          </w:p>
        </w:tc>
      </w:tr>
      <w:tr w:rsidR="00C1794E" w:rsidRPr="00D6668C" w:rsidTr="0071374D">
        <w:trPr>
          <w:trHeight w:val="828"/>
        </w:trPr>
        <w:tc>
          <w:tcPr>
            <w:tcW w:w="2376" w:type="dxa"/>
            <w:tcBorders>
              <w:top w:val="single" w:sz="4" w:space="0" w:color="auto"/>
            </w:tcBorders>
            <w:vAlign w:val="center"/>
          </w:tcPr>
          <w:p w:rsidR="00C1794E" w:rsidRPr="0054052D" w:rsidRDefault="00EA6698" w:rsidP="005037C6">
            <w:pPr>
              <w:jc w:val="center"/>
              <w:rPr>
                <w:lang w:val="cs-CZ"/>
              </w:rPr>
            </w:pPr>
            <w:proofErr w:type="spellStart"/>
            <w:r w:rsidRPr="0054052D">
              <w:rPr>
                <w:lang w:val="cs-CZ"/>
              </w:rPr>
              <w:t>A</w:t>
            </w:r>
            <w:r w:rsidR="005037C6" w:rsidRPr="0054052D">
              <w:rPr>
                <w:lang w:val="cs-CZ"/>
              </w:rPr>
              <w:t>ktuátory</w:t>
            </w:r>
            <w:proofErr w:type="spellEnd"/>
            <w:r w:rsidR="005037C6" w:rsidRPr="0054052D">
              <w:rPr>
                <w:lang w:val="cs-CZ"/>
              </w:rPr>
              <w:t xml:space="preserve"> se spojitým výstupem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C1794E" w:rsidRPr="0054052D" w:rsidRDefault="00C1794E" w:rsidP="00B05FE7">
            <w:pPr>
              <w:pStyle w:val="eText"/>
              <w:rPr>
                <w:lang w:val="cs-CZ"/>
              </w:rPr>
            </w:pPr>
          </w:p>
        </w:tc>
        <w:tc>
          <w:tcPr>
            <w:tcW w:w="5560" w:type="dxa"/>
            <w:tcBorders>
              <w:top w:val="single" w:sz="4" w:space="0" w:color="auto"/>
            </w:tcBorders>
          </w:tcPr>
          <w:p w:rsidR="00C1794E" w:rsidRPr="0054052D" w:rsidRDefault="00472ABC" w:rsidP="00472ABC">
            <w:pPr>
              <w:pStyle w:val="Normlnweb"/>
              <w:spacing w:after="0"/>
            </w:pPr>
            <w:r w:rsidRPr="0054052D">
              <w:t>Řídí e</w:t>
            </w:r>
            <w:r w:rsidR="005037C6" w:rsidRPr="0054052D">
              <w:t>lektrický zámek,</w:t>
            </w:r>
            <w:r w:rsidR="00EA6698" w:rsidRPr="0054052D">
              <w:t xml:space="preserve"> </w:t>
            </w:r>
            <w:r w:rsidR="005037C6" w:rsidRPr="0054052D">
              <w:t>spínač, který podle žádané teploty spíná a rozpíná topení</w:t>
            </w:r>
          </w:p>
        </w:tc>
      </w:tr>
    </w:tbl>
    <w:p w:rsidR="00B87089" w:rsidRPr="0054052D" w:rsidRDefault="00B87089" w:rsidP="00B87089">
      <w:pPr>
        <w:pStyle w:val="eLineBottom"/>
        <w:rPr>
          <w:lang w:val="cs-CZ"/>
        </w:rPr>
      </w:pPr>
    </w:p>
    <w:p w:rsidR="00B87089" w:rsidRPr="0054052D" w:rsidRDefault="00B87089" w:rsidP="00B87089">
      <w:pPr>
        <w:rPr>
          <w:lang w:val="cs-CZ"/>
        </w:rPr>
      </w:pPr>
    </w:p>
    <w:p w:rsidR="000F7352" w:rsidRPr="0054052D" w:rsidRDefault="005037C6" w:rsidP="004E167C">
      <w:pPr>
        <w:pStyle w:val="eTask"/>
        <w:rPr>
          <w:lang w:val="cs-CZ"/>
        </w:rPr>
      </w:pPr>
      <w:r w:rsidRPr="0054052D">
        <w:rPr>
          <w:lang w:val="cs-CZ"/>
        </w:rPr>
        <w:t>Doplňte správnou volbu ve větě</w:t>
      </w:r>
      <w:r w:rsidR="00FA618D" w:rsidRPr="0054052D">
        <w:rPr>
          <w:lang w:val="cs-CZ"/>
        </w:rPr>
        <w:t>!</w:t>
      </w:r>
      <w:r w:rsidR="000F7352" w:rsidRPr="0054052D">
        <w:rPr>
          <w:lang w:val="cs-CZ"/>
        </w:rPr>
        <w:t xml:space="preserve"> </w:t>
      </w:r>
    </w:p>
    <w:p w:rsidR="004E167C" w:rsidRPr="0054052D" w:rsidRDefault="004E167C" w:rsidP="000F7352">
      <w:pPr>
        <w:rPr>
          <w:lang w:val="cs-CZ"/>
        </w:rPr>
      </w:pPr>
    </w:p>
    <w:p w:rsidR="000F7352" w:rsidRPr="0054052D" w:rsidRDefault="00BE30D9" w:rsidP="00AA578C">
      <w:pPr>
        <w:spacing w:line="360" w:lineRule="auto"/>
        <w:rPr>
          <w:lang w:val="cs-CZ"/>
        </w:rPr>
      </w:pPr>
      <m:oMath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lang w:val="cs-CZ"/>
                  </w:rPr>
                </m:ctrlPr>
              </m:eqArrPr>
              <m:e>
                <m:r>
                  <m:rPr>
                    <m:nor/>
                  </m:rPr>
                  <w:rPr>
                    <w:lang w:val="cs-CZ"/>
                  </w:rPr>
                  <m:t>Osvětlovací systém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cs-CZ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lang w:val="cs-CZ"/>
                  </w:rPr>
                  <m:t>SCADA systém</m:t>
                </m:r>
                <m:ctrlPr>
                  <w:rPr>
                    <w:rFonts w:ascii="Cambria Math" w:eastAsia="Cambria Math" w:hAnsi="Cambria Math"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lang w:val="cs-CZ"/>
                  </w:rPr>
                  <m:t>Řídicí systém</m:t>
                </m:r>
                <m:ctrlPr>
                  <w:rPr>
                    <w:rFonts w:ascii="Cambria Math" w:eastAsia="Cambria Math" w:hAnsi="Cambria Math"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lang w:val="cs-CZ"/>
                  </w:rPr>
                  <m:t>Dopravní systém</m:t>
                </m:r>
              </m:e>
            </m:eqArr>
            <m:r>
              <w:rPr>
                <w:rFonts w:ascii="Cambria Math" w:hAnsi="Cambria Math"/>
                <w:lang w:val="cs-CZ"/>
              </w:rPr>
              <m:t xml:space="preserve"> </m:t>
            </m:r>
          </m:e>
        </m:d>
      </m:oMath>
      <w:r w:rsidR="000F7352" w:rsidRPr="0054052D">
        <w:rPr>
          <w:lang w:val="cs-CZ"/>
        </w:rPr>
        <w:t xml:space="preserve"> </w:t>
      </w:r>
      <w:r w:rsidR="005037C6" w:rsidRPr="0054052D">
        <w:rPr>
          <w:lang w:val="cs-CZ"/>
        </w:rPr>
        <w:t>je přístroj, nebo přístroje, které řídí pomocí příkazů další přístroje a zařízení</w:t>
      </w:r>
      <w:r w:rsidR="00EA6698" w:rsidRPr="0054052D">
        <w:rPr>
          <w:lang w:val="cs-CZ"/>
        </w:rPr>
        <w:t>.</w:t>
      </w:r>
    </w:p>
    <w:sectPr w:rsidR="000F7352" w:rsidRPr="0054052D" w:rsidSect="009B1030">
      <w:headerReference w:type="default" r:id="rId8"/>
      <w:footerReference w:type="default" r:id="rId9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0D9" w:rsidRDefault="00BE30D9" w:rsidP="00861A1A">
      <w:r>
        <w:separator/>
      </w:r>
    </w:p>
  </w:endnote>
  <w:endnote w:type="continuationSeparator" w:id="0">
    <w:p w:rsidR="00BE30D9" w:rsidRDefault="00BE30D9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D973EC" w:rsidRPr="00D6668C" w:rsidTr="00CA51B5">
      <w:tc>
        <w:tcPr>
          <w:tcW w:w="2518" w:type="dxa"/>
        </w:tcPr>
        <w:p w:rsidR="00D973EC" w:rsidRDefault="00D973E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3FEC8E93" wp14:editId="71266C60">
                <wp:extent cx="1463040" cy="421640"/>
                <wp:effectExtent l="0" t="0" r="0" b="0"/>
                <wp:docPr id="9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54052D" w:rsidRPr="0054052D" w:rsidRDefault="0054052D" w:rsidP="0054052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cs-CZ"/>
            </w:rPr>
          </w:pPr>
          <w:r w:rsidRPr="0054052D">
            <w:rPr>
              <w:sz w:val="16"/>
              <w:szCs w:val="16"/>
              <w:lang w:val="cs-CZ"/>
            </w:rPr>
            <w:t>Tento projekt byl realizován za finanční podpory Evropské unie.</w:t>
          </w:r>
        </w:p>
        <w:p w:rsidR="00D973EC" w:rsidRPr="00AA578C" w:rsidRDefault="0054052D" w:rsidP="0054052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cs-CZ"/>
            </w:rPr>
          </w:pPr>
          <w:r w:rsidRPr="0054052D">
            <w:rPr>
              <w:sz w:val="16"/>
              <w:szCs w:val="16"/>
              <w:lang w:val="cs-CZ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D973EC" w:rsidTr="00CA51B5">
      <w:tc>
        <w:tcPr>
          <w:tcW w:w="8472" w:type="dxa"/>
          <w:gridSpan w:val="2"/>
        </w:tcPr>
        <w:p w:rsidR="00D973EC" w:rsidRPr="00CA51B5" w:rsidRDefault="00D973E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D973EC" w:rsidRPr="00CA51B5" w:rsidRDefault="00D973EC" w:rsidP="00FA7664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</w:t>
          </w:r>
          <w:r w:rsidR="00FA7664">
            <w:rPr>
              <w:sz w:val="16"/>
              <w:szCs w:val="16"/>
            </w:rPr>
            <w:t>2</w:t>
          </w:r>
          <w:r w:rsidRPr="00CA51B5">
            <w:rPr>
              <w:sz w:val="16"/>
              <w:szCs w:val="16"/>
            </w:rPr>
            <w:t>.0</w:t>
          </w:r>
        </w:p>
      </w:tc>
    </w:tr>
  </w:tbl>
  <w:p w:rsidR="00D973EC" w:rsidRPr="00BF5E09" w:rsidRDefault="00D973EC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0D9" w:rsidRDefault="00BE30D9" w:rsidP="00861A1A">
      <w:r>
        <w:separator/>
      </w:r>
    </w:p>
  </w:footnote>
  <w:footnote w:type="continuationSeparator" w:id="0">
    <w:p w:rsidR="00BE30D9" w:rsidRDefault="00BE30D9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3EC" w:rsidRPr="002B41A8" w:rsidRDefault="00D973EC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019C241E" wp14:editId="5E223C68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7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9776" behindDoc="0" locked="0" layoutInCell="1" allowOverlap="1" wp14:anchorId="627453BF" wp14:editId="23BDB642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8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1C455B">
      <w:rPr>
        <w:rFonts w:ascii="Calibri" w:hAnsi="Calibri"/>
        <w:b/>
        <w:smallCaps/>
        <w:noProof/>
      </w:rPr>
      <w:t>PRACOVNÍ LIST</w:t>
    </w:r>
  </w:p>
  <w:p w:rsidR="00D973EC" w:rsidRPr="00C148FD" w:rsidRDefault="00960F86" w:rsidP="0071374D">
    <w:pPr>
      <w:ind w:left="1843"/>
      <w:jc w:val="right"/>
      <w:rPr>
        <w:rFonts w:ascii="Calibri" w:hAnsi="Calibri"/>
        <w:smallCaps/>
        <w:noProof/>
        <w:sz w:val="20"/>
        <w:szCs w:val="20"/>
      </w:rPr>
    </w:pPr>
    <w:r>
      <w:rPr>
        <w:rFonts w:ascii="Calibri" w:hAnsi="Calibri"/>
        <w:smallCaps/>
        <w:noProof/>
        <w:sz w:val="20"/>
        <w:szCs w:val="20"/>
      </w:rPr>
      <w:t>AUTOMATIZACE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1C2FE8"/>
    <w:multiLevelType w:val="multilevel"/>
    <w:tmpl w:val="35CAF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MysjA0M7UwNzIxNTNV0lEKTi0uzszPAykwrAUA9T2T2CwAAAA="/>
  </w:docVars>
  <w:rsids>
    <w:rsidRoot w:val="00C4465F"/>
    <w:rsid w:val="00002163"/>
    <w:rsid w:val="0000673F"/>
    <w:rsid w:val="00016AD8"/>
    <w:rsid w:val="00017595"/>
    <w:rsid w:val="00021197"/>
    <w:rsid w:val="00023F90"/>
    <w:rsid w:val="00025BBE"/>
    <w:rsid w:val="00030EDA"/>
    <w:rsid w:val="00034E2A"/>
    <w:rsid w:val="00045BEB"/>
    <w:rsid w:val="00046307"/>
    <w:rsid w:val="000525F8"/>
    <w:rsid w:val="00054E06"/>
    <w:rsid w:val="00056FF0"/>
    <w:rsid w:val="000639FE"/>
    <w:rsid w:val="00073ADF"/>
    <w:rsid w:val="0007473C"/>
    <w:rsid w:val="000750C9"/>
    <w:rsid w:val="00076439"/>
    <w:rsid w:val="00083199"/>
    <w:rsid w:val="00087EAC"/>
    <w:rsid w:val="00094A16"/>
    <w:rsid w:val="000A233F"/>
    <w:rsid w:val="000A389D"/>
    <w:rsid w:val="000A55B3"/>
    <w:rsid w:val="000B1FC9"/>
    <w:rsid w:val="000C4911"/>
    <w:rsid w:val="000C6B3A"/>
    <w:rsid w:val="000D557A"/>
    <w:rsid w:val="000F08D7"/>
    <w:rsid w:val="000F5362"/>
    <w:rsid w:val="000F7352"/>
    <w:rsid w:val="00104245"/>
    <w:rsid w:val="00112B88"/>
    <w:rsid w:val="001136F7"/>
    <w:rsid w:val="001301D8"/>
    <w:rsid w:val="0013693D"/>
    <w:rsid w:val="00136968"/>
    <w:rsid w:val="00137397"/>
    <w:rsid w:val="0014373A"/>
    <w:rsid w:val="00151ED1"/>
    <w:rsid w:val="00154968"/>
    <w:rsid w:val="0016079A"/>
    <w:rsid w:val="00160E07"/>
    <w:rsid w:val="00164458"/>
    <w:rsid w:val="00165F85"/>
    <w:rsid w:val="001667FF"/>
    <w:rsid w:val="00170E72"/>
    <w:rsid w:val="0017377E"/>
    <w:rsid w:val="00180ECB"/>
    <w:rsid w:val="001840EA"/>
    <w:rsid w:val="00184907"/>
    <w:rsid w:val="00185BED"/>
    <w:rsid w:val="00187F6A"/>
    <w:rsid w:val="001922A0"/>
    <w:rsid w:val="00195A08"/>
    <w:rsid w:val="00197A00"/>
    <w:rsid w:val="001A5B81"/>
    <w:rsid w:val="001B057D"/>
    <w:rsid w:val="001B232C"/>
    <w:rsid w:val="001C455B"/>
    <w:rsid w:val="001D00A1"/>
    <w:rsid w:val="001D0C07"/>
    <w:rsid w:val="001D2E38"/>
    <w:rsid w:val="001D3EDB"/>
    <w:rsid w:val="001E3BF4"/>
    <w:rsid w:val="001E749F"/>
    <w:rsid w:val="001F56DC"/>
    <w:rsid w:val="001F6290"/>
    <w:rsid w:val="002048F2"/>
    <w:rsid w:val="00205FBC"/>
    <w:rsid w:val="00206E34"/>
    <w:rsid w:val="00210701"/>
    <w:rsid w:val="00213F2C"/>
    <w:rsid w:val="00223478"/>
    <w:rsid w:val="00225015"/>
    <w:rsid w:val="00234FA5"/>
    <w:rsid w:val="002365C9"/>
    <w:rsid w:val="00244263"/>
    <w:rsid w:val="002510FF"/>
    <w:rsid w:val="00263E70"/>
    <w:rsid w:val="00272012"/>
    <w:rsid w:val="00273D46"/>
    <w:rsid w:val="002825A8"/>
    <w:rsid w:val="00283A7C"/>
    <w:rsid w:val="002850DE"/>
    <w:rsid w:val="002873DE"/>
    <w:rsid w:val="00292860"/>
    <w:rsid w:val="002976A9"/>
    <w:rsid w:val="002A076A"/>
    <w:rsid w:val="002A6130"/>
    <w:rsid w:val="002B0278"/>
    <w:rsid w:val="002B0866"/>
    <w:rsid w:val="002B41A8"/>
    <w:rsid w:val="002E301D"/>
    <w:rsid w:val="00304ADA"/>
    <w:rsid w:val="00306B9F"/>
    <w:rsid w:val="00307892"/>
    <w:rsid w:val="00310573"/>
    <w:rsid w:val="00315203"/>
    <w:rsid w:val="00315638"/>
    <w:rsid w:val="0031734F"/>
    <w:rsid w:val="00337851"/>
    <w:rsid w:val="00341CCC"/>
    <w:rsid w:val="00347E4D"/>
    <w:rsid w:val="00351AF3"/>
    <w:rsid w:val="00355B0A"/>
    <w:rsid w:val="00360ECE"/>
    <w:rsid w:val="00361FED"/>
    <w:rsid w:val="003641D6"/>
    <w:rsid w:val="00367F06"/>
    <w:rsid w:val="00372F8C"/>
    <w:rsid w:val="00377E75"/>
    <w:rsid w:val="00386182"/>
    <w:rsid w:val="00390305"/>
    <w:rsid w:val="0039238A"/>
    <w:rsid w:val="003B1326"/>
    <w:rsid w:val="003C2D4E"/>
    <w:rsid w:val="003C5B45"/>
    <w:rsid w:val="003D41BB"/>
    <w:rsid w:val="003D647A"/>
    <w:rsid w:val="003E01BE"/>
    <w:rsid w:val="003E14BF"/>
    <w:rsid w:val="003E5AAC"/>
    <w:rsid w:val="003F03EB"/>
    <w:rsid w:val="003F623C"/>
    <w:rsid w:val="003F7F87"/>
    <w:rsid w:val="00402B09"/>
    <w:rsid w:val="00417ED2"/>
    <w:rsid w:val="00421F52"/>
    <w:rsid w:val="00456D3E"/>
    <w:rsid w:val="00457B2D"/>
    <w:rsid w:val="0046567F"/>
    <w:rsid w:val="004660D4"/>
    <w:rsid w:val="00472203"/>
    <w:rsid w:val="00472ABC"/>
    <w:rsid w:val="00475954"/>
    <w:rsid w:val="00492966"/>
    <w:rsid w:val="004A01E5"/>
    <w:rsid w:val="004A7B44"/>
    <w:rsid w:val="004C0E36"/>
    <w:rsid w:val="004C6FC0"/>
    <w:rsid w:val="004E167C"/>
    <w:rsid w:val="004E5E95"/>
    <w:rsid w:val="004E70EA"/>
    <w:rsid w:val="004F0CDB"/>
    <w:rsid w:val="004F5AFF"/>
    <w:rsid w:val="00501A9F"/>
    <w:rsid w:val="005037C6"/>
    <w:rsid w:val="00505370"/>
    <w:rsid w:val="0051036E"/>
    <w:rsid w:val="005132B0"/>
    <w:rsid w:val="00517E3A"/>
    <w:rsid w:val="0052284C"/>
    <w:rsid w:val="00532693"/>
    <w:rsid w:val="0054052D"/>
    <w:rsid w:val="00543121"/>
    <w:rsid w:val="005435E2"/>
    <w:rsid w:val="005537A5"/>
    <w:rsid w:val="00561B7B"/>
    <w:rsid w:val="00561C5A"/>
    <w:rsid w:val="00567A18"/>
    <w:rsid w:val="005728B3"/>
    <w:rsid w:val="005738D5"/>
    <w:rsid w:val="0057504E"/>
    <w:rsid w:val="00576BC2"/>
    <w:rsid w:val="0058068D"/>
    <w:rsid w:val="005832C4"/>
    <w:rsid w:val="00587966"/>
    <w:rsid w:val="005A3EAE"/>
    <w:rsid w:val="005A6F6C"/>
    <w:rsid w:val="005B0689"/>
    <w:rsid w:val="005B2E55"/>
    <w:rsid w:val="005B37E2"/>
    <w:rsid w:val="005B460C"/>
    <w:rsid w:val="005C0BB2"/>
    <w:rsid w:val="005C6F71"/>
    <w:rsid w:val="005D4503"/>
    <w:rsid w:val="005D7525"/>
    <w:rsid w:val="005E1AB1"/>
    <w:rsid w:val="005E20B2"/>
    <w:rsid w:val="005E5A22"/>
    <w:rsid w:val="005F5FA1"/>
    <w:rsid w:val="005F6159"/>
    <w:rsid w:val="005F6593"/>
    <w:rsid w:val="005F6979"/>
    <w:rsid w:val="006138DD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ACE"/>
    <w:rsid w:val="00690FB1"/>
    <w:rsid w:val="00691554"/>
    <w:rsid w:val="006968CC"/>
    <w:rsid w:val="006A24C7"/>
    <w:rsid w:val="006A633B"/>
    <w:rsid w:val="006B120C"/>
    <w:rsid w:val="006B3B05"/>
    <w:rsid w:val="006B5D59"/>
    <w:rsid w:val="006C23DB"/>
    <w:rsid w:val="006C65DA"/>
    <w:rsid w:val="006D39B2"/>
    <w:rsid w:val="006D3F30"/>
    <w:rsid w:val="006D4596"/>
    <w:rsid w:val="006D50FA"/>
    <w:rsid w:val="006D6028"/>
    <w:rsid w:val="006F0D5B"/>
    <w:rsid w:val="006F75D9"/>
    <w:rsid w:val="006F787A"/>
    <w:rsid w:val="00703374"/>
    <w:rsid w:val="0070681B"/>
    <w:rsid w:val="00710301"/>
    <w:rsid w:val="007109D2"/>
    <w:rsid w:val="0071374D"/>
    <w:rsid w:val="0073574D"/>
    <w:rsid w:val="0074371D"/>
    <w:rsid w:val="007460F9"/>
    <w:rsid w:val="00764B27"/>
    <w:rsid w:val="0076745A"/>
    <w:rsid w:val="007738BD"/>
    <w:rsid w:val="00775BAC"/>
    <w:rsid w:val="00777BB7"/>
    <w:rsid w:val="007837ED"/>
    <w:rsid w:val="0078706A"/>
    <w:rsid w:val="00790D07"/>
    <w:rsid w:val="007A11F2"/>
    <w:rsid w:val="007A3AC2"/>
    <w:rsid w:val="007B3007"/>
    <w:rsid w:val="007C0FDD"/>
    <w:rsid w:val="007C308E"/>
    <w:rsid w:val="007C5B85"/>
    <w:rsid w:val="007E0E84"/>
    <w:rsid w:val="007E16D1"/>
    <w:rsid w:val="007E5FF0"/>
    <w:rsid w:val="007E6CED"/>
    <w:rsid w:val="007F60D6"/>
    <w:rsid w:val="007F6FA5"/>
    <w:rsid w:val="00801EBC"/>
    <w:rsid w:val="00802588"/>
    <w:rsid w:val="00807BFE"/>
    <w:rsid w:val="00813612"/>
    <w:rsid w:val="0081479C"/>
    <w:rsid w:val="00815AE2"/>
    <w:rsid w:val="00825830"/>
    <w:rsid w:val="00826CB2"/>
    <w:rsid w:val="00830375"/>
    <w:rsid w:val="00831014"/>
    <w:rsid w:val="00832323"/>
    <w:rsid w:val="008426C2"/>
    <w:rsid w:val="008450D3"/>
    <w:rsid w:val="00846E26"/>
    <w:rsid w:val="00850453"/>
    <w:rsid w:val="00853327"/>
    <w:rsid w:val="00857403"/>
    <w:rsid w:val="00861A1A"/>
    <w:rsid w:val="00864D93"/>
    <w:rsid w:val="00882BE0"/>
    <w:rsid w:val="008836CE"/>
    <w:rsid w:val="0088727F"/>
    <w:rsid w:val="00891FF5"/>
    <w:rsid w:val="00893E89"/>
    <w:rsid w:val="008A3619"/>
    <w:rsid w:val="008A36F4"/>
    <w:rsid w:val="008B05F5"/>
    <w:rsid w:val="008B4839"/>
    <w:rsid w:val="008B6CCD"/>
    <w:rsid w:val="008C57F6"/>
    <w:rsid w:val="008C64E0"/>
    <w:rsid w:val="008D38F1"/>
    <w:rsid w:val="008E2BA0"/>
    <w:rsid w:val="008F1B37"/>
    <w:rsid w:val="008F354E"/>
    <w:rsid w:val="008F5585"/>
    <w:rsid w:val="008F6597"/>
    <w:rsid w:val="00912A69"/>
    <w:rsid w:val="00916DC9"/>
    <w:rsid w:val="0094072E"/>
    <w:rsid w:val="00950649"/>
    <w:rsid w:val="0095346A"/>
    <w:rsid w:val="009544DE"/>
    <w:rsid w:val="00955A25"/>
    <w:rsid w:val="009567ED"/>
    <w:rsid w:val="00960F86"/>
    <w:rsid w:val="009634D4"/>
    <w:rsid w:val="00963F86"/>
    <w:rsid w:val="0097175A"/>
    <w:rsid w:val="00974B16"/>
    <w:rsid w:val="009802AD"/>
    <w:rsid w:val="0099032F"/>
    <w:rsid w:val="009A5F9E"/>
    <w:rsid w:val="009B1030"/>
    <w:rsid w:val="009B5E16"/>
    <w:rsid w:val="009B638C"/>
    <w:rsid w:val="009C1AA6"/>
    <w:rsid w:val="009C238F"/>
    <w:rsid w:val="009C5117"/>
    <w:rsid w:val="009C5C13"/>
    <w:rsid w:val="009C7B24"/>
    <w:rsid w:val="009E2A2A"/>
    <w:rsid w:val="009F0EEC"/>
    <w:rsid w:val="009F6E5E"/>
    <w:rsid w:val="00A02DB0"/>
    <w:rsid w:val="00A17111"/>
    <w:rsid w:val="00A25134"/>
    <w:rsid w:val="00A25C4B"/>
    <w:rsid w:val="00A26A28"/>
    <w:rsid w:val="00A351EC"/>
    <w:rsid w:val="00A407AE"/>
    <w:rsid w:val="00A41A9A"/>
    <w:rsid w:val="00A41E41"/>
    <w:rsid w:val="00A50FFF"/>
    <w:rsid w:val="00A51BF7"/>
    <w:rsid w:val="00A527AF"/>
    <w:rsid w:val="00A54992"/>
    <w:rsid w:val="00A57E9D"/>
    <w:rsid w:val="00A61EA9"/>
    <w:rsid w:val="00A633E1"/>
    <w:rsid w:val="00A65E53"/>
    <w:rsid w:val="00A7470B"/>
    <w:rsid w:val="00A7603A"/>
    <w:rsid w:val="00A8211E"/>
    <w:rsid w:val="00A8234A"/>
    <w:rsid w:val="00A9018C"/>
    <w:rsid w:val="00A97C95"/>
    <w:rsid w:val="00AA0506"/>
    <w:rsid w:val="00AA578C"/>
    <w:rsid w:val="00AA5B23"/>
    <w:rsid w:val="00AB1276"/>
    <w:rsid w:val="00AB7103"/>
    <w:rsid w:val="00AC4ED9"/>
    <w:rsid w:val="00AC6380"/>
    <w:rsid w:val="00AD14FC"/>
    <w:rsid w:val="00AD2F36"/>
    <w:rsid w:val="00AD3CB1"/>
    <w:rsid w:val="00AD5F36"/>
    <w:rsid w:val="00AD6E4D"/>
    <w:rsid w:val="00AE3AC6"/>
    <w:rsid w:val="00AF4AAD"/>
    <w:rsid w:val="00AF5281"/>
    <w:rsid w:val="00B01599"/>
    <w:rsid w:val="00B05776"/>
    <w:rsid w:val="00B05FE7"/>
    <w:rsid w:val="00B141A2"/>
    <w:rsid w:val="00B15DB4"/>
    <w:rsid w:val="00B177D0"/>
    <w:rsid w:val="00B3151A"/>
    <w:rsid w:val="00B31FDE"/>
    <w:rsid w:val="00B37307"/>
    <w:rsid w:val="00B375C8"/>
    <w:rsid w:val="00B464CD"/>
    <w:rsid w:val="00B5145B"/>
    <w:rsid w:val="00B51A79"/>
    <w:rsid w:val="00B52FFD"/>
    <w:rsid w:val="00B65C18"/>
    <w:rsid w:val="00B707D0"/>
    <w:rsid w:val="00B75FF7"/>
    <w:rsid w:val="00B77B6F"/>
    <w:rsid w:val="00B816F4"/>
    <w:rsid w:val="00B822EA"/>
    <w:rsid w:val="00B84417"/>
    <w:rsid w:val="00B87089"/>
    <w:rsid w:val="00B94FBB"/>
    <w:rsid w:val="00BA2C47"/>
    <w:rsid w:val="00BA3595"/>
    <w:rsid w:val="00BB3CAA"/>
    <w:rsid w:val="00BB48C7"/>
    <w:rsid w:val="00BB5D50"/>
    <w:rsid w:val="00BC1F6B"/>
    <w:rsid w:val="00BC4E92"/>
    <w:rsid w:val="00BC732E"/>
    <w:rsid w:val="00BD3D30"/>
    <w:rsid w:val="00BD7612"/>
    <w:rsid w:val="00BE15A2"/>
    <w:rsid w:val="00BE30D9"/>
    <w:rsid w:val="00BE6648"/>
    <w:rsid w:val="00BF5E09"/>
    <w:rsid w:val="00BF6970"/>
    <w:rsid w:val="00C148FD"/>
    <w:rsid w:val="00C1794E"/>
    <w:rsid w:val="00C2393A"/>
    <w:rsid w:val="00C27194"/>
    <w:rsid w:val="00C4465F"/>
    <w:rsid w:val="00C5580D"/>
    <w:rsid w:val="00C57915"/>
    <w:rsid w:val="00C7264E"/>
    <w:rsid w:val="00C767C9"/>
    <w:rsid w:val="00C81A4C"/>
    <w:rsid w:val="00C878F0"/>
    <w:rsid w:val="00CA51B5"/>
    <w:rsid w:val="00CA559B"/>
    <w:rsid w:val="00CA6BDC"/>
    <w:rsid w:val="00CC2293"/>
    <w:rsid w:val="00CC266E"/>
    <w:rsid w:val="00CC27A5"/>
    <w:rsid w:val="00CC4D15"/>
    <w:rsid w:val="00CE070B"/>
    <w:rsid w:val="00CE09BA"/>
    <w:rsid w:val="00CE195D"/>
    <w:rsid w:val="00CE5FBD"/>
    <w:rsid w:val="00CF4DFA"/>
    <w:rsid w:val="00D05D73"/>
    <w:rsid w:val="00D060B3"/>
    <w:rsid w:val="00D06992"/>
    <w:rsid w:val="00D07467"/>
    <w:rsid w:val="00D1690E"/>
    <w:rsid w:val="00D17A6C"/>
    <w:rsid w:val="00D20A5C"/>
    <w:rsid w:val="00D25851"/>
    <w:rsid w:val="00D2650E"/>
    <w:rsid w:val="00D3228E"/>
    <w:rsid w:val="00D33524"/>
    <w:rsid w:val="00D41D22"/>
    <w:rsid w:val="00D46C4F"/>
    <w:rsid w:val="00D573B0"/>
    <w:rsid w:val="00D62073"/>
    <w:rsid w:val="00D6535B"/>
    <w:rsid w:val="00D6668C"/>
    <w:rsid w:val="00D71B81"/>
    <w:rsid w:val="00D773FA"/>
    <w:rsid w:val="00D90E3A"/>
    <w:rsid w:val="00D973EC"/>
    <w:rsid w:val="00DA18A6"/>
    <w:rsid w:val="00DA1F5C"/>
    <w:rsid w:val="00DA24E3"/>
    <w:rsid w:val="00DB2F24"/>
    <w:rsid w:val="00DB674B"/>
    <w:rsid w:val="00DC1DC7"/>
    <w:rsid w:val="00DC31A7"/>
    <w:rsid w:val="00DD085D"/>
    <w:rsid w:val="00DD1E80"/>
    <w:rsid w:val="00DD34CF"/>
    <w:rsid w:val="00DD5AD3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21EA"/>
    <w:rsid w:val="00E8518C"/>
    <w:rsid w:val="00E879F9"/>
    <w:rsid w:val="00E90BD9"/>
    <w:rsid w:val="00E96FAC"/>
    <w:rsid w:val="00EA0615"/>
    <w:rsid w:val="00EA1BDF"/>
    <w:rsid w:val="00EA1CC3"/>
    <w:rsid w:val="00EA1FF5"/>
    <w:rsid w:val="00EA495C"/>
    <w:rsid w:val="00EA6698"/>
    <w:rsid w:val="00EA7D7B"/>
    <w:rsid w:val="00EB3231"/>
    <w:rsid w:val="00EB5344"/>
    <w:rsid w:val="00EB6B74"/>
    <w:rsid w:val="00EB6E4B"/>
    <w:rsid w:val="00EC77B0"/>
    <w:rsid w:val="00ED1921"/>
    <w:rsid w:val="00ED25FF"/>
    <w:rsid w:val="00ED2956"/>
    <w:rsid w:val="00EE3197"/>
    <w:rsid w:val="00EE5362"/>
    <w:rsid w:val="00EF2951"/>
    <w:rsid w:val="00F12783"/>
    <w:rsid w:val="00F13366"/>
    <w:rsid w:val="00F15F0A"/>
    <w:rsid w:val="00F168D6"/>
    <w:rsid w:val="00F24638"/>
    <w:rsid w:val="00F248A4"/>
    <w:rsid w:val="00F31E1E"/>
    <w:rsid w:val="00F43BD5"/>
    <w:rsid w:val="00F46B18"/>
    <w:rsid w:val="00F55FED"/>
    <w:rsid w:val="00F60008"/>
    <w:rsid w:val="00F748A6"/>
    <w:rsid w:val="00F82C59"/>
    <w:rsid w:val="00F871C6"/>
    <w:rsid w:val="00F8749B"/>
    <w:rsid w:val="00F91E95"/>
    <w:rsid w:val="00FA618D"/>
    <w:rsid w:val="00FA74D9"/>
    <w:rsid w:val="00FA7664"/>
    <w:rsid w:val="00FB1414"/>
    <w:rsid w:val="00FB201E"/>
    <w:rsid w:val="00FC57C5"/>
    <w:rsid w:val="00FD3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5D959B"/>
  <w15:docId w15:val="{418EB679-7BEE-4BC0-92EB-CE4AD6613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07AE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5D4503"/>
  </w:style>
  <w:style w:type="character" w:customStyle="1" w:styleId="shorttext">
    <w:name w:val="short_text"/>
    <w:basedOn w:val="Standardnpsmoodstavce"/>
    <w:rsid w:val="005D4503"/>
  </w:style>
  <w:style w:type="character" w:customStyle="1" w:styleId="Nadpis1Char">
    <w:name w:val="Nadpis 1 Char"/>
    <w:basedOn w:val="Standardnpsmoodstavce"/>
    <w:link w:val="Nadpis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Nzev">
    <w:name w:val="Title"/>
    <w:basedOn w:val="Normln"/>
    <w:next w:val="Normln"/>
    <w:link w:val="Nzev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DotList1">
    <w:name w:val="eDotList1"/>
    <w:basedOn w:val="Seznamsodrkami"/>
    <w:rsid w:val="00315638"/>
    <w:pPr>
      <w:spacing w:after="240"/>
    </w:pPr>
    <w:rPr>
      <w:lang w:eastAsia="en-US"/>
    </w:rPr>
  </w:style>
  <w:style w:type="paragraph" w:styleId="Seznamsodrkami">
    <w:name w:val="List Bullet"/>
    <w:basedOn w:val="Normln"/>
    <w:semiHidden/>
    <w:unhideWhenUsed/>
    <w:rsid w:val="00315638"/>
    <w:pPr>
      <w:tabs>
        <w:tab w:val="num" w:pos="340"/>
      </w:tabs>
      <w:ind w:left="340" w:hanging="340"/>
      <w:contextualSpacing/>
    </w:pPr>
  </w:style>
  <w:style w:type="paragraph" w:styleId="Normlnweb">
    <w:name w:val="Normal (Web)"/>
    <w:basedOn w:val="Normln"/>
    <w:uiPriority w:val="99"/>
    <w:unhideWhenUsed/>
    <w:rsid w:val="00EA6698"/>
    <w:pPr>
      <w:spacing w:before="100" w:beforeAutospacing="1" w:after="119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183D0-DF23-4FA9-BBF1-4A191DD85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2</TotalTime>
  <Pages>3</Pages>
  <Words>231</Words>
  <Characters>1363</Characters>
  <Application>Microsoft Office Word</Application>
  <DocSecurity>0</DocSecurity>
  <Lines>11</Lines>
  <Paragraphs>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3</cp:revision>
  <cp:lastPrinted>2013-05-24T14:00:00Z</cp:lastPrinted>
  <dcterms:created xsi:type="dcterms:W3CDTF">2017-08-22T10:27:00Z</dcterms:created>
  <dcterms:modified xsi:type="dcterms:W3CDTF">2017-08-22T10:31:00Z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