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E1A" w:rsidRPr="00EB5EFB" w:rsidRDefault="002868A0" w:rsidP="00F7747B">
      <w:pPr>
        <w:pStyle w:val="eTask"/>
      </w:pPr>
      <w:r w:rsidRPr="00EB5EFB">
        <w:t>Upravte následující text tak, aby jeho znění bylo pravdivé</w:t>
      </w:r>
      <w:r w:rsidR="00141E1A" w:rsidRPr="00EB5EFB">
        <w:t>.</w:t>
      </w:r>
      <w:bookmarkStart w:id="0" w:name="_GoBack"/>
      <w:bookmarkEnd w:id="0"/>
    </w:p>
    <w:p w:rsidR="001922A0" w:rsidRPr="00EB5EFB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170488" w:rsidRPr="00EB5EFB" w:rsidRDefault="00201F2C" w:rsidP="00AB5E3E">
      <w:pPr>
        <w:spacing w:line="360" w:lineRule="auto"/>
      </w:pPr>
      <w:r>
        <w:t>Pojmem e</w:t>
      </w:r>
      <w:r w:rsidR="00170488" w:rsidRPr="00EB5EFB">
        <w:t xml:space="preserve">-mail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spoofing</m:t>
                  </m:r>
                </m:e>
              </m:mr>
              <m:mr>
                <m:e>
                  <w:proofErr w:type="spellStart"/>
                  <m:r>
                    <m:rPr>
                      <m:nor/>
                    </m:rPr>
                    <w:rPr>
                      <w:strike/>
                    </w:rPr>
                    <m:t>sniffing</m:t>
                  </m:r>
                  <w:proofErr w:type="spellEnd"/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170488" w:rsidRPr="00EB5EFB">
        <w:t xml:space="preserve"> </w:t>
      </w:r>
      <w:r>
        <w:t>označujeme</w:t>
      </w:r>
      <w:r w:rsidR="00170488" w:rsidRPr="00EB5EFB">
        <w:t xml:space="preserve"> </w:t>
      </w:r>
      <w:r>
        <w:t>proces odesílání zpráv z falešné (podvržené)</w:t>
      </w:r>
      <w:r w:rsidR="00170488" w:rsidRPr="00EB5EFB">
        <w:t xml:space="preserve"> e-mail</w:t>
      </w:r>
      <w:r>
        <w:t>ové</w:t>
      </w:r>
      <w:r w:rsidR="00170488" w:rsidRPr="00EB5EFB">
        <w:t xml:space="preserve"> adres</w:t>
      </w:r>
      <w:r>
        <w:t>y</w:t>
      </w:r>
      <w:r w:rsidR="00170488" w:rsidRPr="00EB5EFB">
        <w:t xml:space="preserve"> </w:t>
      </w:r>
      <w:r>
        <w:t>či</w:t>
      </w:r>
      <w:r w:rsidR="00170488" w:rsidRPr="00EB5EFB">
        <w:t xml:space="preserve"> </w:t>
      </w:r>
      <w:r>
        <w:t xml:space="preserve">falšování </w:t>
      </w:r>
      <w:r w:rsidR="00170488" w:rsidRPr="00EB5EFB">
        <w:t>e-mail</w:t>
      </w:r>
      <w:r>
        <w:t>ové</w:t>
      </w:r>
      <w:r w:rsidR="00170488" w:rsidRPr="00EB5EFB">
        <w:t xml:space="preserve"> adres</w:t>
      </w:r>
      <w:r>
        <w:t>y</w:t>
      </w:r>
      <w:r w:rsidR="00170488" w:rsidRPr="00EB5EFB">
        <w:t xml:space="preserve"> </w:t>
      </w:r>
      <w:r>
        <w:t>jiného uživatele</w:t>
      </w:r>
      <w:r w:rsidR="00170488" w:rsidRPr="00EB5EFB">
        <w:t xml:space="preserve">. </w:t>
      </w:r>
    </w:p>
    <w:p w:rsidR="00170488" w:rsidRPr="00EB5EFB" w:rsidRDefault="00170488" w:rsidP="00AB5E3E">
      <w:pPr>
        <w:spacing w:line="360" w:lineRule="auto"/>
      </w:pPr>
    </w:p>
    <w:p w:rsidR="00877FE6" w:rsidRPr="00EB5EFB" w:rsidRDefault="00A10969" w:rsidP="00AB5E3E">
      <w:pPr>
        <w:spacing w:line="360" w:lineRule="auto"/>
      </w:pPr>
      <w:r>
        <w:t xml:space="preserve">Útok typu </w:t>
      </w:r>
      <w:proofErr w:type="spellStart"/>
      <w:r>
        <w:t>DoS</w:t>
      </w:r>
      <w:proofErr w:type="spellEnd"/>
      <w:r>
        <w:t xml:space="preserve"> (</w:t>
      </w:r>
      <w:proofErr w:type="spellStart"/>
      <w:r w:rsidR="00170488" w:rsidRPr="007F327E">
        <w:rPr>
          <w:i/>
        </w:rPr>
        <w:t>Denial</w:t>
      </w:r>
      <w:proofErr w:type="spellEnd"/>
      <w:r w:rsidR="00170488" w:rsidRPr="007F327E">
        <w:rPr>
          <w:i/>
        </w:rPr>
        <w:t xml:space="preserve"> </w:t>
      </w:r>
      <w:proofErr w:type="spellStart"/>
      <w:r w:rsidR="00170488" w:rsidRPr="007F327E">
        <w:rPr>
          <w:i/>
        </w:rPr>
        <w:t>of</w:t>
      </w:r>
      <w:proofErr w:type="spellEnd"/>
      <w:r w:rsidR="00170488" w:rsidRPr="007F327E">
        <w:rPr>
          <w:i/>
        </w:rPr>
        <w:t xml:space="preserve"> </w:t>
      </w:r>
      <w:proofErr w:type="spellStart"/>
      <w:r w:rsidR="00170488" w:rsidRPr="007F327E">
        <w:rPr>
          <w:i/>
        </w:rPr>
        <w:t>Service</w:t>
      </w:r>
      <w:proofErr w:type="spellEnd"/>
      <w:r>
        <w:t>)</w:t>
      </w:r>
      <w:r w:rsidR="00170488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ničí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neničí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877FE6" w:rsidRPr="00EB5EFB">
        <w:t xml:space="preserve"> </w:t>
      </w:r>
      <w:r>
        <w:t>ani/a/ale</w:t>
      </w:r>
      <w:r w:rsidR="00F7747B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strike/>
                    </w:rPr>
                    <m:t>krade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</w:rPr>
                    <m:t>nekrade</m:t>
                  </m:r>
                  <w:proofErr w:type="gramEnd"/>
                  <m:r>
                    <m:rPr>
                      <m:nor/>
                    </m:rPr>
                    <w:rPr>
                      <w:rFonts w:ascii="Cambria Math"/>
                    </w:rPr>
                    <m:t xml:space="preserve"> </m:t>
                  </m:r>
                </m:e>
              </m:mr>
            </m:m>
          </m:e>
        </m:d>
      </m:oMath>
      <w:r w:rsidR="00877FE6" w:rsidRPr="00EB5EFB">
        <w:t xml:space="preserve"> </w:t>
      </w:r>
      <w:r>
        <w:t xml:space="preserve">uživatelská </w:t>
      </w:r>
      <w:r w:rsidR="00170488" w:rsidRPr="00EB5EFB">
        <w:t>data</w:t>
      </w:r>
      <w:r>
        <w:t>,</w:t>
      </w:r>
      <w:r w:rsidR="00170488" w:rsidRPr="00EB5EFB">
        <w:t xml:space="preserve"> </w:t>
      </w:r>
      <w:r>
        <w:t>jak to</w:t>
      </w:r>
      <w:r w:rsidR="00170488" w:rsidRPr="00EB5EFB">
        <w:t xml:space="preserve"> </w:t>
      </w:r>
      <w:r>
        <w:t xml:space="preserve">některé jiné </w:t>
      </w:r>
      <w:r w:rsidR="003551C3">
        <w:t>typ</w:t>
      </w:r>
      <w:r>
        <w:t>y útoků dělají.</w:t>
      </w:r>
    </w:p>
    <w:p w:rsidR="00AE2985" w:rsidRPr="00EB5EFB" w:rsidRDefault="00AE2985" w:rsidP="00AB5E3E">
      <w:pPr>
        <w:spacing w:line="360" w:lineRule="auto"/>
      </w:pPr>
    </w:p>
    <w:p w:rsidR="00877FE6" w:rsidRPr="00EB5EFB" w:rsidRDefault="007F327E" w:rsidP="00AB5E3E">
      <w:pPr>
        <w:spacing w:line="360" w:lineRule="auto"/>
      </w:pPr>
      <w:r>
        <w:t>Hlavním cílem</w:t>
      </w:r>
      <w:r w:rsidR="00F7747B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objemového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protokolového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554277" w:rsidRPr="00EB5EFB">
        <w:t xml:space="preserve"> </w:t>
      </w:r>
      <w:r>
        <w:t xml:space="preserve">útoku typu </w:t>
      </w:r>
      <w:proofErr w:type="spellStart"/>
      <w:r w:rsidR="00554277" w:rsidRPr="00EB5EFB">
        <w:t>DDoS</w:t>
      </w:r>
      <w:proofErr w:type="spellEnd"/>
      <w:r w:rsidR="00554277" w:rsidRPr="00EB5EFB">
        <w:t xml:space="preserve"> </w:t>
      </w:r>
      <w:r>
        <w:t>je</w:t>
      </w:r>
      <w:r w:rsidR="00554277" w:rsidRPr="00EB5EFB">
        <w:t xml:space="preserve"> </w:t>
      </w:r>
      <w:r>
        <w:t>zcela vytížit dostupnou přenosovou kapacitu</w:t>
      </w:r>
      <w:r w:rsidR="00554277" w:rsidRPr="00EB5EFB">
        <w:t xml:space="preserve"> </w:t>
      </w:r>
      <w:r>
        <w:t>napadené sítě</w:t>
      </w:r>
      <w:r w:rsidR="005735C4">
        <w:t>.</w:t>
      </w:r>
    </w:p>
    <w:p w:rsidR="001316F0" w:rsidRPr="00EB5EFB" w:rsidRDefault="001316F0" w:rsidP="00AB5E3E">
      <w:pPr>
        <w:spacing w:line="360" w:lineRule="auto"/>
      </w:pPr>
    </w:p>
    <w:p w:rsidR="00877FE6" w:rsidRPr="00EB5EFB" w:rsidRDefault="007F327E" w:rsidP="00AB5E3E">
      <w:pPr>
        <w:spacing w:line="360" w:lineRule="auto"/>
      </w:pPr>
      <w:r>
        <w:t>Útoky typu s</w:t>
      </w:r>
      <w:r w:rsidR="00AE2985" w:rsidRPr="00EB5EFB">
        <w:t>oci</w:t>
      </w:r>
      <w:r>
        <w:t>ální</w:t>
      </w:r>
      <w:r w:rsidR="00AE2985" w:rsidRPr="00EB5EFB">
        <w:t xml:space="preserve"> </w:t>
      </w:r>
      <w:r>
        <w:t>inženýrství (</w:t>
      </w:r>
      <w:proofErr w:type="spellStart"/>
      <w:r w:rsidRPr="007F327E">
        <w:rPr>
          <w:i/>
        </w:rPr>
        <w:t>Social</w:t>
      </w:r>
      <w:proofErr w:type="spellEnd"/>
      <w:r w:rsidRPr="007F327E">
        <w:rPr>
          <w:i/>
        </w:rPr>
        <w:t xml:space="preserve"> </w:t>
      </w:r>
      <w:proofErr w:type="spellStart"/>
      <w:r w:rsidRPr="007F327E">
        <w:rPr>
          <w:i/>
        </w:rPr>
        <w:t>Engineering</w:t>
      </w:r>
      <w:proofErr w:type="spellEnd"/>
      <w:r>
        <w:t>)</w:t>
      </w:r>
      <w:r w:rsidR="00AE2985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jsou založeny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nejsou založeny</m:t>
                  </m:r>
                </m:e>
              </m:mr>
            </m:m>
          </m:e>
        </m:d>
      </m:oMath>
      <w:r w:rsidR="00877FE6" w:rsidRPr="00EB5EFB">
        <w:t xml:space="preserve"> </w:t>
      </w:r>
      <w:r w:rsidR="00E32123">
        <w:t>na</w:t>
      </w:r>
      <w:r w:rsidR="00AE2985" w:rsidRPr="00EB5EFB">
        <w:t xml:space="preserve"> </w:t>
      </w:r>
      <w:r w:rsidR="00E32123">
        <w:t xml:space="preserve">přímém zneužití technické zranitelnosti počítačového </w:t>
      </w:r>
      <w:r w:rsidR="00AE2985" w:rsidRPr="00EB5EFB">
        <w:t>hardwar</w:t>
      </w:r>
      <w:r w:rsidR="00E32123">
        <w:t>u</w:t>
      </w:r>
      <w:r w:rsidR="00AE2985" w:rsidRPr="00EB5EFB">
        <w:t xml:space="preserve"> </w:t>
      </w:r>
      <w:r w:rsidR="00E32123">
        <w:t>nebo</w:t>
      </w:r>
      <w:r w:rsidR="00AE2985" w:rsidRPr="00EB5EFB">
        <w:t xml:space="preserve"> softwar</w:t>
      </w:r>
      <w:r w:rsidR="00E32123">
        <w:t>u</w:t>
      </w:r>
      <w:r w:rsidR="00AE2985" w:rsidRPr="00EB5EFB">
        <w:t xml:space="preserve"> a</w:t>
      </w:r>
      <w:r w:rsidR="00E32123">
        <w:t>/ale</w:t>
      </w:r>
      <w:r w:rsidR="00AE2985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w:proofErr w:type="gramStart"/>
                  <m:r>
                    <m:rPr>
                      <m:nor/>
                    </m:rPr>
                    <w:rPr>
                      <w:color w:val="FF0000"/>
                    </w:rPr>
                    <m:t>vyžadují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nevyžadují</m:t>
                  </m:r>
                  <w:proofErr w:type="gramEnd"/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</m:oMath>
      <w:r w:rsidR="00AE2985" w:rsidRPr="00EB5EFB">
        <w:t xml:space="preserve"> </w:t>
      </w:r>
      <w:r w:rsidR="00E32123">
        <w:t>určitou míru</w:t>
      </w:r>
      <w:r w:rsidR="00AE2985" w:rsidRPr="00EB5EFB">
        <w:t xml:space="preserve"> </w:t>
      </w:r>
      <w:r w:rsidR="00E32123">
        <w:t>t</w:t>
      </w:r>
      <w:r w:rsidR="00AE2985" w:rsidRPr="00EB5EFB">
        <w:t>echnic</w:t>
      </w:r>
      <w:r w:rsidR="00E32123">
        <w:t>kých</w:t>
      </w:r>
      <w:r w:rsidR="00AE2985" w:rsidRPr="00EB5EFB">
        <w:t xml:space="preserve"> </w:t>
      </w:r>
      <w:r w:rsidR="00E32123">
        <w:t>dovedností útočníka</w:t>
      </w:r>
      <w:r w:rsidR="00AE2985" w:rsidRPr="00EB5EFB">
        <w:t>.</w:t>
      </w:r>
    </w:p>
    <w:p w:rsidR="00211FB6" w:rsidRPr="00EB5EFB" w:rsidRDefault="00687EFF" w:rsidP="00AB5E3E">
      <w:pPr>
        <w:spacing w:line="360" w:lineRule="auto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Databázová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Heuristický přístup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830168">
        <w:t xml:space="preserve">detekce virů umožňuje </w:t>
      </w:r>
      <w:r w:rsidR="00AE2985" w:rsidRPr="00EB5EFB">
        <w:t>identif</w:t>
      </w:r>
      <w:r w:rsidR="00830168">
        <w:t xml:space="preserve">ikovat i nové typy </w:t>
      </w:r>
      <w:r w:rsidR="00AE2985" w:rsidRPr="00EB5EFB">
        <w:t>vir</w:t>
      </w:r>
      <w:r w:rsidR="00830168">
        <w:t>ů</w:t>
      </w:r>
      <w:r w:rsidR="00AE2985" w:rsidRPr="00EB5EFB">
        <w:t xml:space="preserve"> </w:t>
      </w:r>
      <w:r w:rsidR="00830168">
        <w:t>nebo</w:t>
      </w:r>
      <w:r w:rsidR="00AE2985" w:rsidRPr="00EB5EFB">
        <w:t xml:space="preserve"> </w:t>
      </w:r>
      <w:r w:rsidR="00830168">
        <w:t xml:space="preserve">nové </w:t>
      </w:r>
      <w:r w:rsidR="00AE2985" w:rsidRPr="00EB5EFB">
        <w:t>variant</w:t>
      </w:r>
      <w:r w:rsidR="00830168">
        <w:t>y</w:t>
      </w:r>
      <w:r w:rsidR="00AE2985" w:rsidRPr="00EB5EFB">
        <w:t xml:space="preserve"> </w:t>
      </w:r>
      <w:r w:rsidR="00830168">
        <w:t xml:space="preserve">již existujících </w:t>
      </w:r>
      <w:r w:rsidR="00AE2985" w:rsidRPr="00EB5EFB">
        <w:t>vir</w:t>
      </w:r>
      <w:r w:rsidR="00830168">
        <w:t>ů tím, že</w:t>
      </w:r>
      <w:r w:rsidR="00AE2985" w:rsidRPr="00EB5EFB">
        <w:t xml:space="preserve"> </w:t>
      </w:r>
      <w:r w:rsidR="00830168">
        <w:t>vyhledává známé části škodlivého kódu</w:t>
      </w:r>
      <w:r w:rsidR="00AE2985" w:rsidRPr="00EB5EFB">
        <w:t xml:space="preserve">, </w:t>
      </w:r>
      <w:r w:rsidR="00830168">
        <w:t>či</w:t>
      </w:r>
      <w:r w:rsidR="00AE2985" w:rsidRPr="00EB5EFB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nepatrné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znatelné</m:t>
                  </m:r>
                </m:e>
              </m:mr>
            </m:m>
            <m:r>
              <w:rPr>
                <w:rFonts w:ascii="Cambria Math"/>
              </w:rPr>
              <m:t xml:space="preserve"> </m:t>
            </m:r>
          </m:e>
        </m:d>
        <m:r>
          <w:rPr>
            <w:rFonts w:ascii="Cambria Math"/>
          </w:rPr>
          <m:t xml:space="preserve"> </m:t>
        </m:r>
      </m:oMath>
      <w:r w:rsidR="00830168">
        <w:t>změny</w:t>
      </w:r>
      <w:r w:rsidR="00554277" w:rsidRPr="00EB5EFB">
        <w:t xml:space="preserve"> </w:t>
      </w:r>
      <w:r w:rsidR="00830168">
        <w:t>původního kódu</w:t>
      </w:r>
      <w:r w:rsidR="00554277" w:rsidRPr="00EB5EFB">
        <w:t xml:space="preserve"> </w:t>
      </w:r>
      <w:r w:rsidR="0042217A">
        <w:t>v datových souborech</w:t>
      </w:r>
      <w:r w:rsidR="00554277" w:rsidRPr="00EB5EFB">
        <w:t>.</w:t>
      </w:r>
    </w:p>
    <w:p w:rsidR="00C8560D" w:rsidRPr="00EB5EFB" w:rsidRDefault="00C8560D" w:rsidP="00141E1A"/>
    <w:p w:rsidR="00141E1A" w:rsidRPr="00EB5EFB" w:rsidRDefault="00141E1A" w:rsidP="00141E1A">
      <w:pPr>
        <w:pStyle w:val="eLineBottom"/>
      </w:pPr>
    </w:p>
    <w:p w:rsidR="001922A0" w:rsidRPr="00EB5EFB" w:rsidRDefault="001922A0" w:rsidP="001922A0"/>
    <w:p w:rsidR="00AB5E3E" w:rsidRDefault="00AB5E3E">
      <w:pPr>
        <w:rPr>
          <w:b/>
        </w:rPr>
      </w:pPr>
      <w:r>
        <w:br w:type="page"/>
      </w:r>
    </w:p>
    <w:p w:rsidR="003A1E6F" w:rsidRPr="00EB5EFB" w:rsidRDefault="00C60B6E" w:rsidP="003A1E6F">
      <w:pPr>
        <w:pStyle w:val="eTask"/>
      </w:pPr>
      <w:r w:rsidRPr="00EB5EFB">
        <w:lastRenderedPageBreak/>
        <w:t>Označte v následujícím textu pravdivá tvrzení</w:t>
      </w:r>
      <w:r w:rsidR="003A1E6F" w:rsidRPr="00EB5EFB">
        <w:t xml:space="preserve">. </w:t>
      </w:r>
    </w:p>
    <w:p w:rsidR="003A1E6F" w:rsidRPr="00EB5EFB" w:rsidRDefault="003A1E6F" w:rsidP="003A1E6F"/>
    <w:p w:rsidR="00A21623" w:rsidRPr="00EB5EFB" w:rsidRDefault="00AB5E3E" w:rsidP="00F537AE">
      <w:pPr>
        <w:pStyle w:val="eCheckBoxText"/>
        <w:spacing w:after="120"/>
        <w:ind w:left="425" w:hanging="425"/>
        <w:rPr>
          <w:szCs w:val="40"/>
        </w:rPr>
      </w:pPr>
      <w:r>
        <w:rPr>
          <w:rStyle w:val="eCheckBoxSquareChar"/>
          <w:b/>
          <w:color w:val="FF0000"/>
          <w:sz w:val="24"/>
          <w:szCs w:val="24"/>
        </w:rPr>
        <w:t>X</w:t>
      </w:r>
      <w:r w:rsidR="003A1E6F" w:rsidRPr="00EB5EFB">
        <w:rPr>
          <w:szCs w:val="40"/>
        </w:rPr>
        <w:tab/>
      </w:r>
      <w:r w:rsidR="00F64DF8" w:rsidRPr="00AB5E3E">
        <w:rPr>
          <w:color w:val="FF0000"/>
          <w:szCs w:val="40"/>
        </w:rPr>
        <w:t xml:space="preserve">Útok typu </w:t>
      </w:r>
      <w:proofErr w:type="spellStart"/>
      <w:r w:rsidR="00A21623" w:rsidRPr="00AB5E3E">
        <w:rPr>
          <w:color w:val="FF0000"/>
          <w:szCs w:val="40"/>
        </w:rPr>
        <w:t>DoS</w:t>
      </w:r>
      <w:proofErr w:type="spellEnd"/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je</w:t>
      </w:r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úmyslným činem, který</w:t>
      </w:r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záměrně udržuje</w:t>
      </w:r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počítač nebo síť</w:t>
      </w:r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mimo provoz</w:t>
      </w:r>
      <w:r w:rsidR="00A21623" w:rsidRPr="00AB5E3E">
        <w:rPr>
          <w:color w:val="FF0000"/>
          <w:szCs w:val="40"/>
        </w:rPr>
        <w:t xml:space="preserve"> (</w:t>
      </w:r>
      <w:r w:rsidR="00F64DF8" w:rsidRPr="00AB5E3E">
        <w:rPr>
          <w:color w:val="FF0000"/>
          <w:szCs w:val="40"/>
        </w:rPr>
        <w:t>například</w:t>
      </w:r>
      <w:r w:rsidR="00A21623" w:rsidRPr="00AB5E3E">
        <w:rPr>
          <w:color w:val="FF0000"/>
          <w:szCs w:val="40"/>
        </w:rPr>
        <w:t xml:space="preserve"> </w:t>
      </w:r>
      <w:r w:rsidR="00F64DF8" w:rsidRPr="00AB5E3E">
        <w:rPr>
          <w:color w:val="FF0000"/>
          <w:szCs w:val="40"/>
        </w:rPr>
        <w:t>brání uživatelům v přihlášení se do sítě nebo do počítače</w:t>
      </w:r>
      <w:r w:rsidR="00A21623" w:rsidRPr="00AB5E3E">
        <w:rPr>
          <w:color w:val="FF0000"/>
          <w:szCs w:val="40"/>
        </w:rPr>
        <w:t>).</w:t>
      </w:r>
    </w:p>
    <w:p w:rsidR="00877FE6" w:rsidRPr="00EB5EFB" w:rsidRDefault="00AB5E3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="003A1E6F" w:rsidRPr="00EB5EFB">
        <w:rPr>
          <w:rStyle w:val="eCheckBoxSquareChar"/>
        </w:rPr>
        <w:tab/>
      </w:r>
      <w:proofErr w:type="spellStart"/>
      <w:r w:rsidR="00170488" w:rsidRPr="00EB5EFB">
        <w:rPr>
          <w:rStyle w:val="eCheckBoxSquareChar"/>
          <w:sz w:val="24"/>
          <w:szCs w:val="24"/>
        </w:rPr>
        <w:t>Adware</w:t>
      </w:r>
      <w:proofErr w:type="spellEnd"/>
      <w:r w:rsidR="00170488" w:rsidRPr="00EB5EFB">
        <w:rPr>
          <w:rStyle w:val="eCheckBoxSquareChar"/>
          <w:sz w:val="24"/>
          <w:szCs w:val="24"/>
        </w:rPr>
        <w:t xml:space="preserve"> </w:t>
      </w:r>
      <w:r w:rsidR="00F64DF8">
        <w:rPr>
          <w:rStyle w:val="eCheckBoxSquareChar"/>
          <w:sz w:val="24"/>
          <w:szCs w:val="24"/>
        </w:rPr>
        <w:t>je považován za nel</w:t>
      </w:r>
      <w:r w:rsidR="00170488" w:rsidRPr="00EB5EFB">
        <w:rPr>
          <w:rStyle w:val="eCheckBoxSquareChar"/>
          <w:sz w:val="24"/>
          <w:szCs w:val="24"/>
        </w:rPr>
        <w:t>egitim</w:t>
      </w:r>
      <w:r w:rsidR="00F64DF8">
        <w:rPr>
          <w:rStyle w:val="eCheckBoxSquareChar"/>
          <w:sz w:val="24"/>
          <w:szCs w:val="24"/>
        </w:rPr>
        <w:t>ní</w:t>
      </w:r>
      <w:r w:rsidR="00170488" w:rsidRPr="00EB5EFB">
        <w:rPr>
          <w:rStyle w:val="eCheckBoxSquareChar"/>
          <w:sz w:val="24"/>
          <w:szCs w:val="24"/>
        </w:rPr>
        <w:t xml:space="preserve"> </w:t>
      </w:r>
      <w:r w:rsidR="00F64DF8">
        <w:rPr>
          <w:rStyle w:val="eCheckBoxSquareChar"/>
          <w:sz w:val="24"/>
          <w:szCs w:val="24"/>
        </w:rPr>
        <w:t>programovou alternativu pro spotřebitele (zákazníka), který</w:t>
      </w:r>
      <w:r w:rsidR="00170488" w:rsidRPr="00EB5EFB">
        <w:rPr>
          <w:rStyle w:val="eCheckBoxSquareChar"/>
          <w:sz w:val="24"/>
          <w:szCs w:val="24"/>
        </w:rPr>
        <w:t xml:space="preserve"> </w:t>
      </w:r>
      <w:r w:rsidR="00F64DF8">
        <w:rPr>
          <w:rStyle w:val="eCheckBoxSquareChar"/>
          <w:sz w:val="24"/>
          <w:szCs w:val="24"/>
        </w:rPr>
        <w:t>nechce platit za legálně využívaný software</w:t>
      </w:r>
      <w:r w:rsidR="00877FE6" w:rsidRPr="00EB5EFB">
        <w:rPr>
          <w:rStyle w:val="eCheckBoxSquareChar"/>
          <w:sz w:val="24"/>
          <w:szCs w:val="24"/>
        </w:rPr>
        <w:t>.</w:t>
      </w:r>
    </w:p>
    <w:p w:rsidR="00170488" w:rsidRPr="00EB5EFB" w:rsidRDefault="00AB5E3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="003A1E6F" w:rsidRPr="00EB5EFB">
        <w:rPr>
          <w:rStyle w:val="eCheckBoxSquareChar"/>
        </w:rPr>
        <w:tab/>
      </w:r>
      <w:r w:rsidR="00BF0FDB" w:rsidRPr="00BF0FDB">
        <w:rPr>
          <w:rStyle w:val="eCheckBoxSquareChar"/>
          <w:sz w:val="24"/>
          <w:szCs w:val="24"/>
        </w:rPr>
        <w:t>Infil</w:t>
      </w:r>
      <w:r w:rsidR="00BF0FDB">
        <w:rPr>
          <w:rStyle w:val="eCheckBoxSquareChar"/>
          <w:sz w:val="24"/>
          <w:szCs w:val="24"/>
        </w:rPr>
        <w:t xml:space="preserve">trace větším množstvím </w:t>
      </w:r>
      <w:proofErr w:type="spellStart"/>
      <w:r w:rsidR="00BF0FDB">
        <w:rPr>
          <w:rStyle w:val="eCheckBoxSquareChar"/>
          <w:sz w:val="24"/>
          <w:szCs w:val="24"/>
        </w:rPr>
        <w:t>s</w:t>
      </w:r>
      <w:r w:rsidR="00F64DF8">
        <w:rPr>
          <w:rStyle w:val="eCheckBoxSquareChar"/>
          <w:sz w:val="24"/>
          <w:szCs w:val="24"/>
        </w:rPr>
        <w:t>p</w:t>
      </w:r>
      <w:r w:rsidR="00170488" w:rsidRPr="00EB5EFB">
        <w:rPr>
          <w:rStyle w:val="eCheckBoxSquareChar"/>
          <w:sz w:val="24"/>
          <w:szCs w:val="24"/>
        </w:rPr>
        <w:t>ywar</w:t>
      </w:r>
      <w:r w:rsidR="00BF0FDB">
        <w:rPr>
          <w:rStyle w:val="eCheckBoxSquareChar"/>
          <w:sz w:val="24"/>
          <w:szCs w:val="24"/>
        </w:rPr>
        <w:t>u</w:t>
      </w:r>
      <w:proofErr w:type="spellEnd"/>
      <w:r w:rsidR="00170488" w:rsidRPr="00EB5EFB">
        <w:rPr>
          <w:rStyle w:val="eCheckBoxSquareChar"/>
          <w:sz w:val="24"/>
          <w:szCs w:val="24"/>
        </w:rPr>
        <w:t xml:space="preserve"> </w:t>
      </w:r>
      <w:r w:rsidR="00BF0FDB">
        <w:rPr>
          <w:rStyle w:val="eCheckBoxSquareChar"/>
          <w:sz w:val="24"/>
          <w:szCs w:val="24"/>
        </w:rPr>
        <w:t>nezpůsobuje</w:t>
      </w:r>
      <w:r w:rsidR="00170488" w:rsidRPr="00EB5EFB">
        <w:rPr>
          <w:rStyle w:val="eCheckBoxSquareChar"/>
          <w:sz w:val="24"/>
          <w:szCs w:val="24"/>
        </w:rPr>
        <w:t xml:space="preserve"> </w:t>
      </w:r>
      <w:r w:rsidR="00BF0FDB">
        <w:rPr>
          <w:rStyle w:val="eCheckBoxSquareChar"/>
          <w:sz w:val="24"/>
          <w:szCs w:val="24"/>
        </w:rPr>
        <w:t>nežádoucí</w:t>
      </w:r>
      <w:r w:rsidR="00170488" w:rsidRPr="00EB5EFB">
        <w:rPr>
          <w:rStyle w:val="eCheckBoxSquareChar"/>
          <w:sz w:val="24"/>
          <w:szCs w:val="24"/>
        </w:rPr>
        <w:t xml:space="preserve"> </w:t>
      </w:r>
      <w:r w:rsidR="00BF0FDB">
        <w:rPr>
          <w:rStyle w:val="eCheckBoxSquareChar"/>
          <w:sz w:val="24"/>
          <w:szCs w:val="24"/>
        </w:rPr>
        <w:t xml:space="preserve">aktivitu/vytížení procesoru </w:t>
      </w:r>
      <w:r w:rsidR="002B6E57">
        <w:rPr>
          <w:rStyle w:val="eCheckBoxSquareChar"/>
          <w:sz w:val="24"/>
          <w:szCs w:val="24"/>
        </w:rPr>
        <w:t>(</w:t>
      </w:r>
      <w:r w:rsidR="00170488" w:rsidRPr="00EB5EFB">
        <w:rPr>
          <w:rStyle w:val="eCheckBoxSquareChar"/>
          <w:sz w:val="24"/>
          <w:szCs w:val="24"/>
        </w:rPr>
        <w:t>CPU</w:t>
      </w:r>
      <w:r w:rsidR="002B6E57">
        <w:rPr>
          <w:rStyle w:val="eCheckBoxSquareChar"/>
          <w:sz w:val="24"/>
          <w:szCs w:val="24"/>
        </w:rPr>
        <w:t>)</w:t>
      </w:r>
      <w:r w:rsidR="00170488" w:rsidRPr="00EB5EFB">
        <w:rPr>
          <w:rStyle w:val="eCheckBoxSquareChar"/>
          <w:sz w:val="24"/>
          <w:szCs w:val="24"/>
        </w:rPr>
        <w:t xml:space="preserve">, </w:t>
      </w:r>
      <w:r w:rsidR="00BF0FDB">
        <w:rPr>
          <w:rStyle w:val="eCheckBoxSquareChar"/>
          <w:sz w:val="24"/>
          <w:szCs w:val="24"/>
        </w:rPr>
        <w:t>využívání kapacity pevného disku či generování nežádoucího síťového provozu</w:t>
      </w:r>
      <w:r w:rsidR="00201F2C">
        <w:rPr>
          <w:rStyle w:val="eCheckBoxSquareChar"/>
          <w:sz w:val="24"/>
          <w:szCs w:val="24"/>
        </w:rPr>
        <w:t>.</w:t>
      </w:r>
    </w:p>
    <w:p w:rsidR="00A21623" w:rsidRPr="00AB5E3E" w:rsidRDefault="00AB5E3E" w:rsidP="00F537AE">
      <w:pPr>
        <w:pStyle w:val="eCheckBoxText"/>
        <w:spacing w:after="120"/>
        <w:ind w:left="425" w:hanging="425"/>
        <w:rPr>
          <w:rStyle w:val="eCheckBoxSquareChar"/>
          <w:color w:val="FF0000"/>
          <w:sz w:val="24"/>
          <w:szCs w:val="24"/>
        </w:rPr>
      </w:pPr>
      <w:r>
        <w:rPr>
          <w:rStyle w:val="eCheckBoxSquareChar"/>
          <w:b/>
          <w:color w:val="FF0000"/>
          <w:sz w:val="24"/>
          <w:szCs w:val="24"/>
        </w:rPr>
        <w:t>X</w:t>
      </w:r>
      <w:r w:rsidR="003A1E6F" w:rsidRPr="00EB5EFB">
        <w:rPr>
          <w:rStyle w:val="eCheckBoxSquareChar"/>
        </w:rPr>
        <w:tab/>
      </w:r>
      <w:r w:rsidR="002B6E57" w:rsidRPr="00AB5E3E">
        <w:rPr>
          <w:rStyle w:val="eCheckBoxSquareChar"/>
          <w:color w:val="FF0000"/>
          <w:sz w:val="24"/>
          <w:szCs w:val="24"/>
        </w:rPr>
        <w:t>Počítačový</w:t>
      </w:r>
      <w:r w:rsidR="00A21623" w:rsidRPr="00AB5E3E">
        <w:rPr>
          <w:rStyle w:val="eCheckBoxSquareChar"/>
          <w:color w:val="FF0000"/>
          <w:sz w:val="24"/>
          <w:szCs w:val="24"/>
        </w:rPr>
        <w:t xml:space="preserve"> program</w:t>
      </w:r>
      <w:r w:rsidR="002B6E57" w:rsidRPr="00AB5E3E">
        <w:rPr>
          <w:rStyle w:val="eCheckBoxSquareChar"/>
          <w:color w:val="FF0000"/>
          <w:sz w:val="24"/>
          <w:szCs w:val="24"/>
        </w:rPr>
        <w:t>, který provádí činnost, která úmyslně poškozuje vlastní systém nebo uživatelská data</w:t>
      </w:r>
      <w:r w:rsidR="00A21623" w:rsidRPr="00AB5E3E">
        <w:rPr>
          <w:rStyle w:val="eCheckBoxSquareChar"/>
          <w:color w:val="FF0000"/>
          <w:sz w:val="24"/>
          <w:szCs w:val="24"/>
        </w:rPr>
        <w:t xml:space="preserve"> </w:t>
      </w:r>
      <w:r w:rsidR="002B6E57" w:rsidRPr="00AB5E3E">
        <w:rPr>
          <w:rStyle w:val="eCheckBoxSquareChar"/>
          <w:color w:val="FF0000"/>
          <w:sz w:val="24"/>
          <w:szCs w:val="24"/>
        </w:rPr>
        <w:t>je označován jako</w:t>
      </w:r>
      <w:r w:rsidR="00A21623" w:rsidRPr="00AB5E3E">
        <w:rPr>
          <w:rStyle w:val="eCheckBoxSquareChar"/>
          <w:color w:val="FF0000"/>
          <w:sz w:val="24"/>
          <w:szCs w:val="24"/>
        </w:rPr>
        <w:t xml:space="preserve"> </w:t>
      </w:r>
      <w:r w:rsidR="002B6E57" w:rsidRPr="00AB5E3E">
        <w:rPr>
          <w:rStyle w:val="eCheckBoxSquareChar"/>
          <w:color w:val="FF0000"/>
          <w:sz w:val="24"/>
          <w:szCs w:val="24"/>
        </w:rPr>
        <w:t>škodlivý kód (</w:t>
      </w:r>
      <w:proofErr w:type="spellStart"/>
      <w:r w:rsidR="002B6E57" w:rsidRPr="00AB5E3E">
        <w:rPr>
          <w:rStyle w:val="eCheckBoxSquareChar"/>
          <w:i/>
          <w:color w:val="FF0000"/>
          <w:sz w:val="24"/>
          <w:szCs w:val="24"/>
        </w:rPr>
        <w:t>M</w:t>
      </w:r>
      <w:r w:rsidR="00A21623" w:rsidRPr="00AB5E3E">
        <w:rPr>
          <w:rStyle w:val="eCheckBoxSquareChar"/>
          <w:i/>
          <w:color w:val="FF0000"/>
          <w:sz w:val="24"/>
          <w:szCs w:val="24"/>
        </w:rPr>
        <w:t>alicious</w:t>
      </w:r>
      <w:proofErr w:type="spellEnd"/>
      <w:r w:rsidR="00A21623" w:rsidRPr="00AB5E3E">
        <w:rPr>
          <w:rStyle w:val="eCheckBoxSquareChar"/>
          <w:i/>
          <w:color w:val="FF0000"/>
          <w:sz w:val="24"/>
          <w:szCs w:val="24"/>
        </w:rPr>
        <w:t xml:space="preserve"> </w:t>
      </w:r>
      <w:proofErr w:type="spellStart"/>
      <w:r w:rsidR="002B6E57" w:rsidRPr="00AB5E3E">
        <w:rPr>
          <w:rStyle w:val="eCheckBoxSquareChar"/>
          <w:i/>
          <w:color w:val="FF0000"/>
          <w:sz w:val="24"/>
          <w:szCs w:val="24"/>
        </w:rPr>
        <w:t>C</w:t>
      </w:r>
      <w:r w:rsidR="00A21623" w:rsidRPr="00AB5E3E">
        <w:rPr>
          <w:rStyle w:val="eCheckBoxSquareChar"/>
          <w:i/>
          <w:color w:val="FF0000"/>
          <w:sz w:val="24"/>
          <w:szCs w:val="24"/>
        </w:rPr>
        <w:t>ode</w:t>
      </w:r>
      <w:proofErr w:type="spellEnd"/>
      <w:r w:rsidR="002B6E57" w:rsidRPr="00AB5E3E">
        <w:rPr>
          <w:rStyle w:val="eCheckBoxSquareChar"/>
          <w:color w:val="FF0000"/>
          <w:sz w:val="24"/>
          <w:szCs w:val="24"/>
        </w:rPr>
        <w:t>)</w:t>
      </w:r>
      <w:r w:rsidR="00201F2C" w:rsidRPr="00AB5E3E">
        <w:rPr>
          <w:rStyle w:val="eCheckBoxSquareChar"/>
          <w:color w:val="FF0000"/>
          <w:sz w:val="24"/>
          <w:szCs w:val="24"/>
        </w:rPr>
        <w:t>.</w:t>
      </w:r>
    </w:p>
    <w:p w:rsidR="00170488" w:rsidRPr="00EB5EFB" w:rsidRDefault="00AB5E3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>
        <w:rPr>
          <w:rStyle w:val="eCheckBoxSquareChar"/>
          <w:b/>
          <w:color w:val="FF0000"/>
          <w:sz w:val="24"/>
          <w:szCs w:val="24"/>
        </w:rPr>
        <w:t>X</w:t>
      </w:r>
      <w:r w:rsidR="003A1E6F" w:rsidRPr="00EB5EFB">
        <w:rPr>
          <w:rStyle w:val="eCheckBoxSquareChar"/>
        </w:rPr>
        <w:tab/>
      </w:r>
      <w:r w:rsidR="002B6E57" w:rsidRPr="00AB5E3E">
        <w:rPr>
          <w:rStyle w:val="eCheckBoxSquareChar"/>
          <w:color w:val="FF0000"/>
          <w:sz w:val="24"/>
          <w:szCs w:val="24"/>
        </w:rPr>
        <w:t xml:space="preserve">Pojmem </w:t>
      </w:r>
      <w:proofErr w:type="spellStart"/>
      <w:r w:rsidR="002B6E57" w:rsidRPr="00AB5E3E">
        <w:rPr>
          <w:rStyle w:val="eCheckBoxSquareChar"/>
          <w:i/>
          <w:color w:val="FF0000"/>
          <w:sz w:val="24"/>
          <w:szCs w:val="24"/>
        </w:rPr>
        <w:t>S</w:t>
      </w:r>
      <w:r w:rsidR="00170488" w:rsidRPr="00AB5E3E">
        <w:rPr>
          <w:rStyle w:val="eCheckBoxSquareChar"/>
          <w:i/>
          <w:color w:val="FF0000"/>
          <w:sz w:val="24"/>
          <w:szCs w:val="24"/>
        </w:rPr>
        <w:t>poofing</w:t>
      </w:r>
      <w:proofErr w:type="spellEnd"/>
      <w:r w:rsidR="00170488" w:rsidRPr="00AB5E3E">
        <w:rPr>
          <w:rStyle w:val="eCheckBoxSquareChar"/>
          <w:i/>
          <w:color w:val="FF0000"/>
          <w:sz w:val="24"/>
          <w:szCs w:val="24"/>
        </w:rPr>
        <w:t xml:space="preserve"> </w:t>
      </w:r>
      <w:proofErr w:type="spellStart"/>
      <w:r w:rsidR="002B6E57" w:rsidRPr="00AB5E3E">
        <w:rPr>
          <w:rStyle w:val="eCheckBoxSquareChar"/>
          <w:i/>
          <w:color w:val="FF0000"/>
          <w:sz w:val="24"/>
          <w:szCs w:val="24"/>
        </w:rPr>
        <w:t>attack</w:t>
      </w:r>
      <w:proofErr w:type="spellEnd"/>
      <w:r w:rsidR="002B6E57" w:rsidRPr="00AB5E3E">
        <w:rPr>
          <w:rStyle w:val="eCheckBoxSquareChar"/>
          <w:color w:val="FF0000"/>
          <w:sz w:val="24"/>
          <w:szCs w:val="24"/>
        </w:rPr>
        <w:t xml:space="preserve"> je </w:t>
      </w:r>
      <w:r w:rsidR="00844CD3" w:rsidRPr="00AB5E3E">
        <w:rPr>
          <w:rStyle w:val="eCheckBoxSquareChar"/>
          <w:color w:val="FF0000"/>
          <w:sz w:val="24"/>
          <w:szCs w:val="24"/>
        </w:rPr>
        <w:t>označováno zákeřné jednání</w:t>
      </w:r>
      <w:r w:rsidR="00170488" w:rsidRPr="00AB5E3E">
        <w:rPr>
          <w:rStyle w:val="eCheckBoxSquareChar"/>
          <w:color w:val="FF0000"/>
          <w:sz w:val="24"/>
          <w:szCs w:val="24"/>
        </w:rPr>
        <w:t xml:space="preserve"> </w:t>
      </w:r>
      <w:r w:rsidR="00844CD3" w:rsidRPr="00AB5E3E">
        <w:rPr>
          <w:rStyle w:val="eCheckBoxSquareChar"/>
          <w:color w:val="FF0000"/>
          <w:sz w:val="24"/>
          <w:szCs w:val="24"/>
        </w:rPr>
        <w:t>jiného zařízení či osoby (skupiny zařízení či osob) využívající pro svou zlovolnou aktivitu dostupné síťové prostředky.</w:t>
      </w:r>
      <w:r w:rsidR="00170488" w:rsidRPr="00AB5E3E">
        <w:rPr>
          <w:rStyle w:val="eCheckBoxSquareChar"/>
          <w:color w:val="FF0000"/>
          <w:sz w:val="24"/>
          <w:szCs w:val="24"/>
        </w:rPr>
        <w:t xml:space="preserve"> </w:t>
      </w:r>
    </w:p>
    <w:p w:rsidR="00141E1A" w:rsidRPr="00EB5EFB" w:rsidRDefault="00AB5E3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</w:rPr>
      </w:pPr>
      <w:r w:rsidRPr="004B2F14">
        <w:rPr>
          <w:rStyle w:val="eCheckBoxSquareChar"/>
          <w:lang w:val="en-GB"/>
        </w:rPr>
        <w:t>□</w:t>
      </w:r>
      <w:r w:rsidR="00211FB6" w:rsidRPr="00EB5EFB">
        <w:rPr>
          <w:rStyle w:val="eCheckBoxSquareChar"/>
        </w:rPr>
        <w:tab/>
      </w:r>
      <w:r w:rsidR="00844CD3" w:rsidRPr="00844CD3">
        <w:rPr>
          <w:rStyle w:val="eCheckBoxSquareChar"/>
          <w:sz w:val="24"/>
          <w:szCs w:val="24"/>
        </w:rPr>
        <w:t xml:space="preserve">Útoky </w:t>
      </w:r>
      <w:r w:rsidR="00844CD3">
        <w:t xml:space="preserve">typu </w:t>
      </w:r>
      <w:proofErr w:type="spellStart"/>
      <w:r w:rsidR="00170488" w:rsidRPr="00844CD3">
        <w:rPr>
          <w:i/>
        </w:rPr>
        <w:t>Zero-day</w:t>
      </w:r>
      <w:proofErr w:type="spellEnd"/>
      <w:r w:rsidR="00170488" w:rsidRPr="00EB5EFB">
        <w:t xml:space="preserve"> </w:t>
      </w:r>
      <w:r w:rsidR="00844CD3">
        <w:t>jsou</w:t>
      </w:r>
      <w:r w:rsidR="00170488" w:rsidRPr="00EB5EFB">
        <w:t xml:space="preserve"> </w:t>
      </w:r>
      <w:r w:rsidR="00844CD3">
        <w:t>o</w:t>
      </w:r>
      <w:r w:rsidR="0023541D">
        <w:t>dhaleny</w:t>
      </w:r>
      <w:r w:rsidR="00844CD3">
        <w:t xml:space="preserve"> během několika málo minut</w:t>
      </w:r>
      <w:r w:rsidR="0023541D">
        <w:t xml:space="preserve"> po jejich začátku</w:t>
      </w:r>
      <w:r w:rsidR="00201F2C">
        <w:t>.</w:t>
      </w:r>
    </w:p>
    <w:p w:rsidR="00C8560D" w:rsidRPr="00EB5EFB" w:rsidRDefault="00C8560D" w:rsidP="00141E1A">
      <w:pPr>
        <w:pStyle w:val="eTask"/>
        <w:numPr>
          <w:ilvl w:val="0"/>
          <w:numId w:val="0"/>
        </w:numPr>
        <w:ind w:left="284" w:hanging="284"/>
      </w:pPr>
    </w:p>
    <w:p w:rsidR="00F7747B" w:rsidRPr="00EB5EFB" w:rsidRDefault="00F7747B">
      <w:pPr>
        <w:rPr>
          <w:b/>
        </w:rPr>
      </w:pPr>
      <w:r w:rsidRPr="00EB5EFB">
        <w:br w:type="page"/>
      </w:r>
    </w:p>
    <w:p w:rsidR="00EB68C8" w:rsidRPr="00EB5EFB" w:rsidRDefault="00EB5EFB" w:rsidP="00EB68C8">
      <w:pPr>
        <w:pStyle w:val="eTask"/>
      </w:pPr>
      <w:r w:rsidRPr="00EB5EFB">
        <w:lastRenderedPageBreak/>
        <w:t>Přiřaďte správnou položku z levého sloupce odpovídajícímu popisu uvedenému v pravém sloupci.</w:t>
      </w:r>
    </w:p>
    <w:p w:rsidR="00EE4E6D" w:rsidRPr="00EB5EFB" w:rsidRDefault="00EE4E6D" w:rsidP="00F7747B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36"/>
        <w:gridCol w:w="2992"/>
        <w:gridCol w:w="3034"/>
      </w:tblGrid>
      <w:tr w:rsidR="00F7747B" w:rsidRPr="00EB5EFB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  <w:r>
              <w:rPr>
                <w:rFonts w:eastAsia="MS Mincho"/>
                <w:color w:val="000000"/>
                <w:kern w:val="24"/>
              </w:rPr>
              <w:t>Důvěrnost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Confidentiality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AB5E3E" w:rsidP="00F774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323850</wp:posOffset>
                      </wp:positionV>
                      <wp:extent cx="1947545" cy="2687320"/>
                      <wp:effectExtent l="11430" t="10160" r="12700" b="17145"/>
                      <wp:wrapNone/>
                      <wp:docPr id="7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47545" cy="26873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439F7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0" o:spid="_x0000_s1026" type="#_x0000_t32" style="position:absolute;margin-left:-5.2pt;margin-top:25.5pt;width:153.35pt;height:211.6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MaiLwIAAE0EAAAOAAAAZHJzL2Uyb0RvYy54bWysVE2P2yAQvVfqf0DcE9tZ58uKs1rZSS/b&#10;NtJueyeAY1QMCEicqOp/70A+mm0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" strokecolor="red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323850</wp:posOffset>
                      </wp:positionV>
                      <wp:extent cx="1947545" cy="1860550"/>
                      <wp:effectExtent l="11430" t="10160" r="12700" b="15240"/>
                      <wp:wrapNone/>
                      <wp:docPr id="6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7545" cy="186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BC62B9" id="AutoShape 17" o:spid="_x0000_s1026" type="#_x0000_t32" style="position:absolute;margin-left:-5.2pt;margin-top:25.5pt;width:153.35pt;height:1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F7747B">
            <w:r>
              <w:rPr>
                <w:rFonts w:eastAsia="MS Mincho"/>
                <w:color w:val="000000"/>
                <w:kern w:val="24"/>
              </w:rPr>
              <w:t>Zajišťuje totožnost komunikujících subjektů.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cs-CZ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5D7DDC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lang w:val="cs-CZ"/>
              </w:rPr>
            </w:pPr>
            <w:r>
              <w:rPr>
                <w:rFonts w:eastAsia="MS Mincho"/>
                <w:color w:val="000000"/>
                <w:kern w:val="24"/>
                <w:lang w:val="cs-CZ"/>
              </w:rPr>
              <w:t>Úplnost dat (</w:t>
            </w:r>
            <w:r w:rsidR="00F7747B" w:rsidRPr="005D7DDC">
              <w:rPr>
                <w:rFonts w:eastAsia="MS Mincho"/>
                <w:i/>
                <w:color w:val="000000"/>
                <w:kern w:val="24"/>
                <w:lang w:val="cs-CZ"/>
              </w:rPr>
              <w:t xml:space="preserve">Data </w:t>
            </w:r>
            <w:r w:rsidRPr="005D7DDC">
              <w:rPr>
                <w:rFonts w:eastAsia="MS Mincho"/>
                <w:i/>
                <w:color w:val="000000"/>
                <w:kern w:val="24"/>
                <w:lang w:val="cs-CZ"/>
              </w:rPr>
              <w:t>I</w:t>
            </w:r>
            <w:r w:rsidR="00F7747B" w:rsidRPr="005D7DDC">
              <w:rPr>
                <w:rFonts w:eastAsia="MS Mincho"/>
                <w:i/>
                <w:color w:val="000000"/>
                <w:kern w:val="24"/>
                <w:lang w:val="cs-CZ"/>
              </w:rPr>
              <w:t>ntegrity</w:t>
            </w:r>
            <w:r>
              <w:rPr>
                <w:rFonts w:eastAsia="MS Mincho"/>
                <w:color w:val="000000"/>
                <w:kern w:val="24"/>
                <w:lang w:val="cs-CZ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AB5E3E" w:rsidP="00F774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352425</wp:posOffset>
                      </wp:positionV>
                      <wp:extent cx="1947545" cy="2655570"/>
                      <wp:effectExtent l="11430" t="8255" r="12700" b="12700"/>
                      <wp:wrapNone/>
                      <wp:docPr id="5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947545" cy="26555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890B88" id="AutoShape 21" o:spid="_x0000_s1026" type="#_x0000_t32" style="position:absolute;margin-left:-5.2pt;margin-top:27.75pt;width:153.35pt;height:209.1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" strokecolor="red" strokeweight="1.25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352425</wp:posOffset>
                      </wp:positionV>
                      <wp:extent cx="1947545" cy="2703830"/>
                      <wp:effectExtent l="11430" t="8255" r="12700" b="12065"/>
                      <wp:wrapNone/>
                      <wp:docPr id="4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7545" cy="27038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BFA7B6" id="AutoShape 18" o:spid="_x0000_s1026" type="#_x0000_t32" style="position:absolute;margin-left:-5.2pt;margin-top:27.75pt;width:153.35pt;height:21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F7747B" w:rsidP="007F0CB2">
            <w:r w:rsidRPr="00EB5EFB">
              <w:rPr>
                <w:rFonts w:eastAsia="MS Mincho"/>
                <w:color w:val="000000"/>
                <w:kern w:val="24"/>
              </w:rPr>
              <w:t>Preven</w:t>
            </w:r>
            <w:r w:rsidR="007F0CB2">
              <w:rPr>
                <w:rFonts w:eastAsia="MS Mincho"/>
                <w:color w:val="000000"/>
                <w:kern w:val="24"/>
              </w:rPr>
              <w:t>ce</w:t>
            </w:r>
            <w:r w:rsidRPr="00EB5EFB">
              <w:rPr>
                <w:rFonts w:eastAsia="MS Mincho"/>
                <w:color w:val="000000"/>
                <w:kern w:val="24"/>
              </w:rPr>
              <w:t xml:space="preserve"> </w:t>
            </w:r>
            <w:r w:rsidR="007F0CB2">
              <w:rPr>
                <w:rFonts w:eastAsia="MS Mincho"/>
                <w:color w:val="000000"/>
                <w:kern w:val="24"/>
              </w:rPr>
              <w:t>neoprávněného využití dostupných prostředků</w:t>
            </w:r>
            <w:r w:rsidRPr="00EB5EFB">
              <w:rPr>
                <w:rFonts w:eastAsia="MS Mincho"/>
                <w:color w:val="000000"/>
                <w:kern w:val="24"/>
              </w:rPr>
              <w:t>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Dostupnost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Availability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AB5E3E" w:rsidP="00F7747B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-66040</wp:posOffset>
                      </wp:positionH>
                      <wp:positionV relativeFrom="paragraph">
                        <wp:posOffset>334010</wp:posOffset>
                      </wp:positionV>
                      <wp:extent cx="1947545" cy="953770"/>
                      <wp:effectExtent l="11430" t="16510" r="12700" b="10795"/>
                      <wp:wrapNone/>
                      <wp:docPr id="3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47545" cy="9537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504F8" id="AutoShape 19" o:spid="_x0000_s1026" type="#_x0000_t32" style="position:absolute;margin-left:-5.2pt;margin-top:26.3pt;width:153.35pt;height:75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" strokecolor="red" strokeweight="1.25pt"/>
                  </w:pict>
                </mc:Fallback>
              </mc:AlternateConten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 w:themeColor="text1"/>
                <w:kern w:val="24"/>
              </w:rPr>
              <w:t xml:space="preserve">Ochrana 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>informa</w:t>
            </w:r>
            <w:r>
              <w:rPr>
                <w:rFonts w:eastAsia="MS Mincho"/>
                <w:color w:val="000000" w:themeColor="text1"/>
                <w:kern w:val="24"/>
              </w:rPr>
              <w:t>cí (dat)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 xml:space="preserve"> </w:t>
            </w:r>
            <w:r>
              <w:rPr>
                <w:rFonts w:eastAsia="MS Mincho"/>
                <w:color w:val="000000" w:themeColor="text1"/>
                <w:kern w:val="24"/>
              </w:rPr>
              <w:t>před prozrazením neoprávněným osobám</w:t>
            </w:r>
            <w:r w:rsidR="00F7747B" w:rsidRPr="00EB5EFB">
              <w:rPr>
                <w:rFonts w:eastAsia="MS Mincho"/>
                <w:color w:val="000000" w:themeColor="text1"/>
                <w:kern w:val="24"/>
              </w:rPr>
              <w:t>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Ověření identity (</w:t>
            </w:r>
            <w:proofErr w:type="spellStart"/>
            <w:r w:rsidR="00F7747B" w:rsidRPr="005D7DDC">
              <w:rPr>
                <w:rFonts w:eastAsia="MS Mincho"/>
                <w:i/>
                <w:color w:val="000000"/>
                <w:kern w:val="24"/>
              </w:rPr>
              <w:t>Authentication</w:t>
            </w:r>
            <w:proofErr w:type="spellEnd"/>
            <w:r w:rsidRPr="005D7DDC"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/>
                <w:kern w:val="24"/>
              </w:rPr>
              <w:t>Možnost včasného přístupu k informacím.</w:t>
            </w:r>
          </w:p>
        </w:tc>
      </w:tr>
      <w:tr w:rsidR="00F7747B" w:rsidRPr="00EB5EF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>
            <w:pPr>
              <w:jc w:val="center"/>
              <w:rPr>
                <w:rFonts w:eastAsia="MS Mincho"/>
                <w:color w:val="000000"/>
                <w:kern w:val="24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Pr="00EB5EFB" w:rsidRDefault="00F7747B" w:rsidP="00F7747B"/>
        </w:tc>
      </w:tr>
      <w:tr w:rsidR="00F7747B" w:rsidRPr="00EB5EF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Pr="00EB5EFB" w:rsidRDefault="005D7DDC" w:rsidP="00F7747B">
            <w:pPr>
              <w:jc w:val="center"/>
            </w:pPr>
            <w:r>
              <w:rPr>
                <w:rFonts w:eastAsia="MS Mincho"/>
                <w:color w:val="000000"/>
                <w:kern w:val="24"/>
              </w:rPr>
              <w:t>Kontrola oprávnění přístupu (</w:t>
            </w:r>
            <w:r w:rsidRPr="005D7DDC">
              <w:rPr>
                <w:rFonts w:eastAsia="MS Mincho"/>
                <w:i/>
                <w:color w:val="000000"/>
                <w:kern w:val="24"/>
              </w:rPr>
              <w:t xml:space="preserve">Access </w:t>
            </w:r>
            <w:proofErr w:type="spellStart"/>
            <w:r w:rsidRPr="005D7DDC">
              <w:rPr>
                <w:rFonts w:eastAsia="MS Mincho"/>
                <w:i/>
                <w:color w:val="000000"/>
                <w:kern w:val="24"/>
              </w:rPr>
              <w:t>Control</w:t>
            </w:r>
            <w:proofErr w:type="spellEnd"/>
            <w:r>
              <w:rPr>
                <w:rFonts w:eastAsia="MS Mincho"/>
                <w:color w:val="000000"/>
                <w:kern w:val="24"/>
              </w:rPr>
              <w:t>)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Pr="00EB5EFB" w:rsidRDefault="00F7747B" w:rsidP="00F7747B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Pr="00EB5EFB" w:rsidRDefault="007F0CB2" w:rsidP="007F0CB2">
            <w:r>
              <w:rPr>
                <w:rFonts w:eastAsia="MS Mincho"/>
                <w:color w:val="000000"/>
                <w:kern w:val="24"/>
              </w:rPr>
              <w:t>Ochrana dat proti jejich neoprávněnému vytváření, změně, vymazání, duplikování nebo reorganizování neoprávněnými osobami.</w:t>
            </w:r>
          </w:p>
        </w:tc>
      </w:tr>
    </w:tbl>
    <w:p w:rsidR="00F7747B" w:rsidRPr="00EB5EFB" w:rsidRDefault="00F7747B" w:rsidP="00F7747B"/>
    <w:p w:rsidR="00F7747B" w:rsidRPr="00EB5EFB" w:rsidRDefault="00F7747B" w:rsidP="00F7747B"/>
    <w:p w:rsidR="00F7747B" w:rsidRPr="00EB5EFB" w:rsidRDefault="00F7747B">
      <w:pPr>
        <w:rPr>
          <w:b/>
        </w:rPr>
      </w:pPr>
      <w:r w:rsidRPr="00EB5EFB">
        <w:br w:type="page"/>
      </w:r>
    </w:p>
    <w:p w:rsidR="007C2A3B" w:rsidRPr="00EB5EFB" w:rsidRDefault="00EB5EFB" w:rsidP="00541560">
      <w:pPr>
        <w:pStyle w:val="eTask"/>
      </w:pPr>
      <w:r>
        <w:lastRenderedPageBreak/>
        <w:t>Doplňte do následující tabulky čísla pravdivých tvrzení</w:t>
      </w:r>
      <w:r w:rsidR="008165F7" w:rsidRPr="00EB5EFB">
        <w:t>.</w:t>
      </w:r>
    </w:p>
    <w:p w:rsidR="00290885" w:rsidRPr="00EB5EFB" w:rsidRDefault="00290885" w:rsidP="00290885">
      <w:pPr>
        <w:pStyle w:val="eTask"/>
        <w:numPr>
          <w:ilvl w:val="0"/>
          <w:numId w:val="0"/>
        </w:numPr>
        <w:ind w:left="720" w:hanging="360"/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2223"/>
      </w:tblGrid>
      <w:tr w:rsidR="00290885" w:rsidRPr="00EB5EFB" w:rsidTr="00C97642">
        <w:trPr>
          <w:trHeight w:val="117"/>
          <w:jc w:val="center"/>
        </w:trPr>
        <w:tc>
          <w:tcPr>
            <w:tcW w:w="2223" w:type="dxa"/>
          </w:tcPr>
          <w:p w:rsidR="00290885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</w:rPr>
            </w:pPr>
            <w:r w:rsidRPr="00EB5EFB">
              <w:rPr>
                <w:color w:val="FF0000"/>
              </w:rPr>
              <w:t>2</w:t>
            </w:r>
          </w:p>
        </w:tc>
      </w:tr>
      <w:tr w:rsidR="00C97642" w:rsidRPr="00EB5EFB" w:rsidTr="00290885">
        <w:trPr>
          <w:trHeight w:val="117"/>
          <w:jc w:val="center"/>
        </w:trPr>
        <w:tc>
          <w:tcPr>
            <w:tcW w:w="2223" w:type="dxa"/>
          </w:tcPr>
          <w:p w:rsidR="00C97642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EB5EFB">
              <w:rPr>
                <w:color w:val="FF0000"/>
              </w:rPr>
              <w:t>4</w:t>
            </w:r>
          </w:p>
        </w:tc>
      </w:tr>
      <w:tr w:rsidR="00290885" w:rsidRPr="00EB5EFB" w:rsidTr="00290885">
        <w:trPr>
          <w:jc w:val="center"/>
        </w:trPr>
        <w:tc>
          <w:tcPr>
            <w:tcW w:w="2223" w:type="dxa"/>
          </w:tcPr>
          <w:p w:rsidR="00290885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EB5EFB">
              <w:rPr>
                <w:color w:val="FF0000"/>
              </w:rPr>
              <w:t>5</w:t>
            </w:r>
          </w:p>
        </w:tc>
      </w:tr>
      <w:tr w:rsidR="00290885" w:rsidRPr="00EB5EFB" w:rsidTr="00290885">
        <w:trPr>
          <w:jc w:val="center"/>
        </w:trPr>
        <w:tc>
          <w:tcPr>
            <w:tcW w:w="2223" w:type="dxa"/>
          </w:tcPr>
          <w:p w:rsidR="00290885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</w:rPr>
            </w:pPr>
            <w:r w:rsidRPr="00EB5EFB">
              <w:rPr>
                <w:color w:val="FF0000"/>
              </w:rPr>
              <w:t>7</w:t>
            </w: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  <w:tr w:rsidR="00155A0F" w:rsidRPr="00EB5EFB" w:rsidTr="00290885">
        <w:trPr>
          <w:jc w:val="center"/>
        </w:trPr>
        <w:tc>
          <w:tcPr>
            <w:tcW w:w="2223" w:type="dxa"/>
          </w:tcPr>
          <w:p w:rsidR="00155A0F" w:rsidRPr="00EB5EFB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</w:pPr>
          </w:p>
        </w:tc>
      </w:tr>
    </w:tbl>
    <w:p w:rsidR="00290885" w:rsidRPr="00EB5EFB" w:rsidRDefault="00290885" w:rsidP="00290885">
      <w:pPr>
        <w:pStyle w:val="eTask"/>
        <w:numPr>
          <w:ilvl w:val="0"/>
          <w:numId w:val="0"/>
        </w:numPr>
        <w:ind w:left="720" w:hanging="360"/>
      </w:pP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1</w:t>
      </w:r>
      <w:r w:rsidRPr="00EB5EFB">
        <w:t xml:space="preserve"> – </w:t>
      </w:r>
      <w:r w:rsidR="00823F85">
        <w:t>Průkaznost</w:t>
      </w:r>
      <w:r w:rsidR="003D780D">
        <w:t xml:space="preserve"> </w:t>
      </w:r>
      <w:r w:rsidR="003E058D">
        <w:t>(</w:t>
      </w:r>
      <w:r w:rsidR="003E058D" w:rsidRPr="003E058D">
        <w:rPr>
          <w:i/>
        </w:rPr>
        <w:t>Non-</w:t>
      </w:r>
      <w:proofErr w:type="spellStart"/>
      <w:r w:rsidR="003E058D" w:rsidRPr="003E058D">
        <w:rPr>
          <w:i/>
        </w:rPr>
        <w:t>repudiation</w:t>
      </w:r>
      <w:proofErr w:type="spellEnd"/>
      <w:r w:rsidR="003E058D">
        <w:t xml:space="preserve">) </w:t>
      </w:r>
      <w:r w:rsidR="003D780D">
        <w:t xml:space="preserve">umožňuje zachování </w:t>
      </w:r>
      <w:r w:rsidR="00660358" w:rsidRPr="00EB5EFB">
        <w:t>individu</w:t>
      </w:r>
      <w:r w:rsidR="003D780D">
        <w:t>álního práva kontrolovat,</w:t>
      </w:r>
      <w:r w:rsidR="00660358" w:rsidRPr="00EB5EFB">
        <w:t xml:space="preserve"> </w:t>
      </w:r>
      <w:r w:rsidR="003D780D">
        <w:t xml:space="preserve">jaké informace jsou o daném subjektu shromažďována, jakým způsobem jsou využívána </w:t>
      </w:r>
      <w:r w:rsidR="00660358" w:rsidRPr="00EB5EFB">
        <w:t>a</w:t>
      </w:r>
      <w:r w:rsidR="003D780D">
        <w:t xml:space="preserve"> kdo tyto informace je oprávněn používat</w:t>
      </w:r>
      <w:r w:rsidR="00660358" w:rsidRPr="00EB5EFB">
        <w:t xml:space="preserve">.  </w:t>
      </w:r>
    </w:p>
    <w:p w:rsidR="000072E4" w:rsidRPr="00AB5E3E" w:rsidRDefault="0084076A" w:rsidP="0084076A">
      <w:pPr>
        <w:spacing w:after="120"/>
        <w:ind w:left="357" w:hanging="357"/>
        <w:rPr>
          <w:color w:val="FF0000"/>
        </w:rPr>
      </w:pPr>
      <w:r w:rsidRPr="00AB5E3E">
        <w:rPr>
          <w:b/>
          <w:color w:val="FF0000"/>
        </w:rPr>
        <w:t>2</w:t>
      </w:r>
      <w:r w:rsidRPr="00EB5EFB">
        <w:t xml:space="preserve"> – </w:t>
      </w:r>
      <w:r w:rsidR="00174999" w:rsidRPr="00AB5E3E">
        <w:rPr>
          <w:color w:val="FF0000"/>
        </w:rPr>
        <w:t xml:space="preserve">Provozní výplň </w:t>
      </w:r>
      <w:r w:rsidR="003E058D" w:rsidRPr="00AB5E3E">
        <w:rPr>
          <w:color w:val="FF0000"/>
        </w:rPr>
        <w:t>(</w:t>
      </w:r>
      <w:proofErr w:type="spellStart"/>
      <w:r w:rsidR="003E058D" w:rsidRPr="00AB5E3E">
        <w:rPr>
          <w:i/>
          <w:color w:val="FF0000"/>
        </w:rPr>
        <w:t>Traffic</w:t>
      </w:r>
      <w:proofErr w:type="spellEnd"/>
      <w:r w:rsidR="003E058D" w:rsidRPr="00AB5E3E">
        <w:rPr>
          <w:i/>
          <w:color w:val="FF0000"/>
        </w:rPr>
        <w:t xml:space="preserve"> </w:t>
      </w:r>
      <w:proofErr w:type="spellStart"/>
      <w:r w:rsidR="003E058D" w:rsidRPr="00AB5E3E">
        <w:rPr>
          <w:i/>
          <w:color w:val="FF0000"/>
        </w:rPr>
        <w:t>Padding</w:t>
      </w:r>
      <w:proofErr w:type="spellEnd"/>
      <w:r w:rsidR="003E058D" w:rsidRPr="00AB5E3E">
        <w:rPr>
          <w:color w:val="FF0000"/>
        </w:rPr>
        <w:t xml:space="preserve">) </w:t>
      </w:r>
      <w:r w:rsidR="00174999" w:rsidRPr="00AB5E3E">
        <w:rPr>
          <w:color w:val="FF0000"/>
        </w:rPr>
        <w:t xml:space="preserve">je mechanismus, který záměrně vkládá bity do mezer v datovém toku tak, aby efektivně zmařil </w:t>
      </w:r>
      <w:r w:rsidR="008B124A" w:rsidRPr="00AB5E3E">
        <w:rPr>
          <w:color w:val="FF0000"/>
        </w:rPr>
        <w:t xml:space="preserve">možné </w:t>
      </w:r>
      <w:r w:rsidR="00174999" w:rsidRPr="00AB5E3E">
        <w:rPr>
          <w:color w:val="FF0000"/>
        </w:rPr>
        <w:t>pokusy o analýzu síťového provozu.</w:t>
      </w: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3</w:t>
      </w:r>
      <w:r w:rsidRPr="00EB5EFB">
        <w:t xml:space="preserve"> – </w:t>
      </w:r>
      <w:r w:rsidR="00D67AD8">
        <w:t>Ochrana údajů se obecně vztahuje k ochraně</w:t>
      </w:r>
      <w:r w:rsidR="00660358" w:rsidRPr="00EB5EFB">
        <w:t xml:space="preserve"> informa</w:t>
      </w:r>
      <w:r w:rsidR="00D67AD8">
        <w:t>cí</w:t>
      </w:r>
      <w:r w:rsidR="00660358" w:rsidRPr="00EB5EFB">
        <w:t xml:space="preserve"> </w:t>
      </w:r>
      <w:r w:rsidR="003E058D">
        <w:t>o</w:t>
      </w:r>
      <w:r w:rsidR="00D67AD8">
        <w:t>mezující jejich vyzrazení</w:t>
      </w:r>
      <w:r w:rsidR="00660358" w:rsidRPr="00EB5EFB">
        <w:t xml:space="preserve"> </w:t>
      </w:r>
      <w:r w:rsidR="00D67AD8">
        <w:t>neoprávněným osobám či subjektům.</w:t>
      </w:r>
    </w:p>
    <w:p w:rsidR="00660358" w:rsidRPr="00EB5EFB" w:rsidRDefault="0084076A" w:rsidP="0084076A">
      <w:pPr>
        <w:spacing w:after="120"/>
        <w:ind w:left="357" w:hanging="357"/>
      </w:pPr>
      <w:r w:rsidRPr="00AB5E3E">
        <w:rPr>
          <w:b/>
          <w:color w:val="FF0000"/>
        </w:rPr>
        <w:t>4</w:t>
      </w:r>
      <w:r w:rsidRPr="00EB5EFB">
        <w:t xml:space="preserve"> – </w:t>
      </w:r>
      <w:r w:rsidR="003E058D" w:rsidRPr="00AB5E3E">
        <w:rPr>
          <w:color w:val="FF0000"/>
        </w:rPr>
        <w:t>Certifikované ověření (</w:t>
      </w:r>
      <w:proofErr w:type="spellStart"/>
      <w:r w:rsidR="003E058D" w:rsidRPr="00AB5E3E">
        <w:rPr>
          <w:i/>
          <w:color w:val="FF0000"/>
        </w:rPr>
        <w:t>Notarization</w:t>
      </w:r>
      <w:proofErr w:type="spellEnd"/>
      <w:r w:rsidR="003E058D" w:rsidRPr="00AB5E3E">
        <w:rPr>
          <w:color w:val="FF0000"/>
        </w:rPr>
        <w:t xml:space="preserve">) je </w:t>
      </w:r>
      <w:r w:rsidR="00660358" w:rsidRPr="00AB5E3E">
        <w:rPr>
          <w:color w:val="FF0000"/>
        </w:rPr>
        <w:t>mechanism</w:t>
      </w:r>
      <w:r w:rsidR="003E058D" w:rsidRPr="00AB5E3E">
        <w:rPr>
          <w:color w:val="FF0000"/>
        </w:rPr>
        <w:t>us, který využívá služeb důvěryhodné třetí strany k nastavení určitých vlastností a parametrů pro bezpečnou výměnu dat.</w:t>
      </w:r>
    </w:p>
    <w:p w:rsidR="00A21623" w:rsidRPr="00EB5EFB" w:rsidRDefault="0084076A" w:rsidP="0084076A">
      <w:pPr>
        <w:spacing w:after="120"/>
        <w:ind w:left="357" w:hanging="357"/>
      </w:pPr>
      <w:r w:rsidRPr="00AB5E3E">
        <w:rPr>
          <w:b/>
          <w:color w:val="FF0000"/>
        </w:rPr>
        <w:t>5</w:t>
      </w:r>
      <w:r w:rsidRPr="00EB5EFB">
        <w:t xml:space="preserve"> – </w:t>
      </w:r>
      <w:proofErr w:type="spellStart"/>
      <w:r w:rsidR="0086209A" w:rsidRPr="00AB5E3E">
        <w:rPr>
          <w:color w:val="FF0000"/>
        </w:rPr>
        <w:t>Semii</w:t>
      </w:r>
      <w:r w:rsidR="00A21623" w:rsidRPr="00AB5E3E">
        <w:rPr>
          <w:color w:val="FF0000"/>
        </w:rPr>
        <w:t>nva</w:t>
      </w:r>
      <w:r w:rsidR="00823F85" w:rsidRPr="00AB5E3E">
        <w:rPr>
          <w:color w:val="FF0000"/>
        </w:rPr>
        <w:t>z</w:t>
      </w:r>
      <w:r w:rsidR="00A21623" w:rsidRPr="00AB5E3E">
        <w:rPr>
          <w:color w:val="FF0000"/>
        </w:rPr>
        <w:t>iv</w:t>
      </w:r>
      <w:r w:rsidR="00823F85" w:rsidRPr="00AB5E3E">
        <w:rPr>
          <w:color w:val="FF0000"/>
        </w:rPr>
        <w:t>ní</w:t>
      </w:r>
      <w:proofErr w:type="spellEnd"/>
      <w:r w:rsidR="00A21623" w:rsidRPr="00AB5E3E">
        <w:rPr>
          <w:color w:val="FF0000"/>
        </w:rPr>
        <w:t xml:space="preserve"> </w:t>
      </w:r>
      <w:r w:rsidR="00823F85" w:rsidRPr="00AB5E3E">
        <w:rPr>
          <w:color w:val="FF0000"/>
        </w:rPr>
        <w:t>typ útoku</w:t>
      </w:r>
      <w:r w:rsidR="00A21623" w:rsidRPr="00AB5E3E">
        <w:rPr>
          <w:color w:val="FF0000"/>
        </w:rPr>
        <w:t xml:space="preserve"> </w:t>
      </w:r>
      <w:r w:rsidR="00823F85" w:rsidRPr="00AB5E3E">
        <w:rPr>
          <w:color w:val="FF0000"/>
        </w:rPr>
        <w:t>umožňuje koordinovanou manipulaci s napadeným zařízením, ale</w:t>
      </w:r>
      <w:r w:rsidR="00A21623" w:rsidRPr="00AB5E3E">
        <w:rPr>
          <w:color w:val="FF0000"/>
        </w:rPr>
        <w:t xml:space="preserve"> </w:t>
      </w:r>
      <w:r w:rsidR="00823F85" w:rsidRPr="00AB5E3E">
        <w:rPr>
          <w:color w:val="FF0000"/>
        </w:rPr>
        <w:t xml:space="preserve">neumožňuje přímý </w:t>
      </w:r>
      <w:r w:rsidR="00A21623" w:rsidRPr="00AB5E3E">
        <w:rPr>
          <w:color w:val="FF0000"/>
        </w:rPr>
        <w:t>ele</w:t>
      </w:r>
      <w:r w:rsidR="00823F85" w:rsidRPr="00AB5E3E">
        <w:rPr>
          <w:color w:val="FF0000"/>
        </w:rPr>
        <w:t>k</w:t>
      </w:r>
      <w:r w:rsidR="00A21623" w:rsidRPr="00AB5E3E">
        <w:rPr>
          <w:color w:val="FF0000"/>
        </w:rPr>
        <w:t>tri</w:t>
      </w:r>
      <w:r w:rsidR="00823F85" w:rsidRPr="00AB5E3E">
        <w:rPr>
          <w:color w:val="FF0000"/>
        </w:rPr>
        <w:t>cký</w:t>
      </w:r>
      <w:r w:rsidR="00A21623" w:rsidRPr="00AB5E3E">
        <w:rPr>
          <w:color w:val="FF0000"/>
        </w:rPr>
        <w:t xml:space="preserve"> </w:t>
      </w:r>
      <w:r w:rsidR="00823F85" w:rsidRPr="00AB5E3E">
        <w:rPr>
          <w:color w:val="FF0000"/>
        </w:rPr>
        <w:t>k</w:t>
      </w:r>
      <w:r w:rsidR="00A21623" w:rsidRPr="00AB5E3E">
        <w:rPr>
          <w:color w:val="FF0000"/>
        </w:rPr>
        <w:t>onta</w:t>
      </w:r>
      <w:r w:rsidR="00823F85" w:rsidRPr="00AB5E3E">
        <w:rPr>
          <w:color w:val="FF0000"/>
        </w:rPr>
        <w:t>k</w:t>
      </w:r>
      <w:r w:rsidR="00A21623" w:rsidRPr="00AB5E3E">
        <w:rPr>
          <w:color w:val="FF0000"/>
        </w:rPr>
        <w:t xml:space="preserve">t </w:t>
      </w:r>
      <w:r w:rsidR="00823F85" w:rsidRPr="00AB5E3E">
        <w:rPr>
          <w:color w:val="FF0000"/>
        </w:rPr>
        <w:t>s integrovanými obvody, které jsou jeho součástí.</w:t>
      </w:r>
    </w:p>
    <w:p w:rsidR="00EB68C8" w:rsidRPr="00EB5EFB" w:rsidRDefault="0084076A" w:rsidP="0084076A">
      <w:pPr>
        <w:spacing w:after="120"/>
        <w:ind w:left="357" w:hanging="357"/>
      </w:pPr>
      <w:r w:rsidRPr="00EB5EFB">
        <w:rPr>
          <w:b/>
        </w:rPr>
        <w:t>6</w:t>
      </w:r>
      <w:r w:rsidRPr="00EB5EFB">
        <w:t xml:space="preserve"> – </w:t>
      </w:r>
      <w:r w:rsidR="00823F85">
        <w:t>Replikace uzlů</w:t>
      </w:r>
      <w:r w:rsidR="00A21623" w:rsidRPr="00EB5EFB">
        <w:t xml:space="preserve"> a </w:t>
      </w:r>
      <w:proofErr w:type="spellStart"/>
      <w:r w:rsidR="00A21623" w:rsidRPr="00EB5EFB">
        <w:t>spoofing</w:t>
      </w:r>
      <w:proofErr w:type="spellEnd"/>
      <w:r w:rsidR="00A21623" w:rsidRPr="00EB5EFB">
        <w:t xml:space="preserve"> </w:t>
      </w:r>
      <w:r w:rsidR="00823F85">
        <w:t xml:space="preserve">jsou příklady </w:t>
      </w:r>
      <w:r w:rsidR="00A21623" w:rsidRPr="00EB5EFB">
        <w:t>pasiv</w:t>
      </w:r>
      <w:r w:rsidR="00823F85">
        <w:t>ních typů útoků</w:t>
      </w:r>
      <w:r w:rsidRPr="00EB5EFB">
        <w:t>.</w:t>
      </w:r>
    </w:p>
    <w:p w:rsidR="00A21623" w:rsidRPr="00EB5EFB" w:rsidRDefault="0084076A" w:rsidP="0084076A">
      <w:pPr>
        <w:spacing w:after="120"/>
        <w:ind w:left="357" w:hanging="357"/>
      </w:pPr>
      <w:r w:rsidRPr="00AB5E3E">
        <w:rPr>
          <w:b/>
          <w:color w:val="FF0000"/>
        </w:rPr>
        <w:t>7</w:t>
      </w:r>
      <w:r w:rsidRPr="00EB5EFB">
        <w:t xml:space="preserve"> – </w:t>
      </w:r>
      <w:r w:rsidR="00823F85" w:rsidRPr="00AB5E3E">
        <w:rPr>
          <w:color w:val="FF0000"/>
        </w:rPr>
        <w:t xml:space="preserve">Havárii </w:t>
      </w:r>
      <w:r w:rsidR="00A21623" w:rsidRPr="00AB5E3E">
        <w:rPr>
          <w:color w:val="FF0000"/>
        </w:rPr>
        <w:t>syst</w:t>
      </w:r>
      <w:r w:rsidR="00823F85" w:rsidRPr="00AB5E3E">
        <w:rPr>
          <w:color w:val="FF0000"/>
        </w:rPr>
        <w:t>é</w:t>
      </w:r>
      <w:r w:rsidR="00A21623" w:rsidRPr="00AB5E3E">
        <w:rPr>
          <w:color w:val="FF0000"/>
        </w:rPr>
        <w:t>m</w:t>
      </w:r>
      <w:r w:rsidR="00823F85" w:rsidRPr="00AB5E3E">
        <w:rPr>
          <w:color w:val="FF0000"/>
        </w:rPr>
        <w:t>u je možné vyvolat přetížením vyrovnávací paměti, kdy objem ukládaných dat je výrazně vyšší než kolik jich je schopna vyrovnávací paměť pojmout</w:t>
      </w:r>
      <w:r w:rsidRPr="00AB5E3E">
        <w:rPr>
          <w:color w:val="FF0000"/>
        </w:rPr>
        <w:t>.</w:t>
      </w:r>
    </w:p>
    <w:sectPr w:rsidR="00A21623" w:rsidRPr="00EB5EFB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EFF" w:rsidRDefault="00687EFF" w:rsidP="00861A1A">
      <w:r>
        <w:separator/>
      </w:r>
    </w:p>
  </w:endnote>
  <w:endnote w:type="continuationSeparator" w:id="0">
    <w:p w:rsidR="00687EFF" w:rsidRDefault="00687EF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AB5E3E" w:rsidRPr="00A46B90" w:rsidRDefault="00AB5E3E" w:rsidP="00AB5E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0072E4" w:rsidRPr="00CA51B5" w:rsidRDefault="00AB5E3E" w:rsidP="00AB5E3E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</w:t>
          </w:r>
          <w:proofErr w:type="spellStart"/>
          <w:r w:rsidRPr="00CA51B5">
            <w:rPr>
              <w:sz w:val="16"/>
              <w:szCs w:val="16"/>
            </w:rPr>
            <w:t>European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Virtual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Learning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Platform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for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Electrical</w:t>
          </w:r>
          <w:proofErr w:type="spellEnd"/>
          <w:r w:rsidRPr="00CA51B5">
            <w:rPr>
              <w:sz w:val="16"/>
              <w:szCs w:val="16"/>
            </w:rPr>
            <w:t xml:space="preserve"> and </w:t>
          </w:r>
          <w:proofErr w:type="spellStart"/>
          <w:r w:rsidRPr="00CA51B5">
            <w:rPr>
              <w:sz w:val="16"/>
              <w:szCs w:val="16"/>
            </w:rPr>
            <w:t>Information</w:t>
          </w:r>
          <w:proofErr w:type="spellEnd"/>
          <w:r w:rsidRPr="00CA51B5">
            <w:rPr>
              <w:sz w:val="16"/>
              <w:szCs w:val="16"/>
            </w:rPr>
            <w:t xml:space="preserve"> </w:t>
          </w:r>
          <w:proofErr w:type="spellStart"/>
          <w:r w:rsidRPr="00CA51B5">
            <w:rPr>
              <w:sz w:val="16"/>
              <w:szCs w:val="16"/>
            </w:rPr>
            <w:t>Engineering</w:t>
          </w:r>
          <w:proofErr w:type="spellEnd"/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EFF" w:rsidRDefault="00687EFF" w:rsidP="00861A1A">
      <w:r>
        <w:separator/>
      </w:r>
    </w:p>
  </w:footnote>
  <w:footnote w:type="continuationSeparator" w:id="0">
    <w:p w:rsidR="00687EFF" w:rsidRDefault="00687EF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="00083684" w:rsidRPr="00083684">
      <w:rPr>
        <w:rFonts w:ascii="Calibri" w:hAnsi="Calibri"/>
        <w:b/>
        <w:smallCaps/>
        <w:noProof/>
      </w:rPr>
      <w:t>PRACOVNÍ LIST</w:t>
    </w:r>
  </w:p>
  <w:p w:rsidR="000072E4" w:rsidRPr="00C148FD" w:rsidRDefault="0008368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083684">
      <w:rPr>
        <w:rFonts w:ascii="Calibri" w:hAnsi="Calibri"/>
        <w:smallCaps/>
        <w:noProof/>
        <w:sz w:val="20"/>
        <w:szCs w:val="20"/>
        <w:lang w:val="en-US"/>
      </w:rPr>
      <w:t>MODERNÍ BEZPEČNOSTNÍ SYSTÉMY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9F"/>
    <w:rsid w:val="000038F7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76AFA"/>
    <w:rsid w:val="00083684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74999"/>
    <w:rsid w:val="001840EA"/>
    <w:rsid w:val="00185BED"/>
    <w:rsid w:val="001922A0"/>
    <w:rsid w:val="00195A08"/>
    <w:rsid w:val="001B057D"/>
    <w:rsid w:val="001D00A1"/>
    <w:rsid w:val="001F6290"/>
    <w:rsid w:val="00201F2C"/>
    <w:rsid w:val="00211FB6"/>
    <w:rsid w:val="00213F2C"/>
    <w:rsid w:val="00223478"/>
    <w:rsid w:val="00225015"/>
    <w:rsid w:val="00232EDE"/>
    <w:rsid w:val="0023541D"/>
    <w:rsid w:val="00242C56"/>
    <w:rsid w:val="00272012"/>
    <w:rsid w:val="002825A8"/>
    <w:rsid w:val="00283A7C"/>
    <w:rsid w:val="002850DE"/>
    <w:rsid w:val="002868A0"/>
    <w:rsid w:val="00290885"/>
    <w:rsid w:val="00292860"/>
    <w:rsid w:val="002976A9"/>
    <w:rsid w:val="002B0278"/>
    <w:rsid w:val="002B0866"/>
    <w:rsid w:val="002B41A8"/>
    <w:rsid w:val="002B6E57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551C3"/>
    <w:rsid w:val="0039238A"/>
    <w:rsid w:val="003A1E6F"/>
    <w:rsid w:val="003B1326"/>
    <w:rsid w:val="003C5B45"/>
    <w:rsid w:val="003D41BB"/>
    <w:rsid w:val="003D780D"/>
    <w:rsid w:val="003E01BE"/>
    <w:rsid w:val="003E058D"/>
    <w:rsid w:val="003F03EB"/>
    <w:rsid w:val="003F623C"/>
    <w:rsid w:val="003F7F87"/>
    <w:rsid w:val="00402B09"/>
    <w:rsid w:val="00417ED2"/>
    <w:rsid w:val="0042217A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5C4"/>
    <w:rsid w:val="005738D5"/>
    <w:rsid w:val="0057504E"/>
    <w:rsid w:val="005832C4"/>
    <w:rsid w:val="00587966"/>
    <w:rsid w:val="005B2E55"/>
    <w:rsid w:val="005B37E2"/>
    <w:rsid w:val="005B460C"/>
    <w:rsid w:val="005D7525"/>
    <w:rsid w:val="005D7DDC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87EFF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7F0CB2"/>
    <w:rsid w:val="007F327E"/>
    <w:rsid w:val="00802588"/>
    <w:rsid w:val="00813612"/>
    <w:rsid w:val="0081479C"/>
    <w:rsid w:val="008165F7"/>
    <w:rsid w:val="00823F85"/>
    <w:rsid w:val="00825830"/>
    <w:rsid w:val="00826CB2"/>
    <w:rsid w:val="00830168"/>
    <w:rsid w:val="00830375"/>
    <w:rsid w:val="00831014"/>
    <w:rsid w:val="00832323"/>
    <w:rsid w:val="0084076A"/>
    <w:rsid w:val="00844961"/>
    <w:rsid w:val="00844CD3"/>
    <w:rsid w:val="00861A1A"/>
    <w:rsid w:val="0086209A"/>
    <w:rsid w:val="00864D93"/>
    <w:rsid w:val="00877FE6"/>
    <w:rsid w:val="00882BE0"/>
    <w:rsid w:val="008836CE"/>
    <w:rsid w:val="00891FF5"/>
    <w:rsid w:val="00893E89"/>
    <w:rsid w:val="008A3619"/>
    <w:rsid w:val="008B05F5"/>
    <w:rsid w:val="008B124A"/>
    <w:rsid w:val="008B4E43"/>
    <w:rsid w:val="008B6CCD"/>
    <w:rsid w:val="008C64E0"/>
    <w:rsid w:val="008D38F1"/>
    <w:rsid w:val="008F1B37"/>
    <w:rsid w:val="008F5585"/>
    <w:rsid w:val="00912A69"/>
    <w:rsid w:val="00916DC9"/>
    <w:rsid w:val="00935AF2"/>
    <w:rsid w:val="0094072E"/>
    <w:rsid w:val="00950649"/>
    <w:rsid w:val="0095346A"/>
    <w:rsid w:val="00955A25"/>
    <w:rsid w:val="00963F86"/>
    <w:rsid w:val="0097175A"/>
    <w:rsid w:val="00974B16"/>
    <w:rsid w:val="00975A32"/>
    <w:rsid w:val="009802AD"/>
    <w:rsid w:val="009A5F9E"/>
    <w:rsid w:val="009B638C"/>
    <w:rsid w:val="009C7B24"/>
    <w:rsid w:val="009E2A2A"/>
    <w:rsid w:val="009F6E5E"/>
    <w:rsid w:val="00A10969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5E3E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0FDB"/>
    <w:rsid w:val="00BF5E09"/>
    <w:rsid w:val="00BF6970"/>
    <w:rsid w:val="00C148FD"/>
    <w:rsid w:val="00C2393A"/>
    <w:rsid w:val="00C5580D"/>
    <w:rsid w:val="00C57915"/>
    <w:rsid w:val="00C60B6E"/>
    <w:rsid w:val="00C7264E"/>
    <w:rsid w:val="00C767C9"/>
    <w:rsid w:val="00C8560D"/>
    <w:rsid w:val="00C878F0"/>
    <w:rsid w:val="00C97642"/>
    <w:rsid w:val="00CA51B5"/>
    <w:rsid w:val="00CA7F7E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67AD8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2123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5EFB"/>
    <w:rsid w:val="00EB68C8"/>
    <w:rsid w:val="00EB6B74"/>
    <w:rsid w:val="00EB6E4B"/>
    <w:rsid w:val="00EC77B0"/>
    <w:rsid w:val="00ED2956"/>
    <w:rsid w:val="00EE3197"/>
    <w:rsid w:val="00EE4E6D"/>
    <w:rsid w:val="00EF2951"/>
    <w:rsid w:val="00EF466F"/>
    <w:rsid w:val="00F168D6"/>
    <w:rsid w:val="00F24638"/>
    <w:rsid w:val="00F248A4"/>
    <w:rsid w:val="00F46B18"/>
    <w:rsid w:val="00F52949"/>
    <w:rsid w:val="00F537AE"/>
    <w:rsid w:val="00F64DF8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1D21A815-20FF-49D3-83BB-8EAF71AF3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4</Pages>
  <Words>534</Words>
  <Characters>3154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2016-02-09T11:40:00Z</dcterms:created>
  <dcterms:modified xsi:type="dcterms:W3CDTF">2016-02-09T11:48:00Z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