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36241C" w:rsidRDefault="00890E20" w:rsidP="003226F2">
      <w:pPr>
        <w:pStyle w:val="eTask"/>
        <w:rPr>
          <w:lang w:val="en-US"/>
        </w:rPr>
      </w:pPr>
      <w:r w:rsidRPr="00177BE9">
        <w:rPr>
          <w:lang w:val="en-US"/>
        </w:rPr>
        <w:t xml:space="preserve">Modify the </w:t>
      </w:r>
      <w:r w:rsidRPr="0036241C">
        <w:rPr>
          <w:lang w:val="en-US"/>
        </w:rPr>
        <w:t>following texts so that the statements will be true.</w:t>
      </w:r>
    </w:p>
    <w:p w:rsidR="003226F2" w:rsidRPr="0036241C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3226F2" w:rsidRPr="008A43DF" w:rsidRDefault="003226F2" w:rsidP="00A9136D">
      <w:pPr>
        <w:spacing w:line="360" w:lineRule="auto"/>
        <w:rPr>
          <w:lang w:val="en-US"/>
        </w:rPr>
      </w:pPr>
      <w:r w:rsidRPr="0036241C">
        <w:rPr>
          <w:lang w:val="en-US"/>
        </w:rPr>
        <w:t xml:space="preserve">Standard Bluetooth </w:t>
      </w:r>
      <w:r w:rsidR="00D86AFF" w:rsidRPr="0036241C">
        <w:rPr>
          <w:lang w:val="en-US"/>
        </w:rPr>
        <w:t>is</w:t>
      </w:r>
      <w:r w:rsidRPr="0036241C">
        <w:rPr>
          <w:lang w:val="en-US"/>
        </w:rPr>
        <w:t xml:space="preserve"> propriet</w:t>
      </w:r>
      <w:r w:rsidR="00D86AFF" w:rsidRPr="0036241C">
        <w:rPr>
          <w:lang w:val="en-US"/>
        </w:rPr>
        <w:t>a</w:t>
      </w:r>
      <w:r w:rsidRPr="0036241C">
        <w:rPr>
          <w:lang w:val="en-US"/>
        </w:rPr>
        <w:t>r</w:t>
      </w:r>
      <w:r w:rsidR="00D86AFF" w:rsidRPr="0036241C">
        <w:rPr>
          <w:lang w:val="en-US"/>
        </w:rPr>
        <w:t>y</w:t>
      </w:r>
      <w:r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open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close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standard </w:t>
      </w:r>
      <w:r w:rsidR="00D86AFF" w:rsidRPr="0036241C">
        <w:rPr>
          <w:lang w:val="en-US"/>
        </w:rPr>
        <w:t>for</w:t>
      </w:r>
      <w:r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fixed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wireless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om</w:t>
      </w:r>
      <w:r w:rsidR="00D86AFF" w:rsidRPr="0036241C">
        <w:rPr>
          <w:lang w:val="en-US"/>
        </w:rPr>
        <w:t>m</w:t>
      </w:r>
      <w:r w:rsidRPr="0036241C">
        <w:rPr>
          <w:lang w:val="en-US"/>
        </w:rPr>
        <w:t>uni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a</w:t>
      </w:r>
      <w:r w:rsidR="00D86AFF" w:rsidRPr="0036241C">
        <w:rPr>
          <w:lang w:val="en-US"/>
        </w:rPr>
        <w:t>tion</w:t>
      </w:r>
      <w:r w:rsidRPr="0036241C">
        <w:rPr>
          <w:lang w:val="en-US"/>
        </w:rPr>
        <w:t xml:space="preserve">. 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om</w:t>
      </w:r>
      <w:r w:rsidR="00D86AFF" w:rsidRPr="0036241C">
        <w:rPr>
          <w:lang w:val="en-US"/>
        </w:rPr>
        <w:t>m</w:t>
      </w:r>
      <w:r w:rsidRPr="0036241C">
        <w:rPr>
          <w:lang w:val="en-US"/>
        </w:rPr>
        <w:t>uni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a</w:t>
      </w:r>
      <w:r w:rsidR="00D86AFF" w:rsidRPr="0036241C">
        <w:rPr>
          <w:lang w:val="en-US"/>
        </w:rPr>
        <w:t>tion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at</w:t>
      </w:r>
      <w:r w:rsidRPr="0036241C">
        <w:rPr>
          <w:lang w:val="en-US"/>
        </w:rPr>
        <w:t xml:space="preserve"> Bluetooth</w:t>
      </w:r>
      <w:r w:rsidR="00D86AFF" w:rsidRPr="0036241C">
        <w:rPr>
          <w:lang w:val="en-US"/>
        </w:rPr>
        <w:t xml:space="preserve"> standard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is</w:t>
      </w:r>
      <w:r w:rsidRPr="0036241C">
        <w:rPr>
          <w:lang w:val="en-US"/>
        </w:rPr>
        <w:t xml:space="preserve"> realiz</w:t>
      </w:r>
      <w:r w:rsidR="00D86AFF" w:rsidRPr="0036241C">
        <w:rPr>
          <w:lang w:val="en-US"/>
        </w:rPr>
        <w:t>ed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on the</w:t>
      </w:r>
      <w:r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short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distances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between various types of electronic devices (e.g. mobile (smart) phones, wireless headphones</w:t>
      </w:r>
      <w:r w:rsidR="00D86AFF">
        <w:rPr>
          <w:lang w:val="en-US"/>
        </w:rPr>
        <w:t>,…)</w:t>
      </w:r>
      <w:r w:rsidRPr="008A43DF">
        <w:rPr>
          <w:lang w:val="en-US"/>
        </w:rPr>
        <w:t>.</w:t>
      </w:r>
    </w:p>
    <w:p w:rsidR="003226F2" w:rsidRPr="008A43DF" w:rsidRDefault="003226F2" w:rsidP="003226F2">
      <w:pPr>
        <w:pStyle w:val="eLineBottom"/>
        <w:rPr>
          <w:lang w:val="en-US"/>
        </w:rPr>
      </w:pPr>
    </w:p>
    <w:p w:rsidR="003226F2" w:rsidRPr="008A43DF" w:rsidRDefault="003226F2" w:rsidP="003226F2">
      <w:pPr>
        <w:rPr>
          <w:lang w:val="en-US"/>
        </w:rPr>
      </w:pPr>
    </w:p>
    <w:p w:rsidR="008C78C3" w:rsidRPr="008A43DF" w:rsidRDefault="008A43DF" w:rsidP="008A43DF">
      <w:pPr>
        <w:pStyle w:val="eTask"/>
        <w:rPr>
          <w:lang w:val="en-US"/>
        </w:rPr>
      </w:pPr>
      <w:r w:rsidRPr="008A43DF">
        <w:rPr>
          <w:lang w:val="en-US"/>
        </w:rPr>
        <w:t xml:space="preserve">Which layers are included in the layer model for data transmission </w:t>
      </w:r>
      <w:r>
        <w:rPr>
          <w:lang w:val="en-US"/>
        </w:rPr>
        <w:t>on</w:t>
      </w:r>
      <w:r w:rsidRPr="008A43DF">
        <w:rPr>
          <w:lang w:val="en-US"/>
        </w:rPr>
        <w:t xml:space="preserve"> Bluetooth</w:t>
      </w:r>
      <w:r>
        <w:rPr>
          <w:lang w:val="en-US"/>
        </w:rPr>
        <w:t xml:space="preserve"> technology</w:t>
      </w:r>
      <w:r w:rsidRPr="008A43DF">
        <w:rPr>
          <w:lang w:val="en-US"/>
        </w:rPr>
        <w:t>?</w:t>
      </w:r>
    </w:p>
    <w:p w:rsidR="008C78C3" w:rsidRPr="008A43DF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C78C3" w:rsidRPr="0036241C" w:rsidRDefault="008C78C3" w:rsidP="00A9136D">
      <w:pPr>
        <w:ind w:left="357"/>
      </w:pPr>
      <w:r w:rsidRPr="008A43DF">
        <w:rPr>
          <w:lang w:val="en-US"/>
        </w:rPr>
        <w:t>1.</w:t>
      </w:r>
      <w:r w:rsidRPr="008A43DF">
        <w:rPr>
          <w:lang w:val="en-US"/>
        </w:rPr>
        <w:tab/>
      </w:r>
      <w:r w:rsidR="0036241C">
        <w:t>_________________________</w:t>
      </w: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2.</w:t>
      </w:r>
      <w:r w:rsidRPr="008A43DF">
        <w:rPr>
          <w:lang w:val="en-US"/>
        </w:rPr>
        <w:tab/>
      </w:r>
      <w:r w:rsidR="0036241C">
        <w:t>_________________________</w:t>
      </w: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3.</w:t>
      </w:r>
      <w:r w:rsidRPr="008A43DF">
        <w:rPr>
          <w:lang w:val="en-US"/>
        </w:rPr>
        <w:tab/>
      </w:r>
      <w:r w:rsidR="0036241C">
        <w:t>_________________________</w:t>
      </w:r>
    </w:p>
    <w:p w:rsidR="008C78C3" w:rsidRDefault="008C78C3" w:rsidP="00A9136D">
      <w:pPr>
        <w:rPr>
          <w:lang w:val="en-US"/>
        </w:rPr>
      </w:pPr>
    </w:p>
    <w:p w:rsidR="00A9136D" w:rsidRPr="008A43DF" w:rsidRDefault="00A9136D" w:rsidP="008C78C3">
      <w:pPr>
        <w:pStyle w:val="eLineBottom"/>
        <w:rPr>
          <w:lang w:val="en-US"/>
        </w:rPr>
      </w:pPr>
    </w:p>
    <w:p w:rsidR="008B67F9" w:rsidRPr="008A43DF" w:rsidRDefault="00C148FD" w:rsidP="008B67F9">
      <w:pPr>
        <w:rPr>
          <w:lang w:val="en-US"/>
        </w:rPr>
      </w:pPr>
      <w:r w:rsidRPr="008A43DF">
        <w:rPr>
          <w:lang w:val="en-US"/>
        </w:rPr>
        <w:t xml:space="preserve"> </w:t>
      </w:r>
    </w:p>
    <w:p w:rsidR="008B67F9" w:rsidRPr="0036241C" w:rsidRDefault="00484882" w:rsidP="00484882">
      <w:pPr>
        <w:pStyle w:val="eTask"/>
        <w:rPr>
          <w:lang w:val="en-US"/>
        </w:rPr>
      </w:pPr>
      <w:r w:rsidRPr="0036241C">
        <w:rPr>
          <w:lang w:val="en-US"/>
        </w:rPr>
        <w:t>Select and mark in the following table the basic key features of Bluetooth technology</w:t>
      </w:r>
      <w:r w:rsidR="006952EE" w:rsidRPr="0036241C">
        <w:rPr>
          <w:lang w:val="en-US"/>
        </w:rPr>
        <w:t xml:space="preserve"> (one on each column)</w:t>
      </w:r>
      <w:r w:rsidR="00FE3010" w:rsidRPr="0036241C">
        <w:rPr>
          <w:lang w:val="en-US"/>
        </w:rPr>
        <w:t>:</w:t>
      </w:r>
    </w:p>
    <w:p w:rsidR="000E1BA3" w:rsidRPr="0036241C" w:rsidRDefault="000E1BA3" w:rsidP="000E1BA3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9"/>
        <w:gridCol w:w="2927"/>
        <w:gridCol w:w="2922"/>
      </w:tblGrid>
      <w:tr w:rsidR="0036241C" w:rsidRPr="0036241C" w:rsidTr="00123CC7">
        <w:tc>
          <w:tcPr>
            <w:tcW w:w="3020" w:type="dxa"/>
          </w:tcPr>
          <w:p w:rsidR="00123CC7" w:rsidRPr="0036241C" w:rsidRDefault="00123CC7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36241C">
              <w:rPr>
                <w:lang w:val="en-US"/>
              </w:rPr>
              <w:t>MODULA</w:t>
            </w:r>
            <w:r w:rsidR="00633AE7" w:rsidRPr="0036241C">
              <w:rPr>
                <w:lang w:val="en-US"/>
              </w:rPr>
              <w:t>TION</w:t>
            </w:r>
          </w:p>
        </w:tc>
        <w:tc>
          <w:tcPr>
            <w:tcW w:w="3021" w:type="dxa"/>
          </w:tcPr>
          <w:p w:rsidR="00123CC7" w:rsidRPr="0036241C" w:rsidRDefault="00123CC7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36241C">
              <w:rPr>
                <w:lang w:val="en-US"/>
              </w:rPr>
              <w:t>FRE</w:t>
            </w:r>
            <w:r w:rsidR="00633AE7" w:rsidRPr="0036241C">
              <w:rPr>
                <w:lang w:val="en-US"/>
              </w:rPr>
              <w:t>QU</w:t>
            </w:r>
            <w:r w:rsidRPr="0036241C">
              <w:rPr>
                <w:lang w:val="en-US"/>
              </w:rPr>
              <w:t>EN</w:t>
            </w:r>
            <w:r w:rsidR="00633AE7" w:rsidRPr="0036241C">
              <w:rPr>
                <w:lang w:val="en-US"/>
              </w:rPr>
              <w:t>CY</w:t>
            </w:r>
            <w:r w:rsidRPr="0036241C">
              <w:rPr>
                <w:lang w:val="en-US"/>
              </w:rPr>
              <w:t xml:space="preserve"> </w:t>
            </w:r>
            <w:r w:rsidR="00633AE7" w:rsidRPr="0036241C">
              <w:rPr>
                <w:lang w:val="en-US"/>
              </w:rPr>
              <w:t>BAND</w:t>
            </w:r>
          </w:p>
        </w:tc>
        <w:tc>
          <w:tcPr>
            <w:tcW w:w="3021" w:type="dxa"/>
          </w:tcPr>
          <w:p w:rsidR="00123CC7" w:rsidRPr="0036241C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36241C">
              <w:rPr>
                <w:lang w:val="en-US"/>
              </w:rPr>
              <w:t>MULTIPLEX</w:t>
            </w:r>
          </w:p>
        </w:tc>
      </w:tr>
    </w:tbl>
    <w:p w:rsidR="00123CC7" w:rsidRPr="0036241C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en-U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36241C" w:rsidRPr="0036241C" w:rsidTr="00123CC7"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TDD</w:t>
            </w:r>
          </w:p>
        </w:tc>
      </w:tr>
      <w:tr w:rsidR="0036241C" w:rsidRPr="0036241C" w:rsidTr="00123CC7"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CDM</w:t>
            </w:r>
          </w:p>
        </w:tc>
      </w:tr>
      <w:tr w:rsidR="0036241C" w:rsidRPr="0036241C" w:rsidTr="00123CC7"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FDM</w:t>
            </w:r>
          </w:p>
        </w:tc>
      </w:tr>
      <w:tr w:rsidR="0036241C" w:rsidRPr="0036241C" w:rsidTr="00123CC7"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36241C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36241C">
              <w:rPr>
                <w:lang w:val="en-US"/>
              </w:rPr>
              <w:t>TDM</w:t>
            </w:r>
          </w:p>
        </w:tc>
      </w:tr>
    </w:tbl>
    <w:p w:rsidR="000E1BA3" w:rsidRPr="008A43DF" w:rsidRDefault="000E1BA3" w:rsidP="000E1BA3">
      <w:pPr>
        <w:pStyle w:val="eLineBottom"/>
        <w:rPr>
          <w:lang w:val="en-US"/>
        </w:rPr>
      </w:pPr>
    </w:p>
    <w:p w:rsidR="000E1BA3" w:rsidRPr="008A43DF" w:rsidRDefault="000E1BA3" w:rsidP="000E1BA3">
      <w:pPr>
        <w:rPr>
          <w:lang w:val="en-US"/>
        </w:rPr>
      </w:pPr>
      <w:r w:rsidRPr="008A43DF">
        <w:rPr>
          <w:lang w:val="en-US"/>
        </w:rPr>
        <w:t xml:space="preserve"> </w:t>
      </w:r>
    </w:p>
    <w:p w:rsidR="001434D8" w:rsidRPr="0036241C" w:rsidRDefault="00C3405F" w:rsidP="001434D8">
      <w:pPr>
        <w:pStyle w:val="eTask"/>
        <w:rPr>
          <w:lang w:val="en-US"/>
        </w:rPr>
      </w:pPr>
      <w:r w:rsidRPr="0036241C">
        <w:rPr>
          <w:lang w:val="en-US"/>
        </w:rPr>
        <w:t>Modify the following texts so that the statements will be true.</w:t>
      </w:r>
    </w:p>
    <w:p w:rsidR="001434D8" w:rsidRPr="0036241C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1434D8" w:rsidRPr="0036241C" w:rsidRDefault="00FE3010" w:rsidP="00A9136D">
      <w:pPr>
        <w:spacing w:line="360" w:lineRule="auto"/>
        <w:rPr>
          <w:lang w:val="en-US"/>
        </w:rPr>
      </w:pPr>
      <w:r w:rsidRPr="0036241C">
        <w:rPr>
          <w:lang w:val="en-US"/>
        </w:rPr>
        <w:t>Communication security is in terms of the confidentiality of the content of the transmitted information carried by the</w:t>
      </w:r>
      <w:r w:rsidR="001434D8"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data link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logical</m:t>
                  </m:r>
                </m:e>
              </m:mr>
            </m:m>
          </m:e>
        </m:d>
      </m:oMath>
      <w:r w:rsidR="001434D8" w:rsidRPr="0036241C">
        <w:rPr>
          <w:lang w:val="en-US"/>
        </w:rPr>
        <w:t xml:space="preserve"> </w:t>
      </w:r>
      <w:r w:rsidRPr="0036241C">
        <w:rPr>
          <w:lang w:val="en-US"/>
        </w:rPr>
        <w:t>layer</w:t>
      </w:r>
      <w:r w:rsidR="00BD01EC" w:rsidRPr="0036241C">
        <w:rPr>
          <w:lang w:val="en-US"/>
        </w:rPr>
        <w:t xml:space="preserve">. </w:t>
      </w:r>
      <w:r w:rsidRPr="0036241C">
        <w:rPr>
          <w:lang w:val="en-US"/>
        </w:rPr>
        <w:t xml:space="preserve">The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three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four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entities (keys) are used to ensure of secured communication</w:t>
      </w:r>
      <w:r w:rsidR="001434D8" w:rsidRPr="0036241C">
        <w:rPr>
          <w:lang w:val="en-US"/>
        </w:rPr>
        <w:t xml:space="preserve">. </w:t>
      </w:r>
    </w:p>
    <w:p w:rsidR="001434D8" w:rsidRPr="0036241C" w:rsidRDefault="001434D8" w:rsidP="001434D8">
      <w:pPr>
        <w:pStyle w:val="eLineBottom"/>
        <w:rPr>
          <w:lang w:val="en-US"/>
        </w:rPr>
      </w:pPr>
    </w:p>
    <w:p w:rsidR="001434D8" w:rsidRPr="008A43DF" w:rsidRDefault="001434D8" w:rsidP="001434D8">
      <w:pPr>
        <w:rPr>
          <w:lang w:val="en-US"/>
        </w:rPr>
      </w:pPr>
      <w:r w:rsidRPr="008A43DF">
        <w:rPr>
          <w:lang w:val="en-US"/>
        </w:rPr>
        <w:t xml:space="preserve"> </w:t>
      </w:r>
    </w:p>
    <w:p w:rsidR="00A9136D" w:rsidRDefault="00A9136D">
      <w:pPr>
        <w:rPr>
          <w:b/>
          <w:lang w:val="en-US"/>
        </w:rPr>
      </w:pPr>
      <w:r>
        <w:rPr>
          <w:lang w:val="en-US"/>
        </w:rPr>
        <w:br w:type="page"/>
      </w:r>
    </w:p>
    <w:p w:rsidR="001434D8" w:rsidRPr="008A43DF" w:rsidRDefault="00FE3010" w:rsidP="00FE3010">
      <w:pPr>
        <w:pStyle w:val="eTask"/>
        <w:rPr>
          <w:lang w:val="en-US"/>
        </w:rPr>
      </w:pPr>
      <w:r>
        <w:rPr>
          <w:lang w:val="en-US"/>
        </w:rPr>
        <w:lastRenderedPageBreak/>
        <w:t>Realize</w:t>
      </w:r>
      <w:r w:rsidRPr="00FE3010">
        <w:rPr>
          <w:lang w:val="en-US"/>
        </w:rPr>
        <w:t xml:space="preserve"> an overview of the keys that are used for communication security</w:t>
      </w:r>
      <w:r>
        <w:rPr>
          <w:lang w:val="en-US"/>
        </w:rPr>
        <w:t xml:space="preserve"> </w:t>
      </w:r>
      <w:r w:rsidRPr="00FE3010">
        <w:rPr>
          <w:lang w:val="en-US"/>
        </w:rPr>
        <w:t>by Bluetooth technology</w:t>
      </w:r>
      <w:r w:rsidR="001434D8" w:rsidRPr="008A43DF">
        <w:rPr>
          <w:lang w:val="en-US"/>
        </w:rPr>
        <w:t>.</w:t>
      </w:r>
    </w:p>
    <w:p w:rsidR="00506418" w:rsidRPr="008A43DF" w:rsidRDefault="00506418" w:rsidP="00BA272B">
      <w:pPr>
        <w:rPr>
          <w:lang w:val="en-US"/>
        </w:rPr>
      </w:pPr>
    </w:p>
    <w:p w:rsidR="00A115CF" w:rsidRPr="008A43DF" w:rsidRDefault="00A115CF" w:rsidP="00A9136D">
      <w:pPr>
        <w:ind w:left="357"/>
        <w:rPr>
          <w:lang w:val="en-US"/>
        </w:rPr>
      </w:pPr>
      <w:r w:rsidRPr="008A43DF">
        <w:rPr>
          <w:lang w:val="en-US"/>
        </w:rPr>
        <w:t>1.</w:t>
      </w:r>
      <w:r w:rsidRPr="008A43DF">
        <w:rPr>
          <w:lang w:val="en-US"/>
        </w:rPr>
        <w:tab/>
      </w:r>
      <w:r w:rsidR="0036241C">
        <w:t>_________________________</w:t>
      </w: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2.</w:t>
      </w:r>
      <w:r w:rsidRPr="008A43DF">
        <w:rPr>
          <w:lang w:val="en-US"/>
        </w:rPr>
        <w:tab/>
      </w:r>
      <w:r w:rsidR="0036241C">
        <w:t>_________________________</w:t>
      </w: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3.</w:t>
      </w:r>
      <w:r w:rsidRPr="008A43DF">
        <w:rPr>
          <w:lang w:val="en-US"/>
        </w:rPr>
        <w:tab/>
      </w:r>
      <w:r w:rsidR="0036241C">
        <w:t>_________________________</w:t>
      </w: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</w:p>
    <w:p w:rsidR="00A115CF" w:rsidRDefault="00A115CF" w:rsidP="00A9136D">
      <w:pPr>
        <w:ind w:left="357"/>
      </w:pPr>
      <w:r w:rsidRPr="008A43DF">
        <w:rPr>
          <w:noProof/>
          <w:lang w:val="en-US" w:eastAsia="sk-SK"/>
        </w:rPr>
        <w:t>4.</w:t>
      </w:r>
      <w:r w:rsidRPr="008A43DF">
        <w:rPr>
          <w:lang w:val="en-US"/>
        </w:rPr>
        <w:tab/>
      </w:r>
      <w:r w:rsidR="0036241C">
        <w:t>_________________________</w:t>
      </w:r>
    </w:p>
    <w:p w:rsidR="00A9136D" w:rsidRDefault="00A9136D" w:rsidP="00A9136D">
      <w:pPr>
        <w:ind w:left="357"/>
        <w:rPr>
          <w:noProof/>
          <w:lang w:val="en-US" w:eastAsia="sk-SK"/>
        </w:rPr>
      </w:pPr>
    </w:p>
    <w:p w:rsidR="00A9136D" w:rsidRPr="008A43DF" w:rsidRDefault="00A9136D" w:rsidP="00A9136D">
      <w:pPr>
        <w:pStyle w:val="eLineBottom"/>
        <w:rPr>
          <w:noProof/>
          <w:lang w:val="en-US" w:eastAsia="sk-SK"/>
        </w:rPr>
      </w:pPr>
    </w:p>
    <w:p w:rsidR="00A9136D" w:rsidRDefault="00A9136D" w:rsidP="00A9136D">
      <w:pPr>
        <w:rPr>
          <w:lang w:val="en-US"/>
        </w:rPr>
      </w:pPr>
    </w:p>
    <w:p w:rsidR="00BA272B" w:rsidRPr="008A43DF" w:rsidRDefault="00484882" w:rsidP="00484882">
      <w:pPr>
        <w:pStyle w:val="eTask"/>
        <w:rPr>
          <w:lang w:val="en-US"/>
        </w:rPr>
      </w:pPr>
      <w:r w:rsidRPr="00484882">
        <w:rPr>
          <w:lang w:val="en-US"/>
        </w:rPr>
        <w:t>Identify and draw possible network topologies used within the Bluetooth technology</w:t>
      </w:r>
      <w:r w:rsidR="00BA272B" w:rsidRPr="008A43DF">
        <w:rPr>
          <w:lang w:val="en-US"/>
        </w:rPr>
        <w:t>:</w:t>
      </w:r>
    </w:p>
    <w:p w:rsidR="00BA272B" w:rsidRPr="008A43DF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576CC6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Pr="008A43DF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</w:p>
    <w:p w:rsidR="005246DC" w:rsidRPr="008A43DF" w:rsidRDefault="005246DC" w:rsidP="00A9136D">
      <w:pPr>
        <w:rPr>
          <w:lang w:val="en-US"/>
        </w:rPr>
      </w:pPr>
    </w:p>
    <w:p w:rsidR="005246DC" w:rsidRPr="008A43DF" w:rsidRDefault="005246DC" w:rsidP="005246DC">
      <w:pPr>
        <w:rPr>
          <w:lang w:val="en-US"/>
        </w:rPr>
      </w:pPr>
      <w:r w:rsidRPr="008A43DF">
        <w:rPr>
          <w:lang w:val="en-US"/>
        </w:rPr>
        <w:t xml:space="preserve"> </w:t>
      </w:r>
    </w:p>
    <w:p w:rsidR="00A9136D" w:rsidRDefault="00A9136D">
      <w:pPr>
        <w:rPr>
          <w:b/>
          <w:lang w:val="en-US"/>
        </w:rPr>
      </w:pPr>
      <w:r>
        <w:rPr>
          <w:lang w:val="en-US"/>
        </w:rPr>
        <w:br w:type="page"/>
      </w:r>
    </w:p>
    <w:p w:rsidR="005246DC" w:rsidRPr="008A43DF" w:rsidRDefault="00C3405F" w:rsidP="00803BD9">
      <w:pPr>
        <w:pStyle w:val="eTask"/>
        <w:rPr>
          <w:lang w:val="en-US"/>
        </w:rPr>
      </w:pPr>
      <w:r w:rsidRPr="00177BE9">
        <w:rPr>
          <w:lang w:val="en-US"/>
        </w:rPr>
        <w:lastRenderedPageBreak/>
        <w:t>Modify the following texts so that the statements will be true.</w:t>
      </w:r>
    </w:p>
    <w:p w:rsidR="00D8441C" w:rsidRPr="00835BA3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5B59E1" w:rsidRPr="00835BA3" w:rsidRDefault="00BA26FD" w:rsidP="00D634D9">
      <w:pPr>
        <w:spacing w:line="360" w:lineRule="auto"/>
        <w:rPr>
          <w:lang w:val="en-US"/>
        </w:rPr>
      </w:pPr>
      <w:r w:rsidRPr="00835BA3">
        <w:rPr>
          <w:lang w:val="en-US"/>
        </w:rPr>
        <w:t>Set of two or more devices, that share the same</w:t>
      </w:r>
      <w:r w:rsidR="00520E3A" w:rsidRPr="00835B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logical</m:t>
                  </m:r>
                </m:e>
              </m:mr>
            </m:m>
          </m:e>
        </m:d>
      </m:oMath>
      <w:r w:rsidR="00D8441C" w:rsidRPr="00835BA3">
        <w:rPr>
          <w:lang w:val="en-US"/>
        </w:rPr>
        <w:t xml:space="preserve"> </w:t>
      </w:r>
      <w:r w:rsidRPr="00835BA3">
        <w:rPr>
          <w:lang w:val="en-US"/>
        </w:rPr>
        <w:t>channel</w:t>
      </w:r>
      <w:r w:rsidR="00520E3A" w:rsidRPr="00835BA3">
        <w:rPr>
          <w:lang w:val="en-US"/>
        </w:rPr>
        <w:t xml:space="preserve">, </w:t>
      </w:r>
      <w:r w:rsidRPr="00835BA3">
        <w:rPr>
          <w:lang w:val="en-US"/>
        </w:rPr>
        <w:t>is</w:t>
      </w:r>
      <w:r w:rsidR="00520E3A" w:rsidRPr="00835BA3">
        <w:rPr>
          <w:lang w:val="en-US"/>
        </w:rPr>
        <w:t xml:space="preserve"> </w:t>
      </w:r>
      <w:r w:rsidRPr="00835BA3">
        <w:rPr>
          <w:lang w:val="en-US"/>
        </w:rPr>
        <w:t>called as</w:t>
      </w:r>
      <w:r w:rsidR="00D8441C" w:rsidRPr="00835B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scatternet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piconet</m:t>
                  </m:r>
                </m:e>
              </m:mr>
            </m:m>
          </m:e>
        </m:d>
      </m:oMath>
      <w:r w:rsidR="00520E3A" w:rsidRPr="00835BA3">
        <w:rPr>
          <w:lang w:val="en-US"/>
        </w:rPr>
        <w:t xml:space="preserve">.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Any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One</m:t>
                  </m:r>
                </m:e>
              </m:mr>
            </m:m>
          </m:e>
        </m:d>
      </m:oMath>
      <w:r w:rsidR="005B59E1" w:rsidRPr="00835BA3">
        <w:rPr>
          <w:lang w:val="en-US"/>
        </w:rPr>
        <w:t xml:space="preserve"> </w:t>
      </w:r>
      <w:r w:rsidRPr="00835BA3">
        <w:rPr>
          <w:lang w:val="en-US"/>
        </w:rPr>
        <w:t xml:space="preserve">device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isn't</m:t>
                  </m:r>
                </m:e>
              </m:mr>
            </m:m>
          </m:e>
        </m:d>
      </m:oMath>
      <w:r w:rsidR="005B59E1" w:rsidRPr="00835BA3">
        <w:rPr>
          <w:lang w:val="en-US"/>
        </w:rPr>
        <w:t xml:space="preserve"> </w:t>
      </w:r>
      <w:r w:rsidRPr="00835BA3">
        <w:rPr>
          <w:lang w:val="en-US"/>
        </w:rPr>
        <w:t>always in piconetwork from the view of communication control superior to each other’s</w:t>
      </w:r>
      <w:r w:rsidR="005B59E1" w:rsidRPr="00835BA3">
        <w:rPr>
          <w:lang w:val="en-US"/>
        </w:rPr>
        <w:t>.</w:t>
      </w:r>
      <w:r w:rsidRPr="00835BA3">
        <w:rPr>
          <w:lang w:val="en-US"/>
        </w:rPr>
        <w:t xml:space="preserve"> Synchronization and frequency sequences are always derived from the</w:t>
      </w:r>
      <w:r w:rsidR="00D62C8F" w:rsidRPr="00835B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slave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master</m:t>
                  </m:r>
                </m:e>
              </m:mr>
            </m:m>
          </m:e>
        </m:d>
      </m:oMath>
      <w:r w:rsidR="00D62C8F" w:rsidRPr="00835BA3">
        <w:rPr>
          <w:lang w:val="en-US"/>
        </w:rPr>
        <w:t xml:space="preserve"> sta</w:t>
      </w:r>
      <w:r w:rsidRPr="00835BA3">
        <w:rPr>
          <w:lang w:val="en-US"/>
        </w:rPr>
        <w:t>t</w:t>
      </w:r>
      <w:r w:rsidR="00D62C8F" w:rsidRPr="00835BA3">
        <w:rPr>
          <w:lang w:val="en-US"/>
        </w:rPr>
        <w:t>i</w:t>
      </w:r>
      <w:r w:rsidRPr="00835BA3">
        <w:rPr>
          <w:lang w:val="en-US"/>
        </w:rPr>
        <w:t>on</w:t>
      </w:r>
      <w:r w:rsidR="00D62C8F" w:rsidRPr="00835BA3">
        <w:rPr>
          <w:lang w:val="en-US"/>
        </w:rPr>
        <w:t>.</w:t>
      </w:r>
    </w:p>
    <w:p w:rsidR="0099101E" w:rsidRPr="00835BA3" w:rsidRDefault="0099101E" w:rsidP="0099101E">
      <w:pPr>
        <w:pStyle w:val="eLineBottom"/>
        <w:rPr>
          <w:lang w:val="en-US"/>
        </w:rPr>
      </w:pPr>
    </w:p>
    <w:p w:rsidR="0099101E" w:rsidRPr="00835BA3" w:rsidRDefault="0099101E" w:rsidP="0099101E">
      <w:pPr>
        <w:rPr>
          <w:lang w:val="en-US"/>
        </w:rPr>
      </w:pPr>
      <w:r w:rsidRPr="00835BA3">
        <w:rPr>
          <w:lang w:val="en-US"/>
        </w:rPr>
        <w:t xml:space="preserve"> </w:t>
      </w:r>
    </w:p>
    <w:p w:rsidR="00223478" w:rsidRPr="00835BA3" w:rsidRDefault="00043D5B" w:rsidP="00043D5B">
      <w:pPr>
        <w:pStyle w:val="eTask"/>
        <w:rPr>
          <w:lang w:val="en-US"/>
        </w:rPr>
      </w:pPr>
      <w:r w:rsidRPr="00835BA3">
        <w:rPr>
          <w:lang w:val="en-US"/>
        </w:rPr>
        <w:t>Indicate the processes used for handle of the bit flows on the physical layer of Bluetooth technology</w:t>
      </w:r>
      <w:r w:rsidR="0099101E" w:rsidRPr="00835BA3">
        <w:rPr>
          <w:lang w:val="en-US"/>
        </w:rPr>
        <w:t>.</w:t>
      </w:r>
    </w:p>
    <w:p w:rsidR="005B2976" w:rsidRDefault="005B2976" w:rsidP="00A9136D">
      <w:pPr>
        <w:rPr>
          <w:lang w:val="en-US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253"/>
      </w:tblGrid>
      <w:tr w:rsidR="00A9136D" w:rsidTr="00D634D9">
        <w:tc>
          <w:tcPr>
            <w:tcW w:w="4252" w:type="dxa"/>
          </w:tcPr>
          <w:p w:rsidR="00A9136D" w:rsidRPr="00A9136D" w:rsidRDefault="00A9136D" w:rsidP="00A9136D">
            <w:pPr>
              <w:spacing w:before="120" w:after="120"/>
              <w:jc w:val="center"/>
              <w:rPr>
                <w:b/>
                <w:lang w:val="en-US"/>
              </w:rPr>
            </w:pPr>
            <w:r w:rsidRPr="00A9136D">
              <w:rPr>
                <w:b/>
                <w:lang w:val="en-US"/>
              </w:rPr>
              <w:t>Processing of header bits</w:t>
            </w:r>
          </w:p>
        </w:tc>
        <w:tc>
          <w:tcPr>
            <w:tcW w:w="4253" w:type="dxa"/>
          </w:tcPr>
          <w:p w:rsidR="00A9136D" w:rsidRPr="00A9136D" w:rsidRDefault="00A9136D" w:rsidP="00A9136D">
            <w:pPr>
              <w:spacing w:before="120" w:after="120"/>
              <w:jc w:val="center"/>
              <w:rPr>
                <w:b/>
                <w:lang w:val="en-US"/>
              </w:rPr>
            </w:pPr>
            <w:r w:rsidRPr="00A9136D">
              <w:rPr>
                <w:b/>
                <w:lang w:val="en-US"/>
              </w:rPr>
              <w:t>Processing of user data bits</w:t>
            </w:r>
          </w:p>
        </w:tc>
      </w:tr>
      <w:tr w:rsidR="00A9136D" w:rsidTr="00D634D9">
        <w:tc>
          <w:tcPr>
            <w:tcW w:w="4252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  <w:tc>
          <w:tcPr>
            <w:tcW w:w="4253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  <w:bookmarkStart w:id="0" w:name="_GoBack"/>
        <w:bookmarkEnd w:id="0"/>
      </w:tr>
      <w:tr w:rsidR="00A9136D" w:rsidTr="00D634D9">
        <w:tc>
          <w:tcPr>
            <w:tcW w:w="4252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  <w:tc>
          <w:tcPr>
            <w:tcW w:w="4253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</w:tr>
      <w:tr w:rsidR="00A9136D" w:rsidTr="00D634D9">
        <w:tc>
          <w:tcPr>
            <w:tcW w:w="4252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  <w:tc>
          <w:tcPr>
            <w:tcW w:w="4253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</w:tr>
      <w:tr w:rsidR="00A9136D" w:rsidTr="00D634D9">
        <w:tc>
          <w:tcPr>
            <w:tcW w:w="4252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  <w:tc>
          <w:tcPr>
            <w:tcW w:w="4253" w:type="dxa"/>
          </w:tcPr>
          <w:p w:rsidR="00A9136D" w:rsidRDefault="00A9136D" w:rsidP="00A9136D">
            <w:pPr>
              <w:spacing w:before="120" w:after="120"/>
              <w:rPr>
                <w:lang w:val="en-US"/>
              </w:rPr>
            </w:pPr>
          </w:p>
        </w:tc>
      </w:tr>
    </w:tbl>
    <w:p w:rsidR="00A9136D" w:rsidRDefault="00A9136D" w:rsidP="00A9136D">
      <w:pPr>
        <w:rPr>
          <w:lang w:val="en-US"/>
        </w:rPr>
      </w:pPr>
    </w:p>
    <w:sectPr w:rsidR="00A9136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1DA" w:rsidRDefault="007641DA" w:rsidP="00861A1A">
      <w:r>
        <w:separator/>
      </w:r>
    </w:p>
  </w:endnote>
  <w:endnote w:type="continuationSeparator" w:id="0">
    <w:p w:rsidR="007641DA" w:rsidRDefault="007641D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1DA" w:rsidRDefault="007641DA" w:rsidP="00861A1A">
      <w:r>
        <w:separator/>
      </w:r>
    </w:p>
  </w:footnote>
  <w:footnote w:type="continuationSeparator" w:id="0">
    <w:p w:rsidR="007641DA" w:rsidRDefault="007641D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93340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 data interfaces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3D5B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1BA3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66AC7"/>
    <w:rsid w:val="00272012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6241C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84882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84C"/>
    <w:rsid w:val="005246DC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B2976"/>
    <w:rsid w:val="005B2E55"/>
    <w:rsid w:val="005B37E2"/>
    <w:rsid w:val="005B460C"/>
    <w:rsid w:val="005B59E1"/>
    <w:rsid w:val="005C209E"/>
    <w:rsid w:val="005D7525"/>
    <w:rsid w:val="005E1AB1"/>
    <w:rsid w:val="005E20B2"/>
    <w:rsid w:val="005E5A22"/>
    <w:rsid w:val="005F5FA1"/>
    <w:rsid w:val="00625B5A"/>
    <w:rsid w:val="00633AE7"/>
    <w:rsid w:val="0063686B"/>
    <w:rsid w:val="006435FE"/>
    <w:rsid w:val="0064494B"/>
    <w:rsid w:val="0066326F"/>
    <w:rsid w:val="006716FF"/>
    <w:rsid w:val="0068067D"/>
    <w:rsid w:val="0068131D"/>
    <w:rsid w:val="00690FB1"/>
    <w:rsid w:val="006952EE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574D"/>
    <w:rsid w:val="00736295"/>
    <w:rsid w:val="007460F9"/>
    <w:rsid w:val="007641DA"/>
    <w:rsid w:val="0076745A"/>
    <w:rsid w:val="007738BD"/>
    <w:rsid w:val="007837ED"/>
    <w:rsid w:val="00790D07"/>
    <w:rsid w:val="007B279A"/>
    <w:rsid w:val="007C0FDD"/>
    <w:rsid w:val="007C308E"/>
    <w:rsid w:val="007C524A"/>
    <w:rsid w:val="007C5B85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35BA3"/>
    <w:rsid w:val="008445AF"/>
    <w:rsid w:val="00861A1A"/>
    <w:rsid w:val="00864D93"/>
    <w:rsid w:val="00882BE0"/>
    <w:rsid w:val="008836CE"/>
    <w:rsid w:val="00890E20"/>
    <w:rsid w:val="00891FF5"/>
    <w:rsid w:val="00893E89"/>
    <w:rsid w:val="008A3619"/>
    <w:rsid w:val="008A43DF"/>
    <w:rsid w:val="008B05F5"/>
    <w:rsid w:val="008B67F9"/>
    <w:rsid w:val="008B6CCD"/>
    <w:rsid w:val="008C64E0"/>
    <w:rsid w:val="008C78C3"/>
    <w:rsid w:val="008D38F1"/>
    <w:rsid w:val="008F1B37"/>
    <w:rsid w:val="008F5585"/>
    <w:rsid w:val="00912A69"/>
    <w:rsid w:val="00916DC9"/>
    <w:rsid w:val="00924710"/>
    <w:rsid w:val="00933404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A5F9E"/>
    <w:rsid w:val="009B638C"/>
    <w:rsid w:val="009C7B24"/>
    <w:rsid w:val="009E2A2A"/>
    <w:rsid w:val="009F6E5E"/>
    <w:rsid w:val="00A115CF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72262"/>
    <w:rsid w:val="00A8234A"/>
    <w:rsid w:val="00A9136D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6D27"/>
    <w:rsid w:val="00B94934"/>
    <w:rsid w:val="00B94FBB"/>
    <w:rsid w:val="00BA26FD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393A"/>
    <w:rsid w:val="00C3405F"/>
    <w:rsid w:val="00C47299"/>
    <w:rsid w:val="00C5580D"/>
    <w:rsid w:val="00C57915"/>
    <w:rsid w:val="00C7264E"/>
    <w:rsid w:val="00C767C9"/>
    <w:rsid w:val="00C77B58"/>
    <w:rsid w:val="00C878F0"/>
    <w:rsid w:val="00C96F9C"/>
    <w:rsid w:val="00CA51B5"/>
    <w:rsid w:val="00CC2293"/>
    <w:rsid w:val="00CC266E"/>
    <w:rsid w:val="00CE09BA"/>
    <w:rsid w:val="00CF32F3"/>
    <w:rsid w:val="00CF4DFA"/>
    <w:rsid w:val="00D060B3"/>
    <w:rsid w:val="00D06992"/>
    <w:rsid w:val="00D20A5C"/>
    <w:rsid w:val="00D2650E"/>
    <w:rsid w:val="00D33524"/>
    <w:rsid w:val="00D573B0"/>
    <w:rsid w:val="00D62C8F"/>
    <w:rsid w:val="00D634D9"/>
    <w:rsid w:val="00D6535B"/>
    <w:rsid w:val="00D71B81"/>
    <w:rsid w:val="00D73989"/>
    <w:rsid w:val="00D773FA"/>
    <w:rsid w:val="00D8441C"/>
    <w:rsid w:val="00D86AFF"/>
    <w:rsid w:val="00DA18A6"/>
    <w:rsid w:val="00DA1F5C"/>
    <w:rsid w:val="00DA24E3"/>
    <w:rsid w:val="00DA3E3E"/>
    <w:rsid w:val="00DB2F24"/>
    <w:rsid w:val="00DB55F3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E2102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C4BF56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2016-02-08T18:16:00Z</dcterms:created>
  <dcterms:modified xsi:type="dcterms:W3CDTF">2016-02-08T18:16:00Z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