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7704E0" w:rsidP="007704E0">
      <w:pPr>
        <w:pStyle w:val="eTask"/>
        <w:rPr>
          <w:lang w:val="en-GB"/>
        </w:rPr>
      </w:pPr>
      <w:r w:rsidRPr="0089580E">
        <w:rPr>
          <w:lang w:val="en-GB"/>
        </w:rPr>
        <w:t xml:space="preserve">Fill the numbers of correct statements concerning </w:t>
      </w:r>
      <w:r w:rsidR="0089580E" w:rsidRPr="0089580E">
        <w:rPr>
          <w:lang w:val="en-GB"/>
        </w:rPr>
        <w:t>o</w:t>
      </w:r>
      <w:r w:rsidRPr="0089580E">
        <w:rPr>
          <w:lang w:val="en-GB"/>
        </w:rPr>
        <w:t xml:space="preserve">ptical </w:t>
      </w:r>
      <w:r w:rsidR="0089580E" w:rsidRPr="0089580E">
        <w:rPr>
          <w:lang w:val="en-GB"/>
        </w:rPr>
        <w:t>n</w:t>
      </w:r>
      <w:r w:rsidRPr="0089580E">
        <w:rPr>
          <w:lang w:val="en-GB"/>
        </w:rPr>
        <w:t xml:space="preserve">etworks in the following </w:t>
      </w:r>
      <w:bookmarkStart w:id="0" w:name="_GoBack"/>
      <w:bookmarkEnd w:id="0"/>
      <w:r w:rsidR="007E15CF">
        <w:rPr>
          <w:lang w:val="en-GB"/>
        </w:rPr>
        <w:t xml:space="preserve">simple </w:t>
      </w:r>
      <w:r w:rsidRPr="0089580E">
        <w:rPr>
          <w:lang w:val="en-GB"/>
        </w:rPr>
        <w:t>table.</w:t>
      </w:r>
    </w:p>
    <w:p w:rsidR="00D81CAE" w:rsidRPr="0089580E" w:rsidRDefault="00D81CAE" w:rsidP="00D81CAE">
      <w:pPr>
        <w:rPr>
          <w:lang w:val="en-GB"/>
        </w:rPr>
      </w:pPr>
    </w:p>
    <w:p w:rsidR="0089580E" w:rsidRPr="0089580E" w:rsidRDefault="006B4EFF" w:rsidP="00D81CAE">
      <w:pPr>
        <w:rPr>
          <w:lang w:val="en-GB"/>
        </w:rPr>
      </w:pPr>
      <w:r>
        <w:rPr>
          <w:lang w:val="en-GB"/>
        </w:rPr>
        <w:t xml:space="preserve">The following recommendations for </w:t>
      </w:r>
      <w:r w:rsidR="001D03F1">
        <w:rPr>
          <w:lang w:val="en-GB"/>
        </w:rPr>
        <w:t>Passive Optical Networks</w:t>
      </w:r>
      <w:r>
        <w:rPr>
          <w:lang w:val="en-GB"/>
        </w:rPr>
        <w:t xml:space="preserve"> refer to </w:t>
      </w:r>
      <w:r w:rsidR="001D03F1" w:rsidRPr="001D03F1">
        <w:rPr>
          <w:lang w:val="en-GB"/>
        </w:rPr>
        <w:t>XG-PON by ITU-T G.987 (2010)</w:t>
      </w:r>
      <w:r w:rsidR="0089580E" w:rsidRPr="0089580E">
        <w:rPr>
          <w:lang w:val="en-GB"/>
        </w:rPr>
        <w:t>:</w:t>
      </w:r>
    </w:p>
    <w:p w:rsidR="0089580E" w:rsidRPr="0089580E" w:rsidRDefault="0089580E" w:rsidP="00D81CAE">
      <w:pPr>
        <w:rPr>
          <w:lang w:val="en-GB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89580E" w:rsidP="00D81CAE">
            <w:pPr>
              <w:jc w:val="center"/>
              <w:rPr>
                <w:b/>
                <w:color w:val="FF0000"/>
                <w:lang w:val="en-GB"/>
              </w:rPr>
            </w:pP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89580E" w:rsidP="00D81CAE">
            <w:pPr>
              <w:jc w:val="center"/>
              <w:rPr>
                <w:b/>
                <w:color w:val="FF0000"/>
                <w:lang w:val="en-GB"/>
              </w:rPr>
            </w:pP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89580E" w:rsidP="00D81CAE">
            <w:pPr>
              <w:jc w:val="center"/>
              <w:rPr>
                <w:b/>
                <w:color w:val="FF0000"/>
                <w:lang w:val="en-GB"/>
              </w:rPr>
            </w:pP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89580E" w:rsidP="00D81CAE">
            <w:pPr>
              <w:jc w:val="center"/>
              <w:rPr>
                <w:b/>
                <w:color w:val="FF0000"/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:rsidR="007704E0" w:rsidRPr="0089580E" w:rsidRDefault="007704E0" w:rsidP="00D81CAE">
      <w:pPr>
        <w:rPr>
          <w:lang w:val="en-GB"/>
        </w:rPr>
      </w:pPr>
    </w:p>
    <w:p w:rsidR="007704E0" w:rsidRDefault="00D81CAE" w:rsidP="00D81CAE">
      <w:pPr>
        <w:rPr>
          <w:lang w:val="en-GB"/>
        </w:rPr>
      </w:pPr>
      <w:r w:rsidRPr="00D81CAE">
        <w:rPr>
          <w:b/>
          <w:lang w:val="en-GB"/>
        </w:rPr>
        <w:t>1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>Transmission rate options</w:t>
      </w:r>
      <w:r w:rsidR="001E749D">
        <w:rPr>
          <w:lang w:val="en-GB"/>
        </w:rPr>
        <w:t xml:space="preserve">: </w:t>
      </w:r>
      <w:r w:rsidR="001E749D" w:rsidRPr="00111E70">
        <w:rPr>
          <w:lang w:val="en-GB"/>
        </w:rPr>
        <w:t>10G</w:t>
      </w:r>
      <w:r w:rsidR="001E749D">
        <w:rPr>
          <w:lang w:val="en-GB"/>
        </w:rPr>
        <w:t>bps</w:t>
      </w:r>
      <w:r w:rsidR="007E15CF">
        <w:rPr>
          <w:lang w:val="en-GB"/>
        </w:rPr>
        <w:t xml:space="preserve"> </w:t>
      </w:r>
      <w:r w:rsidR="001E749D" w:rsidRPr="00111E70">
        <w:rPr>
          <w:lang w:val="en-GB"/>
        </w:rPr>
        <w:t>/</w:t>
      </w:r>
      <w:r w:rsidR="007E15CF">
        <w:rPr>
          <w:lang w:val="en-GB"/>
        </w:rPr>
        <w:t xml:space="preserve"> </w:t>
      </w:r>
      <w:r w:rsidR="001E749D" w:rsidRPr="00111E70">
        <w:rPr>
          <w:lang w:val="en-GB"/>
        </w:rPr>
        <w:t>2.5G</w:t>
      </w:r>
      <w:r w:rsidR="001E749D">
        <w:rPr>
          <w:lang w:val="en-GB"/>
        </w:rPr>
        <w:t>bps</w:t>
      </w:r>
      <w:r w:rsidR="001E749D" w:rsidRPr="00111E70">
        <w:rPr>
          <w:lang w:val="en-GB"/>
        </w:rPr>
        <w:t xml:space="preserve"> asymmetric</w:t>
      </w:r>
    </w:p>
    <w:p w:rsidR="0089580E" w:rsidRPr="00DA5D79" w:rsidRDefault="00D81CAE" w:rsidP="00D81CAE">
      <w:pPr>
        <w:rPr>
          <w:b/>
          <w:lang w:val="en-GB"/>
        </w:rPr>
      </w:pPr>
      <w:r w:rsidRPr="00D81CAE">
        <w:rPr>
          <w:b/>
          <w:lang w:val="en-GB"/>
        </w:rPr>
        <w:t>2</w:t>
      </w:r>
      <w:r>
        <w:rPr>
          <w:lang w:val="en-GB"/>
        </w:rPr>
        <w:t xml:space="preserve"> – </w:t>
      </w:r>
      <w:r w:rsidR="001E749D">
        <w:rPr>
          <w:lang w:val="en-GB"/>
        </w:rPr>
        <w:t>Four attenuation classes</w:t>
      </w:r>
    </w:p>
    <w:p w:rsidR="001E749D" w:rsidRDefault="00D81CAE" w:rsidP="00D81CAE">
      <w:pPr>
        <w:rPr>
          <w:lang w:val="en-GB"/>
        </w:rPr>
      </w:pPr>
      <w:r w:rsidRPr="00D81CAE">
        <w:rPr>
          <w:b/>
          <w:lang w:val="en-GB"/>
        </w:rPr>
        <w:t>3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 xml:space="preserve">Wavelengths </w:t>
      </w:r>
      <w:r w:rsidR="001E749D">
        <w:rPr>
          <w:lang w:val="en-GB"/>
        </w:rPr>
        <w:t xml:space="preserve">used for the downstream: </w:t>
      </w:r>
      <w:r w:rsidR="001E749D" w:rsidRPr="00111E70">
        <w:rPr>
          <w:lang w:val="en-GB"/>
        </w:rPr>
        <w:t>1575-1580</w:t>
      </w:r>
      <w:r w:rsidR="001E749D">
        <w:rPr>
          <w:lang w:val="en-GB"/>
        </w:rPr>
        <w:t xml:space="preserve"> nm</w:t>
      </w:r>
    </w:p>
    <w:p w:rsidR="00895942" w:rsidRDefault="00D81CAE" w:rsidP="00D81CAE">
      <w:pPr>
        <w:rPr>
          <w:lang w:val="en-GB"/>
        </w:rPr>
      </w:pPr>
      <w:r w:rsidRPr="00D81CAE">
        <w:rPr>
          <w:b/>
          <w:lang w:val="en-GB"/>
        </w:rPr>
        <w:t>4</w:t>
      </w:r>
      <w:r>
        <w:rPr>
          <w:lang w:val="en-GB"/>
        </w:rPr>
        <w:t xml:space="preserve"> – </w:t>
      </w:r>
      <w:r w:rsidR="00895942" w:rsidRPr="00111E70">
        <w:rPr>
          <w:lang w:val="en-GB"/>
        </w:rPr>
        <w:t xml:space="preserve">Wavelengths </w:t>
      </w:r>
      <w:r w:rsidR="00895942">
        <w:rPr>
          <w:lang w:val="en-GB"/>
        </w:rPr>
        <w:t xml:space="preserve">used for the downstream: </w:t>
      </w:r>
      <w:r w:rsidR="00895942" w:rsidRPr="00111E70">
        <w:rPr>
          <w:lang w:val="en-GB"/>
        </w:rPr>
        <w:t>1260-1260</w:t>
      </w:r>
      <w:r w:rsidR="00895942">
        <w:rPr>
          <w:lang w:val="en-GB"/>
        </w:rPr>
        <w:t xml:space="preserve"> nm</w:t>
      </w:r>
    </w:p>
    <w:p w:rsidR="0089580E" w:rsidRDefault="00D81CAE" w:rsidP="00D81CAE">
      <w:pPr>
        <w:rPr>
          <w:lang w:val="en-GB"/>
        </w:rPr>
      </w:pPr>
      <w:r w:rsidRPr="00D81CAE">
        <w:rPr>
          <w:b/>
          <w:lang w:val="en-GB"/>
        </w:rPr>
        <w:t>5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>Physical reach</w:t>
      </w:r>
      <w:r w:rsidR="001E749D">
        <w:rPr>
          <w:lang w:val="en-GB"/>
        </w:rPr>
        <w:t>: up to 100 km</w:t>
      </w:r>
    </w:p>
    <w:p w:rsidR="001E749D" w:rsidRDefault="00D81CAE" w:rsidP="00D81CAE">
      <w:pPr>
        <w:rPr>
          <w:lang w:val="en-GB"/>
        </w:rPr>
      </w:pPr>
      <w:r w:rsidRPr="00D81CAE">
        <w:rPr>
          <w:b/>
          <w:lang w:val="en-GB"/>
        </w:rPr>
        <w:t>6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>Physical reach</w:t>
      </w:r>
      <w:r w:rsidR="001E749D">
        <w:rPr>
          <w:lang w:val="en-GB"/>
        </w:rPr>
        <w:t>: up to 20 km</w:t>
      </w:r>
      <w:r w:rsidR="00DA5D79">
        <w:rPr>
          <w:lang w:val="en-GB"/>
        </w:rPr>
        <w:t xml:space="preserve"> </w:t>
      </w:r>
      <w:r w:rsidR="004E4B9A">
        <w:rPr>
          <w:lang w:val="en-GB"/>
        </w:rPr>
        <w:t>(in future, 40 km)</w:t>
      </w:r>
    </w:p>
    <w:p w:rsidR="0089580E" w:rsidRPr="001E749D" w:rsidRDefault="00D81CAE" w:rsidP="00D81CAE">
      <w:pPr>
        <w:rPr>
          <w:lang w:val="en-GB"/>
        </w:rPr>
      </w:pPr>
      <w:r w:rsidRPr="00D81CAE">
        <w:rPr>
          <w:b/>
          <w:lang w:val="en-GB"/>
        </w:rPr>
        <w:t>7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 xml:space="preserve">Max. </w:t>
      </w:r>
      <w:proofErr w:type="gramStart"/>
      <w:r w:rsidR="001E749D" w:rsidRPr="00111E70">
        <w:rPr>
          <w:lang w:val="en-GB"/>
        </w:rPr>
        <w:t>splitting</w:t>
      </w:r>
      <w:proofErr w:type="gramEnd"/>
      <w:r w:rsidR="001E749D" w:rsidRPr="00111E70">
        <w:rPr>
          <w:lang w:val="en-GB"/>
        </w:rPr>
        <w:t xml:space="preserve"> ratio</w:t>
      </w:r>
      <w:r w:rsidR="004E4B9A">
        <w:rPr>
          <w:lang w:val="en-GB"/>
        </w:rPr>
        <w:t>: 1:64</w:t>
      </w:r>
    </w:p>
    <w:p w:rsidR="00C148FD" w:rsidRDefault="00C148FD" w:rsidP="00C148FD">
      <w:pPr>
        <w:pStyle w:val="eLineBottom"/>
        <w:rPr>
          <w:lang w:val="en-GB"/>
        </w:rPr>
      </w:pPr>
    </w:p>
    <w:p w:rsidR="00D81CAE" w:rsidRPr="0089580E" w:rsidRDefault="00D81CAE" w:rsidP="00C148FD">
      <w:pPr>
        <w:pStyle w:val="eLineBottom"/>
        <w:rPr>
          <w:lang w:val="en-GB"/>
        </w:rPr>
      </w:pPr>
    </w:p>
    <w:p w:rsidR="00D81CAE" w:rsidRDefault="00D81CAE" w:rsidP="001922A0">
      <w:pPr>
        <w:rPr>
          <w:lang w:val="en-GB"/>
        </w:rPr>
      </w:pPr>
    </w:p>
    <w:p w:rsidR="00895942" w:rsidRPr="0089580E" w:rsidRDefault="00895942" w:rsidP="00895942">
      <w:pPr>
        <w:pStyle w:val="eTask"/>
        <w:rPr>
          <w:lang w:val="en-GB"/>
        </w:rPr>
      </w:pPr>
      <w:r w:rsidRPr="00ED23DB">
        <w:rPr>
          <w:lang w:val="en-GB"/>
        </w:rPr>
        <w:t xml:space="preserve">Modify the following texts </w:t>
      </w:r>
      <w:r>
        <w:rPr>
          <w:lang w:val="en-GB"/>
        </w:rPr>
        <w:t>so that the statements are true</w:t>
      </w:r>
      <w:r w:rsidRPr="0089580E">
        <w:rPr>
          <w:lang w:val="en-GB"/>
        </w:rPr>
        <w:t>.</w:t>
      </w:r>
    </w:p>
    <w:p w:rsidR="00895942" w:rsidRPr="0089580E" w:rsidRDefault="00895942" w:rsidP="00895942">
      <w:pPr>
        <w:rPr>
          <w:lang w:val="en-GB"/>
        </w:rPr>
      </w:pPr>
    </w:p>
    <w:p w:rsidR="00895942" w:rsidRPr="004E4B9A" w:rsidRDefault="00895942" w:rsidP="00895942">
      <w:pPr>
        <w:rPr>
          <w:lang w:val="en-GB"/>
        </w:rPr>
      </w:pPr>
      <w:r w:rsidRPr="004E4B9A">
        <w:rPr>
          <w:lang w:val="en-GB"/>
        </w:rPr>
        <w:t xml:space="preserve">In Multi-mode Graded Index fibres, the index of refraction of a core is (constant / not constant); it (increases / decreases) gradually as a function of distance from the core. </w:t>
      </w:r>
    </w:p>
    <w:p w:rsidR="00895942" w:rsidRPr="004E4B9A" w:rsidRDefault="00895942" w:rsidP="00D81CAE">
      <w:pPr>
        <w:rPr>
          <w:lang w:val="en-GB"/>
        </w:rPr>
      </w:pPr>
    </w:p>
    <w:p w:rsidR="008C0801" w:rsidRPr="004E4B9A" w:rsidRDefault="008C0801" w:rsidP="00D81CAE">
      <w:pPr>
        <w:rPr>
          <w:lang w:val="en-GB"/>
        </w:rPr>
      </w:pPr>
    </w:p>
    <w:p w:rsidR="00895942" w:rsidRPr="004E4B9A" w:rsidRDefault="00895942" w:rsidP="00895942">
      <w:pPr>
        <w:rPr>
          <w:lang w:val="en-GB"/>
        </w:rPr>
      </w:pPr>
      <w:r w:rsidRPr="004E4B9A">
        <w:rPr>
          <w:lang w:val="en-GB"/>
        </w:rPr>
        <w:t xml:space="preserve">There is (refraction / reflection) on couple of layers and finally the beam is (refracted / reflected) at specific layer or at the boundary between the last core layer and the cladding. </w:t>
      </w:r>
    </w:p>
    <w:p w:rsidR="00895942" w:rsidRPr="004E4B9A" w:rsidRDefault="00895942" w:rsidP="00895942">
      <w:pPr>
        <w:rPr>
          <w:lang w:val="en-GB"/>
        </w:rPr>
      </w:pPr>
    </w:p>
    <w:p w:rsidR="008C0801" w:rsidRPr="004E4B9A" w:rsidRDefault="008C0801" w:rsidP="00895942">
      <w:pPr>
        <w:rPr>
          <w:lang w:val="en-GB"/>
        </w:rPr>
      </w:pPr>
    </w:p>
    <w:p w:rsidR="00895942" w:rsidRPr="009C18D2" w:rsidRDefault="00895942" w:rsidP="00895942">
      <w:pPr>
        <w:rPr>
          <w:lang w:val="en-GB"/>
        </w:rPr>
      </w:pPr>
      <w:r w:rsidRPr="004E4B9A">
        <w:rPr>
          <w:lang w:val="en-GB"/>
        </w:rPr>
        <w:t>The mode propagating along axis of symmetry has the (shortest / longest) trajectory, but its speed is (fast / slow), because the centre of a core is a (low-index / high-index) material, whereas beams propagating along (shorter / longer) trajectories are gradually getting to the (low-index / high-index), “fast” material.</w:t>
      </w:r>
    </w:p>
    <w:p w:rsidR="00E57B99" w:rsidRDefault="00E57B99" w:rsidP="001922A0">
      <w:pPr>
        <w:rPr>
          <w:lang w:val="en-GB"/>
        </w:rPr>
      </w:pPr>
    </w:p>
    <w:p w:rsidR="00E57B99" w:rsidRPr="0089580E" w:rsidRDefault="00E57B99" w:rsidP="001922A0">
      <w:pPr>
        <w:rPr>
          <w:lang w:val="en-GB"/>
        </w:rPr>
      </w:pPr>
    </w:p>
    <w:p w:rsidR="00D81CAE" w:rsidRDefault="00D81CAE">
      <w:pPr>
        <w:rPr>
          <w:b/>
          <w:lang w:val="en-GB"/>
        </w:rPr>
      </w:pPr>
      <w:r>
        <w:rPr>
          <w:lang w:val="en-GB"/>
        </w:rPr>
        <w:br w:type="page"/>
      </w:r>
    </w:p>
    <w:p w:rsidR="001922A0" w:rsidRPr="0089580E" w:rsidRDefault="00C15D14" w:rsidP="00C15D14">
      <w:pPr>
        <w:pStyle w:val="eTask"/>
        <w:rPr>
          <w:lang w:val="en-GB"/>
        </w:rPr>
      </w:pPr>
      <w:r w:rsidRPr="00C15D14">
        <w:rPr>
          <w:lang w:val="en-GB"/>
        </w:rPr>
        <w:lastRenderedPageBreak/>
        <w:t>Assign the terms from the left column to the corresponding definitions on the right</w:t>
      </w:r>
      <w:r>
        <w:rPr>
          <w:lang w:val="en-GB"/>
        </w:rPr>
        <w:t>.</w:t>
      </w:r>
    </w:p>
    <w:p w:rsidR="0089580E" w:rsidRDefault="0089580E" w:rsidP="00D81CAE">
      <w:pPr>
        <w:rPr>
          <w:lang w:val="en-GB"/>
        </w:rPr>
      </w:pPr>
    </w:p>
    <w:p w:rsidR="00D81CAE" w:rsidRDefault="00D81CAE" w:rsidP="00D81CAE">
      <w:pPr>
        <w:rPr>
          <w:lang w:val="en-GB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1701"/>
        <w:gridCol w:w="4644"/>
      </w:tblGrid>
      <w:tr w:rsidR="00D81CAE" w:rsidTr="00D81CAE"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 w:rsidRPr="008E504B">
              <w:rPr>
                <w:lang w:val="en-GB"/>
              </w:rPr>
              <w:t>Material dispersion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  <w:r w:rsidRPr="008E504B">
              <w:rPr>
                <w:lang w:val="en-GB"/>
              </w:rPr>
              <w:t xml:space="preserve">The change of mode shape at certain distance and is strictly associated with the </w:t>
            </w:r>
            <w:r>
              <w:rPr>
                <w:lang w:val="en-GB"/>
              </w:rPr>
              <w:t>fibre</w:t>
            </w:r>
            <w:r w:rsidRPr="008E504B">
              <w:rPr>
                <w:lang w:val="en-GB"/>
              </w:rPr>
              <w:t xml:space="preserve"> geometry, which causes the change of group velocity (the shape of the whole pulse “envelope”) as a function of wavelength</w:t>
            </w:r>
          </w:p>
        </w:tc>
      </w:tr>
      <w:tr w:rsidR="00D81CA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</w:p>
        </w:tc>
      </w:tr>
      <w:tr w:rsidR="00D81CAE" w:rsidTr="00D81CAE">
        <w:trPr>
          <w:trHeight w:val="1406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 w:rsidRPr="008E504B">
              <w:rPr>
                <w:lang w:val="en-GB"/>
              </w:rPr>
              <w:t>Waveguide dispersion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  <w:r w:rsidRPr="008E504B">
              <w:rPr>
                <w:lang w:val="en-GB"/>
              </w:rPr>
              <w:t>Each mode passes through the fibre to its output along different trajectory, Particular beams (modes) reach the fibre end at different time instants</w:t>
            </w:r>
          </w:p>
        </w:tc>
      </w:tr>
      <w:tr w:rsidR="00D81CA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</w:p>
        </w:tc>
      </w:tr>
      <w:tr w:rsidR="00D81CAE" w:rsidTr="00D81CAE">
        <w:trPr>
          <w:trHeight w:val="1402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 w:rsidRPr="008E504B">
              <w:rPr>
                <w:lang w:val="en-GB"/>
              </w:rPr>
              <w:t>Modal dispersion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 xml:space="preserve">Originates </w:t>
            </w:r>
            <w:r w:rsidRPr="00EA64CF">
              <w:rPr>
                <w:lang w:val="en-GB"/>
              </w:rPr>
              <w:t>because of different refractive index for “x” axis and “y” axis. There is so-called fast axis and slow axis</w:t>
            </w:r>
            <w:r>
              <w:rPr>
                <w:lang w:val="en-GB"/>
              </w:rPr>
              <w:t>, each reaching fibre end at different time instant</w:t>
            </w:r>
          </w:p>
        </w:tc>
      </w:tr>
      <w:tr w:rsidR="00D81CA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</w:p>
        </w:tc>
      </w:tr>
      <w:tr w:rsidR="00D81CAE" w:rsidTr="00D81CAE">
        <w:tc>
          <w:tcPr>
            <w:tcW w:w="2517" w:type="dxa"/>
            <w:tcBorders>
              <w:righ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Polarization mode </w:t>
            </w:r>
            <w:r w:rsidRPr="008E504B">
              <w:rPr>
                <w:lang w:val="en-GB"/>
              </w:rPr>
              <w:t>dispersion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  <w:r w:rsidRPr="008E504B">
              <w:rPr>
                <w:lang w:val="en-GB"/>
              </w:rPr>
              <w:t>I</w:t>
            </w:r>
            <w:r>
              <w:rPr>
                <w:lang w:val="en-GB"/>
              </w:rPr>
              <w:t>t i</w:t>
            </w:r>
            <w:r w:rsidRPr="008E504B">
              <w:rPr>
                <w:lang w:val="en-GB"/>
              </w:rPr>
              <w:t>s due to the bandwidth of a laser source. Each frequency component (each colour) is then propagated at different phase velocity and reaches the end of a fibre at different time instant</w:t>
            </w:r>
          </w:p>
        </w:tc>
      </w:tr>
    </w:tbl>
    <w:p w:rsidR="00D81CAE" w:rsidRDefault="00D81CAE" w:rsidP="00882BE0">
      <w:pPr>
        <w:pStyle w:val="eCheckBoxText"/>
        <w:rPr>
          <w:lang w:val="en-GB"/>
        </w:rPr>
      </w:pPr>
    </w:p>
    <w:p w:rsidR="00223478" w:rsidRPr="00D81CAE" w:rsidRDefault="00223478" w:rsidP="00D81CAE">
      <w:pPr>
        <w:rPr>
          <w:szCs w:val="20"/>
          <w:lang w:val="en-GB"/>
        </w:rPr>
      </w:pPr>
    </w:p>
    <w:sectPr w:rsidR="00223478" w:rsidRPr="00D81CAE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BCA" w:rsidRDefault="00AA7BCA" w:rsidP="00861A1A">
      <w:r>
        <w:separator/>
      </w:r>
    </w:p>
  </w:endnote>
  <w:endnote w:type="continuationSeparator" w:id="0">
    <w:p w:rsidR="00AA7BCA" w:rsidRDefault="00AA7BC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B22E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BCA" w:rsidRDefault="00AA7BCA" w:rsidP="00861A1A">
      <w:r>
        <w:separator/>
      </w:r>
    </w:p>
  </w:footnote>
  <w:footnote w:type="continuationSeparator" w:id="0">
    <w:p w:rsidR="00AA7BCA" w:rsidRDefault="00AA7BC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CF78E5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81CAE">
      <w:rPr>
        <w:rFonts w:ascii="Calibri" w:hAnsi="Calibri"/>
        <w:smallCaps/>
        <w:noProof/>
        <w:sz w:val="20"/>
        <w:szCs w:val="20"/>
        <w:lang w:val="en-US"/>
      </w:rPr>
      <w:t>OPTICAL SYSTEMS AND NETWORKS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A0508F96"/>
    <w:lvl w:ilvl="0" w:tplc="F6D85D6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3227"/>
    <w:rsid w:val="000B73E8"/>
    <w:rsid w:val="000C21F8"/>
    <w:rsid w:val="000C6B3A"/>
    <w:rsid w:val="000D6223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03F1"/>
    <w:rsid w:val="001E204B"/>
    <w:rsid w:val="001E749D"/>
    <w:rsid w:val="001F6290"/>
    <w:rsid w:val="00213F2C"/>
    <w:rsid w:val="002202A3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361"/>
    <w:rsid w:val="00417ED2"/>
    <w:rsid w:val="0046567F"/>
    <w:rsid w:val="00472203"/>
    <w:rsid w:val="00475954"/>
    <w:rsid w:val="00492966"/>
    <w:rsid w:val="004A01E5"/>
    <w:rsid w:val="004A7B44"/>
    <w:rsid w:val="004C0E36"/>
    <w:rsid w:val="004E4B9A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27D93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B4EFF"/>
    <w:rsid w:val="006B5D59"/>
    <w:rsid w:val="006C40DA"/>
    <w:rsid w:val="006D39B2"/>
    <w:rsid w:val="006D3F30"/>
    <w:rsid w:val="006D50FA"/>
    <w:rsid w:val="006F0D5B"/>
    <w:rsid w:val="006F787A"/>
    <w:rsid w:val="00710301"/>
    <w:rsid w:val="0073574D"/>
    <w:rsid w:val="007460F9"/>
    <w:rsid w:val="00757A3B"/>
    <w:rsid w:val="0076745A"/>
    <w:rsid w:val="007704E0"/>
    <w:rsid w:val="007738BD"/>
    <w:rsid w:val="007837ED"/>
    <w:rsid w:val="00783F71"/>
    <w:rsid w:val="00790D07"/>
    <w:rsid w:val="007C0FDD"/>
    <w:rsid w:val="007C308E"/>
    <w:rsid w:val="007C5B85"/>
    <w:rsid w:val="007E15CF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95942"/>
    <w:rsid w:val="008A3619"/>
    <w:rsid w:val="008B05F5"/>
    <w:rsid w:val="008B6CCD"/>
    <w:rsid w:val="008C0801"/>
    <w:rsid w:val="008C64E0"/>
    <w:rsid w:val="008D38F1"/>
    <w:rsid w:val="008E504B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18D2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A7BCA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46B55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4286"/>
    <w:rsid w:val="00BE6648"/>
    <w:rsid w:val="00BF5E09"/>
    <w:rsid w:val="00BF6970"/>
    <w:rsid w:val="00C00C18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CF78E5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1CAE"/>
    <w:rsid w:val="00DA18A6"/>
    <w:rsid w:val="00DA1F5C"/>
    <w:rsid w:val="00DA24E3"/>
    <w:rsid w:val="00DA5D79"/>
    <w:rsid w:val="00DB2F24"/>
    <w:rsid w:val="00DB674B"/>
    <w:rsid w:val="00DC1DC7"/>
    <w:rsid w:val="00DD085D"/>
    <w:rsid w:val="00DD34CF"/>
    <w:rsid w:val="00DD6149"/>
    <w:rsid w:val="00DE3767"/>
    <w:rsid w:val="00DE6C0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7B99"/>
    <w:rsid w:val="00E65738"/>
    <w:rsid w:val="00E8518C"/>
    <w:rsid w:val="00E879F9"/>
    <w:rsid w:val="00E90BD9"/>
    <w:rsid w:val="00EA1BDF"/>
    <w:rsid w:val="00EA64CF"/>
    <w:rsid w:val="00EB6B74"/>
    <w:rsid w:val="00EB6E4B"/>
    <w:rsid w:val="00EC77B0"/>
    <w:rsid w:val="00ED23DB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877A3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F7EB2AF-55B6-4004-B7B7-636803E35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9580E"/>
    <w:pPr>
      <w:ind w:left="720"/>
      <w:contextualSpacing/>
    </w:p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customStyle="1" w:styleId="eAbbreviationMeaning">
    <w:name w:val="eAbbreviationMeaning"/>
    <w:rsid w:val="008E504B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9C18D2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9C18D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C589-325B-442A-959F-DCC46B5E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3</cp:revision>
  <cp:lastPrinted>2013-05-24T14:00:00Z</cp:lastPrinted>
  <dcterms:created xsi:type="dcterms:W3CDTF">2015-07-31T13:50:00Z</dcterms:created>
  <dcterms:modified xsi:type="dcterms:W3CDTF">2017-09-27T11:47:00Z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