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70" w:rsidRPr="006C6AE6" w:rsidRDefault="00142570" w:rsidP="00142570">
      <w:pPr>
        <w:pStyle w:val="eTask"/>
        <w:rPr>
          <w:lang w:val="en-US"/>
        </w:rPr>
      </w:pPr>
      <w:r w:rsidRPr="006C6AE6">
        <w:rPr>
          <w:lang w:val="en-US"/>
        </w:rPr>
        <w:t>Assign the correct definition, and write in degree of intelligence of automated homes.</w:t>
      </w:r>
    </w:p>
    <w:p w:rsidR="00142570" w:rsidRPr="006C6AE6" w:rsidRDefault="00142570" w:rsidP="00C85CAC">
      <w:pPr>
        <w:rPr>
          <w:lang w:val="en-US"/>
        </w:rPr>
      </w:pPr>
    </w:p>
    <w:tbl>
      <w:tblPr>
        <w:tblStyle w:val="Mkatabulky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408"/>
        <w:gridCol w:w="1389"/>
        <w:gridCol w:w="1275"/>
      </w:tblGrid>
      <w:tr w:rsidR="00142570" w:rsidRPr="006C6AE6" w:rsidTr="00C85CAC">
        <w:tc>
          <w:tcPr>
            <w:tcW w:w="6408" w:type="dxa"/>
            <w:vAlign w:val="center"/>
          </w:tcPr>
          <w:p w:rsidR="00142570" w:rsidRPr="006C6AE6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en-US"/>
              </w:rPr>
            </w:pPr>
            <w:r w:rsidRPr="006C6AE6">
              <w:rPr>
                <w:lang w:val="en-US"/>
              </w:rPr>
              <w:t>Name</w:t>
            </w:r>
          </w:p>
        </w:tc>
        <w:tc>
          <w:tcPr>
            <w:tcW w:w="1389" w:type="dxa"/>
          </w:tcPr>
          <w:p w:rsidR="00142570" w:rsidRPr="006C6AE6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n-US"/>
              </w:rPr>
            </w:pPr>
            <w:r w:rsidRPr="006C6AE6">
              <w:rPr>
                <w:lang w:val="en-US"/>
              </w:rPr>
              <w:t>Degree of intelligence</w:t>
            </w:r>
          </w:p>
        </w:tc>
        <w:tc>
          <w:tcPr>
            <w:tcW w:w="1275" w:type="dxa"/>
            <w:vAlign w:val="center"/>
          </w:tcPr>
          <w:p w:rsidR="00142570" w:rsidRPr="006C6AE6" w:rsidRDefault="00142570" w:rsidP="00C85CA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n-US"/>
              </w:rPr>
            </w:pPr>
            <w:r w:rsidRPr="006C6AE6">
              <w:rPr>
                <w:lang w:val="en-US"/>
              </w:rPr>
              <w:t>Definition</w:t>
            </w:r>
          </w:p>
        </w:tc>
      </w:tr>
      <w:tr w:rsidR="006B4752" w:rsidRPr="006C6AE6" w:rsidTr="006B4752">
        <w:tc>
          <w:tcPr>
            <w:tcW w:w="6408" w:type="dxa"/>
          </w:tcPr>
          <w:p w:rsidR="006B4752" w:rsidRPr="006C6AE6" w:rsidRDefault="006B4752" w:rsidP="006B4752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en-US"/>
              </w:rPr>
            </w:pPr>
            <w:r w:rsidRPr="006C6AE6">
              <w:rPr>
                <w:lang w:val="en-US"/>
              </w:rPr>
              <w:t>Connected home</w:t>
            </w:r>
          </w:p>
        </w:tc>
        <w:tc>
          <w:tcPr>
            <w:tcW w:w="1389" w:type="dxa"/>
            <w:vAlign w:val="center"/>
          </w:tcPr>
          <w:p w:rsidR="006B4752" w:rsidRPr="00DE54F0" w:rsidRDefault="006B4752" w:rsidP="006B4752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n-US"/>
              </w:rPr>
            </w:pPr>
            <w:r w:rsidRPr="00DE54F0">
              <w:rPr>
                <w:color w:val="FF0000"/>
                <w:lang w:val="en-US"/>
              </w:rPr>
              <w:t>3</w:t>
            </w:r>
          </w:p>
        </w:tc>
        <w:tc>
          <w:tcPr>
            <w:tcW w:w="1275" w:type="dxa"/>
            <w:vAlign w:val="center"/>
          </w:tcPr>
          <w:p w:rsidR="006B4752" w:rsidRPr="00DE54F0" w:rsidRDefault="006B4752" w:rsidP="006B4752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n-US"/>
              </w:rPr>
            </w:pPr>
            <w:r w:rsidRPr="00DE54F0">
              <w:rPr>
                <w:color w:val="FF0000"/>
                <w:lang w:val="en-US"/>
              </w:rPr>
              <w:t>E</w:t>
            </w:r>
          </w:p>
        </w:tc>
      </w:tr>
      <w:tr w:rsidR="006B4752" w:rsidRPr="006C6AE6" w:rsidTr="006B4752">
        <w:tc>
          <w:tcPr>
            <w:tcW w:w="6408" w:type="dxa"/>
          </w:tcPr>
          <w:p w:rsidR="006B4752" w:rsidRPr="006C6AE6" w:rsidRDefault="006B4752" w:rsidP="006B4752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en-US"/>
              </w:rPr>
            </w:pPr>
            <w:r w:rsidRPr="006C6AE6">
              <w:rPr>
                <w:lang w:val="en-US"/>
              </w:rPr>
              <w:t>Containing intelligent devices and systems</w:t>
            </w:r>
          </w:p>
        </w:tc>
        <w:tc>
          <w:tcPr>
            <w:tcW w:w="1389" w:type="dxa"/>
            <w:vAlign w:val="center"/>
          </w:tcPr>
          <w:p w:rsidR="006B4752" w:rsidRPr="00DE54F0" w:rsidRDefault="006B4752" w:rsidP="006B4752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n-US"/>
              </w:rPr>
            </w:pPr>
            <w:r w:rsidRPr="00DE54F0">
              <w:rPr>
                <w:color w:val="FF0000"/>
                <w:lang w:val="en-US"/>
              </w:rPr>
              <w:t>2</w:t>
            </w:r>
          </w:p>
        </w:tc>
        <w:tc>
          <w:tcPr>
            <w:tcW w:w="1275" w:type="dxa"/>
            <w:vAlign w:val="center"/>
          </w:tcPr>
          <w:p w:rsidR="006B4752" w:rsidRPr="00DE54F0" w:rsidRDefault="006B4752" w:rsidP="006B4752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n-US"/>
              </w:rPr>
            </w:pPr>
            <w:r w:rsidRPr="00DE54F0">
              <w:rPr>
                <w:color w:val="FF0000"/>
                <w:lang w:val="en-US"/>
              </w:rPr>
              <w:t>D</w:t>
            </w:r>
          </w:p>
        </w:tc>
      </w:tr>
      <w:tr w:rsidR="006B4752" w:rsidRPr="006C6AE6" w:rsidTr="006B4752">
        <w:tc>
          <w:tcPr>
            <w:tcW w:w="6408" w:type="dxa"/>
          </w:tcPr>
          <w:p w:rsidR="006B4752" w:rsidRPr="006C6AE6" w:rsidRDefault="006B4752" w:rsidP="006B4752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en-US"/>
              </w:rPr>
            </w:pPr>
            <w:r w:rsidRPr="006C6AE6">
              <w:rPr>
                <w:lang w:val="en-US"/>
              </w:rPr>
              <w:t>Self-learning home</w:t>
            </w:r>
          </w:p>
        </w:tc>
        <w:tc>
          <w:tcPr>
            <w:tcW w:w="1389" w:type="dxa"/>
            <w:vAlign w:val="center"/>
          </w:tcPr>
          <w:p w:rsidR="006B4752" w:rsidRPr="00DE54F0" w:rsidRDefault="006B4752" w:rsidP="006B4752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n-US"/>
              </w:rPr>
            </w:pPr>
            <w:r w:rsidRPr="00DE54F0">
              <w:rPr>
                <w:color w:val="FF0000"/>
                <w:lang w:val="en-US"/>
              </w:rPr>
              <w:t>4</w:t>
            </w:r>
          </w:p>
        </w:tc>
        <w:tc>
          <w:tcPr>
            <w:tcW w:w="1275" w:type="dxa"/>
            <w:vAlign w:val="center"/>
          </w:tcPr>
          <w:p w:rsidR="006B4752" w:rsidRPr="00DE54F0" w:rsidRDefault="006B4752" w:rsidP="006B4752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n-US"/>
              </w:rPr>
            </w:pPr>
            <w:r w:rsidRPr="00DE54F0">
              <w:rPr>
                <w:color w:val="FF0000"/>
                <w:lang w:val="en-US"/>
              </w:rPr>
              <w:t>C</w:t>
            </w:r>
          </w:p>
        </w:tc>
      </w:tr>
      <w:tr w:rsidR="006B4752" w:rsidRPr="006C6AE6" w:rsidTr="006B4752">
        <w:tc>
          <w:tcPr>
            <w:tcW w:w="6408" w:type="dxa"/>
          </w:tcPr>
          <w:p w:rsidR="006B4752" w:rsidRPr="006C6AE6" w:rsidRDefault="006B4752" w:rsidP="006B4752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en-US"/>
              </w:rPr>
            </w:pPr>
            <w:r w:rsidRPr="006C6AE6">
              <w:rPr>
                <w:lang w:val="en-US"/>
              </w:rPr>
              <w:t>Containing intelligent communications equipment and systems</w:t>
            </w:r>
          </w:p>
        </w:tc>
        <w:tc>
          <w:tcPr>
            <w:tcW w:w="1389" w:type="dxa"/>
            <w:vAlign w:val="center"/>
          </w:tcPr>
          <w:p w:rsidR="006B4752" w:rsidRPr="00DE54F0" w:rsidRDefault="006B4752" w:rsidP="006B4752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n-US"/>
              </w:rPr>
            </w:pPr>
            <w:r w:rsidRPr="00DE54F0">
              <w:rPr>
                <w:color w:val="FF0000"/>
                <w:lang w:val="en-US"/>
              </w:rPr>
              <w:t>1</w:t>
            </w:r>
          </w:p>
        </w:tc>
        <w:tc>
          <w:tcPr>
            <w:tcW w:w="1275" w:type="dxa"/>
            <w:vAlign w:val="center"/>
          </w:tcPr>
          <w:p w:rsidR="006B4752" w:rsidRPr="00DE54F0" w:rsidRDefault="006B4752" w:rsidP="006B4752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n-US"/>
              </w:rPr>
            </w:pPr>
            <w:r w:rsidRPr="00DE54F0">
              <w:rPr>
                <w:color w:val="FF0000"/>
                <w:lang w:val="en-US"/>
              </w:rPr>
              <w:t>A</w:t>
            </w:r>
          </w:p>
        </w:tc>
      </w:tr>
      <w:tr w:rsidR="006B4752" w:rsidRPr="006C6AE6" w:rsidTr="006B4752">
        <w:tc>
          <w:tcPr>
            <w:tcW w:w="6408" w:type="dxa"/>
          </w:tcPr>
          <w:p w:rsidR="006B4752" w:rsidRPr="006C6AE6" w:rsidRDefault="006B4752" w:rsidP="006B4752">
            <w:pPr>
              <w:pStyle w:val="eTask"/>
              <w:numPr>
                <w:ilvl w:val="0"/>
                <w:numId w:val="0"/>
              </w:numPr>
              <w:spacing w:before="60" w:after="60"/>
              <w:rPr>
                <w:lang w:val="en-US"/>
              </w:rPr>
            </w:pPr>
            <w:r w:rsidRPr="006C6AE6">
              <w:rPr>
                <w:lang w:val="en-US"/>
              </w:rPr>
              <w:t>Attentive home</w:t>
            </w:r>
          </w:p>
        </w:tc>
        <w:tc>
          <w:tcPr>
            <w:tcW w:w="1389" w:type="dxa"/>
            <w:vAlign w:val="center"/>
          </w:tcPr>
          <w:p w:rsidR="006B4752" w:rsidRPr="00DE54F0" w:rsidRDefault="006B4752" w:rsidP="006B4752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n-US"/>
              </w:rPr>
            </w:pPr>
            <w:r w:rsidRPr="00DE54F0">
              <w:rPr>
                <w:color w:val="FF0000"/>
                <w:lang w:val="en-US"/>
              </w:rPr>
              <w:t>5</w:t>
            </w:r>
          </w:p>
        </w:tc>
        <w:tc>
          <w:tcPr>
            <w:tcW w:w="1275" w:type="dxa"/>
            <w:vAlign w:val="center"/>
          </w:tcPr>
          <w:p w:rsidR="006B4752" w:rsidRPr="00DE54F0" w:rsidRDefault="006B4752" w:rsidP="006B4752">
            <w:pPr>
              <w:pStyle w:val="eTask"/>
              <w:numPr>
                <w:ilvl w:val="0"/>
                <w:numId w:val="0"/>
              </w:numPr>
              <w:jc w:val="center"/>
              <w:rPr>
                <w:color w:val="FF0000"/>
                <w:lang w:val="en-US"/>
              </w:rPr>
            </w:pPr>
            <w:r w:rsidRPr="00DE54F0">
              <w:rPr>
                <w:color w:val="FF0000"/>
                <w:lang w:val="en-US"/>
              </w:rPr>
              <w:t>B</w:t>
            </w:r>
          </w:p>
        </w:tc>
      </w:tr>
    </w:tbl>
    <w:p w:rsidR="00142570" w:rsidRPr="006C6AE6" w:rsidRDefault="00142570" w:rsidP="00C85CAC">
      <w:pPr>
        <w:rPr>
          <w:lang w:val="en-US"/>
        </w:rPr>
      </w:pPr>
    </w:p>
    <w:p w:rsidR="00142570" w:rsidRPr="006C6AE6" w:rsidRDefault="00142570" w:rsidP="00C85CAC">
      <w:pPr>
        <w:spacing w:before="120"/>
        <w:ind w:left="425" w:hanging="425"/>
        <w:rPr>
          <w:lang w:val="en-US"/>
        </w:rPr>
      </w:pPr>
      <w:r w:rsidRPr="006C6AE6">
        <w:rPr>
          <w:b/>
          <w:lang w:val="en-US"/>
        </w:rPr>
        <w:t>A</w:t>
      </w:r>
      <w:r w:rsidRPr="006C6AE6">
        <w:rPr>
          <w:lang w:val="en-US"/>
        </w:rPr>
        <w:t xml:space="preserve"> </w:t>
      </w:r>
      <w:r w:rsidR="00C85CAC" w:rsidRPr="006C6AE6">
        <w:rPr>
          <w:lang w:val="en-US"/>
        </w:rPr>
        <w:t>–</w:t>
      </w:r>
      <w:r w:rsidRPr="006C6AE6">
        <w:rPr>
          <w:lang w:val="en-US"/>
        </w:rPr>
        <w:t xml:space="preserve"> House includes separate functional intelligent devices and systems operating independently of the other</w:t>
      </w:r>
    </w:p>
    <w:p w:rsidR="00142570" w:rsidRPr="006C6AE6" w:rsidRDefault="00142570" w:rsidP="00C85CAC">
      <w:pPr>
        <w:spacing w:before="120"/>
        <w:ind w:left="425" w:hanging="425"/>
        <w:rPr>
          <w:lang w:val="en-US"/>
        </w:rPr>
      </w:pPr>
      <w:r w:rsidRPr="006C6AE6">
        <w:rPr>
          <w:b/>
          <w:lang w:val="en-US"/>
        </w:rPr>
        <w:t>B</w:t>
      </w:r>
      <w:r w:rsidRPr="006C6AE6">
        <w:rPr>
          <w:lang w:val="en-US"/>
        </w:rPr>
        <w:t xml:space="preserve"> </w:t>
      </w:r>
      <w:r w:rsidR="00C85CAC" w:rsidRPr="006C6AE6">
        <w:rPr>
          <w:lang w:val="en-US"/>
        </w:rPr>
        <w:t>–</w:t>
      </w:r>
      <w:r w:rsidRPr="006C6AE6">
        <w:rPr>
          <w:lang w:val="en-US"/>
        </w:rPr>
        <w:t xml:space="preserve"> Activity and immediate location of people and objects in the house are continually evaluated and technology is automatically controlled by anticipation</w:t>
      </w:r>
    </w:p>
    <w:p w:rsidR="00142570" w:rsidRPr="006C6AE6" w:rsidRDefault="00142570" w:rsidP="00C85CAC">
      <w:pPr>
        <w:spacing w:before="120"/>
        <w:ind w:left="425" w:hanging="425"/>
        <w:rPr>
          <w:lang w:val="en-US"/>
        </w:rPr>
      </w:pPr>
      <w:r w:rsidRPr="006C6AE6">
        <w:rPr>
          <w:b/>
          <w:lang w:val="en-US" w:eastAsia="sk-SK"/>
        </w:rPr>
        <w:t>C</w:t>
      </w:r>
      <w:r w:rsidRPr="006C6AE6">
        <w:rPr>
          <w:lang w:val="en-US" w:eastAsia="sk-SK"/>
        </w:rPr>
        <w:t xml:space="preserve"> </w:t>
      </w:r>
      <w:r w:rsidR="00C85CAC" w:rsidRPr="006C6AE6">
        <w:rPr>
          <w:lang w:val="en-US"/>
        </w:rPr>
        <w:t>–</w:t>
      </w:r>
      <w:r w:rsidRPr="006C6AE6">
        <w:rPr>
          <w:lang w:val="en-US"/>
        </w:rPr>
        <w:t xml:space="preserve"> It records the activities in the house and the obtained data are used for automatic control according to the anticipated needs of users</w:t>
      </w:r>
    </w:p>
    <w:p w:rsidR="00142570" w:rsidRPr="006C6AE6" w:rsidRDefault="00142570" w:rsidP="00C85CAC">
      <w:pPr>
        <w:spacing w:before="120"/>
        <w:ind w:left="425" w:hanging="425"/>
        <w:rPr>
          <w:lang w:val="en-US"/>
        </w:rPr>
      </w:pPr>
      <w:r w:rsidRPr="006C6AE6">
        <w:rPr>
          <w:b/>
          <w:lang w:val="en-US"/>
        </w:rPr>
        <w:t>D</w:t>
      </w:r>
      <w:r w:rsidRPr="006C6AE6">
        <w:rPr>
          <w:lang w:val="en-US"/>
        </w:rPr>
        <w:t xml:space="preserve"> </w:t>
      </w:r>
      <w:r w:rsidR="00C85CAC" w:rsidRPr="006C6AE6">
        <w:rPr>
          <w:lang w:val="en-US"/>
        </w:rPr>
        <w:t xml:space="preserve">– </w:t>
      </w:r>
      <w:r w:rsidRPr="006C6AE6">
        <w:rPr>
          <w:lang w:val="en-US"/>
        </w:rPr>
        <w:t>It includes equipment and systems that ensure the information exchange between equipment of the installation</w:t>
      </w:r>
    </w:p>
    <w:p w:rsidR="00142570" w:rsidRPr="006C6AE6" w:rsidRDefault="00142570" w:rsidP="00C85CAC">
      <w:pPr>
        <w:spacing w:before="120"/>
        <w:ind w:left="425" w:hanging="425"/>
        <w:rPr>
          <w:lang w:val="en-US"/>
        </w:rPr>
      </w:pPr>
      <w:r w:rsidRPr="006C6AE6">
        <w:rPr>
          <w:b/>
          <w:lang w:val="en-US"/>
        </w:rPr>
        <w:t>E</w:t>
      </w:r>
      <w:r w:rsidRPr="006C6AE6">
        <w:rPr>
          <w:lang w:val="en-US"/>
        </w:rPr>
        <w:t xml:space="preserve"> </w:t>
      </w:r>
      <w:r w:rsidR="00C85CAC" w:rsidRPr="006C6AE6">
        <w:rPr>
          <w:lang w:val="en-US"/>
        </w:rPr>
        <w:t>–</w:t>
      </w:r>
      <w:r w:rsidRPr="006C6AE6">
        <w:rPr>
          <w:lang w:val="en-US"/>
        </w:rPr>
        <w:t xml:space="preserve"> The house is connected by means of internal and external communication network, it allows remote controlling of the system. </w:t>
      </w:r>
    </w:p>
    <w:p w:rsidR="00142570" w:rsidRPr="006C6AE6" w:rsidRDefault="00142570" w:rsidP="00142570">
      <w:pPr>
        <w:pStyle w:val="eLineBottom"/>
        <w:rPr>
          <w:lang w:val="en-US"/>
        </w:rPr>
      </w:pPr>
    </w:p>
    <w:p w:rsidR="00142570" w:rsidRPr="006C6AE6" w:rsidRDefault="00142570" w:rsidP="00142570">
      <w:pPr>
        <w:rPr>
          <w:lang w:val="en-US"/>
        </w:rPr>
      </w:pPr>
    </w:p>
    <w:p w:rsidR="00142570" w:rsidRPr="006C6AE6" w:rsidRDefault="00142570" w:rsidP="00142570">
      <w:pPr>
        <w:pStyle w:val="eTask"/>
        <w:rPr>
          <w:lang w:val="en-US"/>
        </w:rPr>
      </w:pPr>
      <w:r w:rsidRPr="006C6AE6">
        <w:rPr>
          <w:lang w:val="en-US"/>
        </w:rPr>
        <w:t>Mark components monitoring events in the system and any changes in the system indicate to a bus.</w:t>
      </w:r>
    </w:p>
    <w:p w:rsidR="00142570" w:rsidRPr="006C6AE6" w:rsidRDefault="006B4752" w:rsidP="006C6AE6">
      <w:pPr>
        <w:pStyle w:val="eCheckBoxText"/>
        <w:rPr>
          <w:lang w:val="en-US"/>
        </w:rPr>
      </w:pPr>
      <w:r w:rsidRPr="006B4752">
        <w:rPr>
          <w:rStyle w:val="eCheckBoxSquareChar"/>
          <w:b/>
          <w:color w:val="FF0000"/>
          <w:lang w:val="en-US"/>
        </w:rPr>
        <w:t>x</w:t>
      </w:r>
      <w:r w:rsidR="00142570" w:rsidRPr="006C6AE6">
        <w:rPr>
          <w:rStyle w:val="eCheckBoxSquareChar"/>
          <w:lang w:val="en-US"/>
        </w:rPr>
        <w:t xml:space="preserve"> </w:t>
      </w:r>
      <w:r w:rsidR="00142570" w:rsidRPr="00453F19">
        <w:rPr>
          <w:b/>
          <w:color w:val="FF0000"/>
          <w:lang w:val="en-US"/>
        </w:rPr>
        <w:t>Sensors</w:t>
      </w:r>
      <w:r w:rsidR="00142570" w:rsidRPr="00453F19">
        <w:rPr>
          <w:color w:val="FF0000"/>
          <w:lang w:val="en-US"/>
        </w:rPr>
        <w:t xml:space="preserve"> </w:t>
      </w:r>
    </w:p>
    <w:p w:rsidR="00142570" w:rsidRPr="006C6AE6" w:rsidRDefault="00142570" w:rsidP="006C6AE6">
      <w:pPr>
        <w:pStyle w:val="eCheckBoxText"/>
        <w:rPr>
          <w:lang w:val="en-US"/>
        </w:rPr>
      </w:pPr>
      <w:r w:rsidRPr="006C6AE6">
        <w:rPr>
          <w:rStyle w:val="eCheckBoxSquareChar"/>
          <w:lang w:val="en-US"/>
        </w:rPr>
        <w:t xml:space="preserve">□ </w:t>
      </w:r>
      <w:r w:rsidRPr="006C6AE6">
        <w:rPr>
          <w:lang w:val="en-US"/>
        </w:rPr>
        <w:t>System components</w:t>
      </w:r>
    </w:p>
    <w:p w:rsidR="00142570" w:rsidRPr="006C6AE6" w:rsidRDefault="00142570" w:rsidP="00142570">
      <w:pPr>
        <w:pStyle w:val="eLineBottom"/>
        <w:rPr>
          <w:rStyle w:val="eCheckBoxTextChar"/>
          <w:lang w:val="en-US"/>
        </w:rPr>
      </w:pPr>
      <w:r w:rsidRPr="006C6AE6">
        <w:rPr>
          <w:rStyle w:val="eCheckBoxSquareChar"/>
          <w:lang w:val="en-US"/>
        </w:rPr>
        <w:t xml:space="preserve">□ </w:t>
      </w:r>
      <w:r w:rsidRPr="006C6AE6">
        <w:rPr>
          <w:rStyle w:val="eCheckBoxTextChar"/>
          <w:lang w:val="en-US"/>
        </w:rPr>
        <w:t>System device</w:t>
      </w:r>
    </w:p>
    <w:p w:rsidR="00142570" w:rsidRPr="006C6AE6" w:rsidRDefault="00142570" w:rsidP="00142570">
      <w:pPr>
        <w:pStyle w:val="eLineBottom"/>
        <w:rPr>
          <w:rStyle w:val="eCheckBoxTextChar"/>
          <w:lang w:val="en-US"/>
        </w:rPr>
      </w:pPr>
      <w:r w:rsidRPr="006C6AE6">
        <w:rPr>
          <w:rStyle w:val="eCheckBoxSquareChar"/>
          <w:lang w:val="en-US"/>
        </w:rPr>
        <w:t>□</w:t>
      </w:r>
      <w:r w:rsidR="006C6AE6" w:rsidRPr="006C6AE6">
        <w:rPr>
          <w:rStyle w:val="eCheckBoxSquareChar"/>
          <w:lang w:val="en-US"/>
        </w:rPr>
        <w:t xml:space="preserve"> </w:t>
      </w:r>
      <w:r w:rsidRPr="006C6AE6">
        <w:rPr>
          <w:rStyle w:val="eCheckBoxTextChar"/>
          <w:lang w:val="en-US"/>
        </w:rPr>
        <w:t>Actuator</w:t>
      </w:r>
    </w:p>
    <w:p w:rsidR="00142570" w:rsidRPr="006C6AE6" w:rsidRDefault="00142570" w:rsidP="00142570">
      <w:pPr>
        <w:pStyle w:val="eLineBottom"/>
        <w:rPr>
          <w:lang w:val="en-US"/>
        </w:rPr>
      </w:pPr>
    </w:p>
    <w:p w:rsidR="00142570" w:rsidRPr="006C6AE6" w:rsidRDefault="00142570" w:rsidP="00C85CAC">
      <w:pPr>
        <w:rPr>
          <w:lang w:val="en-US"/>
        </w:rPr>
      </w:pPr>
    </w:p>
    <w:p w:rsidR="00EF0151" w:rsidRPr="006C6AE6" w:rsidRDefault="00EF0151" w:rsidP="00EF0151">
      <w:pPr>
        <w:pStyle w:val="eTask"/>
        <w:rPr>
          <w:lang w:val="en-US"/>
        </w:rPr>
      </w:pPr>
      <w:r w:rsidRPr="006C6AE6">
        <w:rPr>
          <w:lang w:val="en-US"/>
        </w:rPr>
        <w:t>Modify the following texts so that the statements are true.</w:t>
      </w:r>
    </w:p>
    <w:p w:rsidR="00EF0151" w:rsidRPr="006C6AE6" w:rsidRDefault="00EF0151" w:rsidP="00EF0151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EF0151" w:rsidRPr="006C6AE6" w:rsidRDefault="00EF0151" w:rsidP="006C6AE6">
      <w:pPr>
        <w:rPr>
          <w:lang w:val="en-US"/>
        </w:rPr>
      </w:pPr>
      <w:r w:rsidRPr="006C6AE6">
        <w:rPr>
          <w:lang w:val="en-US"/>
        </w:rPr>
        <w:t>Smart Home Monitoring and Control is segment including in particular the</w:t>
      </w:r>
      <w:r w:rsidR="00C85CAC" w:rsidRPr="006C6AE6">
        <w:rPr>
          <w:lang w:val="en-US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eHealth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smart metering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Pr="006C6AE6">
        <w:rPr>
          <w:lang w:val="en-US"/>
        </w:rPr>
        <w:t xml:space="preserve"> and home automation systems, supervising and controlling the house lighting, heating or cooling and also safety.</w:t>
      </w:r>
    </w:p>
    <w:p w:rsidR="00EF0151" w:rsidRPr="006C6AE6" w:rsidRDefault="00EF0151" w:rsidP="00C85CAC">
      <w:pPr>
        <w:rPr>
          <w:lang w:val="en-US"/>
        </w:rPr>
      </w:pPr>
    </w:p>
    <w:p w:rsidR="00142570" w:rsidRPr="006C6AE6" w:rsidRDefault="00EF0151" w:rsidP="006C6AE6">
      <w:pPr>
        <w:rPr>
          <w:lang w:val="en-US"/>
        </w:rPr>
      </w:pPr>
      <w:r w:rsidRPr="006C6AE6">
        <w:rPr>
          <w:lang w:val="en-US"/>
        </w:rPr>
        <w:t xml:space="preserve">Smart Home Entertainment includes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control devices and applications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installing software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Pr="006C6AE6">
        <w:rPr>
          <w:lang w:val="en-US"/>
        </w:rPr>
        <w:t xml:space="preserve"> for audio and video devices such as TV, set-top boxes, DVD players for multimedia content (DVD, </w:t>
      </w:r>
      <w:proofErr w:type="spellStart"/>
      <w:r w:rsidRPr="006C6AE6">
        <w:rPr>
          <w:lang w:val="en-US"/>
        </w:rPr>
        <w:t>BluRay</w:t>
      </w:r>
      <w:proofErr w:type="spellEnd"/>
      <w:r w:rsidRPr="006C6AE6">
        <w:rPr>
          <w:lang w:val="en-US"/>
        </w:rPr>
        <w:t>), game consoles as well as digital cameras or home data storage.</w:t>
      </w:r>
    </w:p>
    <w:p w:rsidR="00EF0151" w:rsidRPr="006C6AE6" w:rsidRDefault="00EF0151" w:rsidP="00EF0151">
      <w:pPr>
        <w:pStyle w:val="eTask"/>
        <w:ind w:left="360" w:hanging="360"/>
        <w:rPr>
          <w:lang w:val="en-US"/>
        </w:rPr>
      </w:pPr>
      <w:r w:rsidRPr="006C6AE6">
        <w:rPr>
          <w:lang w:val="en-US"/>
        </w:rPr>
        <w:lastRenderedPageBreak/>
        <w:t>List four equipment belonging to the sensors.</w:t>
      </w:r>
    </w:p>
    <w:p w:rsidR="00C85CAC" w:rsidRPr="006C6AE6" w:rsidRDefault="00C85CAC" w:rsidP="00C85CAC">
      <w:pPr>
        <w:rPr>
          <w:lang w:val="en-US"/>
        </w:rPr>
      </w:pPr>
    </w:p>
    <w:p w:rsidR="00EF0151" w:rsidRPr="006C6AE6" w:rsidRDefault="00EF0151" w:rsidP="002170C1">
      <w:pPr>
        <w:spacing w:line="480" w:lineRule="auto"/>
        <w:ind w:left="357"/>
        <w:rPr>
          <w:b/>
          <w:lang w:val="en-US"/>
        </w:rPr>
      </w:pPr>
      <w:r w:rsidRPr="006C6AE6">
        <w:rPr>
          <w:lang w:val="en-US"/>
        </w:rPr>
        <w:t xml:space="preserve">a) </w:t>
      </w:r>
      <w:r w:rsidR="006B4752" w:rsidRPr="006B4752">
        <w:rPr>
          <w:b/>
          <w:color w:val="FF0000"/>
          <w:lang w:val="en-US"/>
        </w:rPr>
        <w:t>pushbutton switches</w:t>
      </w:r>
    </w:p>
    <w:p w:rsidR="00EF0151" w:rsidRPr="006C6AE6" w:rsidRDefault="00EF0151" w:rsidP="002170C1">
      <w:pPr>
        <w:spacing w:line="480" w:lineRule="auto"/>
        <w:ind w:left="357"/>
        <w:rPr>
          <w:b/>
          <w:lang w:val="en-US"/>
        </w:rPr>
      </w:pPr>
      <w:r w:rsidRPr="006C6AE6">
        <w:rPr>
          <w:lang w:val="en-US"/>
        </w:rPr>
        <w:t xml:space="preserve">b) </w:t>
      </w:r>
      <w:r w:rsidR="006B4752" w:rsidRPr="006B4752">
        <w:rPr>
          <w:b/>
          <w:color w:val="FF0000"/>
          <w:lang w:val="en-US"/>
        </w:rPr>
        <w:t>thermostats</w:t>
      </w:r>
    </w:p>
    <w:p w:rsidR="00EF0151" w:rsidRPr="006C6AE6" w:rsidRDefault="00EF0151" w:rsidP="002170C1">
      <w:pPr>
        <w:spacing w:line="480" w:lineRule="auto"/>
        <w:ind w:left="357"/>
        <w:rPr>
          <w:b/>
          <w:lang w:val="en-US"/>
        </w:rPr>
      </w:pPr>
      <w:r w:rsidRPr="006C6AE6">
        <w:rPr>
          <w:lang w:val="en-US"/>
        </w:rPr>
        <w:t xml:space="preserve">c) </w:t>
      </w:r>
      <w:r w:rsidR="006B4752" w:rsidRPr="006B4752">
        <w:rPr>
          <w:b/>
          <w:color w:val="FF0000"/>
          <w:lang w:val="en-US"/>
        </w:rPr>
        <w:t>motion detectors</w:t>
      </w:r>
    </w:p>
    <w:p w:rsidR="00EF0151" w:rsidRPr="006C6AE6" w:rsidRDefault="00EF0151" w:rsidP="002170C1">
      <w:pPr>
        <w:spacing w:line="480" w:lineRule="auto"/>
        <w:ind w:left="357"/>
        <w:rPr>
          <w:b/>
          <w:lang w:val="en-US"/>
        </w:rPr>
      </w:pPr>
      <w:r w:rsidRPr="006C6AE6">
        <w:rPr>
          <w:lang w:val="en-US"/>
        </w:rPr>
        <w:t xml:space="preserve">d) </w:t>
      </w:r>
      <w:r w:rsidR="006B4752" w:rsidRPr="006B4752">
        <w:rPr>
          <w:b/>
          <w:color w:val="FF0000"/>
          <w:lang w:val="en-US"/>
        </w:rPr>
        <w:t>digital inputs</w:t>
      </w:r>
    </w:p>
    <w:p w:rsidR="006C6AE6" w:rsidRPr="006C6AE6" w:rsidRDefault="006C6AE6" w:rsidP="00142570">
      <w:pPr>
        <w:pStyle w:val="eLineBottom"/>
        <w:rPr>
          <w:lang w:val="en-US"/>
        </w:rPr>
      </w:pPr>
    </w:p>
    <w:p w:rsidR="00142570" w:rsidRPr="006C6AE6" w:rsidRDefault="00142570" w:rsidP="00142570">
      <w:pPr>
        <w:rPr>
          <w:lang w:val="en-US"/>
        </w:rPr>
      </w:pPr>
    </w:p>
    <w:p w:rsidR="00EF0151" w:rsidRPr="006C6AE6" w:rsidRDefault="00EF0151" w:rsidP="00EF0151">
      <w:pPr>
        <w:pStyle w:val="eTask"/>
        <w:rPr>
          <w:lang w:val="en-US"/>
        </w:rPr>
      </w:pPr>
      <w:r w:rsidRPr="006C6AE6">
        <w:rPr>
          <w:lang w:val="en-US"/>
        </w:rPr>
        <w:t>Modify the following texts so that the statements are true.</w:t>
      </w:r>
    </w:p>
    <w:p w:rsidR="00EF0151" w:rsidRPr="006C6AE6" w:rsidRDefault="00EF0151" w:rsidP="00C85CAC">
      <w:pPr>
        <w:rPr>
          <w:lang w:val="en-US"/>
        </w:rPr>
      </w:pPr>
    </w:p>
    <w:p w:rsidR="00EF0151" w:rsidRPr="006C6AE6" w:rsidRDefault="002C7285" w:rsidP="00C85CAC">
      <w:pPr>
        <w:rPr>
          <w:b/>
          <w:lang w:val="en-US"/>
        </w:rPr>
      </w:pP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Sensors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Actuators</m:t>
                  </m:r>
                </m:e>
              </m:mr>
            </m:m>
          </m:e>
        </m:d>
      </m:oMath>
      <w:r w:rsidR="00C85CAC" w:rsidRPr="006C6AE6">
        <w:rPr>
          <w:lang w:val="en-US"/>
        </w:rPr>
        <w:t xml:space="preserve"> </w:t>
      </w:r>
      <w:r w:rsidR="00EF0151" w:rsidRPr="006C6AE6">
        <w:rPr>
          <w:lang w:val="en-US"/>
        </w:rPr>
        <w:t>ensure the performance of certain operations as a result of changes in the system.</w:t>
      </w:r>
    </w:p>
    <w:p w:rsidR="00EF0151" w:rsidRPr="006C6AE6" w:rsidRDefault="00EF0151" w:rsidP="00C85CAC">
      <w:pPr>
        <w:rPr>
          <w:lang w:val="en-US"/>
        </w:rPr>
      </w:pPr>
    </w:p>
    <w:p w:rsidR="00EF0151" w:rsidRDefault="00EF0151" w:rsidP="006C6AE6">
      <w:pPr>
        <w:rPr>
          <w:lang w:val="en-US"/>
        </w:rPr>
      </w:pPr>
      <w:r w:rsidRPr="006C6AE6">
        <w:rPr>
          <w:lang w:val="en-US"/>
        </w:rPr>
        <w:t xml:space="preserve">Influence of external conditions on the process management means mainly </w:t>
      </w: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b/>
                      <w:color w:val="FF0000"/>
                      <w:lang w:val="en-US"/>
                    </w:rPr>
                    <m:t>energy management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cost management</m:t>
                  </m:r>
                </m:e>
              </m:mr>
            </m:m>
            <m:r>
              <w:rPr>
                <w:rFonts w:ascii="Cambria Math" w:hAnsi="Cambria Math"/>
                <w:lang w:val="en-US"/>
              </w:rPr>
              <m:t xml:space="preserve"> </m:t>
            </m:r>
          </m:e>
        </m:d>
      </m:oMath>
      <w:r w:rsidRPr="006C6AE6">
        <w:rPr>
          <w:lang w:val="en-US"/>
        </w:rPr>
        <w:t>.</w:t>
      </w:r>
      <w:r w:rsidR="006C6AE6" w:rsidRPr="006C6AE6">
        <w:rPr>
          <w:lang w:val="en-US"/>
        </w:rPr>
        <w:t xml:space="preserve"> </w:t>
      </w:r>
    </w:p>
    <w:p w:rsidR="006C6AE6" w:rsidRPr="006C6AE6" w:rsidRDefault="006C6AE6" w:rsidP="006C6AE6">
      <w:pPr>
        <w:pStyle w:val="eLineBottom"/>
        <w:rPr>
          <w:lang w:val="en-US"/>
        </w:rPr>
      </w:pPr>
    </w:p>
    <w:p w:rsidR="00142570" w:rsidRPr="006C6AE6" w:rsidRDefault="00142570" w:rsidP="00C85CAC">
      <w:pPr>
        <w:rPr>
          <w:lang w:val="en-US"/>
        </w:rPr>
      </w:pPr>
    </w:p>
    <w:p w:rsidR="00EF0151" w:rsidRPr="006C6AE6" w:rsidRDefault="00EF0151" w:rsidP="00EF0151">
      <w:pPr>
        <w:pStyle w:val="eTask"/>
        <w:ind w:left="360" w:hanging="360"/>
        <w:rPr>
          <w:lang w:val="en-US"/>
        </w:rPr>
      </w:pPr>
      <w:r w:rsidRPr="006C6AE6">
        <w:rPr>
          <w:lang w:val="en-US"/>
        </w:rPr>
        <w:t>List four equipment belonging to the system components and devices.</w:t>
      </w:r>
    </w:p>
    <w:p w:rsidR="00EF0151" w:rsidRPr="006C6AE6" w:rsidRDefault="00EF0151" w:rsidP="00C85CAC">
      <w:pPr>
        <w:rPr>
          <w:lang w:val="en-US"/>
        </w:rPr>
      </w:pPr>
      <w:bookmarkStart w:id="0" w:name="_GoBack"/>
      <w:bookmarkEnd w:id="0"/>
    </w:p>
    <w:p w:rsidR="00EF0151" w:rsidRPr="006C6AE6" w:rsidRDefault="00EF0151" w:rsidP="002170C1">
      <w:pPr>
        <w:spacing w:line="480" w:lineRule="auto"/>
        <w:ind w:left="357"/>
        <w:rPr>
          <w:b/>
          <w:lang w:val="en-US"/>
        </w:rPr>
      </w:pPr>
      <w:r w:rsidRPr="006C6AE6">
        <w:rPr>
          <w:lang w:val="en-US"/>
        </w:rPr>
        <w:t xml:space="preserve">a) </w:t>
      </w:r>
      <w:r w:rsidR="006B4752" w:rsidRPr="006B4752">
        <w:rPr>
          <w:b/>
          <w:color w:val="FF0000"/>
          <w:lang w:val="en-US"/>
        </w:rPr>
        <w:t>voltage source</w:t>
      </w:r>
    </w:p>
    <w:p w:rsidR="00EF0151" w:rsidRPr="006C6AE6" w:rsidRDefault="00EF0151" w:rsidP="002170C1">
      <w:pPr>
        <w:spacing w:line="480" w:lineRule="auto"/>
        <w:ind w:left="357"/>
        <w:rPr>
          <w:b/>
          <w:lang w:val="en-US"/>
        </w:rPr>
      </w:pPr>
      <w:r w:rsidRPr="006C6AE6">
        <w:rPr>
          <w:lang w:val="en-US"/>
        </w:rPr>
        <w:t xml:space="preserve">b) </w:t>
      </w:r>
      <w:r w:rsidR="006B4752" w:rsidRPr="006B4752">
        <w:rPr>
          <w:b/>
          <w:color w:val="FF0000"/>
          <w:lang w:val="en-US"/>
        </w:rPr>
        <w:t>repeater</w:t>
      </w:r>
    </w:p>
    <w:p w:rsidR="00EF0151" w:rsidRPr="006C6AE6" w:rsidRDefault="00EF0151" w:rsidP="002170C1">
      <w:pPr>
        <w:spacing w:line="480" w:lineRule="auto"/>
        <w:ind w:left="357"/>
        <w:rPr>
          <w:b/>
          <w:lang w:val="en-US"/>
        </w:rPr>
      </w:pPr>
      <w:r w:rsidRPr="006C6AE6">
        <w:rPr>
          <w:lang w:val="en-US"/>
        </w:rPr>
        <w:t xml:space="preserve">c) </w:t>
      </w:r>
      <w:r w:rsidR="006B4752" w:rsidRPr="006B4752">
        <w:rPr>
          <w:b/>
          <w:color w:val="FF0000"/>
          <w:lang w:val="en-US"/>
        </w:rPr>
        <w:t>controllers</w:t>
      </w:r>
    </w:p>
    <w:p w:rsidR="00EF0151" w:rsidRPr="006C6AE6" w:rsidRDefault="00EF0151" w:rsidP="002170C1">
      <w:pPr>
        <w:spacing w:line="480" w:lineRule="auto"/>
        <w:ind w:left="357"/>
        <w:rPr>
          <w:b/>
          <w:lang w:val="en-US"/>
        </w:rPr>
      </w:pPr>
      <w:r w:rsidRPr="006C6AE6">
        <w:rPr>
          <w:lang w:val="en-US"/>
        </w:rPr>
        <w:t xml:space="preserve">d) </w:t>
      </w:r>
      <w:r w:rsidR="006B4752" w:rsidRPr="006B4752">
        <w:rPr>
          <w:b/>
          <w:color w:val="FF0000"/>
          <w:lang w:val="en-US"/>
        </w:rPr>
        <w:t>interfaces to connect a computer or modem</w:t>
      </w:r>
    </w:p>
    <w:p w:rsidR="006C6AE6" w:rsidRPr="006C6AE6" w:rsidRDefault="006C6AE6" w:rsidP="00142570">
      <w:pPr>
        <w:pStyle w:val="eLineBottom"/>
        <w:rPr>
          <w:lang w:val="en-US"/>
        </w:rPr>
      </w:pPr>
    </w:p>
    <w:p w:rsidR="00142570" w:rsidRPr="006C6AE6" w:rsidRDefault="00142570" w:rsidP="00C85CAC">
      <w:pPr>
        <w:rPr>
          <w:lang w:val="en-US"/>
        </w:rPr>
      </w:pPr>
    </w:p>
    <w:p w:rsidR="00142570" w:rsidRPr="006C6AE6" w:rsidRDefault="00142570" w:rsidP="00C85CAC">
      <w:pPr>
        <w:rPr>
          <w:lang w:val="en-US"/>
        </w:rPr>
      </w:pPr>
    </w:p>
    <w:sectPr w:rsidR="00142570" w:rsidRPr="006C6AE6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285" w:rsidRDefault="002C7285" w:rsidP="00861A1A">
      <w:r>
        <w:separator/>
      </w:r>
    </w:p>
  </w:endnote>
  <w:endnote w:type="continuationSeparator" w:id="0">
    <w:p w:rsidR="002C7285" w:rsidRDefault="002C7285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4F75D8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6850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This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project</w:t>
          </w:r>
          <w:proofErr w:type="spellEnd"/>
          <w:r w:rsidRPr="00CA51B5">
            <w:rPr>
              <w:sz w:val="16"/>
              <w:szCs w:val="16"/>
            </w:rPr>
            <w:t xml:space="preserve"> has </w:t>
          </w:r>
          <w:proofErr w:type="spellStart"/>
          <w:r w:rsidRPr="00CA51B5">
            <w:rPr>
              <w:sz w:val="16"/>
              <w:szCs w:val="16"/>
            </w:rPr>
            <w:t>been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funded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with</w:t>
          </w:r>
          <w:proofErr w:type="spellEnd"/>
          <w:r w:rsidRPr="00CA51B5">
            <w:rPr>
              <w:sz w:val="16"/>
              <w:szCs w:val="16"/>
            </w:rPr>
            <w:t xml:space="preserve"> support </w:t>
          </w:r>
          <w:proofErr w:type="spellStart"/>
          <w:r w:rsidRPr="00CA51B5">
            <w:rPr>
              <w:sz w:val="16"/>
              <w:szCs w:val="16"/>
            </w:rPr>
            <w:t>from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Commission</w:t>
          </w:r>
          <w:proofErr w:type="spellEnd"/>
          <w:r w:rsidRPr="00CA51B5">
            <w:rPr>
              <w:sz w:val="16"/>
              <w:szCs w:val="16"/>
            </w:rPr>
            <w:t>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This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publication</w:t>
          </w:r>
          <w:proofErr w:type="spellEnd"/>
          <w:r w:rsidRPr="00CA51B5">
            <w:rPr>
              <w:sz w:val="16"/>
              <w:szCs w:val="16"/>
            </w:rPr>
            <w:t xml:space="preserve"> [</w:t>
          </w:r>
          <w:proofErr w:type="spellStart"/>
          <w:r w:rsidRPr="00CA51B5">
            <w:rPr>
              <w:sz w:val="16"/>
              <w:szCs w:val="16"/>
            </w:rPr>
            <w:t>communication</w:t>
          </w:r>
          <w:proofErr w:type="spellEnd"/>
          <w:r w:rsidRPr="00CA51B5">
            <w:rPr>
              <w:sz w:val="16"/>
              <w:szCs w:val="16"/>
            </w:rPr>
            <w:t xml:space="preserve">] </w:t>
          </w:r>
          <w:proofErr w:type="spellStart"/>
          <w:r w:rsidRPr="00CA51B5">
            <w:rPr>
              <w:sz w:val="16"/>
              <w:szCs w:val="16"/>
            </w:rPr>
            <w:t>reflects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views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only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of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author</w:t>
          </w:r>
          <w:proofErr w:type="spellEnd"/>
          <w:r w:rsidRPr="00CA51B5">
            <w:rPr>
              <w:sz w:val="16"/>
              <w:szCs w:val="16"/>
            </w:rPr>
            <w:t xml:space="preserve">, and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Commission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cannot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be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held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responsible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any</w:t>
          </w:r>
          <w:proofErr w:type="spellEnd"/>
          <w:r w:rsidRPr="00CA51B5">
            <w:rPr>
              <w:sz w:val="16"/>
              <w:szCs w:val="16"/>
            </w:rPr>
            <w:t xml:space="preserve"> use </w:t>
          </w:r>
          <w:proofErr w:type="spellStart"/>
          <w:r w:rsidRPr="00CA51B5">
            <w:rPr>
              <w:sz w:val="16"/>
              <w:szCs w:val="16"/>
            </w:rPr>
            <w:t>which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may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be</w:t>
          </w:r>
          <w:proofErr w:type="spellEnd"/>
          <w:r w:rsidRPr="00CA51B5">
            <w:rPr>
              <w:sz w:val="16"/>
              <w:szCs w:val="16"/>
            </w:rPr>
            <w:t xml:space="preserve"> made </w:t>
          </w:r>
          <w:proofErr w:type="spellStart"/>
          <w:r w:rsidRPr="00CA51B5">
            <w:rPr>
              <w:sz w:val="16"/>
              <w:szCs w:val="16"/>
            </w:rPr>
            <w:t>of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contained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therein</w:t>
          </w:r>
          <w:proofErr w:type="spellEnd"/>
          <w:r w:rsidRPr="00CA51B5">
            <w:rPr>
              <w:sz w:val="16"/>
              <w:szCs w:val="16"/>
            </w:rPr>
            <w:t>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285" w:rsidRDefault="002C7285" w:rsidP="00861A1A">
      <w:r>
        <w:separator/>
      </w:r>
    </w:p>
  </w:footnote>
  <w:footnote w:type="continuationSeparator" w:id="0">
    <w:p w:rsidR="002C7285" w:rsidRDefault="002C7285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4F75D8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color w:val="0070C0"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513381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 xml:space="preserve">   </w:t>
    </w:r>
    <w:r w:rsidRPr="00C07B28">
      <w:rPr>
        <w:rFonts w:ascii="Calibri" w:hAnsi="Calibri"/>
        <w:smallCaps/>
        <w:noProof/>
        <w:sz w:val="20"/>
        <w:szCs w:val="20"/>
        <w:lang w:val="en-US"/>
      </w:rPr>
      <w:t>HOME AUTOMATION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319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B26"/>
    <w:rsid w:val="0000673F"/>
    <w:rsid w:val="00016AD8"/>
    <w:rsid w:val="00017595"/>
    <w:rsid w:val="00021197"/>
    <w:rsid w:val="00030EDA"/>
    <w:rsid w:val="00040764"/>
    <w:rsid w:val="00045BEB"/>
    <w:rsid w:val="00073ADF"/>
    <w:rsid w:val="0007473C"/>
    <w:rsid w:val="000750C9"/>
    <w:rsid w:val="00083535"/>
    <w:rsid w:val="00087EAC"/>
    <w:rsid w:val="00094A16"/>
    <w:rsid w:val="000A233F"/>
    <w:rsid w:val="000A55B3"/>
    <w:rsid w:val="000A753A"/>
    <w:rsid w:val="000C431F"/>
    <w:rsid w:val="000C6B3A"/>
    <w:rsid w:val="001003A1"/>
    <w:rsid w:val="00106F0F"/>
    <w:rsid w:val="00117535"/>
    <w:rsid w:val="001301D8"/>
    <w:rsid w:val="0013693D"/>
    <w:rsid w:val="00136968"/>
    <w:rsid w:val="00141F54"/>
    <w:rsid w:val="00142570"/>
    <w:rsid w:val="0014373A"/>
    <w:rsid w:val="00151ED1"/>
    <w:rsid w:val="00154968"/>
    <w:rsid w:val="00157697"/>
    <w:rsid w:val="00160E07"/>
    <w:rsid w:val="00164458"/>
    <w:rsid w:val="00165F85"/>
    <w:rsid w:val="001660D8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170C1"/>
    <w:rsid w:val="00223478"/>
    <w:rsid w:val="00225015"/>
    <w:rsid w:val="00235720"/>
    <w:rsid w:val="00272012"/>
    <w:rsid w:val="002825A8"/>
    <w:rsid w:val="00283A7C"/>
    <w:rsid w:val="002850DE"/>
    <w:rsid w:val="00292860"/>
    <w:rsid w:val="002976A9"/>
    <w:rsid w:val="002B0278"/>
    <w:rsid w:val="002B0866"/>
    <w:rsid w:val="002B34B9"/>
    <w:rsid w:val="002B41A8"/>
    <w:rsid w:val="002C0697"/>
    <w:rsid w:val="002C7285"/>
    <w:rsid w:val="002E301D"/>
    <w:rsid w:val="002E6D8C"/>
    <w:rsid w:val="00304ADA"/>
    <w:rsid w:val="00306B9F"/>
    <w:rsid w:val="00307892"/>
    <w:rsid w:val="00314098"/>
    <w:rsid w:val="00315203"/>
    <w:rsid w:val="00337851"/>
    <w:rsid w:val="00347E4D"/>
    <w:rsid w:val="00351AF3"/>
    <w:rsid w:val="00375D42"/>
    <w:rsid w:val="0039238A"/>
    <w:rsid w:val="003B1326"/>
    <w:rsid w:val="003C3C37"/>
    <w:rsid w:val="003C5B45"/>
    <w:rsid w:val="003D41BB"/>
    <w:rsid w:val="003E01BE"/>
    <w:rsid w:val="003F03EB"/>
    <w:rsid w:val="003F623C"/>
    <w:rsid w:val="003F7F87"/>
    <w:rsid w:val="00402B09"/>
    <w:rsid w:val="00414E23"/>
    <w:rsid w:val="00417ED2"/>
    <w:rsid w:val="00437141"/>
    <w:rsid w:val="00453F19"/>
    <w:rsid w:val="0046567F"/>
    <w:rsid w:val="00472203"/>
    <w:rsid w:val="00475954"/>
    <w:rsid w:val="00492966"/>
    <w:rsid w:val="004A01E5"/>
    <w:rsid w:val="004A24D6"/>
    <w:rsid w:val="004A7B44"/>
    <w:rsid w:val="004C0E36"/>
    <w:rsid w:val="004C562D"/>
    <w:rsid w:val="004E5E95"/>
    <w:rsid w:val="004E70EA"/>
    <w:rsid w:val="004F5AFF"/>
    <w:rsid w:val="004F75D8"/>
    <w:rsid w:val="005132B0"/>
    <w:rsid w:val="00513381"/>
    <w:rsid w:val="00517E3A"/>
    <w:rsid w:val="0052284C"/>
    <w:rsid w:val="0053325B"/>
    <w:rsid w:val="005370B8"/>
    <w:rsid w:val="005452CC"/>
    <w:rsid w:val="00560C4F"/>
    <w:rsid w:val="00561B7B"/>
    <w:rsid w:val="00561C5A"/>
    <w:rsid w:val="00566FC8"/>
    <w:rsid w:val="005728B3"/>
    <w:rsid w:val="005738D5"/>
    <w:rsid w:val="0057504E"/>
    <w:rsid w:val="00576F1A"/>
    <w:rsid w:val="005832C4"/>
    <w:rsid w:val="00587966"/>
    <w:rsid w:val="005B2E55"/>
    <w:rsid w:val="005B37E2"/>
    <w:rsid w:val="005B460C"/>
    <w:rsid w:val="005C7E85"/>
    <w:rsid w:val="005D7525"/>
    <w:rsid w:val="005E1AB1"/>
    <w:rsid w:val="005E20B2"/>
    <w:rsid w:val="005E5A22"/>
    <w:rsid w:val="005F5FA1"/>
    <w:rsid w:val="00623B26"/>
    <w:rsid w:val="00625B5A"/>
    <w:rsid w:val="0063409C"/>
    <w:rsid w:val="0063686B"/>
    <w:rsid w:val="00642611"/>
    <w:rsid w:val="006435FE"/>
    <w:rsid w:val="0064494B"/>
    <w:rsid w:val="0066326F"/>
    <w:rsid w:val="0068067D"/>
    <w:rsid w:val="0068131D"/>
    <w:rsid w:val="00690FB1"/>
    <w:rsid w:val="006A24C7"/>
    <w:rsid w:val="006B4752"/>
    <w:rsid w:val="006B5D59"/>
    <w:rsid w:val="006C6AE6"/>
    <w:rsid w:val="006D39B2"/>
    <w:rsid w:val="006D3F30"/>
    <w:rsid w:val="006D50FA"/>
    <w:rsid w:val="006F0D5B"/>
    <w:rsid w:val="006F787A"/>
    <w:rsid w:val="0070487F"/>
    <w:rsid w:val="00710301"/>
    <w:rsid w:val="007109B4"/>
    <w:rsid w:val="0073574D"/>
    <w:rsid w:val="00743C2E"/>
    <w:rsid w:val="007460F9"/>
    <w:rsid w:val="0076745A"/>
    <w:rsid w:val="007738BD"/>
    <w:rsid w:val="007837ED"/>
    <w:rsid w:val="00790D07"/>
    <w:rsid w:val="007C0FDD"/>
    <w:rsid w:val="007C308E"/>
    <w:rsid w:val="007C5B85"/>
    <w:rsid w:val="007E16D1"/>
    <w:rsid w:val="007E6CED"/>
    <w:rsid w:val="00802588"/>
    <w:rsid w:val="00811437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E50C1"/>
    <w:rsid w:val="008F1B37"/>
    <w:rsid w:val="008F1BB0"/>
    <w:rsid w:val="008F5585"/>
    <w:rsid w:val="00912A69"/>
    <w:rsid w:val="00916DC9"/>
    <w:rsid w:val="00934848"/>
    <w:rsid w:val="0094072E"/>
    <w:rsid w:val="009445EC"/>
    <w:rsid w:val="00950649"/>
    <w:rsid w:val="0095346A"/>
    <w:rsid w:val="00955A25"/>
    <w:rsid w:val="00963F86"/>
    <w:rsid w:val="0097175A"/>
    <w:rsid w:val="00974B16"/>
    <w:rsid w:val="009776D1"/>
    <w:rsid w:val="009802AD"/>
    <w:rsid w:val="009A5F9E"/>
    <w:rsid w:val="009B638C"/>
    <w:rsid w:val="009C7B24"/>
    <w:rsid w:val="009E2A2A"/>
    <w:rsid w:val="009F6E5E"/>
    <w:rsid w:val="00A17111"/>
    <w:rsid w:val="00A26A28"/>
    <w:rsid w:val="00A32B85"/>
    <w:rsid w:val="00A41E41"/>
    <w:rsid w:val="00A50FFF"/>
    <w:rsid w:val="00A527AF"/>
    <w:rsid w:val="00A54992"/>
    <w:rsid w:val="00A5643B"/>
    <w:rsid w:val="00A62877"/>
    <w:rsid w:val="00A633E1"/>
    <w:rsid w:val="00A646DA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782"/>
    <w:rsid w:val="00BD3D30"/>
    <w:rsid w:val="00BD7612"/>
    <w:rsid w:val="00BD781A"/>
    <w:rsid w:val="00BE6648"/>
    <w:rsid w:val="00BF5E09"/>
    <w:rsid w:val="00BF5F0C"/>
    <w:rsid w:val="00BF6970"/>
    <w:rsid w:val="00C07B28"/>
    <w:rsid w:val="00C145C6"/>
    <w:rsid w:val="00C148FD"/>
    <w:rsid w:val="00C2393A"/>
    <w:rsid w:val="00C5580D"/>
    <w:rsid w:val="00C57915"/>
    <w:rsid w:val="00C7264E"/>
    <w:rsid w:val="00C755CC"/>
    <w:rsid w:val="00C767C9"/>
    <w:rsid w:val="00C85CAC"/>
    <w:rsid w:val="00C878F0"/>
    <w:rsid w:val="00CA51B5"/>
    <w:rsid w:val="00CB234F"/>
    <w:rsid w:val="00CC2293"/>
    <w:rsid w:val="00CC266E"/>
    <w:rsid w:val="00CE09BA"/>
    <w:rsid w:val="00CE2F73"/>
    <w:rsid w:val="00CF4DFA"/>
    <w:rsid w:val="00D060B3"/>
    <w:rsid w:val="00D0635B"/>
    <w:rsid w:val="00D06992"/>
    <w:rsid w:val="00D20A5C"/>
    <w:rsid w:val="00D2650E"/>
    <w:rsid w:val="00D33524"/>
    <w:rsid w:val="00D40F27"/>
    <w:rsid w:val="00D42067"/>
    <w:rsid w:val="00D573B0"/>
    <w:rsid w:val="00D635AC"/>
    <w:rsid w:val="00D6535B"/>
    <w:rsid w:val="00D71B81"/>
    <w:rsid w:val="00D773FA"/>
    <w:rsid w:val="00D83ED2"/>
    <w:rsid w:val="00DA18A6"/>
    <w:rsid w:val="00DA1F5C"/>
    <w:rsid w:val="00DA24E3"/>
    <w:rsid w:val="00DB2F24"/>
    <w:rsid w:val="00DB674B"/>
    <w:rsid w:val="00DC1DC7"/>
    <w:rsid w:val="00DC2D6E"/>
    <w:rsid w:val="00DD085D"/>
    <w:rsid w:val="00DD34CF"/>
    <w:rsid w:val="00DD6149"/>
    <w:rsid w:val="00DE3767"/>
    <w:rsid w:val="00E011A1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0F99"/>
    <w:rsid w:val="00E65738"/>
    <w:rsid w:val="00E8518C"/>
    <w:rsid w:val="00E879F9"/>
    <w:rsid w:val="00E90BD9"/>
    <w:rsid w:val="00E97DB6"/>
    <w:rsid w:val="00EA1BDF"/>
    <w:rsid w:val="00EA79E1"/>
    <w:rsid w:val="00EB6B74"/>
    <w:rsid w:val="00EB6E4B"/>
    <w:rsid w:val="00EC77B0"/>
    <w:rsid w:val="00ED2956"/>
    <w:rsid w:val="00EE3197"/>
    <w:rsid w:val="00EF0151"/>
    <w:rsid w:val="00EF2951"/>
    <w:rsid w:val="00F168D6"/>
    <w:rsid w:val="00F226F0"/>
    <w:rsid w:val="00F24638"/>
    <w:rsid w:val="00F248A4"/>
    <w:rsid w:val="00F46B18"/>
    <w:rsid w:val="00F657AF"/>
    <w:rsid w:val="00F71B5A"/>
    <w:rsid w:val="00F748A6"/>
    <w:rsid w:val="00F82C59"/>
    <w:rsid w:val="00F871C6"/>
    <w:rsid w:val="00F8749B"/>
    <w:rsid w:val="00F95100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848EAF7-1EEC-42AC-A227-02E2A7033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F226F0"/>
    <w:rPr>
      <w:color w:val="auto"/>
      <w:sz w:val="24"/>
      <w:szCs w:val="24"/>
      <w:bdr w:val="none" w:sz="0" w:space="0" w:color="auto" w:frame="1"/>
      <w:shd w:val="clear" w:color="auto" w:fill="CCFFCC"/>
      <w:lang w:val="cs-CZ" w:eastAsia="en-US"/>
    </w:rPr>
  </w:style>
  <w:style w:type="character" w:customStyle="1" w:styleId="eTextChar">
    <w:name w:val="eText Char"/>
    <w:basedOn w:val="Standardnpsmoodstavce"/>
    <w:link w:val="eText"/>
    <w:locked/>
    <w:rsid w:val="00F226F0"/>
    <w:rPr>
      <w:sz w:val="24"/>
      <w:szCs w:val="24"/>
      <w:lang w:val="cs-CZ"/>
    </w:rPr>
  </w:style>
  <w:style w:type="paragraph" w:customStyle="1" w:styleId="eText">
    <w:name w:val="eText"/>
    <w:basedOn w:val="Normln"/>
    <w:link w:val="eTextChar"/>
    <w:rsid w:val="00F226F0"/>
    <w:pPr>
      <w:spacing w:after="240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kola\projekty\Techpedia\M07_HomeAutomation\pracovne%20listy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C3826-AF3E-4170-8B6A-4A31DB1B2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8</TotalTime>
  <Pages>2</Pages>
  <Words>321</Words>
  <Characters>1898</Characters>
  <Application>Microsoft Office Word</Application>
  <DocSecurity>0</DocSecurity>
  <Lines>15</Lines>
  <Paragraphs>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Šušota</dc:creator>
  <cp:lastModifiedBy>Marek Nevosad</cp:lastModifiedBy>
  <cp:revision>6</cp:revision>
  <cp:lastPrinted>2013-05-24T15:00:00Z</cp:lastPrinted>
  <dcterms:created xsi:type="dcterms:W3CDTF">2016-02-08T14:42:00Z</dcterms:created>
  <dcterms:modified xsi:type="dcterms:W3CDTF">2016-02-08T15:55:00Z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