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49517" w14:textId="77777777" w:rsidR="00A93A21" w:rsidRDefault="00AE215C" w:rsidP="00AE215C">
      <w:pPr>
        <w:pStyle w:val="eTask"/>
      </w:pPr>
      <w:r w:rsidRPr="00AE215C">
        <w:t>Building management is primarily focused on</w:t>
      </w:r>
      <w:r w:rsidR="00104245" w:rsidRPr="0069754F">
        <w:t>:</w:t>
      </w:r>
      <w:r w:rsidR="008426C2" w:rsidRPr="0069754F">
        <w:t xml:space="preserve"> </w:t>
      </w:r>
    </w:p>
    <w:p w14:paraId="2FA85991" w14:textId="77777777" w:rsidR="004638DB" w:rsidRPr="004638DB" w:rsidRDefault="004638DB" w:rsidP="004638DB">
      <w:pPr>
        <w:pStyle w:val="eTask"/>
        <w:numPr>
          <w:ilvl w:val="0"/>
          <w:numId w:val="0"/>
        </w:numPr>
        <w:tabs>
          <w:tab w:val="left" w:pos="2835"/>
        </w:tabs>
        <w:ind w:left="360"/>
        <w:rPr>
          <w:rStyle w:val="eCheckBoxSquareChar"/>
          <w:sz w:val="24"/>
        </w:rPr>
      </w:pPr>
    </w:p>
    <w:p w14:paraId="6880CAB8" w14:textId="7429B632" w:rsidR="008005A2" w:rsidRDefault="004B65DF" w:rsidP="00A93A21">
      <w:pPr>
        <w:pStyle w:val="eCheckBoxText"/>
        <w:rPr>
          <w:b/>
          <w:color w:val="FF0000"/>
          <w:szCs w:val="40"/>
        </w:rPr>
      </w:pPr>
      <w:r w:rsidRPr="00A8158E">
        <w:rPr>
          <w:rStyle w:val="eCheckBoxSquareChar"/>
          <w:b/>
          <w:color w:val="FF0000"/>
        </w:rPr>
        <w:t>x</w:t>
      </w:r>
      <w:r w:rsidR="008005A2" w:rsidRPr="00BC11F0">
        <w:rPr>
          <w:color w:val="00B050"/>
          <w:szCs w:val="40"/>
        </w:rPr>
        <w:tab/>
      </w:r>
      <w:r w:rsidR="00AC39C8" w:rsidRPr="003F07AC">
        <w:rPr>
          <w:color w:val="FF0000"/>
          <w:szCs w:val="40"/>
        </w:rPr>
        <w:t>ensur</w:t>
      </w:r>
      <w:r w:rsidR="00AC39C8">
        <w:rPr>
          <w:color w:val="FF0000"/>
          <w:szCs w:val="40"/>
        </w:rPr>
        <w:t>ing</w:t>
      </w:r>
      <w:r w:rsidR="00AC39C8" w:rsidRPr="003F07AC">
        <w:rPr>
          <w:color w:val="FF0000"/>
          <w:szCs w:val="40"/>
        </w:rPr>
        <w:t xml:space="preserve"> </w:t>
      </w:r>
      <w:r w:rsidR="008005A2" w:rsidRPr="003F07AC">
        <w:rPr>
          <w:color w:val="FF0000"/>
          <w:szCs w:val="40"/>
        </w:rPr>
        <w:t>the safety of people and property</w:t>
      </w:r>
    </w:p>
    <w:p w14:paraId="2FEDD3C7" w14:textId="43AF92BB" w:rsidR="00A72617" w:rsidRDefault="00A72617" w:rsidP="00A72617">
      <w:pPr>
        <w:pStyle w:val="eCheckBoxText"/>
        <w:rPr>
          <w:szCs w:val="40"/>
        </w:rPr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</w:r>
      <w:r w:rsidR="00AC39C8">
        <w:rPr>
          <w:szCs w:val="40"/>
        </w:rPr>
        <w:t xml:space="preserve">increasing </w:t>
      </w:r>
      <w:r>
        <w:rPr>
          <w:szCs w:val="40"/>
        </w:rPr>
        <w:t xml:space="preserve">environmental responsibility </w:t>
      </w:r>
      <w:r w:rsidR="00AC39C8">
        <w:rPr>
          <w:szCs w:val="40"/>
        </w:rPr>
        <w:t xml:space="preserve">of </w:t>
      </w:r>
      <w:r>
        <w:rPr>
          <w:szCs w:val="40"/>
        </w:rPr>
        <w:t>employees</w:t>
      </w:r>
    </w:p>
    <w:p w14:paraId="51E25873" w14:textId="77777777" w:rsidR="00A72617" w:rsidRDefault="004B65DF" w:rsidP="00A93A21">
      <w:pPr>
        <w:pStyle w:val="eCheckBoxText"/>
        <w:rPr>
          <w:b/>
          <w:color w:val="FF0000"/>
        </w:rPr>
      </w:pPr>
      <w:r w:rsidRPr="00BE635A">
        <w:rPr>
          <w:rStyle w:val="eCheckBoxSquareChar"/>
          <w:b/>
          <w:color w:val="FF0000"/>
        </w:rPr>
        <w:t>x</w:t>
      </w:r>
      <w:r w:rsidR="00A93A21" w:rsidRPr="00BE635A">
        <w:rPr>
          <w:b/>
          <w:color w:val="FF0000"/>
          <w:szCs w:val="40"/>
        </w:rPr>
        <w:tab/>
      </w:r>
      <w:r w:rsidR="008005A2" w:rsidRPr="003F07AC">
        <w:rPr>
          <w:color w:val="FF0000"/>
        </w:rPr>
        <w:t>internal transport of passengers and goods</w:t>
      </w:r>
    </w:p>
    <w:p w14:paraId="736827D7" w14:textId="419CDCE3" w:rsidR="00A72617" w:rsidRDefault="00A72617" w:rsidP="00A72617">
      <w:pPr>
        <w:pStyle w:val="eCheckBoxText"/>
        <w:rPr>
          <w:szCs w:val="40"/>
        </w:rPr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</w:r>
      <w:r w:rsidR="00AC39C8">
        <w:rPr>
          <w:szCs w:val="40"/>
        </w:rPr>
        <w:t xml:space="preserve">optimizing the </w:t>
      </w:r>
      <w:r>
        <w:rPr>
          <w:szCs w:val="40"/>
        </w:rPr>
        <w:t>number of people in building</w:t>
      </w:r>
      <w:r w:rsidR="00AC39C8">
        <w:rPr>
          <w:szCs w:val="40"/>
        </w:rPr>
        <w:t>s</w:t>
      </w:r>
    </w:p>
    <w:p w14:paraId="7DCD4ACE" w14:textId="77777777" w:rsidR="00A93A21" w:rsidRPr="00BE635A" w:rsidRDefault="004B65DF" w:rsidP="00A93A21">
      <w:pPr>
        <w:pStyle w:val="eCheckBoxText"/>
        <w:rPr>
          <w:b/>
          <w:color w:val="FF0000"/>
        </w:rPr>
      </w:pPr>
      <w:r w:rsidRPr="00BE635A">
        <w:rPr>
          <w:rStyle w:val="eCheckBoxSquareChar"/>
          <w:b/>
          <w:color w:val="FF0000"/>
        </w:rPr>
        <w:t>x</w:t>
      </w:r>
      <w:r w:rsidR="00A93A21" w:rsidRPr="00BE635A">
        <w:rPr>
          <w:b/>
          <w:color w:val="FF0000"/>
          <w:szCs w:val="40"/>
        </w:rPr>
        <w:tab/>
      </w:r>
      <w:r w:rsidR="008005A2" w:rsidRPr="003F07AC">
        <w:rPr>
          <w:color w:val="FF0000"/>
          <w:szCs w:val="40"/>
        </w:rPr>
        <w:t>reducing energy costs</w:t>
      </w:r>
    </w:p>
    <w:p w14:paraId="47BBA9A9" w14:textId="77777777" w:rsidR="00A93A21" w:rsidRPr="00BE635A" w:rsidRDefault="004B65DF" w:rsidP="004B65DF">
      <w:pPr>
        <w:pStyle w:val="eCheckBoxText"/>
        <w:ind w:left="425" w:hanging="425"/>
        <w:rPr>
          <w:b/>
          <w:color w:val="FF0000"/>
        </w:rPr>
      </w:pPr>
      <w:r w:rsidRPr="00BE635A">
        <w:rPr>
          <w:rStyle w:val="eCheckBoxSquareChar"/>
          <w:b/>
          <w:color w:val="FF0000"/>
        </w:rPr>
        <w:t>x</w:t>
      </w:r>
      <w:r w:rsidR="00A93A21" w:rsidRPr="00BE635A">
        <w:rPr>
          <w:b/>
          <w:color w:val="FF0000"/>
          <w:szCs w:val="40"/>
        </w:rPr>
        <w:tab/>
      </w:r>
      <w:r w:rsidR="008005A2" w:rsidRPr="003F07AC">
        <w:rPr>
          <w:color w:val="FF0000"/>
          <w:szCs w:val="40"/>
        </w:rPr>
        <w:t>optimization of working conditions</w:t>
      </w:r>
    </w:p>
    <w:p w14:paraId="056896BC" w14:textId="77777777" w:rsidR="00CE4558" w:rsidRDefault="00CE4558" w:rsidP="00A93A21">
      <w:pPr>
        <w:pStyle w:val="eLineBottom"/>
      </w:pPr>
    </w:p>
    <w:p w14:paraId="186B51B6" w14:textId="77777777" w:rsidR="005A7EA6" w:rsidRDefault="005A7EA6" w:rsidP="005A7EA6">
      <w:pPr>
        <w:pStyle w:val="eTask"/>
        <w:numPr>
          <w:ilvl w:val="0"/>
          <w:numId w:val="0"/>
        </w:numPr>
        <w:ind w:left="360"/>
      </w:pPr>
    </w:p>
    <w:p w14:paraId="682A7B6C" w14:textId="1F352692" w:rsidR="005A7EA6" w:rsidRDefault="005A7EA6" w:rsidP="005A7EA6">
      <w:pPr>
        <w:pStyle w:val="eTask"/>
      </w:pPr>
      <w:r w:rsidRPr="009256B9">
        <w:t>Assign the terms from the left column to the corresp</w:t>
      </w:r>
      <w:r>
        <w:t>onding</w:t>
      </w:r>
      <w:r w:rsidR="00097233">
        <w:t xml:space="preserve"> </w:t>
      </w:r>
      <w:r w:rsidR="00097233">
        <w:rPr>
          <w:lang w:val="en-GB"/>
        </w:rPr>
        <w:t>statement</w:t>
      </w:r>
      <w:r>
        <w:t xml:space="preserve"> on the right!</w:t>
      </w:r>
    </w:p>
    <w:p w14:paraId="40CDC2F0" w14:textId="77777777" w:rsidR="005A7EA6" w:rsidRPr="0069754F" w:rsidRDefault="005A7EA6" w:rsidP="005A7EA6"/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5A7EA6" w:rsidRPr="0069754F" w14:paraId="3EFF15D1" w14:textId="77777777" w:rsidTr="00EE37D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0BC4FD3" w14:textId="77777777" w:rsidR="005A7EA6" w:rsidRPr="004B65DF" w:rsidRDefault="005A7EA6" w:rsidP="00EE37DC">
            <w:pPr>
              <w:jc w:val="center"/>
              <w:rPr>
                <w:b/>
              </w:rPr>
            </w:pPr>
            <w:r w:rsidRPr="004B65DF">
              <w:t>Fire Protection Systems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34F14F0" w14:textId="77777777"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FB138F" wp14:editId="392A0F8B">
                      <wp:simplePos x="0" y="0"/>
                      <wp:positionH relativeFrom="column">
                        <wp:posOffset>-77471</wp:posOffset>
                      </wp:positionH>
                      <wp:positionV relativeFrom="page">
                        <wp:posOffset>498475</wp:posOffset>
                      </wp:positionV>
                      <wp:extent cx="1076325" cy="1933575"/>
                      <wp:effectExtent l="0" t="0" r="28575" b="2857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6325" cy="19335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B8CA046" id="Přímá spojnice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pt,39.25pt" to="78.65pt,1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4BE3195F" w14:textId="2C92AFCB" w:rsidR="005A7EA6" w:rsidRPr="004B65DF" w:rsidRDefault="005A7EA6" w:rsidP="00EE37DC">
            <w:pPr>
              <w:ind w:left="459" w:hanging="459"/>
            </w:pPr>
            <w:r w:rsidRPr="004B65DF">
              <w:t>1.</w:t>
            </w:r>
            <w:r w:rsidRPr="004B65DF">
              <w:tab/>
              <w:t xml:space="preserve">Card </w:t>
            </w:r>
            <w:r w:rsidR="00AC39C8">
              <w:t xml:space="preserve">or chip </w:t>
            </w:r>
            <w:r w:rsidRPr="004B65DF">
              <w:t>reader</w:t>
            </w:r>
            <w:r w:rsidR="00AC39C8">
              <w:t>s</w:t>
            </w:r>
            <w:r w:rsidRPr="004B65DF">
              <w:t xml:space="preserve"> </w:t>
            </w:r>
            <w:r w:rsidR="00AC39C8">
              <w:t xml:space="preserve">are </w:t>
            </w:r>
            <w:r w:rsidRPr="004B65DF">
              <w:t xml:space="preserve">placed on </w:t>
            </w:r>
            <w:r w:rsidR="00AC39C8">
              <w:t xml:space="preserve">each </w:t>
            </w:r>
            <w:r w:rsidRPr="004B65DF">
              <w:t>side of the door</w:t>
            </w:r>
          </w:p>
          <w:p w14:paraId="625137B6" w14:textId="77777777" w:rsidR="005A7EA6" w:rsidRPr="004B65DF" w:rsidRDefault="005A7EA6" w:rsidP="00EE37DC">
            <w:pPr>
              <w:ind w:left="459" w:hanging="459"/>
            </w:pPr>
            <w:r w:rsidRPr="004B65DF">
              <w:t>2.</w:t>
            </w:r>
            <w:r w:rsidRPr="004B65DF">
              <w:tab/>
              <w:t>Electric lock</w:t>
            </w:r>
          </w:p>
          <w:p w14:paraId="60D33807" w14:textId="77777777" w:rsidR="005A7EA6" w:rsidRPr="004B65DF" w:rsidRDefault="005A7EA6" w:rsidP="00EE37DC">
            <w:pPr>
              <w:ind w:left="459" w:hanging="459"/>
            </w:pPr>
            <w:r w:rsidRPr="004B65DF">
              <w:t>3.</w:t>
            </w:r>
            <w:r w:rsidRPr="004B65DF">
              <w:tab/>
              <w:t>Door contact</w:t>
            </w:r>
          </w:p>
          <w:p w14:paraId="22194880" w14:textId="3EF10143" w:rsidR="005A7EA6" w:rsidRPr="004B65DF" w:rsidRDefault="005A7EA6" w:rsidP="00AC39C8">
            <w:pPr>
              <w:ind w:left="459" w:hanging="459"/>
              <w:rPr>
                <w:b/>
              </w:rPr>
            </w:pPr>
            <w:r w:rsidRPr="004B65DF">
              <w:t>4.</w:t>
            </w:r>
            <w:r w:rsidRPr="004B65DF">
              <w:tab/>
              <w:t>Emergency escape button</w:t>
            </w:r>
            <w:r w:rsidR="00AC39C8">
              <w:t>s</w:t>
            </w:r>
            <w:r w:rsidRPr="004B65DF">
              <w:t xml:space="preserve"> </w:t>
            </w:r>
            <w:r w:rsidR="00AC39C8">
              <w:t xml:space="preserve">are </w:t>
            </w:r>
            <w:r w:rsidRPr="004B65DF">
              <w:t xml:space="preserve">located on </w:t>
            </w:r>
            <w:r w:rsidR="00AC39C8">
              <w:t xml:space="preserve">each </w:t>
            </w:r>
            <w:r w:rsidRPr="004B65DF">
              <w:t>side of the door</w:t>
            </w:r>
          </w:p>
        </w:tc>
      </w:tr>
      <w:tr w:rsidR="005A7EA6" w:rsidRPr="0069754F" w14:paraId="6F13F63F" w14:textId="77777777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F4B90F" w14:textId="77777777" w:rsidR="005A7EA6" w:rsidRPr="004B65DF" w:rsidRDefault="005A7EA6" w:rsidP="00EE37D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96C4EE2" w14:textId="77777777"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1B3D85" w14:textId="77777777" w:rsidR="005A7EA6" w:rsidRPr="004B65DF" w:rsidRDefault="005A7EA6" w:rsidP="00EE37DC"/>
        </w:tc>
      </w:tr>
      <w:tr w:rsidR="005A7EA6" w:rsidRPr="0069754F" w14:paraId="6DEC3118" w14:textId="77777777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D468" w14:textId="77777777" w:rsidR="005A7EA6" w:rsidRPr="004B65DF" w:rsidRDefault="005A7EA6" w:rsidP="00EE37DC">
            <w:pPr>
              <w:jc w:val="center"/>
              <w:rPr>
                <w:b/>
              </w:rPr>
            </w:pPr>
            <w:r w:rsidRPr="004B65DF">
              <w:t>Transport Systems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45138DFF" w14:textId="77777777"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DA322FC" wp14:editId="1681EF12">
                      <wp:simplePos x="0" y="0"/>
                      <wp:positionH relativeFrom="column">
                        <wp:posOffset>-89690</wp:posOffset>
                      </wp:positionH>
                      <wp:positionV relativeFrom="page">
                        <wp:posOffset>-772136</wp:posOffset>
                      </wp:positionV>
                      <wp:extent cx="1084952" cy="1959454"/>
                      <wp:effectExtent l="0" t="0" r="20320" b="2222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4952" cy="1959454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8104397" id="Přímá spojnice 10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7.05pt,-60.8pt" to="78.4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B3EFD" w14:textId="77777777" w:rsidR="005A7EA6" w:rsidRPr="004B65DF" w:rsidRDefault="005A7EA6" w:rsidP="00EE37DC">
            <w:pPr>
              <w:pStyle w:val="Normlnweb"/>
            </w:pPr>
            <w:r w:rsidRPr="004B65DF">
              <w:rPr>
                <w:lang w:val="en-US"/>
              </w:rPr>
              <w:t>Exterior building lighting, Lighting for common areas of the building, Room lighting</w:t>
            </w:r>
          </w:p>
        </w:tc>
      </w:tr>
      <w:tr w:rsidR="005A7EA6" w:rsidRPr="0069754F" w14:paraId="717A65F0" w14:textId="77777777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2466F9" w14:textId="77777777" w:rsidR="005A7EA6" w:rsidRPr="004B65DF" w:rsidRDefault="005A7EA6" w:rsidP="00EE37D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48F1EAC" w14:textId="77777777"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1BD50FF" wp14:editId="26D8F6BE">
                      <wp:simplePos x="0" y="0"/>
                      <wp:positionH relativeFrom="column">
                        <wp:posOffset>-77470</wp:posOffset>
                      </wp:positionH>
                      <wp:positionV relativeFrom="page">
                        <wp:posOffset>-291465</wp:posOffset>
                      </wp:positionV>
                      <wp:extent cx="1076325" cy="1733550"/>
                      <wp:effectExtent l="0" t="0" r="28575" b="19050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6325" cy="17335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FF74EEA" id="Přímá spojnice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1pt,-22.95pt" to="78.65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987983" w14:textId="77777777" w:rsidR="005A7EA6" w:rsidRPr="004B65DF" w:rsidRDefault="005A7EA6" w:rsidP="00EE37DC"/>
        </w:tc>
      </w:tr>
      <w:tr w:rsidR="005A7EA6" w:rsidRPr="0069754F" w14:paraId="59E0467E" w14:textId="77777777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58FBC" w14:textId="215F1088" w:rsidR="005A7EA6" w:rsidRPr="004B65DF" w:rsidRDefault="005A7EA6" w:rsidP="004C575D">
            <w:pPr>
              <w:jc w:val="center"/>
              <w:rPr>
                <w:b/>
              </w:rPr>
            </w:pPr>
            <w:r w:rsidRPr="004B65DF">
              <w:t>Acce</w:t>
            </w:r>
            <w:bookmarkStart w:id="0" w:name="_GoBack"/>
            <w:bookmarkEnd w:id="0"/>
            <w:r w:rsidRPr="004B65DF">
              <w:t>ss system contain</w:t>
            </w:r>
            <w:r w:rsidR="004C575D">
              <w:t>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D8820B4" w14:textId="77777777"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B412E" w14:textId="450BBFFA" w:rsidR="005A7EA6" w:rsidRPr="004B65DF" w:rsidRDefault="005A7EA6" w:rsidP="004C575D">
            <w:pPr>
              <w:pStyle w:val="Normlnweb"/>
              <w:rPr>
                <w:b/>
              </w:rPr>
            </w:pPr>
            <w:r w:rsidRPr="004B65DF">
              <w:rPr>
                <w:lang w:val="en-US"/>
              </w:rPr>
              <w:t>Fire Alarm System</w:t>
            </w:r>
            <w:r w:rsidR="004C575D">
              <w:rPr>
                <w:lang w:val="en-US"/>
              </w:rPr>
              <w:t>s</w:t>
            </w:r>
            <w:r w:rsidRPr="004B65DF">
              <w:rPr>
                <w:lang w:val="en-US"/>
              </w:rPr>
              <w:t xml:space="preserve"> (FAS) also called Automatic Fire Detection System, Fire Suppression System (FSS), Smoke Exhaust Ductwork (SED)</w:t>
            </w:r>
          </w:p>
        </w:tc>
      </w:tr>
      <w:tr w:rsidR="005A7EA6" w:rsidRPr="0069754F" w14:paraId="6EE8611F" w14:textId="77777777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FD463D" w14:textId="77777777" w:rsidR="005A7EA6" w:rsidRPr="004B65DF" w:rsidRDefault="005A7EA6" w:rsidP="00EE37D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7C4C4F" w14:textId="77777777"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882460" w14:textId="77777777" w:rsidR="005A7EA6" w:rsidRPr="004B65DF" w:rsidRDefault="005A7EA6" w:rsidP="00EE37DC">
            <w:pPr>
              <w:rPr>
                <w:bCs/>
              </w:rPr>
            </w:pPr>
          </w:p>
        </w:tc>
      </w:tr>
      <w:tr w:rsidR="005A7EA6" w:rsidRPr="0069754F" w14:paraId="568EB32E" w14:textId="77777777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2D1D4" w14:textId="3ECA4740" w:rsidR="005A7EA6" w:rsidRPr="004B65DF" w:rsidRDefault="005A7EA6" w:rsidP="00AC39C8">
            <w:pPr>
              <w:jc w:val="center"/>
              <w:rPr>
                <w:b/>
              </w:rPr>
            </w:pPr>
            <w:r w:rsidRPr="004B65DF">
              <w:t>Lighting system</w:t>
            </w:r>
            <w:r w:rsidR="00AC39C8">
              <w:t>s</w:t>
            </w:r>
            <w:r w:rsidRPr="004B65DF">
              <w:t xml:space="preserve"> can be divided </w:t>
            </w:r>
            <w:r w:rsidR="00AC39C8">
              <w:t>as follows: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F989DB1" w14:textId="77777777" w:rsidR="005A7EA6" w:rsidRPr="0069754F" w:rsidRDefault="005A7EA6" w:rsidP="00EE37DC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C7EA206" wp14:editId="511AB990">
                      <wp:simplePos x="0" y="0"/>
                      <wp:positionH relativeFrom="column">
                        <wp:posOffset>-86995</wp:posOffset>
                      </wp:positionH>
                      <wp:positionV relativeFrom="page">
                        <wp:posOffset>-1456055</wp:posOffset>
                      </wp:positionV>
                      <wp:extent cx="1076325" cy="1724025"/>
                      <wp:effectExtent l="0" t="0" r="28575" b="28575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6325" cy="1724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5BAB26F" id="Přímá spojnice 1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85pt,-114.65pt" to="77.9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64373" w14:textId="77777777" w:rsidR="005A7EA6" w:rsidRPr="004B65DF" w:rsidRDefault="005A7EA6" w:rsidP="00EE37DC">
            <w:pPr>
              <w:ind w:left="317" w:hanging="283"/>
            </w:pPr>
            <w:r w:rsidRPr="004B65DF">
              <w:t>•</w:t>
            </w:r>
            <w:r w:rsidRPr="004B65DF">
              <w:tab/>
              <w:t>escalators</w:t>
            </w:r>
          </w:p>
          <w:p w14:paraId="58B67CCD" w14:textId="32481C25" w:rsidR="005A7EA6" w:rsidRPr="004B65DF" w:rsidRDefault="005A7EA6" w:rsidP="00EE37DC">
            <w:pPr>
              <w:ind w:left="317" w:hanging="283"/>
            </w:pPr>
            <w:r w:rsidRPr="004B65DF">
              <w:t>•</w:t>
            </w:r>
            <w:r w:rsidRPr="004B65DF">
              <w:tab/>
              <w:t>travelator</w:t>
            </w:r>
            <w:r w:rsidR="004C575D">
              <w:t>s</w:t>
            </w:r>
          </w:p>
          <w:p w14:paraId="6BDE9F35" w14:textId="77777777" w:rsidR="005A7EA6" w:rsidRPr="004B65DF" w:rsidRDefault="005A7EA6" w:rsidP="00EE37DC">
            <w:pPr>
              <w:ind w:left="317" w:hanging="283"/>
              <w:rPr>
                <w:b/>
              </w:rPr>
            </w:pPr>
            <w:r w:rsidRPr="004B65DF">
              <w:t>•</w:t>
            </w:r>
            <w:r w:rsidRPr="004B65DF">
              <w:tab/>
              <w:t>elevators</w:t>
            </w:r>
          </w:p>
        </w:tc>
      </w:tr>
    </w:tbl>
    <w:p w14:paraId="3B7CE086" w14:textId="77777777" w:rsidR="005A7EA6" w:rsidRPr="0069754F" w:rsidRDefault="005A7EA6" w:rsidP="005A7EA6">
      <w:pPr>
        <w:pStyle w:val="eLineBottom"/>
      </w:pPr>
    </w:p>
    <w:p w14:paraId="40BE5556" w14:textId="77777777" w:rsidR="00A93A21" w:rsidRPr="0069754F" w:rsidRDefault="00A93A21" w:rsidP="00CE4558"/>
    <w:p w14:paraId="60DCAA38" w14:textId="711C28E8" w:rsidR="00EB5344" w:rsidRPr="0069754F" w:rsidRDefault="007159FF" w:rsidP="00311326">
      <w:pPr>
        <w:pStyle w:val="eTask"/>
      </w:pPr>
      <w:r>
        <w:t xml:space="preserve">Complete the </w:t>
      </w:r>
      <w:r w:rsidR="005A2E42">
        <w:t>sentence</w:t>
      </w:r>
      <w:r w:rsidR="00DA1D67">
        <w:t>!</w:t>
      </w:r>
    </w:p>
    <w:p w14:paraId="0C7B085A" w14:textId="77777777" w:rsidR="000D0084" w:rsidRDefault="000D0084" w:rsidP="000D0084"/>
    <w:p w14:paraId="66FC2EA6" w14:textId="2D2BD8A8" w:rsidR="000D0084" w:rsidRDefault="00680040" w:rsidP="007B46D4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Regulation</m:t>
                </m:r>
              </m:e>
              <m:e>
                <m:r>
                  <m:rPr>
                    <m:nor/>
                  </m:rPr>
                  <w:rPr>
                    <w:rFonts w:ascii="Cambria Math"/>
                    <w:strike/>
                  </w:rPr>
                  <m:t>SCADA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</w:rPr>
                  <m:t>Fuzzy control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</w:rPr>
                  <m:t>Logical control</m:t>
                </m:r>
              </m:e>
            </m:eqArr>
          </m:e>
        </m:d>
      </m:oMath>
      <w:r w:rsidR="00B907AC" w:rsidRPr="0069754F">
        <w:t xml:space="preserve"> </w:t>
      </w:r>
      <w:r w:rsidR="007F2283">
        <w:t xml:space="preserve">is </w:t>
      </w:r>
      <w:r w:rsidR="00C50981" w:rsidRPr="00693F98">
        <w:t>describe</w:t>
      </w:r>
      <w:r w:rsidR="007F2283">
        <w:t>d</w:t>
      </w:r>
      <w:r w:rsidR="00C50981" w:rsidRPr="00693F98">
        <w:t xml:space="preserve"> in the theory of automation by functions of Boolean algebra and theory of state machines</w:t>
      </w:r>
      <w:r w:rsidR="00C50981">
        <w:t>.</w:t>
      </w:r>
    </w:p>
    <w:p w14:paraId="73967ADB" w14:textId="77777777" w:rsidR="00B907AC" w:rsidRPr="0069754F" w:rsidRDefault="00B907AC" w:rsidP="00B907AC">
      <w:pPr>
        <w:pStyle w:val="eLineBottom"/>
      </w:pPr>
    </w:p>
    <w:p w14:paraId="6EF41A9E" w14:textId="77777777" w:rsidR="00B907AC" w:rsidRPr="0069754F" w:rsidRDefault="00B907AC" w:rsidP="000D0084"/>
    <w:p w14:paraId="25AE115E" w14:textId="58C83DB6" w:rsidR="00076439" w:rsidRPr="00A93A21" w:rsidRDefault="00F4463C" w:rsidP="00311326">
      <w:pPr>
        <w:pStyle w:val="eTask"/>
        <w:rPr>
          <w:rStyle w:val="eAbbreviationMeaning"/>
          <w:b/>
          <w:i w:val="0"/>
          <w:color w:val="auto"/>
          <w:lang w:eastAsia="cs-CZ"/>
        </w:rPr>
      </w:pPr>
      <w:r>
        <w:t>Choose</w:t>
      </w:r>
      <w:r w:rsidR="007159FF">
        <w:t xml:space="preserve"> the</w:t>
      </w:r>
      <w:r>
        <w:t xml:space="preserve"> correct option:</w:t>
      </w:r>
      <w:r w:rsidR="00076439" w:rsidRPr="00311326">
        <w:t xml:space="preserve"> </w:t>
      </w:r>
      <w:r w:rsidR="000A25C5">
        <w:t xml:space="preserve"> </w:t>
      </w:r>
      <w:r w:rsidR="000A25C5" w:rsidRPr="000A25C5">
        <w:rPr>
          <w:b w:val="0"/>
          <w:i/>
        </w:rPr>
        <w:t>Building safety technology include</w:t>
      </w:r>
      <w:r w:rsidR="004C575D">
        <w:rPr>
          <w:b w:val="0"/>
          <w:i/>
        </w:rPr>
        <w:t>s</w:t>
      </w:r>
    </w:p>
    <w:p w14:paraId="21DD0144" w14:textId="77777777" w:rsidR="00A93A21" w:rsidRPr="00A93A21" w:rsidRDefault="00A93A21" w:rsidP="00A93A21">
      <w:pPr>
        <w:rPr>
          <w:rStyle w:val="eCheckBoxSquareChar"/>
          <w:sz w:val="24"/>
        </w:rPr>
      </w:pPr>
    </w:p>
    <w:p w14:paraId="3686576F" w14:textId="77777777" w:rsidR="00A72617" w:rsidRDefault="00A72617" w:rsidP="00A72617">
      <w:pPr>
        <w:pStyle w:val="eCheckBoxText"/>
        <w:ind w:left="425" w:hanging="425"/>
        <w:rPr>
          <w:szCs w:val="40"/>
        </w:rPr>
      </w:pPr>
      <w:r w:rsidRPr="00D57AAB">
        <w:rPr>
          <w:rStyle w:val="eCheckBoxSquareChar"/>
        </w:rPr>
        <w:t>□</w:t>
      </w:r>
      <w:r w:rsidRPr="00D57AAB">
        <w:tab/>
      </w:r>
      <w:r w:rsidR="00FB13B9">
        <w:rPr>
          <w:szCs w:val="40"/>
        </w:rPr>
        <w:t>t</w:t>
      </w:r>
      <w:r>
        <w:rPr>
          <w:szCs w:val="40"/>
        </w:rPr>
        <w:t>ransport systems</w:t>
      </w:r>
    </w:p>
    <w:p w14:paraId="5AD50CF9" w14:textId="77777777" w:rsidR="000A25C5" w:rsidRPr="00BE635A" w:rsidRDefault="004B65DF" w:rsidP="004B65DF">
      <w:pPr>
        <w:pStyle w:val="Normlnweb"/>
        <w:spacing w:before="0" w:beforeAutospacing="0" w:after="0"/>
        <w:ind w:left="426" w:hanging="426"/>
        <w:rPr>
          <w:b/>
          <w:color w:val="00B050"/>
          <w:lang w:val="en-US"/>
        </w:rPr>
      </w:pPr>
      <w:r w:rsidRPr="00A8158E">
        <w:rPr>
          <w:rStyle w:val="eCheckBoxSquareChar"/>
          <w:b/>
          <w:color w:val="FF0000"/>
        </w:rPr>
        <w:t>x</w:t>
      </w:r>
      <w:r>
        <w:rPr>
          <w:rStyle w:val="eCheckBoxSquareChar"/>
          <w:b/>
          <w:color w:val="FF0000"/>
        </w:rPr>
        <w:tab/>
      </w:r>
      <w:r w:rsidR="00FB13B9" w:rsidRPr="003F07AC">
        <w:rPr>
          <w:color w:val="FF0000"/>
          <w:szCs w:val="40"/>
          <w:lang w:val="en-US"/>
        </w:rPr>
        <w:t>a</w:t>
      </w:r>
      <w:r w:rsidR="000A25C5" w:rsidRPr="003F07AC">
        <w:rPr>
          <w:color w:val="FF0000"/>
          <w:szCs w:val="40"/>
          <w:lang w:val="en-US"/>
        </w:rPr>
        <w:t>ccess to the building (persons and vehicles)</w:t>
      </w:r>
    </w:p>
    <w:p w14:paraId="3A5F8985" w14:textId="77777777" w:rsidR="000A25C5" w:rsidRDefault="000A25C5" w:rsidP="000A25C5">
      <w:pPr>
        <w:pStyle w:val="eCheckBoxText"/>
        <w:rPr>
          <w:szCs w:val="40"/>
        </w:rPr>
      </w:pPr>
      <w:r w:rsidRPr="00D57AAB">
        <w:rPr>
          <w:rStyle w:val="eCheckBoxSquareChar"/>
        </w:rPr>
        <w:t>□</w:t>
      </w:r>
      <w:r w:rsidRPr="00D57AAB">
        <w:tab/>
      </w:r>
      <w:r w:rsidR="00FB13B9">
        <w:t>l</w:t>
      </w:r>
      <w:r>
        <w:t xml:space="preserve">ighting </w:t>
      </w:r>
      <w:r>
        <w:rPr>
          <w:szCs w:val="40"/>
        </w:rPr>
        <w:t>systems</w:t>
      </w:r>
    </w:p>
    <w:p w14:paraId="7E2B7DB7" w14:textId="77777777" w:rsidR="00A72617" w:rsidRPr="00BE635A" w:rsidRDefault="00A72617" w:rsidP="00A72617">
      <w:pPr>
        <w:pStyle w:val="Normlnweb"/>
        <w:spacing w:before="0" w:beforeAutospacing="0" w:after="0"/>
        <w:ind w:left="426" w:hanging="426"/>
        <w:rPr>
          <w:b/>
          <w:color w:val="00B050"/>
          <w:lang w:val="en-US"/>
        </w:rPr>
      </w:pPr>
      <w:r w:rsidRPr="00BE635A">
        <w:rPr>
          <w:rStyle w:val="eCheckBoxSquareChar"/>
          <w:b/>
          <w:color w:val="FF0000"/>
        </w:rPr>
        <w:t>x</w:t>
      </w:r>
      <w:r w:rsidRPr="00BE635A">
        <w:rPr>
          <w:b/>
          <w:color w:val="00B050"/>
        </w:rPr>
        <w:tab/>
      </w:r>
      <w:r w:rsidR="00FB13B9" w:rsidRPr="003F07AC">
        <w:rPr>
          <w:color w:val="FF0000"/>
          <w:szCs w:val="40"/>
          <w:lang w:val="en-US"/>
        </w:rPr>
        <w:t>cl</w:t>
      </w:r>
      <w:r w:rsidRPr="003F07AC">
        <w:rPr>
          <w:color w:val="FF0000"/>
          <w:szCs w:val="40"/>
          <w:lang w:val="en-US"/>
        </w:rPr>
        <w:t>osed circuit television</w:t>
      </w:r>
    </w:p>
    <w:p w14:paraId="6582E3D8" w14:textId="77777777" w:rsidR="00A72617" w:rsidRPr="00BE635A" w:rsidRDefault="00A72617" w:rsidP="00A72617">
      <w:pPr>
        <w:pStyle w:val="Normlnweb"/>
        <w:spacing w:before="0" w:beforeAutospacing="0" w:after="0"/>
        <w:ind w:left="426" w:hanging="426"/>
        <w:rPr>
          <w:b/>
          <w:color w:val="00B050"/>
          <w:lang w:val="en-US"/>
        </w:rPr>
      </w:pPr>
      <w:r w:rsidRPr="00BE635A">
        <w:rPr>
          <w:rStyle w:val="eCheckBoxSquareChar"/>
          <w:b/>
          <w:color w:val="FF0000"/>
        </w:rPr>
        <w:t>x</w:t>
      </w:r>
      <w:r w:rsidRPr="00BE635A">
        <w:rPr>
          <w:b/>
          <w:color w:val="00B050"/>
        </w:rPr>
        <w:tab/>
      </w:r>
      <w:r w:rsidR="00FB13B9" w:rsidRPr="003F07AC">
        <w:rPr>
          <w:color w:val="FF0000"/>
          <w:szCs w:val="40"/>
          <w:lang w:val="en-US"/>
        </w:rPr>
        <w:t>fire p</w:t>
      </w:r>
      <w:r w:rsidRPr="003F07AC">
        <w:rPr>
          <w:color w:val="FF0000"/>
          <w:szCs w:val="40"/>
          <w:lang w:val="en-US"/>
        </w:rPr>
        <w:t xml:space="preserve">rotection </w:t>
      </w:r>
      <w:r w:rsidR="00FB13B9" w:rsidRPr="003F07AC">
        <w:rPr>
          <w:color w:val="FF0000"/>
          <w:szCs w:val="40"/>
          <w:lang w:val="en-US"/>
        </w:rPr>
        <w:t>s</w:t>
      </w:r>
      <w:r w:rsidRPr="003F07AC">
        <w:rPr>
          <w:color w:val="FF0000"/>
          <w:szCs w:val="40"/>
          <w:lang w:val="en-US"/>
        </w:rPr>
        <w:t>ystems</w:t>
      </w:r>
    </w:p>
    <w:p w14:paraId="696BB3CD" w14:textId="77777777" w:rsidR="00B907AC" w:rsidRPr="0069754F" w:rsidRDefault="00B907AC" w:rsidP="00B907AC">
      <w:pPr>
        <w:pStyle w:val="eLineBottom"/>
      </w:pPr>
    </w:p>
    <w:p w14:paraId="63DDB39C" w14:textId="77777777" w:rsidR="00B907AC" w:rsidRDefault="00B907AC" w:rsidP="000D0084"/>
    <w:p w14:paraId="4B405657" w14:textId="605A3122" w:rsidR="005A7EA6" w:rsidRDefault="005A7EA6" w:rsidP="005A7EA6">
      <w:pPr>
        <w:pStyle w:val="eTask"/>
      </w:pPr>
      <w:r>
        <w:t xml:space="preserve">Fill </w:t>
      </w:r>
      <w:r w:rsidR="007159FF">
        <w:t xml:space="preserve">the correct </w:t>
      </w:r>
      <w:r>
        <w:t xml:space="preserve">elements in </w:t>
      </w:r>
      <w:r w:rsidR="007159FF">
        <w:t xml:space="preserve">the </w:t>
      </w:r>
      <w:r>
        <w:t>corresponding blocks!</w:t>
      </w:r>
    </w:p>
    <w:p w14:paraId="7E3D2C4E" w14:textId="77777777" w:rsidR="005A7EA6" w:rsidRPr="00311326" w:rsidRDefault="005A7EA6" w:rsidP="005A7EA6"/>
    <w:p w14:paraId="0BD9B156" w14:textId="77777777" w:rsidR="005A7EA6" w:rsidRPr="0069754F" w:rsidRDefault="005A7EA6" w:rsidP="005A7EA6"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4DAD0C" wp14:editId="03F44FC6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B9558" w14:textId="77777777" w:rsidR="005A7EA6" w:rsidRPr="00BE635A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E635A">
                              <w:rPr>
                                <w:b/>
                              </w:rPr>
                              <w:t>Thermocouple</w:t>
                            </w:r>
                          </w:p>
                          <w:p w14:paraId="01AD1010" w14:textId="77777777" w:rsidR="005A7EA6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74DE70A" w14:textId="77777777" w:rsidR="005A7EA6" w:rsidRPr="00BE635A" w:rsidRDefault="005A7EA6" w:rsidP="005A7EA6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BE635A">
                              <w:rPr>
                                <w:b/>
                                <w:color w:val="FF0000"/>
                              </w:rPr>
                              <w:t>iron (Fe)</w:t>
                            </w:r>
                            <w:r w:rsidRPr="00BE635A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- constantan</w:t>
                            </w:r>
                            <w:r w:rsidRPr="00BE635A">
                              <w:rPr>
                                <w:b/>
                                <w:color w:val="FF0000"/>
                              </w:rPr>
                              <w:t xml:space="preserve">    </w:t>
                            </w:r>
                          </w:p>
                          <w:p w14:paraId="32A55170" w14:textId="77777777" w:rsidR="005A7EA6" w:rsidRPr="00ED25FF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B320843" w14:textId="77777777" w:rsidR="005A7EA6" w:rsidRDefault="005A7EA6" w:rsidP="005A7E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5C07D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57.05pt;margin-top:6.8pt;width:144.6pt;height:5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">
                <v:textbox>
                  <w:txbxContent>
                    <w:p w:rsidR="005A7EA6" w:rsidRPr="00BE635A" w:rsidRDefault="005A7EA6" w:rsidP="005A7EA6">
                      <w:pPr>
                        <w:jc w:val="center"/>
                        <w:rPr>
                          <w:b/>
                        </w:rPr>
                      </w:pPr>
                      <w:r w:rsidRPr="00BE635A">
                        <w:rPr>
                          <w:b/>
                        </w:rPr>
                        <w:t>Thermocouple</w:t>
                      </w:r>
                    </w:p>
                    <w:p w:rsidR="005A7EA6" w:rsidRDefault="005A7EA6" w:rsidP="005A7EA6">
                      <w:pPr>
                        <w:jc w:val="center"/>
                        <w:rPr>
                          <w:b/>
                        </w:rPr>
                      </w:pPr>
                    </w:p>
                    <w:p w:rsidR="005A7EA6" w:rsidRPr="00BE635A" w:rsidRDefault="005A7EA6" w:rsidP="005A7EA6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BE635A">
                        <w:rPr>
                          <w:b/>
                          <w:color w:val="FF0000"/>
                        </w:rPr>
                        <w:t>iron (Fe)</w:t>
                      </w:r>
                      <w:r w:rsidRPr="00BE635A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- constantan</w:t>
                      </w:r>
                      <w:r w:rsidRPr="00BE635A">
                        <w:rPr>
                          <w:b/>
                          <w:color w:val="FF0000"/>
                        </w:rPr>
                        <w:t xml:space="preserve">    </w:t>
                      </w:r>
                    </w:p>
                    <w:p w:rsidR="005A7EA6" w:rsidRPr="00ED25FF" w:rsidRDefault="005A7EA6" w:rsidP="005A7EA6">
                      <w:pPr>
                        <w:jc w:val="center"/>
                        <w:rPr>
                          <w:b/>
                        </w:rPr>
                      </w:pPr>
                    </w:p>
                    <w:p w:rsidR="005A7EA6" w:rsidRDefault="005A7EA6" w:rsidP="005A7EA6"/>
                  </w:txbxContent>
                </v:textbox>
              </v:shape>
            </w:pict>
          </mc:Fallback>
        </mc:AlternateContent>
      </w: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50B10" wp14:editId="2CA63E21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4497B" w14:textId="77777777" w:rsidR="005A7EA6" w:rsidRPr="00BE635A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E635A">
                              <w:rPr>
                                <w:b/>
                              </w:rPr>
                              <w:t>Resistance thermometer</w:t>
                            </w:r>
                          </w:p>
                          <w:p w14:paraId="0AA39D92" w14:textId="77777777" w:rsidR="005A7EA6" w:rsidRDefault="005A7EA6" w:rsidP="005A7EA6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</w:p>
                          <w:p w14:paraId="41E0B21F" w14:textId="77777777" w:rsidR="005A7EA6" w:rsidRPr="00BE635A" w:rsidRDefault="005A7EA6" w:rsidP="005A7EA6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BE635A">
                              <w:rPr>
                                <w:b/>
                                <w:color w:val="FF0000"/>
                              </w:rPr>
                              <w:t>Ni of Pt</w:t>
                            </w:r>
                          </w:p>
                          <w:p w14:paraId="641E1F0F" w14:textId="77777777" w:rsidR="005A7EA6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29A6D72" w14:textId="77777777" w:rsidR="005A7EA6" w:rsidRPr="00ED25FF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96596F1" w14:textId="77777777" w:rsidR="005A7EA6" w:rsidRPr="00ED25FF" w:rsidRDefault="005A7EA6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804F87" id="Text Box 5" o:spid="_x0000_s1027" type="#_x0000_t202" style="position:absolute;margin-left:.65pt;margin-top:6.8pt;width:144.6pt;height:5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CpG+jjLAIAAFgEAAAOAAAAAAAAAAAAAAAAAC4CAABkcnMv&#10;ZTJvRG9jLnhtbFBLAQItABQABgAIAAAAIQBL4tvZ3QAAAAgBAAAPAAAAAAAAAAAAAAAAAIYEAABk&#10;cnMvZG93bnJldi54bWxQSwUGAAAAAAQABADzAAAAkAUAAAAA&#10;">
                <v:textbox>
                  <w:txbxContent>
                    <w:p w:rsidR="005A7EA6" w:rsidRPr="00BE635A" w:rsidRDefault="005A7EA6" w:rsidP="005A7EA6">
                      <w:pPr>
                        <w:jc w:val="center"/>
                        <w:rPr>
                          <w:b/>
                        </w:rPr>
                      </w:pPr>
                      <w:r w:rsidRPr="00BE635A">
                        <w:rPr>
                          <w:b/>
                        </w:rPr>
                        <w:t>Resistance thermometer</w:t>
                      </w:r>
                    </w:p>
                    <w:p w:rsidR="005A7EA6" w:rsidRDefault="005A7EA6" w:rsidP="005A7EA6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</w:p>
                    <w:p w:rsidR="005A7EA6" w:rsidRPr="00BE635A" w:rsidRDefault="005A7EA6" w:rsidP="005A7EA6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BE635A">
                        <w:rPr>
                          <w:b/>
                          <w:color w:val="FF0000"/>
                        </w:rPr>
                        <w:t>Ni of Pt</w:t>
                      </w:r>
                    </w:p>
                    <w:p w:rsidR="005A7EA6" w:rsidRDefault="005A7EA6" w:rsidP="005A7EA6">
                      <w:pPr>
                        <w:jc w:val="center"/>
                        <w:rPr>
                          <w:b/>
                        </w:rPr>
                      </w:pPr>
                    </w:p>
                    <w:p w:rsidR="005A7EA6" w:rsidRPr="00ED25FF" w:rsidRDefault="005A7EA6" w:rsidP="005A7EA6">
                      <w:pPr>
                        <w:jc w:val="center"/>
                        <w:rPr>
                          <w:b/>
                        </w:rPr>
                      </w:pPr>
                    </w:p>
                    <w:p w:rsidR="005A7EA6" w:rsidRPr="00ED25FF" w:rsidRDefault="005A7EA6" w:rsidP="005A7EA6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74F39A" w14:textId="77777777" w:rsidR="005A7EA6" w:rsidRPr="0069754F" w:rsidRDefault="005A7EA6" w:rsidP="005A7EA6"/>
    <w:p w14:paraId="56B24019" w14:textId="77777777" w:rsidR="005A7EA6" w:rsidRPr="0069754F" w:rsidRDefault="005A7EA6" w:rsidP="005A7EA6">
      <w:pPr>
        <w:rPr>
          <w:rFonts w:ascii="Adobe Caslon Pro" w:hAnsi="Adobe Caslon Pro"/>
          <w:b/>
        </w:rPr>
      </w:pPr>
    </w:p>
    <w:p w14:paraId="0F51E12B" w14:textId="77777777" w:rsidR="005A7EA6" w:rsidRPr="0069754F" w:rsidRDefault="005A7EA6" w:rsidP="005A7EA6">
      <w:pPr>
        <w:rPr>
          <w:rFonts w:ascii="Adobe Caslon Pro" w:hAnsi="Adobe Caslon Pro"/>
          <w:b/>
        </w:rPr>
      </w:pPr>
    </w:p>
    <w:p w14:paraId="5337D92E" w14:textId="77777777" w:rsidR="005A7EA6" w:rsidRPr="0069754F" w:rsidRDefault="005A7EA6" w:rsidP="005A7EA6">
      <w:pPr>
        <w:rPr>
          <w:rFonts w:ascii="Adobe Caslon Pro" w:hAnsi="Adobe Caslon Pro"/>
          <w:b/>
        </w:rPr>
      </w:pPr>
    </w:p>
    <w:p w14:paraId="20939A25" w14:textId="77777777" w:rsidR="005A7EA6" w:rsidRPr="00BE635A" w:rsidRDefault="005A7EA6" w:rsidP="005A7EA6">
      <w:pPr>
        <w:rPr>
          <w:lang w:val="de-DE"/>
        </w:rPr>
      </w:pPr>
      <w:r>
        <w:rPr>
          <w:lang w:val="de-DE"/>
        </w:rPr>
        <w:t xml:space="preserve">          </w:t>
      </w:r>
      <w:r w:rsidRPr="00BE635A">
        <w:rPr>
          <w:lang w:val="de-DE"/>
        </w:rPr>
        <w:t xml:space="preserve">Ni or Pt      </w:t>
      </w:r>
      <w:r w:rsidR="00A72617">
        <w:rPr>
          <w:lang w:val="de-DE"/>
        </w:rPr>
        <w:t xml:space="preserve">   </w:t>
      </w:r>
      <w:r w:rsidRPr="00BE635A">
        <w:rPr>
          <w:lang w:val="de-DE"/>
        </w:rPr>
        <w:t xml:space="preserve"> Cu    </w:t>
      </w:r>
      <w:r w:rsidR="00A72617">
        <w:rPr>
          <w:lang w:val="de-DE"/>
        </w:rPr>
        <w:t xml:space="preserve">   </w:t>
      </w:r>
      <w:r w:rsidR="00A72617" w:rsidRPr="00BE635A">
        <w:t>iron (Fe) - constantan</w:t>
      </w:r>
      <w:r w:rsidR="00A72617">
        <w:rPr>
          <w:lang w:val="de-DE"/>
        </w:rPr>
        <w:t xml:space="preserve">      </w:t>
      </w:r>
      <w:r w:rsidRPr="00BE635A">
        <w:rPr>
          <w:lang w:val="de-DE"/>
        </w:rPr>
        <w:t xml:space="preserve">   He</w:t>
      </w:r>
    </w:p>
    <w:p w14:paraId="598D4E83" w14:textId="77777777" w:rsidR="005A7EA6" w:rsidRPr="00AC1FF1" w:rsidRDefault="005A7EA6" w:rsidP="005A7EA6">
      <w:pPr>
        <w:pStyle w:val="eLineBottom"/>
        <w:rPr>
          <w:lang w:val="de-DE"/>
        </w:rPr>
      </w:pPr>
    </w:p>
    <w:p w14:paraId="1D09E5F6" w14:textId="77777777" w:rsidR="005A7EA6" w:rsidRPr="00AC1FF1" w:rsidRDefault="005A7EA6" w:rsidP="005A7EA6">
      <w:pPr>
        <w:rPr>
          <w:lang w:val="de-DE"/>
        </w:rPr>
      </w:pPr>
    </w:p>
    <w:p w14:paraId="1FC7D733" w14:textId="7F1BD212" w:rsidR="005A7EA6" w:rsidRPr="00311326" w:rsidRDefault="007159FF" w:rsidP="005A7EA6">
      <w:pPr>
        <w:pStyle w:val="eTask"/>
      </w:pPr>
      <w:r>
        <w:t>Complete the</w:t>
      </w:r>
      <w:r w:rsidR="005A7EA6">
        <w:t xml:space="preserve"> sentences!</w:t>
      </w:r>
      <w:r w:rsidR="005A7EA6" w:rsidRPr="00311326">
        <w:t xml:space="preserve"> </w:t>
      </w:r>
    </w:p>
    <w:p w14:paraId="50978848" w14:textId="77777777" w:rsidR="005A7EA6" w:rsidRPr="0069754F" w:rsidRDefault="005A7EA6" w:rsidP="005A7EA6"/>
    <w:p w14:paraId="60541A4E" w14:textId="0E8473FF" w:rsidR="005A7EA6" w:rsidRDefault="005A7EA6" w:rsidP="00FB13B9">
      <w:pPr>
        <w:spacing w:line="480" w:lineRule="auto"/>
        <w:jc w:val="both"/>
      </w:pPr>
      <w:r w:rsidRPr="00693F98">
        <w:t>T</w:t>
      </w:r>
      <w:r>
        <w:t>h</w:t>
      </w:r>
      <w:r w:rsidRPr="00693F98">
        <w:t xml:space="preserve">ermoelectric effect </w:t>
      </w:r>
      <w:r w:rsidR="000E3F0F">
        <w:t>relies on</w:t>
      </w:r>
      <w:r w:rsidR="000E3F0F" w:rsidRPr="00D57AAB">
        <w:t xml:space="preserve"> </w:t>
      </w:r>
      <w:r w:rsidRPr="00BE635A">
        <w:rPr>
          <w:b/>
          <w:color w:val="FF0000"/>
        </w:rPr>
        <w:t>thermoelectric voltage which is transformed into heat in the junction of the two metals</w:t>
      </w:r>
      <w:r w:rsidRPr="00BE635A">
        <w:t>.</w:t>
      </w:r>
    </w:p>
    <w:p w14:paraId="15820E9C" w14:textId="77777777" w:rsidR="005A7EA6" w:rsidRPr="0069754F" w:rsidRDefault="005A7EA6" w:rsidP="00FB13B9">
      <w:pPr>
        <w:jc w:val="both"/>
      </w:pPr>
    </w:p>
    <w:p w14:paraId="39773C35" w14:textId="1F9DF266" w:rsidR="005A7EA6" w:rsidRPr="0069754F" w:rsidRDefault="005A7EA6" w:rsidP="00FB13B9">
      <w:pPr>
        <w:spacing w:line="480" w:lineRule="auto"/>
        <w:jc w:val="both"/>
      </w:pPr>
      <w:r>
        <w:t xml:space="preserve">The resistance thermometer is based on </w:t>
      </w:r>
      <w:r w:rsidR="007159FF">
        <w:t xml:space="preserve">the fact </w:t>
      </w:r>
      <w:r>
        <w:t>that</w:t>
      </w:r>
      <w:r w:rsidRPr="004D52FB">
        <w:t xml:space="preserve"> </w:t>
      </w:r>
      <w:r w:rsidRPr="00BE635A">
        <w:rPr>
          <w:b/>
          <w:color w:val="FF0000"/>
        </w:rPr>
        <w:t>any material changes its electrical resistance depending on the temperature</w:t>
      </w:r>
      <w:r w:rsidRPr="00BE635A">
        <w:t>.</w:t>
      </w:r>
    </w:p>
    <w:p w14:paraId="2E4D864F" w14:textId="77777777" w:rsidR="005A7EA6" w:rsidRDefault="005A7EA6" w:rsidP="005A7EA6">
      <w:pPr>
        <w:pStyle w:val="eLineBottom"/>
      </w:pPr>
      <w:r w:rsidRPr="0069754F">
        <w:t xml:space="preserve"> </w:t>
      </w:r>
    </w:p>
    <w:p w14:paraId="6F26625B" w14:textId="77777777" w:rsidR="005A7EA6" w:rsidRDefault="005A7EA6" w:rsidP="005A7EA6"/>
    <w:p w14:paraId="2E983F36" w14:textId="77777777" w:rsidR="005A7EA6" w:rsidRPr="00311326" w:rsidRDefault="005A7EA6" w:rsidP="005A7EA6">
      <w:pPr>
        <w:pStyle w:val="eTask"/>
      </w:pPr>
      <w:r>
        <w:t xml:space="preserve">Explain </w:t>
      </w:r>
      <w:r w:rsidR="007159FF">
        <w:t xml:space="preserve">the </w:t>
      </w:r>
      <w:r>
        <w:t>part</w:t>
      </w:r>
      <w:r w:rsidR="007159FF">
        <w:t>s</w:t>
      </w:r>
      <w:r>
        <w:t xml:space="preserve"> of SCADA systems</w:t>
      </w:r>
      <w:r w:rsidRPr="00311326">
        <w:t xml:space="preserve"> </w:t>
      </w:r>
    </w:p>
    <w:p w14:paraId="21BDC1BA" w14:textId="77777777" w:rsidR="005A7EA6" w:rsidRPr="0069754F" w:rsidRDefault="005A7EA6" w:rsidP="005A7EA6"/>
    <w:p w14:paraId="07BDBE83" w14:textId="00A3C686" w:rsidR="005A7EA6" w:rsidRPr="0069754F" w:rsidRDefault="004C575D" w:rsidP="00FB13B9">
      <w:pPr>
        <w:spacing w:line="480" w:lineRule="auto"/>
        <w:jc w:val="both"/>
      </w:pPr>
      <w:r>
        <w:t>SCADA means</w:t>
      </w:r>
      <w:r w:rsidR="007159FF">
        <w:t>:</w:t>
      </w:r>
      <w:r w:rsidR="005A7EA6" w:rsidRPr="0069754F">
        <w:t xml:space="preserve"> </w:t>
      </w:r>
      <w:r w:rsidR="005A7EA6">
        <w:rPr>
          <w:b/>
          <w:color w:val="FF0000"/>
        </w:rPr>
        <w:t>S</w:t>
      </w:r>
      <w:r w:rsidR="005A7EA6" w:rsidRPr="00BE635A">
        <w:rPr>
          <w:b/>
          <w:color w:val="FF0000"/>
        </w:rPr>
        <w:t xml:space="preserve">ystems which enables supervision, control and archiving </w:t>
      </w:r>
      <w:r w:rsidR="007159FF">
        <w:rPr>
          <w:b/>
          <w:color w:val="FF0000"/>
        </w:rPr>
        <w:t xml:space="preserve">of </w:t>
      </w:r>
      <w:r w:rsidR="005A7EA6" w:rsidRPr="00BE635A">
        <w:rPr>
          <w:b/>
          <w:color w:val="FF0000"/>
        </w:rPr>
        <w:t xml:space="preserve">events </w:t>
      </w:r>
      <w:r w:rsidR="007159FF">
        <w:rPr>
          <w:b/>
          <w:color w:val="FF0000"/>
        </w:rPr>
        <w:t xml:space="preserve">in a </w:t>
      </w:r>
      <w:r w:rsidR="005A7EA6" w:rsidRPr="00BE635A">
        <w:rPr>
          <w:b/>
          <w:color w:val="FF0000"/>
        </w:rPr>
        <w:t>technological proce</w:t>
      </w:r>
      <w:r w:rsidR="000E3F0F">
        <w:rPr>
          <w:b/>
          <w:color w:val="FF0000"/>
        </w:rPr>
        <w:t>s</w:t>
      </w:r>
      <w:r w:rsidR="005A7EA6" w:rsidRPr="00BE635A">
        <w:rPr>
          <w:b/>
          <w:color w:val="FF0000"/>
        </w:rPr>
        <w:t>ses</w:t>
      </w:r>
      <w:r w:rsidR="005A7EA6" w:rsidRPr="00BE635A">
        <w:t>.</w:t>
      </w:r>
    </w:p>
    <w:p w14:paraId="15425513" w14:textId="77777777" w:rsidR="005A7EA6" w:rsidRDefault="005A7EA6" w:rsidP="005A7EA6"/>
    <w:p w14:paraId="2CC67732" w14:textId="1A046E33" w:rsidR="005A7EA6" w:rsidRPr="00144808" w:rsidRDefault="005A7EA6" w:rsidP="00FB13B9">
      <w:pPr>
        <w:spacing w:line="480" w:lineRule="auto"/>
        <w:jc w:val="both"/>
        <w:rPr>
          <w:color w:val="00B050"/>
        </w:rPr>
      </w:pPr>
      <w:r>
        <w:t>HMI means</w:t>
      </w:r>
      <w:r w:rsidR="007159FF">
        <w:t>:</w:t>
      </w:r>
      <w:r>
        <w:t xml:space="preserve"> </w:t>
      </w:r>
      <w:r w:rsidRPr="00BE635A">
        <w:rPr>
          <w:b/>
          <w:color w:val="FF0000"/>
        </w:rPr>
        <w:t>Human Machine Interface - imaging software that performs visualization of technological process</w:t>
      </w:r>
      <w:r w:rsidR="007159FF">
        <w:rPr>
          <w:b/>
          <w:color w:val="FF0000"/>
        </w:rPr>
        <w:t>es</w:t>
      </w:r>
      <w:r w:rsidRPr="00BE635A">
        <w:t>.</w:t>
      </w:r>
    </w:p>
    <w:p w14:paraId="54D782F8" w14:textId="77777777" w:rsidR="005A7EA6" w:rsidRPr="0069754F" w:rsidRDefault="005A7EA6" w:rsidP="005A7EA6">
      <w:pPr>
        <w:pBdr>
          <w:bottom w:val="single" w:sz="4" w:space="1" w:color="auto"/>
        </w:pBdr>
      </w:pPr>
    </w:p>
    <w:p w14:paraId="6AC83AB5" w14:textId="77777777" w:rsidR="005A7EA6" w:rsidRDefault="005A7EA6" w:rsidP="005A7EA6">
      <w:pPr>
        <w:pStyle w:val="eTask"/>
        <w:numPr>
          <w:ilvl w:val="0"/>
          <w:numId w:val="0"/>
        </w:numPr>
        <w:ind w:left="360"/>
      </w:pPr>
    </w:p>
    <w:p w14:paraId="1E81310F" w14:textId="77777777" w:rsidR="00AB1276" w:rsidRPr="0069754F" w:rsidRDefault="00DA1D67" w:rsidP="00311326">
      <w:pPr>
        <w:pStyle w:val="eTask"/>
      </w:pPr>
      <w:r>
        <w:t>Choose</w:t>
      </w:r>
      <w:r w:rsidR="007159FF">
        <w:t xml:space="preserve"> the</w:t>
      </w:r>
      <w:r>
        <w:t xml:space="preserve"> correct option!</w:t>
      </w:r>
      <w:r w:rsidR="00567A18" w:rsidRPr="0069754F">
        <w:t xml:space="preserve"> </w:t>
      </w:r>
    </w:p>
    <w:p w14:paraId="5D43D74D" w14:textId="77777777" w:rsidR="00311326" w:rsidRDefault="00311326" w:rsidP="00311326"/>
    <w:p w14:paraId="0EA7906C" w14:textId="20740F9B" w:rsidR="00567A18" w:rsidRDefault="00E97D50" w:rsidP="005A7EA6">
      <w:pPr>
        <w:spacing w:line="360" w:lineRule="auto"/>
      </w:pPr>
      <w:r w:rsidRPr="00D57AAB">
        <w:t>________</w:t>
      </w:r>
      <w:r w:rsidR="003F07AC" w:rsidRPr="003F07AC">
        <w:rPr>
          <w:b/>
          <w:color w:val="FF0000"/>
        </w:rPr>
        <w:t>a</w:t>
      </w:r>
      <w:r w:rsidRPr="00D57AAB">
        <w:t>______</w:t>
      </w:r>
      <w:r w:rsidR="00567A18" w:rsidRPr="0069754F">
        <w:t xml:space="preserve"> </w:t>
      </w:r>
      <w:r>
        <w:t>–</w:t>
      </w:r>
      <w:r w:rsidR="00567A18" w:rsidRPr="0069754F">
        <w:t xml:space="preserve"> </w:t>
      </w:r>
      <w:r w:rsidR="002E355F" w:rsidRPr="002E355F">
        <w:t xml:space="preserve">Thermal output control can be </w:t>
      </w:r>
      <w:r w:rsidR="007159FF">
        <w:t>realized through</w:t>
      </w:r>
    </w:p>
    <w:p w14:paraId="4D5C44D8" w14:textId="77777777" w:rsidR="00311326" w:rsidRPr="0069754F" w:rsidRDefault="00311326" w:rsidP="005A7EA6">
      <w:pPr>
        <w:spacing w:line="360" w:lineRule="auto"/>
      </w:pPr>
    </w:p>
    <w:p w14:paraId="67C9E27D" w14:textId="77777777" w:rsidR="00A93A21" w:rsidRPr="00BE635A" w:rsidRDefault="002E355F" w:rsidP="005A7EA6">
      <w:pPr>
        <w:pStyle w:val="Odstavecseseznamem"/>
        <w:numPr>
          <w:ilvl w:val="0"/>
          <w:numId w:val="11"/>
        </w:numPr>
        <w:spacing w:line="360" w:lineRule="auto"/>
        <w:rPr>
          <w:b/>
          <w:color w:val="FF0000"/>
        </w:rPr>
      </w:pPr>
      <w:r w:rsidRPr="00BE635A">
        <w:rPr>
          <w:b/>
          <w:color w:val="FF0000"/>
        </w:rPr>
        <w:t xml:space="preserve">Control of the heat source </w:t>
      </w:r>
    </w:p>
    <w:p w14:paraId="4702D550" w14:textId="77777777" w:rsidR="00A93A21" w:rsidRDefault="002E355F" w:rsidP="005A7EA6">
      <w:pPr>
        <w:pStyle w:val="Odstavecseseznamem"/>
        <w:numPr>
          <w:ilvl w:val="0"/>
          <w:numId w:val="11"/>
        </w:numPr>
        <w:spacing w:line="360" w:lineRule="auto"/>
      </w:pPr>
      <w:r>
        <w:t>Controlling</w:t>
      </w:r>
      <w:r w:rsidR="007159FF">
        <w:t xml:space="preserve"> the</w:t>
      </w:r>
      <w:r>
        <w:t xml:space="preserve"> </w:t>
      </w:r>
      <w:r w:rsidR="004B65DF">
        <w:t>access</w:t>
      </w:r>
      <w:r>
        <w:t xml:space="preserve"> to </w:t>
      </w:r>
      <w:r w:rsidR="007159FF">
        <w:t xml:space="preserve">a </w:t>
      </w:r>
      <w:r>
        <w:t>building</w:t>
      </w:r>
    </w:p>
    <w:p w14:paraId="52BE3A39" w14:textId="77777777" w:rsidR="00567A18" w:rsidRPr="00D57AAB" w:rsidRDefault="002E355F" w:rsidP="005A7EA6">
      <w:pPr>
        <w:pStyle w:val="Odstavecseseznamem"/>
        <w:numPr>
          <w:ilvl w:val="0"/>
          <w:numId w:val="11"/>
        </w:numPr>
        <w:spacing w:line="360" w:lineRule="auto"/>
      </w:pPr>
      <w:r>
        <w:t>Lights regulation</w:t>
      </w:r>
    </w:p>
    <w:p w14:paraId="66CC8694" w14:textId="77777777" w:rsidR="00311326" w:rsidRPr="00D57AAB" w:rsidRDefault="00311326" w:rsidP="005A7EA6">
      <w:pPr>
        <w:spacing w:line="360" w:lineRule="auto"/>
      </w:pPr>
    </w:p>
    <w:p w14:paraId="4F53CEDB" w14:textId="28DDA214" w:rsidR="00567A18" w:rsidRPr="00D57AAB" w:rsidRDefault="007B46D4" w:rsidP="005A7EA6">
      <w:pPr>
        <w:spacing w:line="360" w:lineRule="auto"/>
      </w:pPr>
      <w:r w:rsidRPr="00D57AAB">
        <w:t>________</w:t>
      </w:r>
      <w:r w:rsidR="003F07AC" w:rsidRPr="003F07AC">
        <w:rPr>
          <w:b/>
          <w:color w:val="FF0000"/>
        </w:rPr>
        <w:t>b</w:t>
      </w:r>
      <w:r w:rsidRPr="00D57AAB">
        <w:t>______</w:t>
      </w:r>
      <w:r w:rsidR="00567A18" w:rsidRPr="00D57AAB">
        <w:t xml:space="preserve"> </w:t>
      </w:r>
      <w:r w:rsidR="00E97D50">
        <w:t>–</w:t>
      </w:r>
      <w:r w:rsidR="00567A18" w:rsidRPr="00D57AAB">
        <w:t xml:space="preserve"> </w:t>
      </w:r>
      <w:r w:rsidR="002E355F">
        <w:t>Which factor influence</w:t>
      </w:r>
      <w:r w:rsidR="007159FF">
        <w:t>s</w:t>
      </w:r>
      <w:r w:rsidR="002E355F">
        <w:t xml:space="preserve"> </w:t>
      </w:r>
      <w:r w:rsidR="007159FF">
        <w:t xml:space="preserve">the </w:t>
      </w:r>
      <w:r w:rsidR="002E355F">
        <w:t>heat control</w:t>
      </w:r>
      <w:r w:rsidR="007159FF">
        <w:t>?</w:t>
      </w:r>
    </w:p>
    <w:p w14:paraId="5D338165" w14:textId="77777777" w:rsidR="00311326" w:rsidRPr="00D57AAB" w:rsidRDefault="00311326" w:rsidP="005A7EA6">
      <w:pPr>
        <w:spacing w:line="360" w:lineRule="auto"/>
      </w:pPr>
    </w:p>
    <w:p w14:paraId="1BF7F7BB" w14:textId="77777777" w:rsidR="00E97D50" w:rsidRDefault="002E355F" w:rsidP="005A7EA6">
      <w:pPr>
        <w:pStyle w:val="Odstavecseseznamem"/>
        <w:numPr>
          <w:ilvl w:val="0"/>
          <w:numId w:val="12"/>
        </w:numPr>
        <w:spacing w:line="360" w:lineRule="auto"/>
      </w:pPr>
      <w:r>
        <w:t xml:space="preserve">Distance between </w:t>
      </w:r>
      <w:r w:rsidR="007159FF">
        <w:t xml:space="preserve">the </w:t>
      </w:r>
      <w:r>
        <w:t>control system and heat source</w:t>
      </w:r>
    </w:p>
    <w:p w14:paraId="12E773F6" w14:textId="77777777" w:rsidR="002E355F" w:rsidRPr="00BE635A" w:rsidRDefault="002E355F" w:rsidP="005A7EA6">
      <w:pPr>
        <w:pStyle w:val="Odstavecseseznamem"/>
        <w:numPr>
          <w:ilvl w:val="0"/>
          <w:numId w:val="12"/>
        </w:numPr>
        <w:spacing w:line="360" w:lineRule="auto"/>
        <w:rPr>
          <w:b/>
          <w:color w:val="FF0000"/>
        </w:rPr>
      </w:pPr>
      <w:r w:rsidRPr="00BE635A">
        <w:rPr>
          <w:b/>
          <w:color w:val="FF0000"/>
        </w:rPr>
        <w:t xml:space="preserve">Type </w:t>
      </w:r>
      <w:r w:rsidR="007159FF">
        <w:rPr>
          <w:b/>
          <w:color w:val="FF0000"/>
        </w:rPr>
        <w:t xml:space="preserve">of </w:t>
      </w:r>
      <w:r w:rsidRPr="00BE635A">
        <w:rPr>
          <w:b/>
          <w:color w:val="FF0000"/>
        </w:rPr>
        <w:t xml:space="preserve">heat transfer medium </w:t>
      </w:r>
    </w:p>
    <w:p w14:paraId="54587297" w14:textId="5DC98E70" w:rsidR="00567A18" w:rsidRPr="00D57AAB" w:rsidRDefault="007159FF" w:rsidP="005A7EA6">
      <w:pPr>
        <w:pStyle w:val="Odstavecseseznamem"/>
        <w:numPr>
          <w:ilvl w:val="0"/>
          <w:numId w:val="12"/>
        </w:numPr>
        <w:spacing w:line="360" w:lineRule="auto"/>
      </w:pPr>
      <w:r>
        <w:t>Control buses u</w:t>
      </w:r>
      <w:r w:rsidR="002E355F">
        <w:t xml:space="preserve">sed in </w:t>
      </w:r>
      <w:r>
        <w:t xml:space="preserve">the </w:t>
      </w:r>
      <w:r w:rsidR="002E355F">
        <w:t>building</w:t>
      </w:r>
    </w:p>
    <w:p w14:paraId="6030FCF8" w14:textId="77777777" w:rsidR="008B4839" w:rsidRPr="0069754F" w:rsidRDefault="008B4839" w:rsidP="00984188">
      <w:pPr>
        <w:pStyle w:val="eLineBottom"/>
      </w:pPr>
    </w:p>
    <w:p w14:paraId="5265A86F" w14:textId="77777777" w:rsidR="00144808" w:rsidRDefault="00144808" w:rsidP="00E97D50"/>
    <w:p w14:paraId="20FB8B35" w14:textId="779DEC22" w:rsidR="00E96FAC" w:rsidRPr="00311326" w:rsidRDefault="004C575D" w:rsidP="00384A80">
      <w:pPr>
        <w:pStyle w:val="eTask"/>
      </w:pPr>
      <w:r>
        <w:t>C</w:t>
      </w:r>
      <w:r w:rsidR="007159FF">
        <w:t>omplete the</w:t>
      </w:r>
      <w:r w:rsidR="00384A80">
        <w:t xml:space="preserve"> sentence!</w:t>
      </w:r>
    </w:p>
    <w:p w14:paraId="6D1844C5" w14:textId="191BC027" w:rsidR="00384A80" w:rsidRPr="0069754F" w:rsidRDefault="00144808" w:rsidP="00144808">
      <w:r w:rsidRPr="00693F98">
        <w:rPr>
          <w:color w:val="000000"/>
        </w:rPr>
        <w:t xml:space="preserve">KNX </w:t>
      </w:r>
      <w:r>
        <w:rPr>
          <w:color w:val="000000"/>
        </w:rPr>
        <w:t xml:space="preserve">bus </w:t>
      </w:r>
      <w:r w:rsidRPr="00693F98">
        <w:rPr>
          <w:color w:val="000000"/>
        </w:rPr>
        <w:t xml:space="preserve">- it is a successor </w:t>
      </w:r>
      <w:r w:rsidR="007159FF">
        <w:rPr>
          <w:color w:val="000000"/>
        </w:rPr>
        <w:t xml:space="preserve">of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Modbus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de-DE"/>
                  </w:rPr>
                  <m:t>EIB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RS-485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RS-232C</m:t>
                </m:r>
              </m:e>
            </m:eqArr>
          </m:e>
        </m:d>
      </m:oMath>
      <w:r w:rsidR="00D40833">
        <w:t xml:space="preserve"> </w:t>
      </w:r>
      <w:r w:rsidRPr="00693F98">
        <w:rPr>
          <w:color w:val="000000"/>
        </w:rPr>
        <w:t>with more features</w:t>
      </w:r>
      <w:r>
        <w:rPr>
          <w:color w:val="000000"/>
        </w:rPr>
        <w:t>.</w:t>
      </w:r>
    </w:p>
    <w:p w14:paraId="57133592" w14:textId="77777777" w:rsidR="00984188" w:rsidRPr="00D40833" w:rsidRDefault="00984188" w:rsidP="007B46D4">
      <w:pPr>
        <w:rPr>
          <w:lang w:val="de-DE"/>
        </w:rPr>
      </w:pPr>
    </w:p>
    <w:sectPr w:rsidR="00984188" w:rsidRPr="00D40833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A3F45" w14:textId="77777777" w:rsidR="00680040" w:rsidRDefault="00680040" w:rsidP="00861A1A">
      <w:r>
        <w:separator/>
      </w:r>
    </w:p>
  </w:endnote>
  <w:endnote w:type="continuationSeparator" w:id="0">
    <w:p w14:paraId="335C6852" w14:textId="77777777" w:rsidR="00680040" w:rsidRDefault="0068004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14:paraId="1E71707B" w14:textId="77777777" w:rsidTr="00CA51B5">
      <w:tc>
        <w:tcPr>
          <w:tcW w:w="2518" w:type="dxa"/>
        </w:tcPr>
        <w:p w14:paraId="001D11E8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6AB4016B" wp14:editId="16A767F3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6449252" w14:textId="77777777" w:rsidR="00AC1FF1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14:paraId="3FAE57F7" w14:textId="77777777" w:rsidR="00D973EC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14:paraId="68BAD08D" w14:textId="77777777" w:rsidTr="00CA51B5">
      <w:tc>
        <w:tcPr>
          <w:tcW w:w="8472" w:type="dxa"/>
          <w:gridSpan w:val="2"/>
        </w:tcPr>
        <w:p w14:paraId="00F4D8AF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4C295551" w14:textId="77777777"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61DFAB81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E6097" w14:textId="77777777" w:rsidR="00680040" w:rsidRDefault="00680040" w:rsidP="00861A1A">
      <w:r>
        <w:separator/>
      </w:r>
    </w:p>
  </w:footnote>
  <w:footnote w:type="continuationSeparator" w:id="0">
    <w:p w14:paraId="1924FB4E" w14:textId="77777777" w:rsidR="00680040" w:rsidRDefault="0068004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6D0DB" w14:textId="77777777"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56731AB6" wp14:editId="18D48D8A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2D469D4F" wp14:editId="090D9FB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C822D2">
      <w:rPr>
        <w:rFonts w:ascii="Calibri" w:hAnsi="Calibri"/>
        <w:b/>
        <w:smallCaps/>
        <w:noProof/>
      </w:rPr>
      <w:t>WORKSHEET</w:t>
    </w:r>
  </w:p>
  <w:p w14:paraId="7C673A7F" w14:textId="77777777" w:rsidR="00FE722C" w:rsidRDefault="00FE722C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</w:rPr>
      <w:t>SYSTEMS FOR INTELLIGENT BUILDINGS AND HOMES</w:t>
    </w:r>
  </w:p>
  <w:p w14:paraId="1F3C0B48" w14:textId="77777777" w:rsidR="00D973EC" w:rsidRPr="00C148FD" w:rsidRDefault="00D973EC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60A16"/>
    <w:rsid w:val="00073ADF"/>
    <w:rsid w:val="0007473C"/>
    <w:rsid w:val="000750C9"/>
    <w:rsid w:val="00076439"/>
    <w:rsid w:val="00083199"/>
    <w:rsid w:val="00087EAC"/>
    <w:rsid w:val="00094A16"/>
    <w:rsid w:val="00097233"/>
    <w:rsid w:val="000A233F"/>
    <w:rsid w:val="000A25C5"/>
    <w:rsid w:val="000A389D"/>
    <w:rsid w:val="000A55B3"/>
    <w:rsid w:val="000B1FC9"/>
    <w:rsid w:val="000C4911"/>
    <w:rsid w:val="000C6B3A"/>
    <w:rsid w:val="000D0084"/>
    <w:rsid w:val="000E3F0F"/>
    <w:rsid w:val="000F5362"/>
    <w:rsid w:val="00104245"/>
    <w:rsid w:val="00112B88"/>
    <w:rsid w:val="001301D8"/>
    <w:rsid w:val="0013693D"/>
    <w:rsid w:val="00136968"/>
    <w:rsid w:val="00137397"/>
    <w:rsid w:val="0014373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7084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2E355F"/>
    <w:rsid w:val="00304894"/>
    <w:rsid w:val="00304ADA"/>
    <w:rsid w:val="00306B9F"/>
    <w:rsid w:val="00307892"/>
    <w:rsid w:val="00311326"/>
    <w:rsid w:val="00315203"/>
    <w:rsid w:val="00317DC1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5A38"/>
    <w:rsid w:val="00417ED2"/>
    <w:rsid w:val="00425C7B"/>
    <w:rsid w:val="00457B2D"/>
    <w:rsid w:val="004638DB"/>
    <w:rsid w:val="0046567F"/>
    <w:rsid w:val="00472203"/>
    <w:rsid w:val="00475954"/>
    <w:rsid w:val="00492966"/>
    <w:rsid w:val="004A01E5"/>
    <w:rsid w:val="004A7B44"/>
    <w:rsid w:val="004B65DF"/>
    <w:rsid w:val="004C0E36"/>
    <w:rsid w:val="004C575D"/>
    <w:rsid w:val="004C6FC0"/>
    <w:rsid w:val="004D16A5"/>
    <w:rsid w:val="004D52FB"/>
    <w:rsid w:val="004E44D4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A7EA6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040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159FF"/>
    <w:rsid w:val="0073574D"/>
    <w:rsid w:val="007460F9"/>
    <w:rsid w:val="0076745A"/>
    <w:rsid w:val="007738BD"/>
    <w:rsid w:val="007837ED"/>
    <w:rsid w:val="00784CB2"/>
    <w:rsid w:val="00790D07"/>
    <w:rsid w:val="007A11F2"/>
    <w:rsid w:val="007A5C20"/>
    <w:rsid w:val="007B46D4"/>
    <w:rsid w:val="007C0FDD"/>
    <w:rsid w:val="007C308E"/>
    <w:rsid w:val="007C5B85"/>
    <w:rsid w:val="007E16D1"/>
    <w:rsid w:val="007E5FF0"/>
    <w:rsid w:val="007E6CED"/>
    <w:rsid w:val="007F2283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667C2"/>
    <w:rsid w:val="008732D8"/>
    <w:rsid w:val="00882BE0"/>
    <w:rsid w:val="008836CE"/>
    <w:rsid w:val="0088727F"/>
    <w:rsid w:val="00891FF5"/>
    <w:rsid w:val="00893E89"/>
    <w:rsid w:val="00894E96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2A2A"/>
    <w:rsid w:val="009F6E5E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2617"/>
    <w:rsid w:val="00A7603A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39C8"/>
    <w:rsid w:val="00AC4ED9"/>
    <w:rsid w:val="00AC6380"/>
    <w:rsid w:val="00AD2F36"/>
    <w:rsid w:val="00AD3CB1"/>
    <w:rsid w:val="00AD5F36"/>
    <w:rsid w:val="00AD6E4D"/>
    <w:rsid w:val="00AE215C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635A"/>
    <w:rsid w:val="00BE6648"/>
    <w:rsid w:val="00BF5E09"/>
    <w:rsid w:val="00BF6970"/>
    <w:rsid w:val="00C12260"/>
    <w:rsid w:val="00C148FD"/>
    <w:rsid w:val="00C2393A"/>
    <w:rsid w:val="00C4465F"/>
    <w:rsid w:val="00C50981"/>
    <w:rsid w:val="00C5580D"/>
    <w:rsid w:val="00C57915"/>
    <w:rsid w:val="00C7264E"/>
    <w:rsid w:val="00C767C9"/>
    <w:rsid w:val="00C822D2"/>
    <w:rsid w:val="00C83C61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26E8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16D7"/>
    <w:rsid w:val="00F82C59"/>
    <w:rsid w:val="00F871C6"/>
    <w:rsid w:val="00F8749B"/>
    <w:rsid w:val="00FA4570"/>
    <w:rsid w:val="00FA74D9"/>
    <w:rsid w:val="00FB13B9"/>
    <w:rsid w:val="00FB201E"/>
    <w:rsid w:val="00FC57C5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1BE74B"/>
  <w15:docId w15:val="{4C93B67B-6921-44B3-967B-AF6E88F2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styleId="Odkaznakoment">
    <w:name w:val="annotation reference"/>
    <w:basedOn w:val="Standardnpsmoodstavce"/>
    <w:semiHidden/>
    <w:unhideWhenUsed/>
    <w:rsid w:val="007159F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159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159FF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159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159FF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506A4C-1AB0-4E5B-8464-94E29013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2</TotalTime>
  <Pages>3</Pages>
  <Words>356</Words>
  <Characters>2106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Eva Dvořáková</cp:lastModifiedBy>
  <cp:revision>3</cp:revision>
  <cp:lastPrinted>2013-05-24T14:00:00Z</cp:lastPrinted>
  <dcterms:created xsi:type="dcterms:W3CDTF">2016-09-06T12:09:00Z</dcterms:created>
  <dcterms:modified xsi:type="dcterms:W3CDTF">2016-09-06T12:14:00Z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