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45686" w14:textId="77777777" w:rsidR="001922A0" w:rsidRPr="007959F2" w:rsidRDefault="007B7B4C" w:rsidP="00D24F08">
      <w:pPr>
        <w:pStyle w:val="eTask"/>
      </w:pPr>
      <w:bookmarkStart w:id="0" w:name="_Hlk97716694"/>
      <w:r w:rsidRPr="007959F2">
        <w:t xml:space="preserve">List </w:t>
      </w:r>
      <w:r w:rsidR="009B2049">
        <w:t>five</w:t>
      </w:r>
      <w:r w:rsidR="00FD1DAA">
        <w:t xml:space="preserve"> </w:t>
      </w:r>
      <w:r w:rsidR="00FD1DAA" w:rsidRPr="0091414E">
        <w:rPr>
          <w:lang w:val="en-GB"/>
        </w:rPr>
        <w:t>learning models</w:t>
      </w:r>
      <w:r w:rsidR="00FD1DAA">
        <w:t>:</w:t>
      </w:r>
      <w:r w:rsidR="00D24F08" w:rsidRPr="00D24F08">
        <w:t xml:space="preserve"> </w:t>
      </w:r>
    </w:p>
    <w:p w14:paraId="55582D6B" w14:textId="77777777" w:rsidR="001922A0" w:rsidRPr="007959F2" w:rsidRDefault="001922A0" w:rsidP="00683A34">
      <w:pPr>
        <w:rPr>
          <w:lang w:val="en-US"/>
        </w:rPr>
      </w:pPr>
    </w:p>
    <w:p w14:paraId="32D33A70" w14:textId="77777777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FD1DAA">
        <w:rPr>
          <w:color w:val="FF0000"/>
          <w:u w:val="single"/>
          <w:lang w:val="en-US"/>
        </w:rPr>
        <w:t>Conditioned reaction.</w:t>
      </w:r>
    </w:p>
    <w:p w14:paraId="6C75A8FC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78E0C4A1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FD1DAA">
        <w:rPr>
          <w:color w:val="FF0000"/>
          <w:u w:val="single"/>
          <w:lang w:val="en-US"/>
        </w:rPr>
        <w:t>The discovery path.</w:t>
      </w:r>
    </w:p>
    <w:p w14:paraId="61E442B5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0CDFFB17" w14:textId="77777777" w:rsidR="00FD1DAA" w:rsidRDefault="00EB6B74" w:rsidP="004A7E5F">
      <w:pPr>
        <w:ind w:left="992" w:hanging="425"/>
        <w:rPr>
          <w:color w:val="FF0000"/>
          <w:u w:val="single"/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proofErr w:type="spellStart"/>
      <w:r w:rsidR="00FD1DAA">
        <w:rPr>
          <w:color w:val="FF0000"/>
          <w:u w:val="single"/>
          <w:lang w:val="en-US"/>
        </w:rPr>
        <w:t>Behaviourism</w:t>
      </w:r>
      <w:proofErr w:type="spellEnd"/>
    </w:p>
    <w:p w14:paraId="07B052F6" w14:textId="77777777" w:rsidR="00FD1DAA" w:rsidRDefault="00FD1DAA" w:rsidP="004A7E5F">
      <w:pPr>
        <w:ind w:left="992" w:hanging="425"/>
        <w:rPr>
          <w:lang w:val="en-US"/>
        </w:rPr>
      </w:pPr>
    </w:p>
    <w:p w14:paraId="126B6449" w14:textId="77777777" w:rsidR="00FD1DAA" w:rsidRDefault="00FD1DAA" w:rsidP="00FD1DAA">
      <w:pPr>
        <w:ind w:left="992" w:hanging="425"/>
        <w:rPr>
          <w:color w:val="FF0000"/>
          <w:u w:val="single"/>
          <w:lang w:val="en-US"/>
        </w:rPr>
      </w:pPr>
      <w:r>
        <w:rPr>
          <w:noProof/>
          <w:lang w:val="en-US" w:eastAsia="sk-SK"/>
        </w:rPr>
        <w:t>4</w:t>
      </w:r>
      <w:r w:rsidRPr="007959F2">
        <w:rPr>
          <w:noProof/>
          <w:lang w:val="en-US" w:eastAsia="sk-SK"/>
        </w:rPr>
        <w:t>.</w:t>
      </w:r>
      <w:r w:rsidRPr="007959F2">
        <w:rPr>
          <w:lang w:val="en-US"/>
        </w:rPr>
        <w:tab/>
      </w:r>
      <w:r w:rsidR="009B2049">
        <w:rPr>
          <w:color w:val="FF0000"/>
          <w:u w:val="single"/>
          <w:lang w:val="en-US"/>
        </w:rPr>
        <w:t>P</w:t>
      </w:r>
      <w:r w:rsidR="009B2049" w:rsidRPr="009B2049">
        <w:rPr>
          <w:color w:val="FF0000"/>
          <w:u w:val="single"/>
          <w:lang w:val="en-US"/>
        </w:rPr>
        <w:t>sychoanalysis</w:t>
      </w:r>
      <w:r w:rsidRPr="00FD1DAA">
        <w:rPr>
          <w:color w:val="FF0000"/>
          <w:u w:val="single"/>
          <w:lang w:val="en-US"/>
        </w:rPr>
        <w:t>.</w:t>
      </w:r>
    </w:p>
    <w:p w14:paraId="3CF311D9" w14:textId="77777777" w:rsidR="00FD1DAA" w:rsidRPr="007959F2" w:rsidRDefault="00FD1DAA" w:rsidP="004A7E5F">
      <w:pPr>
        <w:ind w:left="992" w:hanging="425"/>
        <w:rPr>
          <w:lang w:val="en-US"/>
        </w:rPr>
      </w:pPr>
    </w:p>
    <w:p w14:paraId="540076B1" w14:textId="77777777" w:rsidR="00F01181" w:rsidRPr="007959F2" w:rsidRDefault="009B2049" w:rsidP="004A7E5F">
      <w:pPr>
        <w:ind w:left="992" w:hanging="425"/>
        <w:rPr>
          <w:noProof/>
          <w:lang w:val="en-US" w:eastAsia="sk-SK"/>
        </w:rPr>
      </w:pPr>
      <w:r>
        <w:rPr>
          <w:noProof/>
          <w:lang w:val="en-US" w:eastAsia="sk-SK"/>
        </w:rPr>
        <w:t>5</w:t>
      </w:r>
      <w:r w:rsidRPr="009B2049">
        <w:rPr>
          <w:noProof/>
          <w:lang w:val="en-US" w:eastAsia="sk-SK"/>
        </w:rPr>
        <w:t>.</w:t>
      </w:r>
      <w:r w:rsidRPr="009B2049">
        <w:rPr>
          <w:noProof/>
          <w:lang w:val="en-US" w:eastAsia="sk-SK"/>
        </w:rPr>
        <w:tab/>
      </w:r>
      <w:r>
        <w:rPr>
          <w:color w:val="FF0000"/>
          <w:u w:val="single"/>
          <w:lang w:val="en-US"/>
        </w:rPr>
        <w:t>C</w:t>
      </w:r>
      <w:r w:rsidRPr="00FD1DAA">
        <w:rPr>
          <w:color w:val="FF0000"/>
          <w:u w:val="single"/>
          <w:lang w:val="en-US"/>
        </w:rPr>
        <w:t>onstructivism.</w:t>
      </w:r>
    </w:p>
    <w:p w14:paraId="30D63B5E" w14:textId="614357E7" w:rsidR="00C148FD" w:rsidRDefault="00C148FD" w:rsidP="00BF590A">
      <w:pPr>
        <w:pStyle w:val="eLineBottom"/>
        <w:ind w:left="154"/>
        <w:rPr>
          <w:lang w:val="en-US"/>
        </w:rPr>
      </w:pPr>
    </w:p>
    <w:p w14:paraId="6F9019A6" w14:textId="77777777" w:rsidR="007E0BF3" w:rsidRPr="007959F2" w:rsidRDefault="007E0BF3" w:rsidP="00BF590A">
      <w:pPr>
        <w:pStyle w:val="eLineBottom"/>
        <w:ind w:left="154"/>
        <w:rPr>
          <w:lang w:val="en-US"/>
        </w:rPr>
      </w:pPr>
      <w:bookmarkStart w:id="1" w:name="_GoBack"/>
      <w:bookmarkEnd w:id="1"/>
    </w:p>
    <w:p w14:paraId="25B06189" w14:textId="77777777" w:rsidR="00C148FD" w:rsidRPr="007959F2" w:rsidRDefault="00C148FD" w:rsidP="00BF590A">
      <w:pPr>
        <w:ind w:left="154"/>
        <w:rPr>
          <w:lang w:val="en-US"/>
        </w:rPr>
      </w:pPr>
    </w:p>
    <w:p w14:paraId="7A9A9D2F" w14:textId="77777777" w:rsidR="00C148FD" w:rsidRPr="007959F2" w:rsidRDefault="00BC1E8F" w:rsidP="00BF590A">
      <w:pPr>
        <w:pStyle w:val="eTask"/>
      </w:pPr>
      <w:r w:rsidRPr="007959F2">
        <w:t>Correct the text so that the following statement</w:t>
      </w:r>
      <w:r w:rsidR="006E21B3" w:rsidRPr="007959F2">
        <w:t>s</w:t>
      </w:r>
      <w:r w:rsidRPr="007959F2">
        <w:t xml:space="preserve"> </w:t>
      </w:r>
      <w:r w:rsidR="006E21B3" w:rsidRPr="007959F2">
        <w:t>are</w:t>
      </w:r>
      <w:r w:rsidRPr="007959F2">
        <w:t xml:space="preserve"> true</w:t>
      </w:r>
    </w:p>
    <w:p w14:paraId="188CFACE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737E6582" w14:textId="77777777" w:rsidR="00685008" w:rsidRPr="007959F2" w:rsidRDefault="008A2CB6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I</w:t>
      </w:r>
      <w:r w:rsidRPr="008A2CB6">
        <w:rPr>
          <w:lang w:val="en-US"/>
        </w:rPr>
        <w:t xml:space="preserve">t is preferable to refer to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learner-centred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active learning</m:t>
                </m:r>
              </m:e>
            </m:eqArr>
          </m:e>
        </m:d>
      </m:oMath>
      <w:r w:rsidR="004C6E63">
        <w:rPr>
          <w:lang w:val="en-US"/>
        </w:rPr>
        <w:t xml:space="preserve"> </w:t>
      </w:r>
      <w:r w:rsidRPr="008A2CB6">
        <w:rPr>
          <w:lang w:val="en-US"/>
        </w:rPr>
        <w:t xml:space="preserve"> teaching methodologies because all teaching methodologies are active to a greater or lesser degree</w:t>
      </w:r>
      <w:r w:rsidR="00D24F08" w:rsidRPr="00D24F08">
        <w:rPr>
          <w:lang w:val="en-US"/>
        </w:rPr>
        <w:t>.</w:t>
      </w:r>
    </w:p>
    <w:p w14:paraId="530920AA" w14:textId="77777777" w:rsidR="00802398" w:rsidRPr="007959F2" w:rsidRDefault="00B6754F" w:rsidP="004A7E5F">
      <w:pPr>
        <w:pStyle w:val="eCheckBoxText"/>
        <w:spacing w:line="360" w:lineRule="auto"/>
        <w:ind w:left="567" w:firstLine="0"/>
        <w:rPr>
          <w:lang w:val="en-US"/>
        </w:rPr>
      </w:pPr>
      <w:r w:rsidRPr="00B6754F">
        <w:rPr>
          <w:lang w:val="en-US"/>
        </w:rPr>
        <w:t xml:space="preserve">The dominant skills of </w:t>
      </w:r>
      <m:oMath>
        <m:r>
          <w:rPr>
            <w:rFonts w:ascii="Cambria Math" w:hAnsi="Cambria Math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tthe type of student so-called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convergent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divergent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GB"/>
                  </w:rPr>
                  <m:t>assimilative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US"/>
                  </w:rPr>
                  <m:t xml:space="preserve">  </m:t>
                </m:r>
              </m:e>
            </m:eqArr>
          </m:e>
        </m:d>
      </m:oMath>
      <w:r>
        <w:rPr>
          <w:lang w:val="en-US"/>
        </w:rPr>
        <w:t xml:space="preserve"> </w:t>
      </w:r>
      <w:r w:rsidRPr="0091414E">
        <w:rPr>
          <w:lang w:val="en-GB"/>
        </w:rPr>
        <w:t>tend to be emotional and creative</w:t>
      </w:r>
      <w:r>
        <w:rPr>
          <w:lang w:val="en-GB"/>
        </w:rPr>
        <w:t>.</w:t>
      </w:r>
    </w:p>
    <w:p w14:paraId="2036FE17" w14:textId="77777777" w:rsidR="009C3A3C" w:rsidRPr="007959F2" w:rsidRDefault="00B6754F" w:rsidP="004A7E5F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A</w:t>
      </w:r>
      <w:r w:rsidRPr="00B6754F">
        <w:rPr>
          <w:lang w:val="en-US"/>
        </w:rPr>
        <w:t>n open teaching approach that does not guide the contents in a</w:t>
      </w:r>
      <w:r>
        <w:rPr>
          <w:lang w:val="en-US"/>
        </w:rPr>
        <w:t>/n</w:t>
      </w:r>
      <w:r w:rsidRPr="00B6754F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adaptative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permanent</m:t>
                </m:r>
              </m:e>
            </m:eqArr>
          </m:e>
        </m:d>
      </m:oMath>
      <w:r w:rsidRPr="00B6754F">
        <w:rPr>
          <w:lang w:val="en-US"/>
        </w:rPr>
        <w:t xml:space="preserve"> way</w:t>
      </w:r>
      <w:r>
        <w:rPr>
          <w:lang w:val="en-US"/>
        </w:rPr>
        <w:t>.</w:t>
      </w:r>
    </w:p>
    <w:p w14:paraId="78BE7425" w14:textId="77777777" w:rsidR="009C3A3C" w:rsidRPr="007959F2" w:rsidRDefault="00773F44" w:rsidP="004A7E5F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Bloom topography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 xml:space="preserve">Horváth topography </m:t>
                </m:r>
              </m:e>
            </m:eqArr>
          </m:e>
        </m:d>
      </m:oMath>
      <w:r w:rsidR="009C3A3C" w:rsidRPr="007959F2">
        <w:rPr>
          <w:lang w:val="en-US"/>
        </w:rPr>
        <w:t xml:space="preserve"> </w:t>
      </w:r>
      <w:r w:rsidR="00CE6331" w:rsidRPr="00CE6331">
        <w:rPr>
          <w:lang w:val="en-US"/>
        </w:rPr>
        <w:t>i</w:t>
      </w:r>
      <w:r w:rsidR="00CE6331">
        <w:rPr>
          <w:lang w:val="en-US"/>
        </w:rPr>
        <w:t>s a</w:t>
      </w:r>
      <w:r w:rsidR="00B6754F">
        <w:rPr>
          <w:lang w:val="en-US"/>
        </w:rPr>
        <w:t xml:space="preserve"> </w:t>
      </w:r>
      <w:r w:rsidR="00CE6331" w:rsidRPr="00CE6331">
        <w:rPr>
          <w:lang w:val="en-US"/>
        </w:rPr>
        <w:t>scheme to identify the variety of active teaching methodologies</w:t>
      </w:r>
      <w:r w:rsidR="002373F1">
        <w:rPr>
          <w:lang w:val="en-US"/>
        </w:rPr>
        <w:t>.</w:t>
      </w:r>
    </w:p>
    <w:p w14:paraId="3D7AADB2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2666620D" w14:textId="77777777" w:rsidR="00BF6FA1" w:rsidRDefault="00BF6FA1">
      <w:pPr>
        <w:rPr>
          <w:b/>
          <w:lang w:val="en-US"/>
        </w:rPr>
      </w:pPr>
      <w:r>
        <w:br w:type="page"/>
      </w:r>
    </w:p>
    <w:p w14:paraId="40CC6523" w14:textId="77777777" w:rsidR="00063674" w:rsidRPr="007959F2" w:rsidRDefault="00063674" w:rsidP="009C3A3C">
      <w:pPr>
        <w:pStyle w:val="eTask"/>
      </w:pPr>
      <w:r w:rsidRPr="007959F2">
        <w:lastRenderedPageBreak/>
        <w:t xml:space="preserve">Assign the terms from the left column to the corresponding </w:t>
      </w:r>
      <w:r w:rsidR="008D117E" w:rsidRPr="007959F2">
        <w:t>descriptions</w:t>
      </w:r>
      <w:r w:rsidRPr="007959F2">
        <w:t xml:space="preserve"> on the right.</w:t>
      </w:r>
    </w:p>
    <w:p w14:paraId="7C50D670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5"/>
        <w:gridCol w:w="3630"/>
        <w:gridCol w:w="2931"/>
      </w:tblGrid>
      <w:tr w:rsidR="00AD21CD" w:rsidRPr="007959F2" w14:paraId="38BE84E0" w14:textId="77777777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3F8804" w14:textId="77777777" w:rsidR="006D6A7E" w:rsidRPr="007959F2" w:rsidRDefault="006706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Behaviourism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51C8B6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8DBDFD" w14:textId="77777777" w:rsidR="006D6A7E" w:rsidRPr="007959F2" w:rsidRDefault="00670694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70694">
              <w:rPr>
                <w:lang w:val="en-US"/>
              </w:rPr>
              <w:t>Bases learning on the solution of problems so that individuals themselves discover and identify the following stages: delimiting the problem; analysis of workable solutions; and experimental verification.</w:t>
            </w:r>
          </w:p>
        </w:tc>
      </w:tr>
      <w:tr w:rsidR="00AD21CD" w:rsidRPr="007959F2" w14:paraId="5FDE1C22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C69C6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2E06C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183CB6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4C271763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34AB" w14:textId="77777777"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Discovery path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F368AD" w14:textId="513DE3EB" w:rsidR="006D6A7E" w:rsidRPr="007959F2" w:rsidRDefault="007E0BF3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069387" wp14:editId="3A853AE1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-905510</wp:posOffset>
                      </wp:positionV>
                      <wp:extent cx="2286000" cy="1392555"/>
                      <wp:effectExtent l="0" t="0" r="19050" b="3619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3925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B4DDC0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5pt,-71.3pt" to="173.4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  <w:r w:rsidR="00801D4A"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F2D3ACD" wp14:editId="67181F82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497840</wp:posOffset>
                      </wp:positionV>
                      <wp:extent cx="2273935" cy="1196340"/>
                      <wp:effectExtent l="0" t="0" r="31115" b="2286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3935" cy="11963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D52E8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39.2pt" to="175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3858C" w14:textId="77777777" w:rsidR="006D6A7E" w:rsidRPr="007959F2" w:rsidRDefault="00801D4A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GB"/>
              </w:rPr>
              <w:t>States that learning is a process of knowledge construction, where learning takes place through the internal reconstruction of information</w:t>
            </w:r>
            <w:r>
              <w:rPr>
                <w:lang w:val="en-GB"/>
              </w:rPr>
              <w:t>.</w:t>
            </w:r>
          </w:p>
        </w:tc>
      </w:tr>
      <w:tr w:rsidR="00AD21CD" w:rsidRPr="007959F2" w14:paraId="72546B5B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B90E6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A4C4C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DF95E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63AA7881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6497" w14:textId="77777777"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GB"/>
              </w:rPr>
              <w:t>Constructivism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CAC94D" w14:textId="77777777" w:rsidR="006D6A7E" w:rsidRPr="007959F2" w:rsidRDefault="00064FA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A564B2D" wp14:editId="1506DD6C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-2584450</wp:posOffset>
                      </wp:positionV>
                      <wp:extent cx="2253615" cy="2710815"/>
                      <wp:effectExtent l="0" t="0" r="32385" b="3238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3615" cy="27108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DBABA4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-203.5pt" to="173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995DA6" w14:textId="77777777" w:rsidR="006D6A7E" w:rsidRPr="007959F2" w:rsidRDefault="00670694" w:rsidP="00670694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S</w:t>
            </w:r>
            <w:r w:rsidRPr="00670694">
              <w:rPr>
                <w:lang w:val="en-GB"/>
              </w:rPr>
              <w:t>tates that the two basic principles for learning are individual motivation and the consolidation of concepts through repetition</w:t>
            </w:r>
            <w:r w:rsidR="00801D4A">
              <w:rPr>
                <w:lang w:val="en-GB"/>
              </w:rPr>
              <w:t>.</w:t>
            </w:r>
          </w:p>
        </w:tc>
      </w:tr>
      <w:tr w:rsidR="006D6A7E" w:rsidRPr="007959F2" w14:paraId="5B35CC82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DDC67B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41973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21368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0D904F9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F36D9F" w14:textId="77777777"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US"/>
              </w:rPr>
              <w:t>The conditioned reaction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C130CC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DD37EB" wp14:editId="0DB70C7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6CC8FDF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79D940" w14:textId="77777777" w:rsidR="006D6A7E" w:rsidRPr="007959F2" w:rsidRDefault="00801D4A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801D4A">
              <w:rPr>
                <w:lang w:val="en-US"/>
              </w:rPr>
              <w:t>Argues that there must be a cause-effect relationship for learning to happen.</w:t>
            </w:r>
          </w:p>
        </w:tc>
      </w:tr>
    </w:tbl>
    <w:p w14:paraId="744AC1C0" w14:textId="4A26A98A" w:rsidR="00A21409" w:rsidRDefault="00A21409" w:rsidP="004A7E5F">
      <w:pPr>
        <w:pStyle w:val="eLineBottom"/>
        <w:ind w:left="154"/>
        <w:rPr>
          <w:lang w:val="en-US"/>
        </w:rPr>
      </w:pPr>
    </w:p>
    <w:p w14:paraId="4842F105" w14:textId="77777777" w:rsidR="007E0BF3" w:rsidRPr="007959F2" w:rsidRDefault="007E0BF3" w:rsidP="004A7E5F">
      <w:pPr>
        <w:pStyle w:val="eLineBottom"/>
        <w:ind w:left="154"/>
        <w:rPr>
          <w:lang w:val="en-US"/>
        </w:rPr>
      </w:pPr>
    </w:p>
    <w:p w14:paraId="72F7D7C9" w14:textId="77777777" w:rsidR="00F1459B" w:rsidRPr="007959F2" w:rsidRDefault="00F1459B" w:rsidP="004A7E5F">
      <w:pPr>
        <w:rPr>
          <w:lang w:val="en-US"/>
        </w:rPr>
      </w:pPr>
    </w:p>
    <w:p w14:paraId="291E2FBC" w14:textId="77777777" w:rsidR="00A01C29" w:rsidRPr="00A67360" w:rsidRDefault="00A01C29" w:rsidP="00160A9F">
      <w:pPr>
        <w:pStyle w:val="eTask"/>
      </w:pPr>
      <w:r w:rsidRPr="00A67360">
        <w:t xml:space="preserve">List </w:t>
      </w:r>
      <w:r w:rsidR="00472CF5">
        <w:t xml:space="preserve">four </w:t>
      </w:r>
      <w:r w:rsidR="00E534D8">
        <w:t>teaching methods</w:t>
      </w:r>
      <w:r w:rsidR="00160A9F">
        <w:t xml:space="preserve"> based in practical classes or workshops modality</w:t>
      </w:r>
    </w:p>
    <w:p w14:paraId="061A0090" w14:textId="77777777" w:rsidR="009C3A3C" w:rsidRPr="007959F2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n-US"/>
        </w:rPr>
      </w:pPr>
    </w:p>
    <w:p w14:paraId="2E944FCF" w14:textId="77777777" w:rsidR="009C3A3C" w:rsidRPr="00472CF5" w:rsidRDefault="00E534D8" w:rsidP="00E534D8">
      <w:pPr>
        <w:pStyle w:val="Odstavecseseznamem"/>
        <w:numPr>
          <w:ilvl w:val="0"/>
          <w:numId w:val="18"/>
        </w:numPr>
        <w:rPr>
          <w:color w:val="FF0000"/>
          <w:u w:val="single"/>
          <w:lang w:val="en-US"/>
        </w:rPr>
      </w:pPr>
      <w:r>
        <w:rPr>
          <w:color w:val="FF0000"/>
          <w:u w:val="single"/>
          <w:lang w:val="en-US"/>
        </w:rPr>
        <w:t>Problem-based learning</w:t>
      </w:r>
    </w:p>
    <w:p w14:paraId="0AC67438" w14:textId="77777777" w:rsidR="00472CF5" w:rsidRPr="00472CF5" w:rsidRDefault="00472CF5" w:rsidP="00472CF5">
      <w:pPr>
        <w:pStyle w:val="Odstavecseseznamem"/>
        <w:ind w:left="786"/>
        <w:rPr>
          <w:u w:val="single"/>
          <w:lang w:val="en-US"/>
        </w:rPr>
      </w:pPr>
    </w:p>
    <w:p w14:paraId="7A654EC6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noProof/>
          <w:lang w:val="en-US" w:eastAsia="sk-SK"/>
        </w:rPr>
        <w:t>2.</w:t>
      </w:r>
      <w:r w:rsidRPr="00E534D8">
        <w:rPr>
          <w:lang w:val="en-US"/>
        </w:rPr>
        <w:tab/>
      </w:r>
      <w:r w:rsidR="00E534D8">
        <w:rPr>
          <w:color w:val="FF0000"/>
          <w:u w:val="single"/>
          <w:lang w:val="en-US"/>
        </w:rPr>
        <w:t>Project-based learning</w:t>
      </w:r>
    </w:p>
    <w:p w14:paraId="1B8BF83E" w14:textId="77777777"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14:paraId="63BF352B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noProof/>
          <w:lang w:val="en-US" w:eastAsia="sk-SK"/>
        </w:rPr>
        <w:t>3.</w:t>
      </w:r>
      <w:r w:rsidRPr="00E534D8">
        <w:rPr>
          <w:lang w:val="en-US"/>
        </w:rPr>
        <w:tab/>
      </w:r>
      <w:r w:rsidR="00E534D8" w:rsidRPr="00E534D8">
        <w:rPr>
          <w:color w:val="FF0000"/>
          <w:u w:val="single"/>
          <w:lang w:val="en-US"/>
        </w:rPr>
        <w:t>Collaborative or cooperative learning</w:t>
      </w:r>
    </w:p>
    <w:p w14:paraId="396799DF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5686E563" w14:textId="77777777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E534D8">
        <w:rPr>
          <w:lang w:val="en-US"/>
        </w:rPr>
        <w:t>4.</w:t>
      </w:r>
      <w:r w:rsidRPr="00E534D8">
        <w:rPr>
          <w:lang w:val="en-US"/>
        </w:rPr>
        <w:tab/>
      </w:r>
      <w:r w:rsidR="00160A9F">
        <w:rPr>
          <w:color w:val="FF0000"/>
          <w:u w:val="single"/>
          <w:lang w:val="en-US"/>
        </w:rPr>
        <w:t>Case study</w:t>
      </w:r>
    </w:p>
    <w:bookmarkEnd w:id="0"/>
    <w:p w14:paraId="101AFDF4" w14:textId="77777777" w:rsidR="00C46664" w:rsidRDefault="00C46664">
      <w:pPr>
        <w:rPr>
          <w:szCs w:val="20"/>
          <w:lang w:val="en-US"/>
        </w:rPr>
      </w:pPr>
      <w:r>
        <w:rPr>
          <w:lang w:val="en-US"/>
        </w:rPr>
        <w:br w:type="page"/>
      </w:r>
    </w:p>
    <w:p w14:paraId="768D3E32" w14:textId="77777777" w:rsidR="00C46664" w:rsidRPr="007959F2" w:rsidRDefault="00C46664" w:rsidP="00BF6FA1">
      <w:pPr>
        <w:pStyle w:val="eTask"/>
      </w:pPr>
      <w:r w:rsidRPr="007959F2">
        <w:lastRenderedPageBreak/>
        <w:t>Assign the terms from the left column to the corresponding descriptions on the right.</w:t>
      </w:r>
    </w:p>
    <w:p w14:paraId="23980C16" w14:textId="77777777" w:rsidR="00C46664" w:rsidRPr="007959F2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38"/>
        <w:gridCol w:w="2937"/>
      </w:tblGrid>
      <w:tr w:rsidR="00C46664" w:rsidRPr="007959F2" w14:paraId="1540F8EE" w14:textId="77777777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146EA7" w14:textId="77777777" w:rsidR="00C46664" w:rsidRPr="007959F2" w:rsidRDefault="00460FAE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>Online teaching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E5BB28" w14:textId="5B1CA6B0" w:rsidR="00C46664" w:rsidRPr="007959F2" w:rsidRDefault="007E0BF3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264E4E7" wp14:editId="54F8A0F2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582930</wp:posOffset>
                      </wp:positionV>
                      <wp:extent cx="2294890" cy="1360805"/>
                      <wp:effectExtent l="0" t="0" r="29210" b="29845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4890" cy="13608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E13C79" id="3 Conector recto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45.9pt" to="175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B19943" wp14:editId="66B277FE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572770</wp:posOffset>
                      </wp:positionV>
                      <wp:extent cx="2295525" cy="2613660"/>
                      <wp:effectExtent l="0" t="0" r="28575" b="34290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26136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12DB3D" id="3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45.1pt" to="175.05pt,2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49DA19" w14:textId="77777777" w:rsidR="00C46664" w:rsidRPr="007959F2" w:rsidRDefault="00D81E60" w:rsidP="003838F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It is feasible by </w:t>
            </w:r>
            <w:r w:rsidRPr="00D81E60">
              <w:rPr>
                <w:lang w:val="en-US"/>
              </w:rPr>
              <w:t xml:space="preserve">the strategic leadership from the </w:t>
            </w:r>
            <w:r w:rsidR="0018000E" w:rsidRPr="00D81E60">
              <w:rPr>
                <w:lang w:val="en-US"/>
              </w:rPr>
              <w:t>top,</w:t>
            </w:r>
            <w:r>
              <w:rPr>
                <w:lang w:val="en-US"/>
              </w:rPr>
              <w:t xml:space="preserve"> the</w:t>
            </w:r>
            <w:r w:rsidRPr="00D81E60">
              <w:rPr>
                <w:lang w:val="en-US"/>
              </w:rPr>
              <w:t xml:space="preserve"> commitment from lecturers, sufficient economic resources and guidelines from the poli</w:t>
            </w:r>
            <w:r w:rsidR="003838F6">
              <w:rPr>
                <w:lang w:val="en-US"/>
              </w:rPr>
              <w:t>tical educational establishment.</w:t>
            </w:r>
          </w:p>
        </w:tc>
      </w:tr>
      <w:tr w:rsidR="00C46664" w:rsidRPr="007959F2" w14:paraId="686FCA22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9A8212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CF4E8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CC589A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50EC57A3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716A" w14:textId="77777777" w:rsidR="00C46664" w:rsidRPr="007959F2" w:rsidRDefault="00D81E60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r w:rsidRPr="00D81E60">
              <w:rPr>
                <w:lang w:val="en-US"/>
              </w:rPr>
              <w:t>robust and efficient digital strategy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DBB09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D25B4" w14:textId="77777777" w:rsidR="00C46664" w:rsidRPr="007959F2" w:rsidRDefault="00330A3F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proofErr w:type="spellStart"/>
            <w:r w:rsidRPr="00330A3F">
              <w:rPr>
                <w:lang w:val="en-GB"/>
              </w:rPr>
              <w:t>lso</w:t>
            </w:r>
            <w:proofErr w:type="spellEnd"/>
            <w:r w:rsidRPr="00330A3F">
              <w:rPr>
                <w:lang w:val="en-GB"/>
              </w:rPr>
              <w:t xml:space="preserve"> known </w:t>
            </w:r>
            <w:r w:rsidR="0018000E">
              <w:rPr>
                <w:lang w:val="en-GB"/>
              </w:rPr>
              <w:t>as</w:t>
            </w:r>
            <w:r w:rsidRPr="00330A3F">
              <w:rPr>
                <w:lang w:val="en-GB"/>
              </w:rPr>
              <w:t xml:space="preserve"> blended </w:t>
            </w:r>
            <w:r w:rsidR="0018000E" w:rsidRPr="00330A3F">
              <w:rPr>
                <w:lang w:val="en-GB"/>
              </w:rPr>
              <w:t>learning</w:t>
            </w:r>
            <w:r w:rsidRPr="00330A3F">
              <w:rPr>
                <w:lang w:val="en-GB"/>
              </w:rPr>
              <w:t xml:space="preserve"> is a form of teaching that combines face-to-face and distance learning tools and resources</w:t>
            </w:r>
            <w:r>
              <w:rPr>
                <w:lang w:val="en-GB"/>
              </w:rPr>
              <w:t>.</w:t>
            </w:r>
          </w:p>
        </w:tc>
      </w:tr>
      <w:tr w:rsidR="00C46664" w:rsidRPr="007959F2" w14:paraId="2245A483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EADB9D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7CFE1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EECD45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3653CA8A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0443" w14:textId="77777777" w:rsidR="00C46664" w:rsidRPr="007959F2" w:rsidRDefault="00330A3F" w:rsidP="000C608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30A3F">
              <w:rPr>
                <w:lang w:val="en-GB"/>
              </w:rPr>
              <w:t>The hybrid teaching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173E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8B0B3B7" wp14:editId="782B140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-1181735</wp:posOffset>
                      </wp:positionV>
                      <wp:extent cx="2295525" cy="1203960"/>
                      <wp:effectExtent l="0" t="0" r="28575" b="34290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12039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9026C2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93.05pt" to="175.0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83E88" w14:textId="77777777" w:rsidR="00C46664" w:rsidRPr="007959F2" w:rsidRDefault="00460FAE" w:rsidP="00460FA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GB"/>
              </w:rPr>
              <w:t xml:space="preserve">Can favour </w:t>
            </w:r>
            <w:r w:rsidRPr="00460FAE">
              <w:rPr>
                <w:lang w:val="en-GB"/>
              </w:rPr>
              <w:t>the personalisation of learning at university, as well as encouraging further skills training.</w:t>
            </w:r>
          </w:p>
        </w:tc>
      </w:tr>
      <w:tr w:rsidR="00C46664" w:rsidRPr="007959F2" w14:paraId="160A0E18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8DCF99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1F4A7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F37CDE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C46664" w:rsidRPr="007959F2" w14:paraId="2BBA70E7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CB6019" w14:textId="77777777" w:rsidR="00C46664" w:rsidRPr="007959F2" w:rsidRDefault="0018000E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18000E">
              <w:rPr>
                <w:lang w:val="en-US"/>
              </w:rPr>
              <w:t xml:space="preserve">The </w:t>
            </w:r>
            <w:proofErr w:type="spellStart"/>
            <w:r w:rsidRPr="0018000E">
              <w:rPr>
                <w:lang w:val="en-US"/>
              </w:rPr>
              <w:t>digitisation</w:t>
            </w:r>
            <w:proofErr w:type="spellEnd"/>
            <w:r w:rsidRPr="0018000E">
              <w:rPr>
                <w:lang w:val="en-US"/>
              </w:rPr>
              <w:t xml:space="preserve"> of the teaching model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326D76" w14:textId="77777777" w:rsidR="00C46664" w:rsidRPr="007959F2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8E7DE9C" wp14:editId="1253B3C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10C7E6C" id="3 Conector recto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vXvY&#10;R9kBAAAN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9DFB32" w14:textId="77777777" w:rsidR="00C46664" w:rsidRPr="007959F2" w:rsidRDefault="0018000E" w:rsidP="0018000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It</w:t>
            </w:r>
            <w:r w:rsidRPr="0018000E">
              <w:rPr>
                <w:lang w:val="en-US"/>
              </w:rPr>
              <w:t xml:space="preserve"> was already growing gradually in Europe</w:t>
            </w:r>
            <w:r>
              <w:t xml:space="preserve"> in </w:t>
            </w:r>
            <w:r w:rsidRPr="0018000E">
              <w:rPr>
                <w:lang w:val="en-US"/>
              </w:rPr>
              <w:t>university education, but it became mandatory almost instantly</w:t>
            </w:r>
            <w:r>
              <w:rPr>
                <w:lang w:val="en-US"/>
              </w:rPr>
              <w:t xml:space="preserve"> because Covid pandemic</w:t>
            </w:r>
          </w:p>
        </w:tc>
      </w:tr>
    </w:tbl>
    <w:p w14:paraId="2A8A0930" w14:textId="4E5D8656" w:rsidR="00C46664" w:rsidRDefault="00C46664" w:rsidP="00C46664">
      <w:pPr>
        <w:pStyle w:val="eLineBottom"/>
        <w:ind w:left="154"/>
        <w:rPr>
          <w:lang w:val="en-US"/>
        </w:rPr>
      </w:pPr>
    </w:p>
    <w:p w14:paraId="74F77485" w14:textId="77777777" w:rsidR="007E0BF3" w:rsidRPr="007959F2" w:rsidRDefault="007E0BF3" w:rsidP="00C46664">
      <w:pPr>
        <w:pStyle w:val="eLineBottom"/>
        <w:ind w:left="154"/>
        <w:rPr>
          <w:lang w:val="en-US"/>
        </w:rPr>
      </w:pPr>
    </w:p>
    <w:p w14:paraId="0C8F43EB" w14:textId="77777777" w:rsidR="00C46664" w:rsidRPr="007959F2" w:rsidRDefault="00C46664" w:rsidP="00C46664">
      <w:pPr>
        <w:rPr>
          <w:lang w:val="en-US"/>
        </w:rPr>
      </w:pPr>
    </w:p>
    <w:sectPr w:rsidR="00C46664" w:rsidRPr="007959F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DB76E" w14:textId="77777777" w:rsidR="00773F44" w:rsidRDefault="00773F44" w:rsidP="00861A1A">
      <w:r>
        <w:separator/>
      </w:r>
    </w:p>
  </w:endnote>
  <w:endnote w:type="continuationSeparator" w:id="0">
    <w:p w14:paraId="0E32595F" w14:textId="77777777" w:rsidR="00773F44" w:rsidRDefault="00773F4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6C9F8A1A" w14:textId="77777777" w:rsidTr="00CA51B5">
      <w:tc>
        <w:tcPr>
          <w:tcW w:w="2518" w:type="dxa"/>
        </w:tcPr>
        <w:p w14:paraId="5215EA8A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747E6ACC" wp14:editId="30D412BD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DD39A9B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29DF0A6C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6C77517E" w14:textId="77777777" w:rsidTr="00CA51B5">
      <w:tc>
        <w:tcPr>
          <w:tcW w:w="8472" w:type="dxa"/>
          <w:gridSpan w:val="2"/>
        </w:tcPr>
        <w:p w14:paraId="3F82027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9A5E60C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387E47C9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1F394" w14:textId="77777777" w:rsidR="00773F44" w:rsidRDefault="00773F44" w:rsidP="00861A1A">
      <w:r>
        <w:separator/>
      </w:r>
    </w:p>
  </w:footnote>
  <w:footnote w:type="continuationSeparator" w:id="0">
    <w:p w14:paraId="1517FC7B" w14:textId="77777777" w:rsidR="00773F44" w:rsidRDefault="00773F4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09EE9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00E6CE9" wp14:editId="6474EB94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111D507A" w14:textId="23549B03" w:rsidR="00C148FD" w:rsidRPr="00C148FD" w:rsidRDefault="00BE3791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 technologies and concepts for education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4FA5"/>
    <w:rsid w:val="00073ADF"/>
    <w:rsid w:val="0007473C"/>
    <w:rsid w:val="000750C9"/>
    <w:rsid w:val="000861D7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56AF"/>
    <w:rsid w:val="002976A9"/>
    <w:rsid w:val="002B0278"/>
    <w:rsid w:val="002B0866"/>
    <w:rsid w:val="002B41A8"/>
    <w:rsid w:val="002B6222"/>
    <w:rsid w:val="002E301D"/>
    <w:rsid w:val="002E7D83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838F6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0E7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73F44"/>
    <w:rsid w:val="007837ED"/>
    <w:rsid w:val="00790D07"/>
    <w:rsid w:val="007959F2"/>
    <w:rsid w:val="007B7B4C"/>
    <w:rsid w:val="007C0FDD"/>
    <w:rsid w:val="007C308E"/>
    <w:rsid w:val="007C3F21"/>
    <w:rsid w:val="007C5B85"/>
    <w:rsid w:val="007E0BF3"/>
    <w:rsid w:val="007E16D1"/>
    <w:rsid w:val="007E6CED"/>
    <w:rsid w:val="00801D4A"/>
    <w:rsid w:val="00802398"/>
    <w:rsid w:val="00802588"/>
    <w:rsid w:val="00812BB0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6FF5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754F"/>
    <w:rsid w:val="00B707D0"/>
    <w:rsid w:val="00B70ED4"/>
    <w:rsid w:val="00B75FF7"/>
    <w:rsid w:val="00B816F4"/>
    <w:rsid w:val="00B822EA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3791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30C"/>
    <w:rsid w:val="00D2650E"/>
    <w:rsid w:val="00D33524"/>
    <w:rsid w:val="00D573B0"/>
    <w:rsid w:val="00D6535B"/>
    <w:rsid w:val="00D71B81"/>
    <w:rsid w:val="00D773FA"/>
    <w:rsid w:val="00D81E60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74D9"/>
    <w:rsid w:val="00FB201E"/>
    <w:rsid w:val="00FD1DA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469F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2022-03-30T17:36:00Z</dcterms:created>
  <dcterms:modified xsi:type="dcterms:W3CDTF">2023-02-28T13:12:00Z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