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43711" w14:textId="476C12EA" w:rsidR="001922A0" w:rsidRPr="00F600FF" w:rsidRDefault="002D605B" w:rsidP="004C21BE">
      <w:pPr>
        <w:pStyle w:val="eTask"/>
      </w:pPr>
      <w:r w:rsidRPr="00F600FF">
        <w:t>Fill</w:t>
      </w:r>
      <w:r w:rsidR="004C21BE" w:rsidRPr="00F600FF">
        <w:t xml:space="preserve"> a Creative Commons license abbreviati</w:t>
      </w:r>
      <w:bookmarkStart w:id="0" w:name="_GoBack"/>
      <w:bookmarkEnd w:id="0"/>
      <w:r w:rsidR="004C21BE" w:rsidRPr="00F600FF">
        <w:t xml:space="preserve">on for the </w:t>
      </w:r>
      <w:r w:rsidRPr="00F600FF">
        <w:t xml:space="preserve">freely distributed </w:t>
      </w:r>
      <w:r w:rsidR="004C21BE" w:rsidRPr="00F600FF">
        <w:t>material,</w:t>
      </w:r>
      <w:r w:rsidRPr="00F600FF">
        <w:t xml:space="preserve"> which</w:t>
      </w:r>
      <w:r w:rsidR="004C21BE" w:rsidRPr="00F600FF">
        <w:t xml:space="preserve"> doesn</w:t>
      </w:r>
      <w:r w:rsidRPr="00F600FF">
        <w:t>’</w:t>
      </w:r>
      <w:r w:rsidR="004C21BE" w:rsidRPr="00F600FF">
        <w:t>t allow commercial use, can be modified and can be redistributed under the same license</w:t>
      </w:r>
      <w:r w:rsidRPr="00F600FF">
        <w:t>.</w:t>
      </w:r>
    </w:p>
    <w:p w14:paraId="6321375A" w14:textId="77777777" w:rsidR="00EA251D" w:rsidRPr="00F600FF" w:rsidRDefault="00EA251D" w:rsidP="00EA251D">
      <w:pPr>
        <w:pStyle w:val="eTask"/>
        <w:numPr>
          <w:ilvl w:val="0"/>
          <w:numId w:val="0"/>
        </w:numPr>
        <w:ind w:left="567" w:hanging="425"/>
      </w:pPr>
    </w:p>
    <w:p w14:paraId="0C557009" w14:textId="77777777" w:rsidR="00EA251D" w:rsidRPr="00F600FF" w:rsidRDefault="00EA251D" w:rsidP="00EA251D">
      <w:pPr>
        <w:pStyle w:val="eTask"/>
        <w:numPr>
          <w:ilvl w:val="0"/>
          <w:numId w:val="0"/>
        </w:numPr>
        <w:ind w:left="567" w:hanging="425"/>
      </w:pPr>
    </w:p>
    <w:p w14:paraId="44B7B1CE" w14:textId="77777777" w:rsidR="001922A0" w:rsidRPr="00F600FF" w:rsidRDefault="00EA251D" w:rsidP="00EA251D">
      <w:pPr>
        <w:pStyle w:val="eExercise"/>
        <w:rPr>
          <w:lang w:val="en-US"/>
        </w:rPr>
      </w:pPr>
      <w:r w:rsidRPr="00F600FF">
        <w:rPr>
          <w:lang w:val="en-US"/>
        </w:rPr>
        <w:t xml:space="preserve">Creative Commons  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="00B07C40" w:rsidRPr="00F600FF">
        <w:rPr>
          <w:color w:val="FF0000"/>
          <w:shd w:val="clear" w:color="auto" w:fill="D9D9D9" w:themeFill="background1" w:themeFillShade="D9"/>
          <w:lang w:val="en-US"/>
        </w:rPr>
        <w:t>BY</w:t>
      </w:r>
      <w:r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 xml:space="preserve">– </w:t>
      </w:r>
      <w:r w:rsidRPr="00F600FF">
        <w:rPr>
          <w:lang w:val="en-US"/>
        </w:rPr>
        <w:t xml:space="preserve"> 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="00B07C40" w:rsidRPr="00F600FF">
        <w:rPr>
          <w:color w:val="FF0000"/>
          <w:shd w:val="clear" w:color="auto" w:fill="D9D9D9" w:themeFill="background1" w:themeFillShade="D9"/>
          <w:lang w:val="en-US"/>
        </w:rPr>
        <w:t>NC</w:t>
      </w:r>
      <w:r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>–</w:t>
      </w:r>
      <w:r w:rsidRPr="00F600FF">
        <w:rPr>
          <w:lang w:val="en-US"/>
        </w:rPr>
        <w:t xml:space="preserve"> 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="00B07C40" w:rsidRPr="00F600FF">
        <w:rPr>
          <w:color w:val="FF0000"/>
          <w:shd w:val="clear" w:color="auto" w:fill="D9D9D9" w:themeFill="background1" w:themeFillShade="D9"/>
          <w:lang w:val="en-US"/>
        </w:rPr>
        <w:t>SA</w:t>
      </w:r>
      <w:r w:rsidRPr="00F600FF">
        <w:rPr>
          <w:color w:val="FF0000"/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color w:val="FF0000"/>
          <w:shd w:val="clear" w:color="auto" w:fill="FFFFFF" w:themeFill="background1"/>
          <w:lang w:val="en-US"/>
        </w:rPr>
        <w:t xml:space="preserve">  </w:t>
      </w:r>
      <w:r w:rsidRPr="00F600FF">
        <w:rPr>
          <w:shd w:val="clear" w:color="auto" w:fill="FFFFFF" w:themeFill="background1"/>
          <w:lang w:val="en-US"/>
        </w:rPr>
        <w:t>–</w:t>
      </w:r>
      <w:r w:rsidRPr="00F600FF">
        <w:rPr>
          <w:lang w:val="en-US"/>
        </w:rPr>
        <w:t xml:space="preserve"> 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="00B07C40" w:rsidRPr="00F600FF">
        <w:rPr>
          <w:shd w:val="clear" w:color="auto" w:fill="D9D9D9" w:themeFill="background1" w:themeFillShade="D9"/>
          <w:lang w:val="en-US"/>
        </w:rPr>
        <w:t>–</w:t>
      </w:r>
      <w:r w:rsidRPr="00F600FF">
        <w:rPr>
          <w:shd w:val="clear" w:color="auto" w:fill="D9D9D9" w:themeFill="background1" w:themeFillShade="D9"/>
          <w:lang w:val="en-US"/>
        </w:rPr>
        <w:t xml:space="preserve"> </w:t>
      </w:r>
      <w:r w:rsidRPr="00F600FF">
        <w:rPr>
          <w:shd w:val="clear" w:color="auto" w:fill="FFFFFF" w:themeFill="background1"/>
          <w:lang w:val="en-US"/>
        </w:rPr>
        <w:t xml:space="preserve">  4.0</w:t>
      </w:r>
    </w:p>
    <w:p w14:paraId="562D0FF0" w14:textId="77777777" w:rsidR="00EA251D" w:rsidRPr="00F600FF" w:rsidRDefault="00EA251D" w:rsidP="00A84535">
      <w:pPr>
        <w:pStyle w:val="eLineBottom"/>
        <w:rPr>
          <w:lang w:val="en-US"/>
        </w:rPr>
      </w:pPr>
    </w:p>
    <w:p w14:paraId="19C95DCE" w14:textId="77777777" w:rsidR="00EA251D" w:rsidRPr="00F600FF" w:rsidRDefault="00EA251D" w:rsidP="00EA251D">
      <w:pPr>
        <w:pStyle w:val="eTask"/>
        <w:numPr>
          <w:ilvl w:val="0"/>
          <w:numId w:val="0"/>
        </w:numPr>
        <w:ind w:left="360"/>
      </w:pPr>
    </w:p>
    <w:p w14:paraId="5D2065BA" w14:textId="5B043452" w:rsidR="00EA251D" w:rsidRPr="00F600FF" w:rsidRDefault="008D5D65" w:rsidP="004C21BE">
      <w:pPr>
        <w:pStyle w:val="eTask"/>
      </w:pPr>
      <w:r w:rsidRPr="00F600FF">
        <w:t>Assign</w:t>
      </w:r>
      <w:r w:rsidR="004C21BE" w:rsidRPr="00F600FF">
        <w:t xml:space="preserve"> Creative Commons licensed graphic images </w:t>
      </w:r>
      <w:r w:rsidR="002D605B" w:rsidRPr="00F600FF">
        <w:t>with</w:t>
      </w:r>
      <w:r w:rsidR="004C21BE" w:rsidRPr="00F600FF">
        <w:t xml:space="preserve"> their</w:t>
      </w:r>
      <w:r w:rsidR="002D605B" w:rsidRPr="00F600FF">
        <w:t xml:space="preserve"> relevant</w:t>
      </w:r>
      <w:r w:rsidR="004C21BE" w:rsidRPr="00F600FF">
        <w:t xml:space="preserve"> meaning</w:t>
      </w:r>
      <w:r w:rsidR="002D605B" w:rsidRPr="00F600FF">
        <w:t>s.</w:t>
      </w:r>
    </w:p>
    <w:p w14:paraId="3EEB6BC2" w14:textId="77777777" w:rsidR="00EA251D" w:rsidRPr="00F600FF" w:rsidRDefault="00EA251D" w:rsidP="00B72E92">
      <w:pPr>
        <w:pStyle w:val="eExercise"/>
        <w:rPr>
          <w:lang w:val="en-US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2789"/>
        <w:gridCol w:w="2789"/>
        <w:gridCol w:w="2917"/>
      </w:tblGrid>
      <w:tr w:rsidR="00EA251D" w:rsidRPr="00F600FF" w14:paraId="07459211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1CD7D" w14:textId="77777777" w:rsidR="00EA251D" w:rsidRPr="00F600FF" w:rsidRDefault="00B07C40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BB8932" wp14:editId="0E8B1C2F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229128</wp:posOffset>
                      </wp:positionV>
                      <wp:extent cx="2125345" cy="2493818"/>
                      <wp:effectExtent l="0" t="0" r="27305" b="20955"/>
                      <wp:wrapNone/>
                      <wp:docPr id="11" name="Přímá spojnic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5345" cy="249381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2DDAC583" id="Přímá spojnice 11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8.05pt" to="266.6pt,2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F600F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C4E276" wp14:editId="613082DC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336006</wp:posOffset>
                      </wp:positionV>
                      <wp:extent cx="2119630" cy="1602740"/>
                      <wp:effectExtent l="0" t="0" r="33020" b="35560"/>
                      <wp:wrapNone/>
                      <wp:docPr id="10" name="Přímá spojnic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19630" cy="16027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FD605C9" id="Přímá spojnice 1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25pt,26.45pt" to="266.15pt,1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" strokecolor="red" strokeweight="1pt">
                      <v:stroke joinstyle="miter"/>
                    </v:line>
                  </w:pict>
                </mc:Fallback>
              </mc:AlternateContent>
            </w:r>
            <w:r w:rsidR="00B72E92" w:rsidRPr="00F600FF">
              <w:rPr>
                <w:noProof/>
                <w:lang w:val="en-US" w:eastAsia="en-US"/>
              </w:rPr>
              <w:drawing>
                <wp:inline distT="0" distB="0" distL="0" distR="0" wp14:anchorId="1D192264" wp14:editId="68492274">
                  <wp:extent cx="540000" cy="540000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1024px-Cc-nd_white.svg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851059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7D0FB4D" w14:textId="77777777" w:rsidR="00EA251D" w:rsidRPr="00F600FF" w:rsidRDefault="004C21BE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lang w:val="en-US"/>
              </w:rPr>
              <w:t>Share Alike</w:t>
            </w:r>
          </w:p>
        </w:tc>
      </w:tr>
      <w:tr w:rsidR="00EA251D" w:rsidRPr="00F600FF" w14:paraId="0DEA70D3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13014888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33483F48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B077A2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7EA6EF75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F70293" w14:textId="77777777" w:rsidR="00EA251D" w:rsidRPr="00F600FF" w:rsidRDefault="00B07C40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BBAAF5" wp14:editId="329A6BA5">
                      <wp:simplePos x="0" y="0"/>
                      <wp:positionH relativeFrom="column">
                        <wp:posOffset>1260401</wp:posOffset>
                      </wp:positionH>
                      <wp:positionV relativeFrom="paragraph">
                        <wp:posOffset>232105</wp:posOffset>
                      </wp:positionV>
                      <wp:extent cx="2125345" cy="1686123"/>
                      <wp:effectExtent l="0" t="0" r="27305" b="28575"/>
                      <wp:wrapNone/>
                      <wp:docPr id="12" name="Přímá spojnic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25345" cy="168612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AD0941D" id="Přímá spojnice 1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25pt,18.3pt" to="266.6pt,15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F600FF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9206F55" wp14:editId="1C5BFA48">
                      <wp:simplePos x="0" y="0"/>
                      <wp:positionH relativeFrom="column">
                        <wp:posOffset>1263650</wp:posOffset>
                      </wp:positionH>
                      <wp:positionV relativeFrom="paragraph">
                        <wp:posOffset>336550</wp:posOffset>
                      </wp:positionV>
                      <wp:extent cx="2125345" cy="687705"/>
                      <wp:effectExtent l="0" t="0" r="27305" b="36195"/>
                      <wp:wrapNone/>
                      <wp:docPr id="9" name="Přímá spojni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125345" cy="68770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5B7D74C" id="Přímá spojnice 9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5pt,26.5pt" to="266.85pt,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" strokecolor="red" strokeweight="1pt">
                      <v:stroke joinstyle="miter"/>
                    </v:line>
                  </w:pict>
                </mc:Fallback>
              </mc:AlternateContent>
            </w:r>
            <w:r w:rsidR="00B72E92" w:rsidRPr="00F600FF">
              <w:rPr>
                <w:noProof/>
                <w:lang w:val="en-US" w:eastAsia="en-US"/>
              </w:rPr>
              <w:drawing>
                <wp:inline distT="0" distB="0" distL="0" distR="0" wp14:anchorId="0F9D4CF0" wp14:editId="209D502E">
                  <wp:extent cx="540000" cy="540000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c-by_new_white.sv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2ABCE3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9D1121" w14:textId="77777777" w:rsidR="00EA251D" w:rsidRPr="00F600FF" w:rsidRDefault="004C21BE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lang w:val="en-US"/>
              </w:rPr>
              <w:t>Noncommercial</w:t>
            </w:r>
          </w:p>
        </w:tc>
      </w:tr>
      <w:tr w:rsidR="00EA251D" w:rsidRPr="00F600FF" w14:paraId="4B00008B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653D5EDA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E6CBB11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516E44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3A6CAD2E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21A62B" w14:textId="77777777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4E19C901" wp14:editId="4E411277">
                  <wp:extent cx="540000" cy="540000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c-nc_white.svg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7F09902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2AD651" w14:textId="77777777" w:rsidR="00EA251D" w:rsidRPr="00F600FF" w:rsidRDefault="004C21BE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lang w:val="en-US"/>
              </w:rPr>
              <w:t>No Derivative Works</w:t>
            </w:r>
          </w:p>
        </w:tc>
      </w:tr>
      <w:tr w:rsidR="00EA251D" w:rsidRPr="00F600FF" w14:paraId="1ED643B7" w14:textId="77777777" w:rsidTr="00B72E92">
        <w:trPr>
          <w:trHeight w:val="283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763C89AF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</w:tcPr>
          <w:p w14:paraId="0B7B05D3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9B1DE3" w14:textId="77777777" w:rsidR="00EA251D" w:rsidRPr="00F600FF" w:rsidRDefault="00EA251D" w:rsidP="00B72E92">
            <w:pPr>
              <w:pStyle w:val="eExercise"/>
              <w:rPr>
                <w:lang w:val="en-US"/>
              </w:rPr>
            </w:pPr>
          </w:p>
        </w:tc>
      </w:tr>
      <w:tr w:rsidR="00EA251D" w:rsidRPr="00F600FF" w14:paraId="253F6B1B" w14:textId="77777777" w:rsidTr="00B72E92">
        <w:trPr>
          <w:trHeight w:val="964"/>
        </w:trPr>
        <w:tc>
          <w:tcPr>
            <w:tcW w:w="27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08A71" w14:textId="77777777" w:rsidR="00EA251D" w:rsidRPr="00F600FF" w:rsidRDefault="00B72E92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noProof/>
                <w:lang w:val="en-US" w:eastAsia="en-US"/>
              </w:rPr>
              <w:drawing>
                <wp:inline distT="0" distB="0" distL="0" distR="0" wp14:anchorId="316E36AC" wp14:editId="6C343D59">
                  <wp:extent cx="540000" cy="540000"/>
                  <wp:effectExtent l="0" t="0" r="0" b="0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Cc-sa_white.svg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FBC50D" w14:textId="77777777" w:rsidR="00EA251D" w:rsidRPr="00F600FF" w:rsidRDefault="00EA251D" w:rsidP="00B72E92">
            <w:pPr>
              <w:pStyle w:val="eExercise"/>
              <w:jc w:val="center"/>
              <w:rPr>
                <w:lang w:val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C35FD0" w14:textId="77777777" w:rsidR="00EA251D" w:rsidRPr="00F600FF" w:rsidRDefault="004C21BE" w:rsidP="00B72E92">
            <w:pPr>
              <w:pStyle w:val="eExercise"/>
              <w:jc w:val="center"/>
              <w:rPr>
                <w:lang w:val="en-US"/>
              </w:rPr>
            </w:pPr>
            <w:r w:rsidRPr="00F600FF">
              <w:rPr>
                <w:lang w:val="en-US"/>
              </w:rPr>
              <w:t>Attribution</w:t>
            </w:r>
          </w:p>
        </w:tc>
      </w:tr>
    </w:tbl>
    <w:p w14:paraId="0CFCBBA9" w14:textId="77777777" w:rsidR="00EA251D" w:rsidRPr="00F600FF" w:rsidRDefault="00EA251D" w:rsidP="00A84535">
      <w:pPr>
        <w:pStyle w:val="eLineBottom"/>
        <w:rPr>
          <w:lang w:val="en-US"/>
        </w:rPr>
      </w:pPr>
    </w:p>
    <w:p w14:paraId="56B7F57F" w14:textId="77777777" w:rsidR="00B72E92" w:rsidRPr="00F600FF" w:rsidRDefault="00B72E92" w:rsidP="00B72E92">
      <w:pPr>
        <w:pStyle w:val="eTask"/>
        <w:numPr>
          <w:ilvl w:val="0"/>
          <w:numId w:val="0"/>
        </w:numPr>
        <w:ind w:left="360"/>
      </w:pPr>
    </w:p>
    <w:p w14:paraId="6A51DE54" w14:textId="08E7F080" w:rsidR="00B72E92" w:rsidRPr="00F600FF" w:rsidRDefault="0087246C" w:rsidP="004C21BE">
      <w:pPr>
        <w:pStyle w:val="eTask"/>
      </w:pPr>
      <w:r w:rsidRPr="00F600FF">
        <w:t xml:space="preserve">With reference to the part of the OER and the environment for accessing the OER, put the following </w:t>
      </w:r>
      <w:r w:rsidR="00FE714C" w:rsidRPr="00F600FF">
        <w:t>terms</w:t>
      </w:r>
      <w:r w:rsidRPr="00F600FF">
        <w:t xml:space="preserve"> in</w:t>
      </w:r>
      <w:r w:rsidR="00FE714C" w:rsidRPr="00F600FF">
        <w:t>to</w:t>
      </w:r>
      <w:r w:rsidRPr="00F600FF">
        <w:t xml:space="preserve"> the right column.</w:t>
      </w:r>
    </w:p>
    <w:p w14:paraId="61CB2A82" w14:textId="77777777" w:rsidR="00B72E92" w:rsidRPr="00F600FF" w:rsidRDefault="00B72E92" w:rsidP="00B72E92">
      <w:pPr>
        <w:pStyle w:val="eExercise"/>
        <w:rPr>
          <w:lang w:val="en-US"/>
        </w:rPr>
      </w:pPr>
    </w:p>
    <w:tbl>
      <w:tblPr>
        <w:tblStyle w:val="Mkatabulky"/>
        <w:tblW w:w="0" w:type="auto"/>
        <w:tblInd w:w="567" w:type="dxa"/>
        <w:tblLook w:val="04A0" w:firstRow="1" w:lastRow="0" w:firstColumn="1" w:lastColumn="0" w:noHBand="0" w:noVBand="1"/>
      </w:tblPr>
      <w:tblGrid>
        <w:gridCol w:w="4234"/>
        <w:gridCol w:w="4261"/>
      </w:tblGrid>
      <w:tr w:rsidR="00B07C40" w:rsidRPr="00F600FF" w14:paraId="10CD09ED" w14:textId="77777777" w:rsidTr="00B72E92">
        <w:trPr>
          <w:trHeight w:val="567"/>
        </w:trPr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4A2AAFF1" w14:textId="77777777" w:rsidR="00B72E92" w:rsidRPr="00F600FF" w:rsidRDefault="004C21BE" w:rsidP="00B72E92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 w:rsidRPr="00F600FF">
              <w:rPr>
                <w:b/>
                <w:lang w:val="en-US"/>
              </w:rPr>
              <w:t>part of the OER</w:t>
            </w:r>
          </w:p>
        </w:tc>
        <w:tc>
          <w:tcPr>
            <w:tcW w:w="4531" w:type="dxa"/>
            <w:shd w:val="clear" w:color="auto" w:fill="D9D9D9" w:themeFill="background1" w:themeFillShade="D9"/>
            <w:vAlign w:val="center"/>
          </w:tcPr>
          <w:p w14:paraId="62AC8DE9" w14:textId="77777777" w:rsidR="00B72E92" w:rsidRPr="00F600FF" w:rsidRDefault="004C21BE" w:rsidP="00B72E92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 w:rsidRPr="00F600FF">
              <w:rPr>
                <w:b/>
                <w:lang w:val="en-US"/>
              </w:rPr>
              <w:t xml:space="preserve">part of the environment </w:t>
            </w:r>
            <w:r w:rsidRPr="00F600FF">
              <w:rPr>
                <w:b/>
                <w:lang w:val="en-US"/>
              </w:rPr>
              <w:br/>
              <w:t>for accessing the OER</w:t>
            </w:r>
          </w:p>
        </w:tc>
      </w:tr>
      <w:tr w:rsidR="00B07C40" w:rsidRPr="00F600FF" w14:paraId="30E710AF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25027A41" w14:textId="77777777" w:rsidR="00B72E92" w:rsidRPr="00F600FF" w:rsidRDefault="004C21BE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images</w:t>
            </w:r>
          </w:p>
        </w:tc>
        <w:tc>
          <w:tcPr>
            <w:tcW w:w="4531" w:type="dxa"/>
            <w:vAlign w:val="center"/>
          </w:tcPr>
          <w:p w14:paraId="6B18C915" w14:textId="77777777" w:rsidR="00B72E92" w:rsidRPr="00F600FF" w:rsidRDefault="004C21BE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bookmarks</w:t>
            </w:r>
          </w:p>
        </w:tc>
      </w:tr>
      <w:tr w:rsidR="00B07C40" w:rsidRPr="00F600FF" w14:paraId="0B39F6C8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2B77CC56" w14:textId="77777777" w:rsidR="00B72E92" w:rsidRPr="00F600FF" w:rsidRDefault="004C21BE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videos</w:t>
            </w:r>
          </w:p>
        </w:tc>
        <w:tc>
          <w:tcPr>
            <w:tcW w:w="4531" w:type="dxa"/>
            <w:vAlign w:val="center"/>
          </w:tcPr>
          <w:p w14:paraId="2DE6D303" w14:textId="77777777" w:rsidR="00B72E92" w:rsidRPr="00F600FF" w:rsidRDefault="004C21BE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notes</w:t>
            </w:r>
          </w:p>
        </w:tc>
      </w:tr>
      <w:tr w:rsidR="00B07C40" w:rsidRPr="00F600FF" w14:paraId="075ED6F5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49BCFE38" w14:textId="1DAE50EE" w:rsidR="00B72E92" w:rsidRPr="00F600FF" w:rsidRDefault="00FE714C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T</w:t>
            </w:r>
            <w:r w:rsidR="004C21BE" w:rsidRPr="00F600FF">
              <w:rPr>
                <w:color w:val="FF0000"/>
                <w:lang w:val="en-US"/>
              </w:rPr>
              <w:t>ests</w:t>
            </w:r>
          </w:p>
        </w:tc>
        <w:tc>
          <w:tcPr>
            <w:tcW w:w="4531" w:type="dxa"/>
            <w:vAlign w:val="center"/>
          </w:tcPr>
          <w:p w14:paraId="72718095" w14:textId="77777777" w:rsidR="00B72E92" w:rsidRPr="00F600FF" w:rsidRDefault="004C21BE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search</w:t>
            </w:r>
          </w:p>
        </w:tc>
      </w:tr>
      <w:tr w:rsidR="00B07C40" w:rsidRPr="00F600FF" w14:paraId="5EF49423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5C692E2C" w14:textId="77777777" w:rsidR="00B72E92" w:rsidRPr="00F600FF" w:rsidRDefault="004C21BE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interactive objects</w:t>
            </w:r>
          </w:p>
        </w:tc>
        <w:tc>
          <w:tcPr>
            <w:tcW w:w="4531" w:type="dxa"/>
            <w:vAlign w:val="center"/>
          </w:tcPr>
          <w:p w14:paraId="4A1D3E87" w14:textId="77777777" w:rsidR="00B72E92" w:rsidRPr="00F600FF" w:rsidRDefault="004C21BE" w:rsidP="00B07C40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lists of abbreviations</w:t>
            </w:r>
          </w:p>
        </w:tc>
      </w:tr>
      <w:tr w:rsidR="00B07C40" w:rsidRPr="00F600FF" w14:paraId="61669FC3" w14:textId="77777777" w:rsidTr="00B07C40">
        <w:trPr>
          <w:trHeight w:val="567"/>
        </w:trPr>
        <w:tc>
          <w:tcPr>
            <w:tcW w:w="4531" w:type="dxa"/>
            <w:vAlign w:val="center"/>
          </w:tcPr>
          <w:p w14:paraId="67E3ED69" w14:textId="77777777" w:rsidR="00B72E92" w:rsidRPr="00F600FF" w:rsidRDefault="00B72E92" w:rsidP="00B07C40">
            <w:pPr>
              <w:pStyle w:val="eExercise"/>
              <w:ind w:left="0"/>
              <w:jc w:val="center"/>
              <w:rPr>
                <w:lang w:val="en-US"/>
              </w:rPr>
            </w:pPr>
          </w:p>
        </w:tc>
        <w:tc>
          <w:tcPr>
            <w:tcW w:w="4531" w:type="dxa"/>
            <w:vAlign w:val="center"/>
          </w:tcPr>
          <w:p w14:paraId="2E17C829" w14:textId="77777777" w:rsidR="00B72E92" w:rsidRPr="00F600FF" w:rsidRDefault="00B72E92" w:rsidP="00B07C40">
            <w:pPr>
              <w:pStyle w:val="eExercise"/>
              <w:ind w:left="0"/>
              <w:jc w:val="center"/>
              <w:rPr>
                <w:lang w:val="en-US"/>
              </w:rPr>
            </w:pPr>
          </w:p>
        </w:tc>
      </w:tr>
    </w:tbl>
    <w:p w14:paraId="390BF7FF" w14:textId="77777777" w:rsidR="00B72E92" w:rsidRPr="00F600FF" w:rsidRDefault="00B72E92" w:rsidP="00B72E92">
      <w:pPr>
        <w:pStyle w:val="eExercise"/>
        <w:rPr>
          <w:lang w:val="en-US"/>
        </w:rPr>
      </w:pPr>
    </w:p>
    <w:p w14:paraId="1B35CAA7" w14:textId="277E02AD" w:rsidR="00B72E92" w:rsidRPr="00F600FF" w:rsidRDefault="00FE714C" w:rsidP="00B72E92">
      <w:pPr>
        <w:pStyle w:val="eExercise"/>
        <w:rPr>
          <w:b/>
          <w:lang w:val="en-US"/>
        </w:rPr>
      </w:pPr>
      <w:r w:rsidRPr="00F600FF">
        <w:rPr>
          <w:b/>
          <w:lang w:val="en-US"/>
        </w:rPr>
        <w:t xml:space="preserve">Terms: </w:t>
      </w:r>
      <w:r w:rsidR="004C21BE" w:rsidRPr="00F600FF">
        <w:rPr>
          <w:b/>
          <w:lang w:val="en-US"/>
        </w:rPr>
        <w:t>images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videos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bookmarks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notes,</w:t>
      </w:r>
      <w:r w:rsidR="00B72E92" w:rsidRPr="00F600FF">
        <w:rPr>
          <w:b/>
          <w:lang w:val="en-US"/>
        </w:rPr>
        <w:t xml:space="preserve"> </w:t>
      </w:r>
      <w:r w:rsidR="004C21BE" w:rsidRPr="00F600FF">
        <w:rPr>
          <w:b/>
          <w:lang w:val="en-US"/>
        </w:rPr>
        <w:t>tests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search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interactive objects</w:t>
      </w:r>
      <w:r w:rsidR="00B72E92" w:rsidRPr="00F600FF">
        <w:rPr>
          <w:b/>
          <w:lang w:val="en-US"/>
        </w:rPr>
        <w:t xml:space="preserve">, </w:t>
      </w:r>
      <w:r w:rsidR="004C21BE" w:rsidRPr="00F600FF">
        <w:rPr>
          <w:b/>
          <w:lang w:val="en-US"/>
        </w:rPr>
        <w:t>lists of abbreviations</w:t>
      </w:r>
    </w:p>
    <w:p w14:paraId="79AC3A69" w14:textId="28397A18" w:rsidR="00B72E92" w:rsidRPr="00F600FF" w:rsidRDefault="004C21BE" w:rsidP="004C21BE">
      <w:pPr>
        <w:pStyle w:val="eTask"/>
      </w:pPr>
      <w:r w:rsidRPr="00F600FF">
        <w:lastRenderedPageBreak/>
        <w:t>Draw a simplified golden ratio in the picture</w:t>
      </w:r>
      <w:r w:rsidR="00FE714C" w:rsidRPr="00F600FF">
        <w:t>.</w:t>
      </w:r>
    </w:p>
    <w:p w14:paraId="5F49D4DD" w14:textId="77777777" w:rsidR="00B72E92" w:rsidRPr="00F600FF" w:rsidRDefault="00B72E92" w:rsidP="00B72E92">
      <w:pPr>
        <w:pStyle w:val="eExercise"/>
        <w:rPr>
          <w:lang w:val="en-US"/>
        </w:rPr>
      </w:pPr>
    </w:p>
    <w:p w14:paraId="2E7812E7" w14:textId="77777777" w:rsidR="00B72E92" w:rsidRPr="00F600FF" w:rsidRDefault="00B07C40" w:rsidP="00B72E92">
      <w:pPr>
        <w:pStyle w:val="eExercise"/>
        <w:rPr>
          <w:lang w:val="en-US"/>
        </w:rPr>
      </w:pP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226982" wp14:editId="62366289">
                <wp:simplePos x="0" y="0"/>
                <wp:positionH relativeFrom="column">
                  <wp:posOffset>62106</wp:posOffset>
                </wp:positionH>
                <wp:positionV relativeFrom="paragraph">
                  <wp:posOffset>2559132</wp:posOffset>
                </wp:positionV>
                <wp:extent cx="5783283" cy="0"/>
                <wp:effectExtent l="0" t="0" r="27305" b="1905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3283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6B2331F" id="Přímá spojnice 17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201.5pt" to="460.3pt,20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" strokecolor="red" strokeweight="1pt">
                <v:stroke joinstyle="miter"/>
              </v:line>
            </w:pict>
          </mc:Fallback>
        </mc:AlternateContent>
      </w: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6F1874" wp14:editId="500A0F8D">
                <wp:simplePos x="0" y="0"/>
                <wp:positionH relativeFrom="column">
                  <wp:posOffset>73660</wp:posOffset>
                </wp:positionH>
                <wp:positionV relativeFrom="paragraph">
                  <wp:posOffset>1288415</wp:posOffset>
                </wp:positionV>
                <wp:extent cx="5782945" cy="0"/>
                <wp:effectExtent l="0" t="0" r="27305" b="19050"/>
                <wp:wrapNone/>
                <wp:docPr id="16" name="Přímá spojnic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8294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D0DDBEC" id="Přímá spojnice 16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8pt,101.45pt" to="461.15pt,1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" strokecolor="red" strokeweight="1pt">
                <v:stroke joinstyle="miter"/>
              </v:line>
            </w:pict>
          </mc:Fallback>
        </mc:AlternateContent>
      </w: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038644" wp14:editId="7B42A3B5">
                <wp:simplePos x="0" y="0"/>
                <wp:positionH relativeFrom="column">
                  <wp:posOffset>1973770</wp:posOffset>
                </wp:positionH>
                <wp:positionV relativeFrom="paragraph">
                  <wp:posOffset>5715</wp:posOffset>
                </wp:positionV>
                <wp:extent cx="0" cy="3835400"/>
                <wp:effectExtent l="0" t="0" r="19050" b="3175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5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080C0DDF" id="Přímá spojnice 1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4pt,.45pt" to="155.4pt,3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" strokecolor="red" strokeweight="1pt">
                <v:stroke joinstyle="miter"/>
              </v:line>
            </w:pict>
          </mc:Fallback>
        </mc:AlternateContent>
      </w: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8F621F" wp14:editId="05B41369">
                <wp:simplePos x="0" y="0"/>
                <wp:positionH relativeFrom="column">
                  <wp:posOffset>3897630</wp:posOffset>
                </wp:positionH>
                <wp:positionV relativeFrom="paragraph">
                  <wp:posOffset>5715</wp:posOffset>
                </wp:positionV>
                <wp:extent cx="0" cy="3835400"/>
                <wp:effectExtent l="0" t="0" r="19050" b="3175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3540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166597F5" id="Přímá spojnice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6.9pt,.45pt" to="306.9pt,3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" strokecolor="red" strokeweight="1pt">
                <v:stroke joinstyle="miter"/>
              </v:line>
            </w:pict>
          </mc:Fallback>
        </mc:AlternateContent>
      </w:r>
      <w:r w:rsidR="008446F5" w:rsidRPr="00F600FF">
        <w:rPr>
          <w:noProof/>
          <w:lang w:val="en-US" w:eastAsia="en-US"/>
        </w:rPr>
        <w:drawing>
          <wp:inline distT="0" distB="0" distL="0" distR="0" wp14:anchorId="685955F2" wp14:editId="46430499">
            <wp:extent cx="5760720" cy="3840480"/>
            <wp:effectExtent l="0" t="0" r="0" b="762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215_s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A01FB" w14:textId="77777777" w:rsidR="00B72E92" w:rsidRPr="00F600FF" w:rsidRDefault="00B72E92" w:rsidP="00570CE3">
      <w:pPr>
        <w:pStyle w:val="eLineBottom"/>
        <w:rPr>
          <w:lang w:val="en-US"/>
        </w:rPr>
      </w:pPr>
    </w:p>
    <w:p w14:paraId="16AAE0C3" w14:textId="77777777" w:rsidR="00570CE3" w:rsidRPr="00F600FF" w:rsidRDefault="00570CE3" w:rsidP="00B72E92">
      <w:pPr>
        <w:pStyle w:val="eExercise"/>
        <w:rPr>
          <w:lang w:val="en-US"/>
        </w:rPr>
      </w:pPr>
    </w:p>
    <w:p w14:paraId="347D65DE" w14:textId="400DBCFE" w:rsidR="00B72E92" w:rsidRPr="00F600FF" w:rsidRDefault="004C21BE" w:rsidP="004C21BE">
      <w:pPr>
        <w:pStyle w:val="eTask"/>
      </w:pPr>
      <w:r w:rsidRPr="00F600FF">
        <w:t>Select inappropriate photos and mark what is wrong</w:t>
      </w:r>
      <w:r w:rsidR="00FE714C" w:rsidRPr="00F600FF">
        <w:t>.</w:t>
      </w:r>
    </w:p>
    <w:p w14:paraId="49B9C4FF" w14:textId="77777777" w:rsidR="00570CE3" w:rsidRPr="00F600FF" w:rsidRDefault="00570D84" w:rsidP="00570CE3">
      <w:pPr>
        <w:pStyle w:val="eTask"/>
        <w:numPr>
          <w:ilvl w:val="0"/>
          <w:numId w:val="0"/>
        </w:numPr>
        <w:ind w:left="567" w:hanging="425"/>
      </w:pPr>
      <w:r w:rsidRPr="00F600F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41439B3" wp14:editId="66F652E1">
                <wp:simplePos x="0" y="0"/>
                <wp:positionH relativeFrom="column">
                  <wp:posOffset>-231775</wp:posOffset>
                </wp:positionH>
                <wp:positionV relativeFrom="paragraph">
                  <wp:posOffset>106235</wp:posOffset>
                </wp:positionV>
                <wp:extent cx="914400" cy="278296"/>
                <wp:effectExtent l="0" t="0" r="0" b="7620"/>
                <wp:wrapNone/>
                <wp:docPr id="32" name="Textové po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82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22B428" w14:textId="77777777" w:rsidR="00570D84" w:rsidRPr="00F600FF" w:rsidRDefault="004C21BE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F600FF">
                              <w:rPr>
                                <w:color w:val="FF0000"/>
                                <w:lang w:val="en-US"/>
                              </w:rPr>
                              <w:t>direction of 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41439B3" id="_x0000_t202" coordsize="21600,21600" o:spt="202" path="m,l,21600r21600,l21600,xe">
                <v:stroke joinstyle="miter"/>
                <v:path gradientshapeok="t" o:connecttype="rect"/>
              </v:shapetype>
              <v:shape id="Textové pole 32" o:spid="_x0000_s1026" type="#_x0000_t202" style="position:absolute;left:0;text-align:left;margin-left:-18.25pt;margin-top:8.35pt;width:1in;height:21.9pt;z-index:25167872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" filled="f" stroked="f" strokeweight=".5pt">
                <v:textbox>
                  <w:txbxContent>
                    <w:p w14:paraId="5F22B428" w14:textId="77777777" w:rsidR="00570D84" w:rsidRPr="00F600FF" w:rsidRDefault="004C21BE">
                      <w:pPr>
                        <w:rPr>
                          <w:color w:val="FF0000"/>
                          <w:lang w:val="en-US"/>
                        </w:rPr>
                      </w:pPr>
                      <w:r w:rsidRPr="00F600FF">
                        <w:rPr>
                          <w:color w:val="FF0000"/>
                          <w:lang w:val="en-US"/>
                        </w:rPr>
                        <w:t>direction of view</w:t>
                      </w:r>
                    </w:p>
                  </w:txbxContent>
                </v:textbox>
              </v:shape>
            </w:pict>
          </mc:Fallback>
        </mc:AlternateContent>
      </w:r>
    </w:p>
    <w:p w14:paraId="76C7522F" w14:textId="77777777" w:rsidR="00570CE3" w:rsidRPr="00F600FF" w:rsidRDefault="00570D84" w:rsidP="00570CE3">
      <w:pPr>
        <w:pStyle w:val="eTask"/>
        <w:numPr>
          <w:ilvl w:val="0"/>
          <w:numId w:val="0"/>
        </w:numPr>
        <w:ind w:left="567" w:hanging="425"/>
      </w:pPr>
      <w:r w:rsidRPr="00F600F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D66D30" wp14:editId="4727900C">
                <wp:simplePos x="0" y="0"/>
                <wp:positionH relativeFrom="column">
                  <wp:posOffset>3244693</wp:posOffset>
                </wp:positionH>
                <wp:positionV relativeFrom="paragraph">
                  <wp:posOffset>1062396</wp:posOffset>
                </wp:positionV>
                <wp:extent cx="1686296" cy="445273"/>
                <wp:effectExtent l="0" t="0" r="0" b="0"/>
                <wp:wrapNone/>
                <wp:docPr id="33" name="Textové po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6296" cy="445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06E496" w14:textId="77777777" w:rsidR="00570D84" w:rsidRPr="00F600FF" w:rsidRDefault="004C21BE" w:rsidP="00570D84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F600FF">
                              <w:rPr>
                                <w:color w:val="FF0000"/>
                                <w:lang w:val="en-US"/>
                              </w:rPr>
                              <w:t>inappropriate cropping figures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2D66D30" id="Textové pole 33" o:spid="_x0000_s1027" type="#_x0000_t202" style="position:absolute;left:0;text-align:left;margin-left:255.5pt;margin-top:83.65pt;width:132.8pt;height:35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" filled="f" stroked="f" strokeweight=".5pt">
                <v:textbox>
                  <w:txbxContent>
                    <w:p w14:paraId="5C06E496" w14:textId="77777777" w:rsidR="00570D84" w:rsidRPr="00F600FF" w:rsidRDefault="004C21BE" w:rsidP="00570D84">
                      <w:pPr>
                        <w:rPr>
                          <w:color w:val="FF0000"/>
                          <w:lang w:val="en-US"/>
                        </w:rPr>
                      </w:pPr>
                      <w:r w:rsidRPr="00F600FF">
                        <w:rPr>
                          <w:color w:val="FF0000"/>
                          <w:lang w:val="en-US"/>
                        </w:rPr>
                        <w:t>inappropriate cropping figures</w:t>
                      </w:r>
                    </w:p>
                  </w:txbxContent>
                </v:textbox>
              </v:shape>
            </w:pict>
          </mc:Fallback>
        </mc:AlternateContent>
      </w:r>
      <w:r w:rsidRPr="00F600FF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3CDEC62" wp14:editId="1DF24525">
                <wp:simplePos x="0" y="0"/>
                <wp:positionH relativeFrom="column">
                  <wp:posOffset>5392116</wp:posOffset>
                </wp:positionH>
                <wp:positionV relativeFrom="paragraph">
                  <wp:posOffset>771525</wp:posOffset>
                </wp:positionV>
                <wp:extent cx="309779" cy="316760"/>
                <wp:effectExtent l="0" t="0" r="14605" b="26670"/>
                <wp:wrapNone/>
                <wp:docPr id="24" name="Skupina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3" name="Ovál 23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Volný tvar 22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23AA9BFA" id="Skupina 24" o:spid="_x0000_s1026" style="position:absolute;margin-left:424.6pt;margin-top:60.75pt;width:24.4pt;height:24.95pt;z-index:251672576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">
                <v:oval id="Ovál 23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" fillcolor="white [3212]" strokecolor="#70ad47 [3209]" strokeweight="1pt">
                  <v:stroke joinstyle="miter"/>
                </v:oval>
                <v:shape id="Volný tvar 22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="00B07C40" w:rsidRPr="00F600F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53523D" wp14:editId="0186D80A">
                <wp:simplePos x="0" y="0"/>
                <wp:positionH relativeFrom="column">
                  <wp:posOffset>2487461</wp:posOffset>
                </wp:positionH>
                <wp:positionV relativeFrom="paragraph">
                  <wp:posOffset>977513</wp:posOffset>
                </wp:positionV>
                <wp:extent cx="826935" cy="262394"/>
                <wp:effectExtent l="0" t="0" r="11430" b="23495"/>
                <wp:wrapNone/>
                <wp:docPr id="19" name="Ová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935" cy="262394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6E772F11" id="Ovál 19" o:spid="_x0000_s1026" style="position:absolute;margin-left:195.85pt;margin-top:76.95pt;width:65.1pt;height:20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" filled="f" strokecolor="red" strokeweight="1pt">
                <v:stroke joinstyle="miter"/>
              </v:oval>
            </w:pict>
          </mc:Fallback>
        </mc:AlternateContent>
      </w:r>
      <w:r w:rsidR="00B07C40" w:rsidRPr="00F600FF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1A9E13" wp14:editId="712EF958">
                <wp:simplePos x="0" y="0"/>
                <wp:positionH relativeFrom="column">
                  <wp:posOffset>-144421</wp:posOffset>
                </wp:positionH>
                <wp:positionV relativeFrom="paragraph">
                  <wp:posOffset>245993</wp:posOffset>
                </wp:positionV>
                <wp:extent cx="803082" cy="0"/>
                <wp:effectExtent l="38100" t="76200" r="0" b="95250"/>
                <wp:wrapNone/>
                <wp:docPr id="18" name="Přímá spojnice se šipkou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308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50361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18" o:spid="_x0000_s1026" type="#_x0000_t32" style="position:absolute;margin-left:-11.35pt;margin-top:19.35pt;width:63.25pt;height:0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" strokecolor="red" strokeweight=".5pt">
                <v:stroke endarrow="block" joinstyle="miter"/>
              </v:shape>
            </w:pict>
          </mc:Fallback>
        </mc:AlternateContent>
      </w:r>
      <w:r w:rsidR="008446F5" w:rsidRPr="00F600FF">
        <w:rPr>
          <w:noProof/>
          <w:lang w:eastAsia="en-US"/>
        </w:rPr>
        <w:drawing>
          <wp:inline distT="0" distB="0" distL="0" distR="0" wp14:anchorId="3220A463" wp14:editId="294F2C21">
            <wp:extent cx="2041200" cy="1148625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G_2200_s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1200" cy="114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t xml:space="preserve">   </w:t>
      </w:r>
      <w:r w:rsidR="008446F5" w:rsidRPr="00F600FF">
        <w:rPr>
          <w:noProof/>
          <w:lang w:eastAsia="en-US"/>
        </w:rPr>
        <w:drawing>
          <wp:inline distT="0" distB="0" distL="0" distR="0" wp14:anchorId="5D5CB060" wp14:editId="47E72A2B">
            <wp:extent cx="1699200" cy="1134834"/>
            <wp:effectExtent l="0" t="0" r="0" b="825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G_2216_s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9200" cy="1134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t xml:space="preserve">   </w:t>
      </w:r>
      <w:r w:rsidR="008446F5" w:rsidRPr="00F600FF">
        <w:rPr>
          <w:noProof/>
          <w:lang w:eastAsia="en-US"/>
        </w:rPr>
        <w:drawing>
          <wp:inline distT="0" distB="0" distL="0" distR="0" wp14:anchorId="0A497E8E" wp14:editId="4088B346">
            <wp:extent cx="1674000" cy="1116000"/>
            <wp:effectExtent l="0" t="0" r="2540" b="8255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G_2217_s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A8D653" w14:textId="77777777" w:rsidR="00570CE3" w:rsidRPr="00F600FF" w:rsidRDefault="00570D84" w:rsidP="00570CE3">
      <w:pPr>
        <w:pStyle w:val="eLineBottom"/>
        <w:rPr>
          <w:lang w:val="en-US"/>
        </w:rPr>
      </w:pP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526C47" wp14:editId="1010D68F">
                <wp:simplePos x="0" y="0"/>
                <wp:positionH relativeFrom="column">
                  <wp:posOffset>5015975</wp:posOffset>
                </wp:positionH>
                <wp:positionV relativeFrom="paragraph">
                  <wp:posOffset>112147</wp:posOffset>
                </wp:positionV>
                <wp:extent cx="270345" cy="373850"/>
                <wp:effectExtent l="0" t="0" r="15875" b="26670"/>
                <wp:wrapNone/>
                <wp:docPr id="31" name="Ová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345" cy="3738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oval w14:anchorId="3707002A" id="Ovál 31" o:spid="_x0000_s1026" style="position:absolute;margin-left:394.95pt;margin-top:8.85pt;width:21.3pt;height:29.4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" filled="f" strokecolor="red" strokeweight="1pt">
                <v:stroke joinstyle="miter"/>
              </v:oval>
            </w:pict>
          </mc:Fallback>
        </mc:AlternateContent>
      </w:r>
    </w:p>
    <w:p w14:paraId="033314BC" w14:textId="77777777" w:rsidR="00570CE3" w:rsidRPr="00F600FF" w:rsidRDefault="00570D84" w:rsidP="00570CE3">
      <w:pPr>
        <w:pStyle w:val="eLineBottom"/>
        <w:rPr>
          <w:lang w:val="en-US"/>
        </w:rPr>
      </w:pP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03DB9A" wp14:editId="3C0C90DE">
                <wp:simplePos x="0" y="0"/>
                <wp:positionH relativeFrom="column">
                  <wp:posOffset>4793338</wp:posOffset>
                </wp:positionH>
                <wp:positionV relativeFrom="paragraph">
                  <wp:posOffset>262889</wp:posOffset>
                </wp:positionV>
                <wp:extent cx="262393" cy="913986"/>
                <wp:effectExtent l="0" t="0" r="23495" b="19685"/>
                <wp:wrapNone/>
                <wp:docPr id="35" name="Přímá spojnic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2393" cy="913986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51952A9E" id="Přímá spojnice 3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45pt,20.7pt" to="398.1pt,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" strokecolor="red" strokeweight="1pt">
                <v:stroke joinstyle="miter"/>
              </v:line>
            </w:pict>
          </mc:Fallback>
        </mc:AlternateContent>
      </w:r>
      <w:r w:rsidRPr="00F600FF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91E5A1B" wp14:editId="2C73A643">
                <wp:simplePos x="0" y="0"/>
                <wp:positionH relativeFrom="column">
                  <wp:posOffset>3505835</wp:posOffset>
                </wp:positionH>
                <wp:positionV relativeFrom="paragraph">
                  <wp:posOffset>759156</wp:posOffset>
                </wp:positionV>
                <wp:extent cx="309779" cy="316760"/>
                <wp:effectExtent l="0" t="0" r="14605" b="26670"/>
                <wp:wrapNone/>
                <wp:docPr id="28" name="Skupina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9" name="Ovál 29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Volný tvar 30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678B19D9" id="Skupina 28" o:spid="_x0000_s1026" style="position:absolute;margin-left:276.05pt;margin-top:59.8pt;width:24.4pt;height:24.95pt;z-index:251676672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">
                <v:oval id="Ovál 29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" fillcolor="white [3212]" strokecolor="#70ad47 [3209]" strokeweight="1pt">
                  <v:stroke joinstyle="miter"/>
                </v:oval>
                <v:shape id="Volný tvar 30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Pr="00F600FF"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BBE13C1" wp14:editId="7608D4E3">
                <wp:simplePos x="0" y="0"/>
                <wp:positionH relativeFrom="column">
                  <wp:posOffset>1406525</wp:posOffset>
                </wp:positionH>
                <wp:positionV relativeFrom="paragraph">
                  <wp:posOffset>769924</wp:posOffset>
                </wp:positionV>
                <wp:extent cx="309779" cy="316760"/>
                <wp:effectExtent l="0" t="0" r="14605" b="26670"/>
                <wp:wrapNone/>
                <wp:docPr id="25" name="Skupina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779" cy="316760"/>
                          <a:chOff x="0" y="0"/>
                          <a:chExt cx="450877" cy="461175"/>
                        </a:xfrm>
                      </wpg:grpSpPr>
                      <wps:wsp>
                        <wps:cNvPr id="26" name="Ovál 26"/>
                        <wps:cNvSpPr/>
                        <wps:spPr>
                          <a:xfrm>
                            <a:off x="0" y="0"/>
                            <a:ext cx="450877" cy="46117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Volný tvar 27"/>
                        <wps:cNvSpPr/>
                        <wps:spPr>
                          <a:xfrm>
                            <a:off x="135172" y="87464"/>
                            <a:ext cx="174625" cy="261841"/>
                          </a:xfrm>
                          <a:custGeom>
                            <a:avLst/>
                            <a:gdLst>
                              <a:gd name="connsiteX0" fmla="*/ 0 w 294198"/>
                              <a:gd name="connsiteY0" fmla="*/ 119270 h 318052"/>
                              <a:gd name="connsiteX1" fmla="*/ 174928 w 294198"/>
                              <a:gd name="connsiteY1" fmla="*/ 318052 h 318052"/>
                              <a:gd name="connsiteX2" fmla="*/ 294198 w 294198"/>
                              <a:gd name="connsiteY2" fmla="*/ 0 h 318052"/>
                              <a:gd name="connsiteX0" fmla="*/ 1 w 231047"/>
                              <a:gd name="connsiteY0" fmla="*/ 135201 h 318052"/>
                              <a:gd name="connsiteX1" fmla="*/ 111777 w 231047"/>
                              <a:gd name="connsiteY1" fmla="*/ 318052 h 318052"/>
                              <a:gd name="connsiteX2" fmla="*/ 231047 w 231047"/>
                              <a:gd name="connsiteY2" fmla="*/ 0 h 318052"/>
                              <a:gd name="connsiteX0" fmla="*/ 0 w 231046"/>
                              <a:gd name="connsiteY0" fmla="*/ 135201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  <a:gd name="connsiteX0" fmla="*/ 0 w 231046"/>
                              <a:gd name="connsiteY0" fmla="*/ 173866 h 318052"/>
                              <a:gd name="connsiteX1" fmla="*/ 111776 w 231046"/>
                              <a:gd name="connsiteY1" fmla="*/ 318052 h 318052"/>
                              <a:gd name="connsiteX2" fmla="*/ 231046 w 231046"/>
                              <a:gd name="connsiteY2" fmla="*/ 0 h 3180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231046" h="318052">
                                <a:moveTo>
                                  <a:pt x="0" y="173866"/>
                                </a:moveTo>
                                <a:lnTo>
                                  <a:pt x="111776" y="318052"/>
                                </a:lnTo>
                                <a:lnTo>
                                  <a:pt x="231046" y="0"/>
                                </a:lnTo>
                              </a:path>
                            </a:pathLst>
                          </a:custGeom>
                        </wps:spPr>
                        <wps:style>
                          <a:lnRef idx="3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2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482D2BAA" id="Skupina 25" o:spid="_x0000_s1026" style="position:absolute;margin-left:110.75pt;margin-top:60.6pt;width:24.4pt;height:24.95pt;z-index:251674624;mso-width-relative:margin;mso-height-relative:margin" coordsize="450877,46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">
                <v:oval id="Ovál 26" o:spid="_x0000_s1027" style="position:absolute;width:450877;height:461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" fillcolor="white [3212]" strokecolor="#70ad47 [3209]" strokeweight="1pt">
                  <v:stroke joinstyle="miter"/>
                </v:oval>
                <v:shape id="Volný tvar 27" o:spid="_x0000_s1028" style="position:absolute;left:135172;top:87464;width:174625;height:261841;visibility:visible;mso-wrap-style:square;v-text-anchor:middle" coordsize="231046,318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" path="m,173866l111776,318052,231046,e" filled="f" strokecolor="#70ad47 [3209]" strokeweight="1.5pt">
                  <v:stroke joinstyle="miter"/>
                  <v:path arrowok="t" o:connecttype="custom" o:connectlocs="0,143138;84481,261841;174625,0" o:connectangles="0,0,0"/>
                </v:shape>
              </v:group>
            </w:pict>
          </mc:Fallback>
        </mc:AlternateContent>
      </w:r>
      <w:r w:rsidR="008446F5" w:rsidRPr="00F600FF">
        <w:rPr>
          <w:noProof/>
          <w:lang w:val="en-US" w:eastAsia="en-US"/>
        </w:rPr>
        <w:drawing>
          <wp:inline distT="0" distB="0" distL="0" distR="0" wp14:anchorId="4BDBF962" wp14:editId="50FAF440">
            <wp:extent cx="1674000" cy="1116000"/>
            <wp:effectExtent l="0" t="0" r="2540" b="8255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G_2219_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rPr>
          <w:lang w:val="en-US"/>
        </w:rPr>
        <w:t xml:space="preserve">    </w:t>
      </w:r>
      <w:r w:rsidR="008446F5" w:rsidRPr="00F600FF">
        <w:rPr>
          <w:noProof/>
          <w:lang w:val="en-US" w:eastAsia="en-US"/>
        </w:rPr>
        <w:drawing>
          <wp:inline distT="0" distB="0" distL="0" distR="0" wp14:anchorId="46791850" wp14:editId="2EA67F78">
            <wp:extent cx="1994400" cy="1119212"/>
            <wp:effectExtent l="0" t="0" r="6350" b="508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G_2198_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4400" cy="1119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70CE3" w:rsidRPr="00F600FF">
        <w:rPr>
          <w:lang w:val="en-US"/>
        </w:rPr>
        <w:t xml:space="preserve">   </w:t>
      </w:r>
      <w:r w:rsidR="008446F5" w:rsidRPr="00F600FF">
        <w:rPr>
          <w:noProof/>
          <w:lang w:val="en-US" w:eastAsia="en-US"/>
        </w:rPr>
        <w:drawing>
          <wp:inline distT="0" distB="0" distL="0" distR="0" wp14:anchorId="4474E03B" wp14:editId="52CB15C4">
            <wp:extent cx="1674000" cy="1116000"/>
            <wp:effectExtent l="0" t="0" r="2540" b="8255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G_2212_s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40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F16F5" w14:textId="77777777" w:rsidR="00570CE3" w:rsidRPr="00F600FF" w:rsidRDefault="00570D84" w:rsidP="00570CE3">
      <w:pPr>
        <w:pStyle w:val="eLineBottom"/>
        <w:rPr>
          <w:lang w:val="en-US"/>
        </w:rPr>
      </w:pPr>
      <w:r w:rsidRPr="00F600F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0EF457" wp14:editId="5CC09C46">
                <wp:simplePos x="0" y="0"/>
                <wp:positionH relativeFrom="column">
                  <wp:posOffset>4016638</wp:posOffset>
                </wp:positionH>
                <wp:positionV relativeFrom="paragraph">
                  <wp:posOffset>39370</wp:posOffset>
                </wp:positionV>
                <wp:extent cx="1816924" cy="445273"/>
                <wp:effectExtent l="0" t="0" r="0" b="0"/>
                <wp:wrapNone/>
                <wp:docPr id="34" name="Textové po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924" cy="44527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6BF352" w14:textId="77777777" w:rsidR="00570D84" w:rsidRPr="00F600FF" w:rsidRDefault="004C21BE" w:rsidP="00570D84">
                            <w:pPr>
                              <w:rPr>
                                <w:color w:val="FF0000"/>
                                <w:lang w:val="en-US"/>
                              </w:rPr>
                            </w:pPr>
                            <w:r w:rsidRPr="00F600FF">
                              <w:rPr>
                                <w:color w:val="FF0000"/>
                                <w:lang w:val="en-US"/>
                              </w:rPr>
                              <w:t>inappropriate background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40EF457" id="Textové pole 34" o:spid="_x0000_s1028" type="#_x0000_t202" style="position:absolute;left:0;text-align:left;margin-left:316.25pt;margin-top:3.1pt;width:143.05pt;height:35.0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" filled="f" stroked="f" strokeweight=".5pt">
                <v:textbox>
                  <w:txbxContent>
                    <w:p w14:paraId="296BF352" w14:textId="77777777" w:rsidR="00570D84" w:rsidRPr="00F600FF" w:rsidRDefault="004C21BE" w:rsidP="00570D84">
                      <w:pPr>
                        <w:rPr>
                          <w:color w:val="FF0000"/>
                          <w:lang w:val="en-US"/>
                        </w:rPr>
                      </w:pPr>
                      <w:r w:rsidRPr="00F600FF">
                        <w:rPr>
                          <w:color w:val="FF0000"/>
                          <w:lang w:val="en-US"/>
                        </w:rPr>
                        <w:t>inappropriate background</w:t>
                      </w:r>
                    </w:p>
                  </w:txbxContent>
                </v:textbox>
              </v:shape>
            </w:pict>
          </mc:Fallback>
        </mc:AlternateContent>
      </w:r>
    </w:p>
    <w:p w14:paraId="2D10AAB8" w14:textId="77777777" w:rsidR="00570CE3" w:rsidRPr="00F600FF" w:rsidRDefault="00570CE3" w:rsidP="00570CE3">
      <w:pPr>
        <w:pStyle w:val="eLineBottom"/>
        <w:rPr>
          <w:lang w:val="en-US"/>
        </w:rPr>
      </w:pPr>
    </w:p>
    <w:p w14:paraId="73722D08" w14:textId="77777777" w:rsidR="00570CE3" w:rsidRPr="00F600FF" w:rsidRDefault="00570CE3" w:rsidP="00570CE3">
      <w:pPr>
        <w:pStyle w:val="eLineBottom"/>
        <w:rPr>
          <w:lang w:val="en-US"/>
        </w:rPr>
      </w:pPr>
    </w:p>
    <w:p w14:paraId="7E368416" w14:textId="77777777" w:rsidR="00570CE3" w:rsidRPr="00F600FF" w:rsidRDefault="00570CE3" w:rsidP="00570CE3">
      <w:pPr>
        <w:pStyle w:val="eLineBottom"/>
        <w:rPr>
          <w:lang w:val="en-US"/>
        </w:rPr>
      </w:pPr>
    </w:p>
    <w:p w14:paraId="0C764DAF" w14:textId="77777777" w:rsidR="00570CE3" w:rsidRPr="00F600FF" w:rsidRDefault="00570CE3" w:rsidP="00570CE3">
      <w:pPr>
        <w:pStyle w:val="eLineBottom"/>
        <w:rPr>
          <w:lang w:val="en-US"/>
        </w:rPr>
      </w:pPr>
    </w:p>
    <w:p w14:paraId="318EF8A2" w14:textId="77777777" w:rsidR="00570CE3" w:rsidRPr="00F600FF" w:rsidRDefault="00570CE3" w:rsidP="00570CE3">
      <w:pPr>
        <w:pStyle w:val="eTask"/>
        <w:numPr>
          <w:ilvl w:val="0"/>
          <w:numId w:val="0"/>
        </w:numPr>
        <w:ind w:left="567" w:hanging="425"/>
      </w:pPr>
    </w:p>
    <w:p w14:paraId="54E53252" w14:textId="111836B8" w:rsidR="00570CE3" w:rsidRPr="00F600FF" w:rsidRDefault="00FE714C" w:rsidP="004C21BE">
      <w:pPr>
        <w:pStyle w:val="eTask"/>
      </w:pPr>
      <w:r w:rsidRPr="00F600FF">
        <w:lastRenderedPageBreak/>
        <w:t>With reference to the audio and video formats, put the following abbreviations into the right column.</w:t>
      </w:r>
    </w:p>
    <w:p w14:paraId="77C85AF6" w14:textId="77777777" w:rsidR="00393097" w:rsidRPr="00F600FF" w:rsidRDefault="00393097" w:rsidP="00393097">
      <w:pPr>
        <w:pStyle w:val="eExercise"/>
        <w:rPr>
          <w:lang w:val="en-US"/>
        </w:rPr>
      </w:pPr>
    </w:p>
    <w:tbl>
      <w:tblPr>
        <w:tblStyle w:val="Mkatabulky"/>
        <w:tblW w:w="0" w:type="auto"/>
        <w:tblInd w:w="142" w:type="dxa"/>
        <w:tblLook w:val="04A0" w:firstRow="1" w:lastRow="0" w:firstColumn="1" w:lastColumn="0" w:noHBand="0" w:noVBand="1"/>
      </w:tblPr>
      <w:tblGrid>
        <w:gridCol w:w="4458"/>
        <w:gridCol w:w="4462"/>
      </w:tblGrid>
      <w:tr w:rsidR="00393097" w:rsidRPr="00F600FF" w14:paraId="7C7F4BD5" w14:textId="77777777" w:rsidTr="00257022">
        <w:trPr>
          <w:trHeight w:val="567"/>
        </w:trPr>
        <w:tc>
          <w:tcPr>
            <w:tcW w:w="4458" w:type="dxa"/>
            <w:shd w:val="clear" w:color="auto" w:fill="D9D9D9" w:themeFill="background1" w:themeFillShade="D9"/>
            <w:vAlign w:val="center"/>
          </w:tcPr>
          <w:p w14:paraId="5C569424" w14:textId="77777777" w:rsidR="00393097" w:rsidRPr="00F600FF" w:rsidRDefault="00393097" w:rsidP="004C21BE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 w:rsidRPr="00F600FF">
              <w:rPr>
                <w:b/>
                <w:lang w:val="en-US"/>
              </w:rPr>
              <w:t>Audio form</w:t>
            </w:r>
            <w:r w:rsidR="004C21BE" w:rsidRPr="00F600FF">
              <w:rPr>
                <w:b/>
                <w:lang w:val="en-US"/>
              </w:rPr>
              <w:t>a</w:t>
            </w:r>
            <w:r w:rsidRPr="00F600FF">
              <w:rPr>
                <w:b/>
                <w:lang w:val="en-US"/>
              </w:rPr>
              <w:t>t</w:t>
            </w:r>
          </w:p>
        </w:tc>
        <w:tc>
          <w:tcPr>
            <w:tcW w:w="4462" w:type="dxa"/>
            <w:shd w:val="clear" w:color="auto" w:fill="D9D9D9" w:themeFill="background1" w:themeFillShade="D9"/>
            <w:vAlign w:val="center"/>
          </w:tcPr>
          <w:p w14:paraId="007DFDD4" w14:textId="77777777" w:rsidR="00393097" w:rsidRPr="00F600FF" w:rsidRDefault="00393097" w:rsidP="004C21BE">
            <w:pPr>
              <w:pStyle w:val="eExercise"/>
              <w:ind w:left="0"/>
              <w:jc w:val="center"/>
              <w:rPr>
                <w:b/>
                <w:lang w:val="en-US"/>
              </w:rPr>
            </w:pPr>
            <w:r w:rsidRPr="00F600FF">
              <w:rPr>
                <w:b/>
                <w:lang w:val="en-US"/>
              </w:rPr>
              <w:t>Video form</w:t>
            </w:r>
            <w:r w:rsidR="004C21BE" w:rsidRPr="00F600FF">
              <w:rPr>
                <w:b/>
                <w:lang w:val="en-US"/>
              </w:rPr>
              <w:t>a</w:t>
            </w:r>
            <w:r w:rsidRPr="00F600FF">
              <w:rPr>
                <w:b/>
                <w:lang w:val="en-US"/>
              </w:rPr>
              <w:t>t</w:t>
            </w:r>
          </w:p>
        </w:tc>
      </w:tr>
      <w:tr w:rsidR="00393097" w:rsidRPr="00F600FF" w14:paraId="5445946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3A8D35D3" w14:textId="77777777" w:rsidR="00393097" w:rsidRPr="00F600FF" w:rsidRDefault="00570D84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MP3</w:t>
            </w:r>
          </w:p>
        </w:tc>
        <w:tc>
          <w:tcPr>
            <w:tcW w:w="4462" w:type="dxa"/>
            <w:vAlign w:val="center"/>
          </w:tcPr>
          <w:p w14:paraId="5656A004" w14:textId="77777777" w:rsidR="00393097" w:rsidRPr="00F600FF" w:rsidRDefault="00570D84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FLV</w:t>
            </w:r>
          </w:p>
        </w:tc>
      </w:tr>
      <w:tr w:rsidR="00393097" w:rsidRPr="00F600FF" w14:paraId="72E5671B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0C5B93FB" w14:textId="77777777" w:rsidR="00393097" w:rsidRPr="00F600FF" w:rsidRDefault="00257022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FLAC</w:t>
            </w:r>
          </w:p>
        </w:tc>
        <w:tc>
          <w:tcPr>
            <w:tcW w:w="4462" w:type="dxa"/>
            <w:vAlign w:val="center"/>
          </w:tcPr>
          <w:p w14:paraId="3048C61F" w14:textId="77777777" w:rsidR="00393097" w:rsidRPr="00F600FF" w:rsidRDefault="00570D84" w:rsidP="00570D84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AVHCD</w:t>
            </w:r>
          </w:p>
        </w:tc>
      </w:tr>
      <w:tr w:rsidR="00257022" w:rsidRPr="00F600FF" w14:paraId="6E7F5CA0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65B15A76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WMA</w:t>
            </w:r>
          </w:p>
        </w:tc>
        <w:tc>
          <w:tcPr>
            <w:tcW w:w="4462" w:type="dxa"/>
            <w:vAlign w:val="center"/>
          </w:tcPr>
          <w:p w14:paraId="5FE8512F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MOV</w:t>
            </w:r>
          </w:p>
        </w:tc>
      </w:tr>
      <w:tr w:rsidR="00257022" w:rsidRPr="00F600FF" w14:paraId="4A2A5209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27115D30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AAC</w:t>
            </w:r>
          </w:p>
        </w:tc>
        <w:tc>
          <w:tcPr>
            <w:tcW w:w="4462" w:type="dxa"/>
            <w:vAlign w:val="center"/>
          </w:tcPr>
          <w:p w14:paraId="6030C60A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MPEG-2</w:t>
            </w:r>
          </w:p>
        </w:tc>
      </w:tr>
      <w:tr w:rsidR="00257022" w:rsidRPr="00F600FF" w14:paraId="369A558E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49A0C65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WAV</w:t>
            </w:r>
          </w:p>
        </w:tc>
        <w:tc>
          <w:tcPr>
            <w:tcW w:w="4462" w:type="dxa"/>
            <w:vAlign w:val="center"/>
          </w:tcPr>
          <w:p w14:paraId="34DA5276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AVI</w:t>
            </w:r>
          </w:p>
        </w:tc>
      </w:tr>
      <w:tr w:rsidR="00257022" w:rsidRPr="00F600FF" w14:paraId="1C5128D8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59D0F683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408DD5D5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MKV</w:t>
            </w:r>
          </w:p>
        </w:tc>
      </w:tr>
      <w:tr w:rsidR="00257022" w:rsidRPr="00F600FF" w14:paraId="5D35B1CA" w14:textId="77777777" w:rsidTr="00257022">
        <w:trPr>
          <w:trHeight w:val="567"/>
        </w:trPr>
        <w:tc>
          <w:tcPr>
            <w:tcW w:w="4458" w:type="dxa"/>
            <w:vAlign w:val="center"/>
          </w:tcPr>
          <w:p w14:paraId="70989F7D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</w:p>
        </w:tc>
        <w:tc>
          <w:tcPr>
            <w:tcW w:w="4462" w:type="dxa"/>
            <w:vAlign w:val="center"/>
          </w:tcPr>
          <w:p w14:paraId="2A2B6104" w14:textId="77777777" w:rsidR="00257022" w:rsidRPr="00F600FF" w:rsidRDefault="00257022" w:rsidP="00257022">
            <w:pPr>
              <w:pStyle w:val="eExercise"/>
              <w:ind w:left="0"/>
              <w:jc w:val="center"/>
              <w:rPr>
                <w:color w:val="FF0000"/>
                <w:lang w:val="en-US"/>
              </w:rPr>
            </w:pPr>
            <w:r w:rsidRPr="00F600FF">
              <w:rPr>
                <w:color w:val="FF0000"/>
                <w:lang w:val="en-US"/>
              </w:rPr>
              <w:t>MP4</w:t>
            </w:r>
          </w:p>
        </w:tc>
      </w:tr>
    </w:tbl>
    <w:p w14:paraId="6FF27C54" w14:textId="77777777" w:rsidR="00393097" w:rsidRPr="00F600FF" w:rsidRDefault="00393097" w:rsidP="00393097">
      <w:pPr>
        <w:pStyle w:val="eExercise"/>
        <w:rPr>
          <w:lang w:val="en-US"/>
        </w:rPr>
      </w:pPr>
    </w:p>
    <w:p w14:paraId="44989C93" w14:textId="458DB584" w:rsidR="00393097" w:rsidRPr="00F600FF" w:rsidRDefault="00FE714C" w:rsidP="00393097">
      <w:pPr>
        <w:pStyle w:val="eExercise"/>
        <w:rPr>
          <w:b/>
          <w:lang w:val="en-US"/>
        </w:rPr>
      </w:pPr>
      <w:r w:rsidRPr="00F600FF">
        <w:rPr>
          <w:b/>
          <w:lang w:val="en-US"/>
        </w:rPr>
        <w:t xml:space="preserve">Abbreviations: </w:t>
      </w:r>
      <w:r w:rsidR="00393097" w:rsidRPr="00F600FF">
        <w:rPr>
          <w:b/>
          <w:lang w:val="en-US"/>
        </w:rPr>
        <w:t>MP3, FLV, AVHCD, FLAC, WMA, MOV, AAC, MPEG-2, AVI, MKV, WAV, MP4</w:t>
      </w:r>
    </w:p>
    <w:sectPr w:rsidR="00393097" w:rsidRPr="00F600FF" w:rsidSect="002B41A8">
      <w:headerReference w:type="default" r:id="rId19"/>
      <w:footerReference w:type="default" r:id="rId20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C6036" w14:textId="77777777" w:rsidR="00790123" w:rsidRDefault="00790123" w:rsidP="00861A1A">
      <w:r>
        <w:separator/>
      </w:r>
    </w:p>
  </w:endnote>
  <w:endnote w:type="continuationSeparator" w:id="0">
    <w:p w14:paraId="2649E6BC" w14:textId="77777777" w:rsidR="00790123" w:rsidRDefault="0079012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14:paraId="50C8AD9C" w14:textId="77777777" w:rsidTr="00CA51B5">
      <w:tc>
        <w:tcPr>
          <w:tcW w:w="2518" w:type="dxa"/>
        </w:tcPr>
        <w:p w14:paraId="01168156" w14:textId="77777777"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  <w:lang w:val="en-US" w:eastAsia="en-US"/>
            </w:rPr>
            <w:drawing>
              <wp:inline distT="0" distB="0" distL="0" distR="0" wp14:anchorId="14AEDFC1" wp14:editId="13CA9E2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576C6209" w14:textId="77777777" w:rsidR="004C21BE" w:rsidRPr="004C21BE" w:rsidRDefault="004C21BE" w:rsidP="004C21B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4C21BE">
            <w:rPr>
              <w:sz w:val="16"/>
              <w:szCs w:val="16"/>
            </w:rPr>
            <w:t>This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project</w:t>
          </w:r>
          <w:proofErr w:type="spellEnd"/>
          <w:r w:rsidRPr="004C21BE">
            <w:rPr>
              <w:sz w:val="16"/>
              <w:szCs w:val="16"/>
            </w:rPr>
            <w:t xml:space="preserve"> has </w:t>
          </w:r>
          <w:proofErr w:type="spellStart"/>
          <w:r w:rsidRPr="004C21BE">
            <w:rPr>
              <w:sz w:val="16"/>
              <w:szCs w:val="16"/>
            </w:rPr>
            <w:t>been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funded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with</w:t>
          </w:r>
          <w:proofErr w:type="spellEnd"/>
          <w:r w:rsidRPr="004C21BE">
            <w:rPr>
              <w:sz w:val="16"/>
              <w:szCs w:val="16"/>
            </w:rPr>
            <w:t xml:space="preserve"> support </w:t>
          </w:r>
          <w:proofErr w:type="spellStart"/>
          <w:r w:rsidRPr="004C21BE">
            <w:rPr>
              <w:sz w:val="16"/>
              <w:szCs w:val="16"/>
            </w:rPr>
            <w:t>from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the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European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Commission</w:t>
          </w:r>
          <w:proofErr w:type="spellEnd"/>
          <w:r w:rsidRPr="004C21BE">
            <w:rPr>
              <w:sz w:val="16"/>
              <w:szCs w:val="16"/>
            </w:rPr>
            <w:t>.</w:t>
          </w:r>
        </w:p>
        <w:p w14:paraId="73F9CA09" w14:textId="77777777" w:rsidR="00BF5E09" w:rsidRPr="00CA51B5" w:rsidRDefault="004C21BE" w:rsidP="004C21B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4C21BE">
            <w:rPr>
              <w:sz w:val="16"/>
              <w:szCs w:val="16"/>
            </w:rPr>
            <w:t>This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publication</w:t>
          </w:r>
          <w:proofErr w:type="spellEnd"/>
          <w:r w:rsidRPr="004C21BE">
            <w:rPr>
              <w:sz w:val="16"/>
              <w:szCs w:val="16"/>
            </w:rPr>
            <w:t xml:space="preserve"> [</w:t>
          </w:r>
          <w:proofErr w:type="spellStart"/>
          <w:r w:rsidRPr="004C21BE">
            <w:rPr>
              <w:sz w:val="16"/>
              <w:szCs w:val="16"/>
            </w:rPr>
            <w:t>communication</w:t>
          </w:r>
          <w:proofErr w:type="spellEnd"/>
          <w:r w:rsidRPr="004C21BE">
            <w:rPr>
              <w:sz w:val="16"/>
              <w:szCs w:val="16"/>
            </w:rPr>
            <w:t xml:space="preserve">] </w:t>
          </w:r>
          <w:proofErr w:type="spellStart"/>
          <w:r w:rsidRPr="004C21BE">
            <w:rPr>
              <w:sz w:val="16"/>
              <w:szCs w:val="16"/>
            </w:rPr>
            <w:t>reflects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the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views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only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of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the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author</w:t>
          </w:r>
          <w:proofErr w:type="spellEnd"/>
          <w:r w:rsidRPr="004C21BE">
            <w:rPr>
              <w:sz w:val="16"/>
              <w:szCs w:val="16"/>
            </w:rPr>
            <w:t xml:space="preserve">, and </w:t>
          </w:r>
          <w:proofErr w:type="spellStart"/>
          <w:r w:rsidRPr="004C21BE">
            <w:rPr>
              <w:sz w:val="16"/>
              <w:szCs w:val="16"/>
            </w:rPr>
            <w:t>the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Commission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cannot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be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held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responsible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for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any</w:t>
          </w:r>
          <w:proofErr w:type="spellEnd"/>
          <w:r w:rsidRPr="004C21BE">
            <w:rPr>
              <w:sz w:val="16"/>
              <w:szCs w:val="16"/>
            </w:rPr>
            <w:t xml:space="preserve"> use </w:t>
          </w:r>
          <w:proofErr w:type="spellStart"/>
          <w:r w:rsidRPr="004C21BE">
            <w:rPr>
              <w:sz w:val="16"/>
              <w:szCs w:val="16"/>
            </w:rPr>
            <w:t>which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may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be</w:t>
          </w:r>
          <w:proofErr w:type="spellEnd"/>
          <w:r w:rsidRPr="004C21BE">
            <w:rPr>
              <w:sz w:val="16"/>
              <w:szCs w:val="16"/>
            </w:rPr>
            <w:t xml:space="preserve"> made </w:t>
          </w:r>
          <w:proofErr w:type="spellStart"/>
          <w:r w:rsidRPr="004C21BE">
            <w:rPr>
              <w:sz w:val="16"/>
              <w:szCs w:val="16"/>
            </w:rPr>
            <w:t>of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the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information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contained</w:t>
          </w:r>
          <w:proofErr w:type="spellEnd"/>
          <w:r w:rsidRPr="004C21BE">
            <w:rPr>
              <w:sz w:val="16"/>
              <w:szCs w:val="16"/>
            </w:rPr>
            <w:t xml:space="preserve"> </w:t>
          </w:r>
          <w:proofErr w:type="spellStart"/>
          <w:r w:rsidRPr="004C21BE">
            <w:rPr>
              <w:sz w:val="16"/>
              <w:szCs w:val="16"/>
            </w:rPr>
            <w:t>therein</w:t>
          </w:r>
          <w:proofErr w:type="spellEnd"/>
          <w:r w:rsidRPr="004C21BE">
            <w:rPr>
              <w:sz w:val="16"/>
              <w:szCs w:val="16"/>
            </w:rPr>
            <w:t>.</w:t>
          </w:r>
        </w:p>
      </w:tc>
    </w:tr>
    <w:tr w:rsidR="00BF5E09" w14:paraId="67B14B3B" w14:textId="77777777" w:rsidTr="00CA51B5">
      <w:tc>
        <w:tcPr>
          <w:tcW w:w="8472" w:type="dxa"/>
          <w:gridSpan w:val="2"/>
        </w:tcPr>
        <w:p w14:paraId="3DB91AB4" w14:textId="77777777" w:rsidR="00BF5E09" w:rsidRPr="00CA51B5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</w:rPr>
          </w:pPr>
          <w:r w:rsidRPr="00BF590A">
            <w:rPr>
              <w:sz w:val="16"/>
              <w:szCs w:val="16"/>
            </w:rPr>
            <w:t>DiT4LL</w:t>
          </w:r>
          <w:r>
            <w:rPr>
              <w:sz w:val="16"/>
              <w:szCs w:val="16"/>
            </w:rPr>
            <w:t xml:space="preserve"> </w:t>
          </w:r>
          <w:r w:rsidR="001572EB" w:rsidRPr="001572EB">
            <w:rPr>
              <w:sz w:val="16"/>
              <w:szCs w:val="16"/>
            </w:rPr>
            <w:t xml:space="preserve">– </w:t>
          </w:r>
          <w:r w:rsidRPr="00BF590A">
            <w:rPr>
              <w:sz w:val="16"/>
              <w:szCs w:val="16"/>
            </w:rPr>
            <w:t xml:space="preserve">Digital Technologies </w:t>
          </w:r>
          <w:proofErr w:type="spellStart"/>
          <w:r w:rsidRPr="00BF590A">
            <w:rPr>
              <w:sz w:val="16"/>
              <w:szCs w:val="16"/>
            </w:rPr>
            <w:t>for</w:t>
          </w:r>
          <w:proofErr w:type="spellEnd"/>
          <w:r w:rsidRPr="00BF590A">
            <w:rPr>
              <w:sz w:val="16"/>
              <w:szCs w:val="16"/>
            </w:rPr>
            <w:t xml:space="preserve"> </w:t>
          </w:r>
          <w:proofErr w:type="spellStart"/>
          <w:r w:rsidRPr="00BF590A">
            <w:rPr>
              <w:sz w:val="16"/>
              <w:szCs w:val="16"/>
            </w:rPr>
            <w:t>Lecturing</w:t>
          </w:r>
          <w:proofErr w:type="spellEnd"/>
          <w:r w:rsidRPr="00BF590A">
            <w:rPr>
              <w:sz w:val="16"/>
              <w:szCs w:val="16"/>
            </w:rPr>
            <w:t xml:space="preserve"> and </w:t>
          </w:r>
          <w:proofErr w:type="spellStart"/>
          <w:r w:rsidRPr="00BF590A">
            <w:rPr>
              <w:sz w:val="16"/>
              <w:szCs w:val="16"/>
            </w:rPr>
            <w:t>Learning</w:t>
          </w:r>
          <w:proofErr w:type="spellEnd"/>
        </w:p>
      </w:tc>
      <w:tc>
        <w:tcPr>
          <w:tcW w:w="850" w:type="dxa"/>
          <w:vAlign w:val="bottom"/>
        </w:tcPr>
        <w:p w14:paraId="01424DDA" w14:textId="77777777"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14:paraId="17A008A1" w14:textId="77777777"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8F6ABC" w14:textId="77777777" w:rsidR="00790123" w:rsidRDefault="00790123" w:rsidP="00861A1A">
      <w:r>
        <w:separator/>
      </w:r>
    </w:p>
  </w:footnote>
  <w:footnote w:type="continuationSeparator" w:id="0">
    <w:p w14:paraId="34E27015" w14:textId="77777777" w:rsidR="00790123" w:rsidRDefault="0079012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23382" w14:textId="5A6B00F4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29ACB837" wp14:editId="6223DBA9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4C21BE">
      <w:rPr>
        <w:rFonts w:ascii="Calibri" w:hAnsi="Calibri"/>
        <w:b/>
        <w:smallCaps/>
        <w:noProof/>
      </w:rPr>
      <w:t>WORKSHEET</w:t>
    </w:r>
  </w:p>
  <w:p w14:paraId="239EB64E" w14:textId="77777777" w:rsidR="00C148FD" w:rsidRPr="00C148FD" w:rsidRDefault="004C21BE" w:rsidP="00A84535">
    <w:pPr>
      <w:pStyle w:val="eLearningPackage"/>
    </w:pPr>
    <w:r w:rsidRPr="004C21BE">
      <w:t>Modern technologies and concepts for education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ADAF40C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1D"/>
    <w:rsid w:val="000030DF"/>
    <w:rsid w:val="0000673F"/>
    <w:rsid w:val="00016AD8"/>
    <w:rsid w:val="00017595"/>
    <w:rsid w:val="00021197"/>
    <w:rsid w:val="00022485"/>
    <w:rsid w:val="00030EDA"/>
    <w:rsid w:val="00045BEB"/>
    <w:rsid w:val="00063674"/>
    <w:rsid w:val="00073ADF"/>
    <w:rsid w:val="0007473C"/>
    <w:rsid w:val="000750C9"/>
    <w:rsid w:val="00080E9A"/>
    <w:rsid w:val="000813F5"/>
    <w:rsid w:val="00087EAC"/>
    <w:rsid w:val="00094A16"/>
    <w:rsid w:val="000A233F"/>
    <w:rsid w:val="000A55B3"/>
    <w:rsid w:val="000C1409"/>
    <w:rsid w:val="000C6B3A"/>
    <w:rsid w:val="001301D8"/>
    <w:rsid w:val="00133FC1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40EA"/>
    <w:rsid w:val="00185BED"/>
    <w:rsid w:val="001922A0"/>
    <w:rsid w:val="00195A08"/>
    <w:rsid w:val="001B057D"/>
    <w:rsid w:val="001B6B0A"/>
    <w:rsid w:val="001D00A1"/>
    <w:rsid w:val="001F6290"/>
    <w:rsid w:val="00213F2C"/>
    <w:rsid w:val="00222EE8"/>
    <w:rsid w:val="00223478"/>
    <w:rsid w:val="00225015"/>
    <w:rsid w:val="002252B6"/>
    <w:rsid w:val="00257022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D605B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93097"/>
    <w:rsid w:val="00397627"/>
    <w:rsid w:val="003B1326"/>
    <w:rsid w:val="003C2268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6567F"/>
    <w:rsid w:val="00472203"/>
    <w:rsid w:val="00475954"/>
    <w:rsid w:val="00492966"/>
    <w:rsid w:val="004A01E5"/>
    <w:rsid w:val="004A0446"/>
    <w:rsid w:val="004A7B44"/>
    <w:rsid w:val="004C0E36"/>
    <w:rsid w:val="004C21BE"/>
    <w:rsid w:val="004D6BA8"/>
    <w:rsid w:val="004E5E95"/>
    <w:rsid w:val="004E70EA"/>
    <w:rsid w:val="004F5AFF"/>
    <w:rsid w:val="00506D2E"/>
    <w:rsid w:val="005132B0"/>
    <w:rsid w:val="00517E3A"/>
    <w:rsid w:val="0052284C"/>
    <w:rsid w:val="0052400D"/>
    <w:rsid w:val="00561B7B"/>
    <w:rsid w:val="00561C5A"/>
    <w:rsid w:val="00563AEB"/>
    <w:rsid w:val="00570CE3"/>
    <w:rsid w:val="00570D84"/>
    <w:rsid w:val="005728B3"/>
    <w:rsid w:val="005738D5"/>
    <w:rsid w:val="0057504E"/>
    <w:rsid w:val="005832C4"/>
    <w:rsid w:val="00584885"/>
    <w:rsid w:val="00587966"/>
    <w:rsid w:val="0059629E"/>
    <w:rsid w:val="005B2E55"/>
    <w:rsid w:val="005B37E2"/>
    <w:rsid w:val="005B460C"/>
    <w:rsid w:val="005B4FCA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7065F"/>
    <w:rsid w:val="0068067D"/>
    <w:rsid w:val="0068131D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F0D5B"/>
    <w:rsid w:val="006F787A"/>
    <w:rsid w:val="00710301"/>
    <w:rsid w:val="0073574D"/>
    <w:rsid w:val="007460F9"/>
    <w:rsid w:val="0076745A"/>
    <w:rsid w:val="007738BD"/>
    <w:rsid w:val="007837ED"/>
    <w:rsid w:val="00790123"/>
    <w:rsid w:val="00790D07"/>
    <w:rsid w:val="007B7B4C"/>
    <w:rsid w:val="007C0FDD"/>
    <w:rsid w:val="007C308E"/>
    <w:rsid w:val="007C3F21"/>
    <w:rsid w:val="007C5B85"/>
    <w:rsid w:val="007E16D1"/>
    <w:rsid w:val="007E6CED"/>
    <w:rsid w:val="00802588"/>
    <w:rsid w:val="00813612"/>
    <w:rsid w:val="0081479C"/>
    <w:rsid w:val="00825830"/>
    <w:rsid w:val="00826CB2"/>
    <w:rsid w:val="00830375"/>
    <w:rsid w:val="00831014"/>
    <w:rsid w:val="00832323"/>
    <w:rsid w:val="008446F5"/>
    <w:rsid w:val="00861A1A"/>
    <w:rsid w:val="00864D93"/>
    <w:rsid w:val="0087246C"/>
    <w:rsid w:val="00882BE0"/>
    <w:rsid w:val="008836CE"/>
    <w:rsid w:val="00887D8F"/>
    <w:rsid w:val="00891FF5"/>
    <w:rsid w:val="00893E89"/>
    <w:rsid w:val="008A3619"/>
    <w:rsid w:val="008B05F5"/>
    <w:rsid w:val="008B6CCD"/>
    <w:rsid w:val="008C64E0"/>
    <w:rsid w:val="008D38F1"/>
    <w:rsid w:val="008D5D65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633E1"/>
    <w:rsid w:val="00A65E53"/>
    <w:rsid w:val="00A8234A"/>
    <w:rsid w:val="00A84535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07C40"/>
    <w:rsid w:val="00B15DB4"/>
    <w:rsid w:val="00B177D0"/>
    <w:rsid w:val="00B3151A"/>
    <w:rsid w:val="00B37307"/>
    <w:rsid w:val="00B5145B"/>
    <w:rsid w:val="00B707D0"/>
    <w:rsid w:val="00B70ED4"/>
    <w:rsid w:val="00B72E92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6FC8"/>
    <w:rsid w:val="00CE09BA"/>
    <w:rsid w:val="00CE48B0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2349"/>
    <w:rsid w:val="00D773FA"/>
    <w:rsid w:val="00DA18A6"/>
    <w:rsid w:val="00DA1F5C"/>
    <w:rsid w:val="00DA24E3"/>
    <w:rsid w:val="00DB1988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251D"/>
    <w:rsid w:val="00EB6B74"/>
    <w:rsid w:val="00EB6E4B"/>
    <w:rsid w:val="00EC77B0"/>
    <w:rsid w:val="00ED2956"/>
    <w:rsid w:val="00EE3197"/>
    <w:rsid w:val="00EF2951"/>
    <w:rsid w:val="00F01181"/>
    <w:rsid w:val="00F03DBA"/>
    <w:rsid w:val="00F168D6"/>
    <w:rsid w:val="00F24638"/>
    <w:rsid w:val="00F248A4"/>
    <w:rsid w:val="00F40215"/>
    <w:rsid w:val="00F46B18"/>
    <w:rsid w:val="00F600FF"/>
    <w:rsid w:val="00F748A6"/>
    <w:rsid w:val="00F82C59"/>
    <w:rsid w:val="00F871C6"/>
    <w:rsid w:val="00F8749B"/>
    <w:rsid w:val="00FA74D9"/>
    <w:rsid w:val="00FB201E"/>
    <w:rsid w:val="00FE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1AE405B"/>
  <w15:docId w15:val="{50DEF1C3-1477-4E00-BA98-CC6136C3E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ind w:left="567" w:hanging="425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A84535"/>
    <w:pPr>
      <w:pBdr>
        <w:bottom w:val="single" w:sz="4" w:space="1" w:color="auto"/>
      </w:pBdr>
      <w:ind w:left="142"/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Exercise">
    <w:name w:val="eExercise"/>
    <w:basedOn w:val="Normln"/>
    <w:qFormat/>
    <w:rsid w:val="00B72E92"/>
    <w:pPr>
      <w:ind w:left="142"/>
    </w:pPr>
  </w:style>
  <w:style w:type="paragraph" w:customStyle="1" w:styleId="eLearningPackage">
    <w:name w:val="eLearningPackage"/>
    <w:basedOn w:val="Normln"/>
    <w:qFormat/>
    <w:rsid w:val="00A84535"/>
    <w:pPr>
      <w:ind w:left="1843"/>
      <w:jc w:val="right"/>
    </w:pPr>
    <w:rPr>
      <w:rFonts w:ascii="Calibri" w:hAnsi="Calibri"/>
      <w:smallCaps/>
      <w:noProof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arek\Documents\DIT4LL\worksheets\WS01_EN_solution_template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19D30-2652-4D88-BA26-A41FD919C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WS01_EN_solution_template.dotx</Template>
  <TotalTime>2</TotalTime>
  <Pages>3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Nevosad, Marek</cp:lastModifiedBy>
  <cp:revision>3</cp:revision>
  <cp:lastPrinted>2013-05-24T14:00:00Z</cp:lastPrinted>
  <dcterms:created xsi:type="dcterms:W3CDTF">2022-08-24T08:54:00Z</dcterms:created>
  <dcterms:modified xsi:type="dcterms:W3CDTF">2023-02-28T14:00:00Z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