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04404CDA" w:rsidR="00C641B5" w:rsidRPr="00667CE5" w:rsidRDefault="00A14355" w:rsidP="00A64FF1">
      <w:pPr>
        <w:pStyle w:val="eTask"/>
      </w:pPr>
      <w:bookmarkStart w:id="0" w:name="_Hlk97716694"/>
      <w:r w:rsidRPr="00667CE5">
        <w:rPr>
          <w:bCs/>
          <w:shd w:val="clear" w:color="auto" w:fill="FFFFFF"/>
          <w:lang w:eastAsia="sk-SK"/>
        </w:rPr>
        <w:t>Match the term from the left column to all corresponding terms on the right.</w:t>
      </w:r>
    </w:p>
    <w:p w14:paraId="195363ED" w14:textId="276247DF" w:rsidR="00C641B5" w:rsidRPr="00667CE5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667CE5" w:rsidRPr="00667CE5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667CE5" w:rsidRDefault="00C641B5" w:rsidP="00C641B5">
            <w:pPr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D85A4AA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1CF3CC94" w:rsidR="00C641B5" w:rsidRPr="00667CE5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Polygon</w:t>
            </w:r>
            <w:r w:rsidR="007F4B57" w:rsidRPr="00667CE5">
              <w:rPr>
                <w:lang w:val="en-US"/>
              </w:rPr>
              <w:t>a</w:t>
            </w:r>
            <w:r w:rsidRPr="00667CE5">
              <w:rPr>
                <w:lang w:val="en-US"/>
              </w:rPr>
              <w:t>l model</w:t>
            </w:r>
            <w:r w:rsidR="007F4B57" w:rsidRPr="00667CE5">
              <w:rPr>
                <w:lang w:val="en-US"/>
              </w:rPr>
              <w:t>ling</w:t>
            </w:r>
          </w:p>
        </w:tc>
      </w:tr>
      <w:tr w:rsidR="00667CE5" w:rsidRPr="00667CE5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67CE5" w:rsidRPr="00667CE5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667CE5" w:rsidRDefault="00C641B5" w:rsidP="00C641B5">
            <w:pPr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53467F33" w:rsidR="00C641B5" w:rsidRPr="00667CE5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Blo</w:t>
            </w:r>
            <w:r w:rsidR="00867A8C" w:rsidRPr="00667CE5">
              <w:rPr>
                <w:lang w:val="en-US"/>
              </w:rPr>
              <w:t>cking</w:t>
            </w:r>
          </w:p>
        </w:tc>
      </w:tr>
      <w:tr w:rsidR="00667CE5" w:rsidRPr="00667CE5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67CE5" w:rsidRPr="00667CE5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4C3AD725" w:rsidR="00C641B5" w:rsidRPr="00667CE5" w:rsidRDefault="007F4B57" w:rsidP="004A582B">
            <w:pPr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3</w:t>
            </w:r>
            <w:r w:rsidR="004A582B" w:rsidRPr="00667CE5">
              <w:rPr>
                <w:lang w:val="en-US"/>
              </w:rPr>
              <w:t xml:space="preserve">D </w:t>
            </w:r>
            <w:r w:rsidRPr="00667CE5">
              <w:rPr>
                <w:lang w:val="en-US"/>
              </w:rPr>
              <w:t>M</w:t>
            </w:r>
            <w:r w:rsidR="004A582B" w:rsidRPr="00667CE5">
              <w:rPr>
                <w:lang w:val="en-US"/>
              </w:rPr>
              <w:t>odel</w:t>
            </w:r>
            <w:r w:rsidRPr="00667CE5">
              <w:rPr>
                <w:lang w:val="en-US"/>
              </w:rPr>
              <w:t xml:space="preserve"> representation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44A3305A" w:rsidR="00C641B5" w:rsidRPr="00667C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0A7C2F4A" w:rsidR="00C641B5" w:rsidRPr="00667CE5" w:rsidRDefault="00867A8C" w:rsidP="00E53189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Curve m</w:t>
            </w:r>
            <w:r w:rsidR="004A582B" w:rsidRPr="00667CE5">
              <w:rPr>
                <w:lang w:val="en-US"/>
              </w:rPr>
              <w:t>odel</w:t>
            </w:r>
            <w:r w:rsidRPr="00667CE5">
              <w:rPr>
                <w:lang w:val="en-US"/>
              </w:rPr>
              <w:t>ling</w:t>
            </w:r>
          </w:p>
        </w:tc>
      </w:tr>
      <w:tr w:rsidR="00667CE5" w:rsidRPr="00667CE5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667CE5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667CE5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667CE5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667CE5" w:rsidRPr="00667CE5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1F8CA7EB" w:rsidR="00D9149F" w:rsidRPr="00667CE5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Proce</w:t>
            </w:r>
            <w:r w:rsidR="007F4B57" w:rsidRPr="00667CE5">
              <w:rPr>
                <w:lang w:val="en-US"/>
              </w:rPr>
              <w:t>s</w:t>
            </w:r>
            <w:r w:rsidRPr="00667CE5">
              <w:rPr>
                <w:lang w:val="en-US"/>
              </w:rPr>
              <w:t>s</w:t>
            </w:r>
            <w:r w:rsidR="007F4B57" w:rsidRPr="00667CE5">
              <w:rPr>
                <w:lang w:val="en-US"/>
              </w:rPr>
              <w:t xml:space="preserve"> of Creating a</w:t>
            </w:r>
            <w:r w:rsidRPr="00667CE5">
              <w:rPr>
                <w:lang w:val="en-US"/>
              </w:rPr>
              <w:t xml:space="preserve"> 3D model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1010AC1F" w:rsidR="00D9149F" w:rsidRPr="00667CE5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Digit</w:t>
            </w:r>
            <w:r w:rsidR="00867A8C" w:rsidRPr="00667CE5">
              <w:rPr>
                <w:lang w:val="en-US"/>
              </w:rPr>
              <w:t>a</w:t>
            </w:r>
            <w:r w:rsidRPr="00667CE5">
              <w:rPr>
                <w:lang w:val="en-US"/>
              </w:rPr>
              <w:t xml:space="preserve">l </w:t>
            </w:r>
            <w:r w:rsidR="00867A8C" w:rsidRPr="00667CE5">
              <w:rPr>
                <w:lang w:val="en-US"/>
              </w:rPr>
              <w:t>sculpture</w:t>
            </w:r>
          </w:p>
        </w:tc>
      </w:tr>
      <w:tr w:rsidR="00667CE5" w:rsidRPr="00667CE5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667CE5" w:rsidRPr="00667CE5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1B58FF7D" w:rsidR="00D9149F" w:rsidRPr="00667CE5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Text</w:t>
            </w:r>
            <w:r w:rsidR="00867A8C" w:rsidRPr="00667CE5">
              <w:rPr>
                <w:lang w:val="en-US"/>
              </w:rPr>
              <w:t>uring</w:t>
            </w:r>
          </w:p>
        </w:tc>
      </w:tr>
      <w:tr w:rsidR="00667CE5" w:rsidRPr="00667CE5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D9149F" w:rsidRPr="00667CE5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667CE5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63BE5433" w:rsidR="00D9149F" w:rsidRPr="00667CE5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lang w:val="en-US"/>
              </w:rPr>
              <w:t>Renderi</w:t>
            </w:r>
            <w:r w:rsidR="00867A8C" w:rsidRPr="00667CE5">
              <w:rPr>
                <w:lang w:val="en-US"/>
              </w:rPr>
              <w:t>ng</w:t>
            </w:r>
          </w:p>
        </w:tc>
      </w:tr>
    </w:tbl>
    <w:p w14:paraId="631149C1" w14:textId="5D94EF7B" w:rsidR="001922A0" w:rsidRPr="00667CE5" w:rsidRDefault="001922A0" w:rsidP="00C641B5">
      <w:pPr>
        <w:rPr>
          <w:lang w:val="en-US"/>
        </w:rPr>
      </w:pPr>
    </w:p>
    <w:p w14:paraId="276AD9F9" w14:textId="77777777" w:rsidR="006E598F" w:rsidRPr="00667CE5" w:rsidRDefault="006E598F" w:rsidP="006E598F">
      <w:pPr>
        <w:pStyle w:val="eLineBottom"/>
        <w:ind w:left="154"/>
        <w:rPr>
          <w:lang w:val="en-US"/>
        </w:rPr>
      </w:pPr>
    </w:p>
    <w:p w14:paraId="4938E765" w14:textId="77777777" w:rsidR="00F1459B" w:rsidRPr="00667CE5" w:rsidRDefault="00F1459B" w:rsidP="00F1459B">
      <w:pPr>
        <w:rPr>
          <w:lang w:val="en-US"/>
        </w:rPr>
      </w:pPr>
    </w:p>
    <w:p w14:paraId="2711E18A" w14:textId="228F81FD" w:rsidR="008C0CE8" w:rsidRPr="00667CE5" w:rsidRDefault="00EA7869" w:rsidP="008C0CE8">
      <w:pPr>
        <w:pStyle w:val="eTask"/>
      </w:pPr>
      <w:r w:rsidRPr="00667CE5">
        <w:rPr>
          <w:bCs/>
          <w:shd w:val="clear" w:color="auto" w:fill="FFFFFF"/>
          <w:lang w:eastAsia="sk-SK"/>
        </w:rPr>
        <w:t>Correct the text so that the following statements are true.</w:t>
      </w:r>
    </w:p>
    <w:p w14:paraId="523A959B" w14:textId="52973F52" w:rsidR="00D25435" w:rsidRPr="00667CE5" w:rsidRDefault="00BE6513" w:rsidP="00972D8D">
      <w:pPr>
        <w:pStyle w:val="eCheckBoxText"/>
        <w:spacing w:before="240"/>
        <w:ind w:firstLine="0"/>
        <w:jc w:val="both"/>
        <w:rPr>
          <w:lang w:val="en-US"/>
        </w:rPr>
      </w:pPr>
      <w:r w:rsidRPr="00667CE5">
        <w:rPr>
          <w:szCs w:val="24"/>
          <w:lang w:val="en-US" w:eastAsia="sk-SK"/>
        </w:rPr>
        <w:t>HoloLens 2 glasses are designed for</w:t>
      </w:r>
      <w:r w:rsidR="004B3038" w:rsidRPr="00667CE5">
        <w:rPr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 w:eastAsia="sk-SK"/>
                    </w:rPr>
                    <m:t>virtual reality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augmented reality</m:t>
                  </m:r>
                </m:e>
              </m:mr>
            </m:m>
          </m:e>
        </m:d>
      </m:oMath>
      <w:r w:rsidR="00D25435" w:rsidRPr="00667CE5">
        <w:rPr>
          <w:bdr w:val="none" w:sz="0" w:space="0" w:color="auto" w:frame="1"/>
          <w:lang w:val="en-US"/>
        </w:rPr>
        <w:t>.</w:t>
      </w:r>
    </w:p>
    <w:p w14:paraId="2F60DF0D" w14:textId="562C102F" w:rsidR="00D25435" w:rsidRPr="00667CE5" w:rsidRDefault="00BE6513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en-US"/>
        </w:rPr>
      </w:pPr>
      <w:r w:rsidRPr="00667CE5">
        <w:rPr>
          <w:szCs w:val="24"/>
          <w:lang w:val="en-US" w:eastAsia="sk-SK"/>
        </w:rPr>
        <w:t>Microsoft Cognitive Services don’t support</w:t>
      </w:r>
      <w:r w:rsidR="00D25435" w:rsidRPr="00667CE5">
        <w:rPr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heart beat recognition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speech recognition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face recognition</m:t>
                  </m:r>
                </m:e>
              </m:mr>
            </m:m>
          </m:e>
        </m:d>
      </m:oMath>
      <w:r w:rsidR="00D25435" w:rsidRPr="00667CE5">
        <w:rPr>
          <w:bdr w:val="none" w:sz="0" w:space="0" w:color="auto" w:frame="1"/>
          <w:lang w:val="en-US"/>
        </w:rPr>
        <w:t>.</w:t>
      </w:r>
    </w:p>
    <w:p w14:paraId="5D6F2E99" w14:textId="2210A0E3" w:rsidR="00D25435" w:rsidRPr="00667CE5" w:rsidRDefault="00BE6513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en-US"/>
        </w:rPr>
      </w:pPr>
      <w:r w:rsidRPr="00667CE5">
        <w:rPr>
          <w:szCs w:val="24"/>
          <w:lang w:val="en-US" w:eastAsia="sk-SK"/>
        </w:rPr>
        <w:t>Kinect Azure doesn’t include</w:t>
      </w:r>
      <w:r w:rsidR="00D25435" w:rsidRPr="00667CE5">
        <w:rPr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mikrophone array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gyroscope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8k camera</m:t>
                  </m:r>
                </m:e>
              </m:mr>
            </m:m>
          </m:e>
        </m:d>
      </m:oMath>
      <w:r w:rsidR="00D25435" w:rsidRPr="00667CE5">
        <w:rPr>
          <w:bdr w:val="none" w:sz="0" w:space="0" w:color="auto" w:frame="1"/>
          <w:lang w:val="en-US"/>
        </w:rPr>
        <w:t>.</w:t>
      </w:r>
    </w:p>
    <w:p w14:paraId="295A74B4" w14:textId="3D062E2D" w:rsidR="00D25435" w:rsidRPr="00667CE5" w:rsidRDefault="00BE6513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en-US"/>
        </w:rPr>
      </w:pPr>
      <w:r w:rsidRPr="00667CE5">
        <w:rPr>
          <w:szCs w:val="24"/>
          <w:lang w:val="en-US" w:eastAsia="sk-SK"/>
        </w:rPr>
        <w:t>Meta Quest 2 glasses are designed for</w:t>
      </w:r>
      <w:r w:rsidR="00A0139C" w:rsidRPr="00667CE5">
        <w:rPr>
          <w:szCs w:val="24"/>
          <w:lang w:val="en-US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 w:eastAsia="sk-SK"/>
                    </w:rPr>
                    <m:t>virtual reality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augmented reality</m:t>
                  </m:r>
                </m:e>
              </m:mr>
            </m:m>
          </m:e>
        </m:d>
      </m:oMath>
      <w:r w:rsidR="00D25435" w:rsidRPr="00667CE5">
        <w:rPr>
          <w:bdr w:val="none" w:sz="0" w:space="0" w:color="auto" w:frame="1"/>
          <w:lang w:val="en-US"/>
        </w:rPr>
        <w:t>.</w:t>
      </w:r>
    </w:p>
    <w:p w14:paraId="7F35A69D" w14:textId="091297E9" w:rsidR="003215A8" w:rsidRPr="00667CE5" w:rsidRDefault="003215A8" w:rsidP="00972D8D">
      <w:pPr>
        <w:pStyle w:val="eCheckBoxText"/>
        <w:spacing w:before="240"/>
        <w:ind w:firstLine="0"/>
        <w:jc w:val="both"/>
        <w:rPr>
          <w:lang w:val="en-US"/>
        </w:rPr>
      </w:pPr>
      <w:r w:rsidRPr="00667CE5">
        <w:rPr>
          <w:lang w:val="en-US"/>
        </w:rPr>
        <w:br w:type="page"/>
      </w:r>
    </w:p>
    <w:p w14:paraId="0543DA91" w14:textId="122EA59C" w:rsidR="00063674" w:rsidRPr="00667CE5" w:rsidRDefault="00EA7869" w:rsidP="009C3A3C">
      <w:pPr>
        <w:pStyle w:val="eTask"/>
      </w:pPr>
      <w:r w:rsidRPr="00667CE5">
        <w:rPr>
          <w:bCs/>
          <w:shd w:val="clear" w:color="auto" w:fill="FFFFFF"/>
          <w:lang w:eastAsia="sk-SK"/>
        </w:rPr>
        <w:lastRenderedPageBreak/>
        <w:t>List three deep vision technologies</w:t>
      </w:r>
    </w:p>
    <w:p w14:paraId="1724AA45" w14:textId="18244674" w:rsidR="00063674" w:rsidRPr="00667CE5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667CE5" w:rsidRPr="00667CE5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2D88B244" w:rsidR="001F0D36" w:rsidRPr="00667CE5" w:rsidRDefault="001F0D36" w:rsidP="001F0D36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667C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667CE5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CE5" w:rsidRPr="00667CE5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667C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667C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667C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67CE5" w:rsidRPr="00667CE5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702B9778" w:rsidR="006D6A7E" w:rsidRPr="00667CE5" w:rsidRDefault="006D6A7E" w:rsidP="001F0D36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667C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667CE5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CE5" w:rsidRPr="00667CE5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667CE5" w:rsidRDefault="001273F1" w:rsidP="001F0D36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667CE5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667CE5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1273F1" w:rsidRPr="00667CE5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535EBC58" w:rsidR="001273F1" w:rsidRPr="00667CE5" w:rsidRDefault="001273F1" w:rsidP="001F0D36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667CE5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6B2BC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7CE5"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0BCB5489" w:rsidR="00D32BA6" w:rsidRPr="00667CE5" w:rsidRDefault="00D32BA6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</w:tbl>
    <w:p w14:paraId="53BC67F3" w14:textId="38D995EC" w:rsidR="00A21409" w:rsidRDefault="00A21409" w:rsidP="004A7E5F">
      <w:pPr>
        <w:pStyle w:val="eLineBottom"/>
        <w:ind w:left="154"/>
        <w:rPr>
          <w:lang w:val="en-US"/>
        </w:rPr>
      </w:pPr>
    </w:p>
    <w:p w14:paraId="0E595B46" w14:textId="77777777" w:rsidR="00D32BA6" w:rsidRPr="00667CE5" w:rsidRDefault="00D32BA6" w:rsidP="004A7E5F">
      <w:pPr>
        <w:pStyle w:val="eLineBottom"/>
        <w:ind w:left="154"/>
        <w:rPr>
          <w:lang w:val="en-US"/>
        </w:rPr>
      </w:pPr>
      <w:bookmarkStart w:id="1" w:name="_GoBack"/>
      <w:bookmarkEnd w:id="1"/>
    </w:p>
    <w:bookmarkEnd w:id="0"/>
    <w:p w14:paraId="72743E8D" w14:textId="4DCDEEC0" w:rsidR="00D25435" w:rsidRPr="00667CE5" w:rsidRDefault="00D25435" w:rsidP="00271382">
      <w:pPr>
        <w:pStyle w:val="eTask"/>
        <w:numPr>
          <w:ilvl w:val="0"/>
          <w:numId w:val="0"/>
        </w:numPr>
      </w:pPr>
    </w:p>
    <w:p w14:paraId="7090A83F" w14:textId="48D0D5CD" w:rsidR="00D25435" w:rsidRPr="00667CE5" w:rsidRDefault="00EA7869" w:rsidP="00D25435">
      <w:pPr>
        <w:pStyle w:val="eTask"/>
      </w:pPr>
      <w:r w:rsidRPr="00667CE5">
        <w:rPr>
          <w:bCs/>
          <w:shd w:val="clear" w:color="auto" w:fill="FFFFFF"/>
          <w:lang w:eastAsia="sk-SK"/>
        </w:rPr>
        <w:t>List at least four platforms supported by Unity.</w:t>
      </w:r>
    </w:p>
    <w:p w14:paraId="789370FE" w14:textId="3F8AE3C2" w:rsidR="00D25435" w:rsidRPr="00667CE5" w:rsidRDefault="00D25435" w:rsidP="002C4CF8">
      <w:pPr>
        <w:spacing w:before="240" w:after="240"/>
        <w:ind w:left="709" w:hanging="284"/>
        <w:rPr>
          <w:lang w:val="en-US"/>
        </w:rPr>
      </w:pPr>
      <w:r w:rsidRPr="00667CE5">
        <w:rPr>
          <w:lang w:val="en-US"/>
        </w:rPr>
        <w:t>1.</w:t>
      </w:r>
      <w:r w:rsidRPr="00667CE5">
        <w:rPr>
          <w:lang w:val="en-US"/>
        </w:rPr>
        <w:tab/>
      </w:r>
      <w:r w:rsidR="00D32BA6">
        <w:rPr>
          <w:lang w:val="en-US"/>
        </w:rPr>
        <w:t xml:space="preserve"> ______________________________________________________</w:t>
      </w:r>
    </w:p>
    <w:p w14:paraId="4B62C712" w14:textId="16A69975" w:rsidR="00D25435" w:rsidRPr="00667CE5" w:rsidRDefault="00D25435" w:rsidP="002C4CF8">
      <w:pPr>
        <w:spacing w:after="240"/>
        <w:ind w:left="709" w:hanging="284"/>
        <w:rPr>
          <w:lang w:val="en-US"/>
        </w:rPr>
      </w:pPr>
      <w:r w:rsidRPr="00667CE5">
        <w:rPr>
          <w:lang w:val="en-US"/>
        </w:rPr>
        <w:t>2.</w:t>
      </w:r>
      <w:r w:rsidRPr="00667CE5">
        <w:rPr>
          <w:lang w:val="en-US"/>
        </w:rPr>
        <w:tab/>
      </w:r>
      <w:r w:rsidR="00D32BA6">
        <w:rPr>
          <w:lang w:val="en-US"/>
        </w:rPr>
        <w:t>______________________________________________________</w:t>
      </w:r>
    </w:p>
    <w:p w14:paraId="277BCEB0" w14:textId="1059E1C4" w:rsidR="00D25435" w:rsidRPr="00667CE5" w:rsidRDefault="00D25435" w:rsidP="002C4CF8">
      <w:pPr>
        <w:spacing w:after="240"/>
        <w:ind w:left="709" w:hanging="284"/>
        <w:rPr>
          <w:lang w:val="en-US"/>
        </w:rPr>
      </w:pPr>
      <w:r w:rsidRPr="00667CE5">
        <w:rPr>
          <w:lang w:val="en-US"/>
        </w:rPr>
        <w:t>3.</w:t>
      </w:r>
      <w:r w:rsidRPr="00667CE5">
        <w:rPr>
          <w:lang w:val="en-US"/>
        </w:rPr>
        <w:tab/>
      </w:r>
      <w:r w:rsidR="00D32BA6">
        <w:rPr>
          <w:lang w:val="en-US"/>
        </w:rPr>
        <w:t>______________________________________________________</w:t>
      </w:r>
    </w:p>
    <w:p w14:paraId="53B504E9" w14:textId="6336E1E2" w:rsidR="00D25435" w:rsidRPr="00667CE5" w:rsidRDefault="00D25435" w:rsidP="002C4CF8">
      <w:pPr>
        <w:spacing w:after="240"/>
        <w:ind w:left="709" w:hanging="284"/>
        <w:rPr>
          <w:lang w:val="en-US"/>
        </w:rPr>
      </w:pPr>
      <w:r w:rsidRPr="00667CE5">
        <w:rPr>
          <w:lang w:val="en-US"/>
        </w:rPr>
        <w:t>4.</w:t>
      </w:r>
      <w:r w:rsidRPr="00667CE5">
        <w:rPr>
          <w:lang w:val="en-US"/>
        </w:rPr>
        <w:tab/>
      </w:r>
      <w:r w:rsidR="00D32BA6">
        <w:rPr>
          <w:lang w:val="en-US"/>
        </w:rPr>
        <w:t>______________________________________________________</w:t>
      </w:r>
    </w:p>
    <w:p w14:paraId="628A49B7" w14:textId="4B849875" w:rsidR="00D25435" w:rsidRPr="00667CE5" w:rsidRDefault="00D25435" w:rsidP="002C4CF8">
      <w:pPr>
        <w:ind w:left="709" w:hanging="284"/>
        <w:rPr>
          <w:lang w:val="en-US"/>
        </w:rPr>
      </w:pPr>
      <w:r w:rsidRPr="00667CE5">
        <w:rPr>
          <w:lang w:val="en-US"/>
        </w:rPr>
        <w:t>5.</w:t>
      </w:r>
      <w:r w:rsidRPr="00667CE5">
        <w:rPr>
          <w:lang w:val="en-US"/>
        </w:rPr>
        <w:tab/>
      </w:r>
      <w:r w:rsidR="00D32BA6">
        <w:rPr>
          <w:lang w:val="en-US"/>
        </w:rPr>
        <w:t>______________________________________________________</w:t>
      </w:r>
    </w:p>
    <w:p w14:paraId="5D811DE9" w14:textId="77777777" w:rsidR="00D25435" w:rsidRPr="00667CE5" w:rsidRDefault="00D25435" w:rsidP="00D25435">
      <w:pPr>
        <w:spacing w:after="180"/>
        <w:rPr>
          <w:lang w:val="en-US"/>
        </w:rPr>
      </w:pPr>
    </w:p>
    <w:sectPr w:rsidR="00D25435" w:rsidRPr="00667CE5" w:rsidSect="002B41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2377A" w14:textId="77777777" w:rsidR="004D5C24" w:rsidRDefault="004D5C24" w:rsidP="00861A1A">
      <w:r>
        <w:separator/>
      </w:r>
    </w:p>
  </w:endnote>
  <w:endnote w:type="continuationSeparator" w:id="0">
    <w:p w14:paraId="51763D6D" w14:textId="77777777" w:rsidR="004D5C24" w:rsidRDefault="004D5C2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4DEDA" w14:textId="77777777" w:rsidR="00784D1D" w:rsidRDefault="0078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C576BF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08695355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59853" w14:textId="77777777" w:rsidR="00784D1D" w:rsidRDefault="0078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60776" w14:textId="77777777" w:rsidR="004D5C24" w:rsidRDefault="004D5C24" w:rsidP="00861A1A">
      <w:r>
        <w:separator/>
      </w:r>
    </w:p>
  </w:footnote>
  <w:footnote w:type="continuationSeparator" w:id="0">
    <w:p w14:paraId="5C6DA063" w14:textId="77777777" w:rsidR="004D5C24" w:rsidRDefault="004D5C2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6A3C9" w14:textId="77777777" w:rsidR="00784D1D" w:rsidRDefault="0078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77EC3CDA" w:rsidR="00C148FD" w:rsidRPr="00C148FD" w:rsidRDefault="00E9742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97426">
      <w:rPr>
        <w:rFonts w:ascii="Calibri" w:hAnsi="Calibri"/>
        <w:smallCaps/>
        <w:noProof/>
        <w:sz w:val="20"/>
        <w:szCs w:val="20"/>
        <w:lang w:val="en-US"/>
      </w:rPr>
      <w:t>Modern technologies and concepts for education 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835B6" w14:textId="77777777" w:rsidR="00784D1D" w:rsidRDefault="00784D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B3F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07C3"/>
    <w:rsid w:val="00315203"/>
    <w:rsid w:val="003215A8"/>
    <w:rsid w:val="00337851"/>
    <w:rsid w:val="00342883"/>
    <w:rsid w:val="00347E4D"/>
    <w:rsid w:val="00351AF3"/>
    <w:rsid w:val="0038457A"/>
    <w:rsid w:val="0039238A"/>
    <w:rsid w:val="00397E04"/>
    <w:rsid w:val="003A36D0"/>
    <w:rsid w:val="003B1326"/>
    <w:rsid w:val="003C0568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582B"/>
    <w:rsid w:val="004A7B44"/>
    <w:rsid w:val="004A7E5F"/>
    <w:rsid w:val="004B2D69"/>
    <w:rsid w:val="004B3038"/>
    <w:rsid w:val="004C0E36"/>
    <w:rsid w:val="004D5C24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4376"/>
    <w:rsid w:val="005B2E55"/>
    <w:rsid w:val="005B37E2"/>
    <w:rsid w:val="005B460C"/>
    <w:rsid w:val="005B4FCA"/>
    <w:rsid w:val="005B56AB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67CE5"/>
    <w:rsid w:val="0068067D"/>
    <w:rsid w:val="0068131D"/>
    <w:rsid w:val="00683A34"/>
    <w:rsid w:val="00685008"/>
    <w:rsid w:val="00690FB1"/>
    <w:rsid w:val="00695314"/>
    <w:rsid w:val="006A24C7"/>
    <w:rsid w:val="006B5D59"/>
    <w:rsid w:val="006D1945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528C"/>
    <w:rsid w:val="007263E3"/>
    <w:rsid w:val="0073574D"/>
    <w:rsid w:val="007460F9"/>
    <w:rsid w:val="007668C8"/>
    <w:rsid w:val="0076745A"/>
    <w:rsid w:val="007738BD"/>
    <w:rsid w:val="007837ED"/>
    <w:rsid w:val="00784D1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7F4B57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A76"/>
    <w:rsid w:val="00864D93"/>
    <w:rsid w:val="00867A8C"/>
    <w:rsid w:val="0087475E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752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4355"/>
    <w:rsid w:val="00A1668F"/>
    <w:rsid w:val="00A17111"/>
    <w:rsid w:val="00A21409"/>
    <w:rsid w:val="00A21AFD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E630C"/>
    <w:rsid w:val="00AF5281"/>
    <w:rsid w:val="00B01599"/>
    <w:rsid w:val="00B04E86"/>
    <w:rsid w:val="00B150AD"/>
    <w:rsid w:val="00B15DB4"/>
    <w:rsid w:val="00B177D0"/>
    <w:rsid w:val="00B3151A"/>
    <w:rsid w:val="00B37307"/>
    <w:rsid w:val="00B5145B"/>
    <w:rsid w:val="00B56A73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513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2BA6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97426"/>
    <w:rsid w:val="00EA1BDF"/>
    <w:rsid w:val="00EA39BF"/>
    <w:rsid w:val="00EA7869"/>
    <w:rsid w:val="00EB4B7A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3960"/>
    <w:rsid w:val="00F40215"/>
    <w:rsid w:val="00F46B18"/>
    <w:rsid w:val="00F546FF"/>
    <w:rsid w:val="00F56F52"/>
    <w:rsid w:val="00F748A6"/>
    <w:rsid w:val="00F7750A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CEFF1-E07B-4480-B656-9FCB22428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185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66</cp:revision>
  <cp:lastPrinted>2013-05-24T14:00:00Z</cp:lastPrinted>
  <dcterms:created xsi:type="dcterms:W3CDTF">2022-03-31T15:23:00Z</dcterms:created>
  <dcterms:modified xsi:type="dcterms:W3CDTF">2023-02-28T14:34:00Z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